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BA" w:rsidRPr="004A50F5" w:rsidRDefault="00C516BA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C516BA" w:rsidRDefault="00C516BA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C516BA" w:rsidRDefault="00C516BA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C516BA" w:rsidTr="008854AB">
        <w:tc>
          <w:tcPr>
            <w:tcW w:w="7419" w:type="dxa"/>
          </w:tcPr>
          <w:p w:rsidR="00C516BA" w:rsidRPr="008854AB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854AB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5</w:t>
            </w:r>
            <w:r w:rsidRPr="008854AB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C516BA" w:rsidRPr="008854AB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854AB">
              <w:rPr>
                <w:b/>
              </w:rPr>
              <w:t>Сумма, рублей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625041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625040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625040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C516BA" w:rsidRPr="001C2219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 w:rsidRPr="001C2219"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C516BA" w:rsidRPr="008854AB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608848</w:t>
            </w:r>
          </w:p>
        </w:tc>
      </w:tr>
      <w:tr w:rsidR="00C516BA" w:rsidTr="008854AB">
        <w:tc>
          <w:tcPr>
            <w:tcW w:w="7419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C516BA" w:rsidRPr="008854AB" w:rsidRDefault="00C516BA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608849</w:t>
            </w:r>
          </w:p>
        </w:tc>
      </w:tr>
      <w:tr w:rsidR="00C516BA" w:rsidTr="008854AB">
        <w:tc>
          <w:tcPr>
            <w:tcW w:w="7419" w:type="dxa"/>
          </w:tcPr>
          <w:p w:rsidR="00C516BA" w:rsidRPr="008854AB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854AB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C516BA" w:rsidRDefault="00C516BA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7354754</w:t>
            </w:r>
          </w:p>
        </w:tc>
      </w:tr>
    </w:tbl>
    <w:p w:rsidR="00C516BA" w:rsidRDefault="00C516BA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C516BA" w:rsidRDefault="00C516BA">
      <w:pPr>
        <w:rPr>
          <w:sz w:val="2"/>
          <w:szCs w:val="2"/>
        </w:rPr>
      </w:pPr>
    </w:p>
    <w:p w:rsidR="00C516BA" w:rsidRDefault="00C516BA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C516BA" w:rsidRDefault="00C516BA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C516BA" w:rsidRPr="002472DF" w:rsidRDefault="00C516BA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C516BA" w:rsidRPr="00301A09" w:rsidRDefault="00C516BA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C516BA" w:rsidRPr="00301A09" w:rsidRDefault="00C516BA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МЦБС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Pr="00DC37B6">
        <w:rPr>
          <w:rFonts w:ascii="Times New Roman" w:hAnsi="Times New Roman" w:cs="Times New Roman"/>
        </w:rPr>
        <w:t>Ширко А.Н.</w:t>
      </w:r>
      <w:r w:rsidRPr="00DC37B6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C516BA" w:rsidRPr="00301A09" w:rsidRDefault="00C516BA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C516BA" w:rsidRPr="00301A09" w:rsidRDefault="00C516BA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C516BA" w:rsidRPr="002472DF" w:rsidRDefault="00C516BA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C516BA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6BA" w:rsidRDefault="00C516BA" w:rsidP="008D65D8">
      <w:r>
        <w:separator/>
      </w:r>
    </w:p>
  </w:endnote>
  <w:endnote w:type="continuationSeparator" w:id="1">
    <w:p w:rsidR="00C516BA" w:rsidRDefault="00C516BA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6BA" w:rsidRDefault="00C516BA"/>
  </w:footnote>
  <w:footnote w:type="continuationSeparator" w:id="1">
    <w:p w:rsidR="00C516BA" w:rsidRDefault="00C516B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085527"/>
    <w:rsid w:val="000D4278"/>
    <w:rsid w:val="001B5DB8"/>
    <w:rsid w:val="001C2219"/>
    <w:rsid w:val="002472DF"/>
    <w:rsid w:val="00261F8D"/>
    <w:rsid w:val="00301A09"/>
    <w:rsid w:val="0030414D"/>
    <w:rsid w:val="003B0399"/>
    <w:rsid w:val="004A50F5"/>
    <w:rsid w:val="005F378A"/>
    <w:rsid w:val="00804D2A"/>
    <w:rsid w:val="008854AB"/>
    <w:rsid w:val="008D65D8"/>
    <w:rsid w:val="00BE7576"/>
    <w:rsid w:val="00C516BA"/>
    <w:rsid w:val="00DC37B6"/>
    <w:rsid w:val="00E83CC4"/>
    <w:rsid w:val="00EA0534"/>
    <w:rsid w:val="00F0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1</Pages>
  <Words>168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6</cp:revision>
  <cp:lastPrinted>2015-04-07T11:39:00Z</cp:lastPrinted>
  <dcterms:created xsi:type="dcterms:W3CDTF">2014-08-26T06:09:00Z</dcterms:created>
  <dcterms:modified xsi:type="dcterms:W3CDTF">2015-04-07T11:41:00Z</dcterms:modified>
</cp:coreProperties>
</file>