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FE" w:rsidRDefault="00D13AF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D13AFE" w:rsidRDefault="00D13AF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D13AFE" w:rsidRDefault="00D13AFE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D13AFE" w:rsidRDefault="00D13AFE">
      <w:pPr>
        <w:pStyle w:val="1"/>
        <w:shd w:val="clear" w:color="auto" w:fill="auto"/>
        <w:spacing w:before="0" w:after="297"/>
        <w:ind w:left="5160" w:right="1000"/>
      </w:pPr>
      <w:r>
        <w:t>Новочешуйковский сельский Совет народных депутатов</w:t>
      </w:r>
    </w:p>
    <w:p w:rsidR="00D13AFE" w:rsidRDefault="00D13AFE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№30 </w:t>
      </w:r>
      <w:r w:rsidRPr="00C51772">
        <w:t xml:space="preserve">от </w:t>
      </w:r>
      <w:smartTag w:uri="urn:schemas-microsoft-com:office:smarttags" w:element="date">
        <w:smartTagPr>
          <w:attr w:name="Year" w:val="2019"/>
          <w:attr w:name="Day" w:val="25"/>
          <w:attr w:name="Month" w:val="03"/>
          <w:attr w:name="ls" w:val="trans"/>
        </w:smartTagPr>
        <w:r>
          <w:t>25.03</w:t>
        </w:r>
        <w:r w:rsidRPr="00C51772">
          <w:t>.201</w:t>
        </w:r>
        <w:r>
          <w:t>9</w:t>
        </w:r>
      </w:smartTag>
      <w:r w:rsidRPr="00C51772">
        <w:t xml:space="preserve"> года</w:t>
      </w:r>
      <w:r>
        <w:tab/>
        <w:t>Новочешуйковская сельская</w:t>
      </w:r>
    </w:p>
    <w:p w:rsidR="00D13AFE" w:rsidRDefault="00D13AFE" w:rsidP="00DC5013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D13AFE" w:rsidRDefault="00D13AF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D13AFE" w:rsidRDefault="00D13AFE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года № 3/148 «О бюджете муниципального образования» Новочешуйковское сельское поселение, Мглинского района, Брянской области» на 2019 год и на плановый период 2020 и 2021 годов» </w:t>
      </w:r>
    </w:p>
    <w:p w:rsidR="00D13AFE" w:rsidRDefault="00D13AFE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  <w:r>
        <w:t xml:space="preserve">      Контрольно-счетная палата Мглинского района, рассмотрев проект решения о внесении изменений в решение Новочешуйковского сельского Совета народных депутатов «О бюджете муниципального образования» Новочешуйковское сельское поселение, Мглинского района, Брянской области» на 2019 год и на плановый период 2020 и 2021 годов».</w:t>
      </w:r>
    </w:p>
    <w:p w:rsidR="00D13AFE" w:rsidRDefault="00D13AFE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</w:p>
    <w:p w:rsidR="00D13AFE" w:rsidRDefault="00D13AFE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  <w:r w:rsidRPr="00541223">
        <w:rPr>
          <w:b/>
        </w:rPr>
        <w:t>Доходная част</w:t>
      </w:r>
      <w:r>
        <w:t>ь бюджета 2019 года увеличились на 465,4 тыс.рублей и составили и составили 1122,1 тыс.рублей.</w:t>
      </w:r>
    </w:p>
    <w:p w:rsidR="00D13AFE" w:rsidRDefault="00D13AFE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Общий </w:t>
      </w:r>
      <w:r w:rsidRPr="000B032C">
        <w:rPr>
          <w:b/>
        </w:rPr>
        <w:t>объем расходов</w:t>
      </w:r>
      <w:r>
        <w:rPr>
          <w:b/>
        </w:rPr>
        <w:t xml:space="preserve"> </w:t>
      </w:r>
      <w:r w:rsidRPr="00D73B40">
        <w:t>бюджета</w:t>
      </w:r>
      <w:r>
        <w:t xml:space="preserve"> увеличился на 465,4 тыс. рублей и составил 1225,1 тыс. рублей.</w:t>
      </w:r>
    </w:p>
    <w:p w:rsidR="00D13AFE" w:rsidRDefault="00D13AFE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</w:p>
    <w:p w:rsidR="00D13AFE" w:rsidRDefault="00D13AFE">
      <w:pPr>
        <w:pStyle w:val="11"/>
        <w:keepNext/>
        <w:keepLines/>
        <w:shd w:val="clear" w:color="auto" w:fill="auto"/>
        <w:ind w:left="40"/>
      </w:pPr>
      <w:bookmarkStart w:id="0" w:name="bookmark0"/>
      <w:r>
        <w:t>01 00</w:t>
      </w:r>
      <w:bookmarkEnd w:id="0"/>
    </w:p>
    <w:p w:rsidR="00D13AFE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     +369,8 тыс. рублей,</w:t>
      </w:r>
    </w:p>
    <w:p w:rsidR="00D13AFE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D13AFE" w:rsidRPr="00486F9C" w:rsidRDefault="00D13AFE">
      <w:pPr>
        <w:pStyle w:val="30"/>
        <w:shd w:val="clear" w:color="auto" w:fill="auto"/>
        <w:ind w:left="40"/>
        <w:rPr>
          <w:sz w:val="27"/>
          <w:szCs w:val="27"/>
        </w:rPr>
      </w:pPr>
      <w:r w:rsidRPr="00486F9C">
        <w:rPr>
          <w:sz w:val="27"/>
          <w:szCs w:val="27"/>
        </w:rPr>
        <w:t xml:space="preserve">01 02    </w:t>
      </w:r>
    </w:p>
    <w:p w:rsidR="00D13AFE" w:rsidRDefault="00D13AFE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Функционирование высшего должностного лица субъекта Российской Федерации и муниципального образования                          </w:t>
      </w:r>
    </w:p>
    <w:p w:rsidR="00D13AFE" w:rsidRPr="00486F9C" w:rsidRDefault="00D13AFE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из них:</w:t>
      </w:r>
    </w:p>
    <w:p w:rsidR="00D13AFE" w:rsidRPr="00486F9C" w:rsidRDefault="00D13AFE" w:rsidP="00C17D9D">
      <w:pPr>
        <w:pStyle w:val="30"/>
        <w:shd w:val="clear" w:color="auto" w:fill="auto"/>
        <w:rPr>
          <w:b w:val="0"/>
          <w:sz w:val="27"/>
          <w:szCs w:val="27"/>
        </w:rPr>
      </w:pPr>
      <w:r w:rsidRPr="00486F9C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КБК 01025000080010120</w:t>
      </w:r>
      <w:r w:rsidRPr="00486F9C">
        <w:rPr>
          <w:b w:val="0"/>
          <w:sz w:val="27"/>
          <w:szCs w:val="27"/>
        </w:rPr>
        <w:t xml:space="preserve">                                     </w:t>
      </w:r>
      <w:r>
        <w:rPr>
          <w:b w:val="0"/>
          <w:sz w:val="27"/>
          <w:szCs w:val="27"/>
        </w:rPr>
        <w:t xml:space="preserve">                     +189,2 </w:t>
      </w:r>
      <w:r w:rsidRPr="00486F9C">
        <w:rPr>
          <w:b w:val="0"/>
          <w:sz w:val="27"/>
          <w:szCs w:val="27"/>
        </w:rPr>
        <w:t>тыс.</w:t>
      </w:r>
      <w:r>
        <w:rPr>
          <w:b w:val="0"/>
          <w:sz w:val="27"/>
          <w:szCs w:val="27"/>
        </w:rPr>
        <w:t xml:space="preserve"> </w:t>
      </w:r>
      <w:r w:rsidRPr="00486F9C">
        <w:rPr>
          <w:b w:val="0"/>
          <w:sz w:val="27"/>
          <w:szCs w:val="27"/>
        </w:rPr>
        <w:t>рублей</w:t>
      </w:r>
    </w:p>
    <w:p w:rsidR="00D13AFE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</w:p>
    <w:p w:rsidR="00D13AFE" w:rsidRPr="00D73B40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</w:p>
    <w:p w:rsidR="00D13AFE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</w:pPr>
    </w:p>
    <w:p w:rsidR="00D13AFE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</w:pPr>
    </w:p>
    <w:p w:rsidR="00D13AFE" w:rsidRPr="00486F9C" w:rsidRDefault="00D13AFE">
      <w:pPr>
        <w:pStyle w:val="20"/>
        <w:shd w:val="clear" w:color="auto" w:fill="auto"/>
        <w:spacing w:after="0" w:line="317" w:lineRule="exact"/>
        <w:ind w:left="40" w:firstLine="360"/>
        <w:jc w:val="both"/>
      </w:pPr>
      <w:r w:rsidRPr="00486F9C">
        <w:t xml:space="preserve">01 04    </w:t>
      </w:r>
    </w:p>
    <w:p w:rsidR="00D13AFE" w:rsidRPr="00486F9C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Функционирования Правительства Российской Федерации, высших органов исполнительной власти субъектов Российской Федерации, местных администраций                                                            </w:t>
      </w:r>
      <w:r>
        <w:rPr>
          <w:b w:val="0"/>
        </w:rPr>
        <w:t xml:space="preserve">                </w:t>
      </w:r>
      <w:r w:rsidRPr="00486F9C">
        <w:rPr>
          <w:b w:val="0"/>
        </w:rPr>
        <w:t xml:space="preserve"> </w:t>
      </w:r>
      <w:r>
        <w:rPr>
          <w:b w:val="0"/>
        </w:rPr>
        <w:t xml:space="preserve">    </w:t>
      </w:r>
      <w:r w:rsidRPr="00486F9C">
        <w:rPr>
          <w:b w:val="0"/>
        </w:rPr>
        <w:t>+</w:t>
      </w:r>
      <w:r>
        <w:rPr>
          <w:b w:val="0"/>
        </w:rPr>
        <w:t>176,7</w:t>
      </w:r>
      <w:r w:rsidRPr="00486F9C">
        <w:rPr>
          <w:b w:val="0"/>
        </w:rPr>
        <w:t xml:space="preserve"> тыс. рублей.  </w:t>
      </w:r>
    </w:p>
    <w:p w:rsidR="00D13AFE" w:rsidRPr="00486F9C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из них: </w:t>
      </w:r>
    </w:p>
    <w:p w:rsidR="00D13AFE" w:rsidRDefault="00D13AFE" w:rsidP="002F1C49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КБК 0104 6001280040 120                                                       +142,6 тыс. рублей</w:t>
      </w:r>
    </w:p>
    <w:p w:rsidR="00D13AFE" w:rsidRDefault="00D13AFE" w:rsidP="002F1C49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КБК 0104 6001280040 244                                                       +26,2 тыс. рублей</w:t>
      </w:r>
    </w:p>
    <w:p w:rsidR="00D13AFE" w:rsidRDefault="00D13AFE" w:rsidP="002F1C49">
      <w:pPr>
        <w:pStyle w:val="20"/>
        <w:shd w:val="clear" w:color="auto" w:fill="auto"/>
        <w:tabs>
          <w:tab w:val="left" w:pos="7260"/>
        </w:tabs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КБК 0104 6001280040 850                                                       +7,9 тыс.рублей</w:t>
      </w:r>
    </w:p>
    <w:p w:rsidR="00D13AFE" w:rsidRDefault="00D13AFE" w:rsidP="002F1C49">
      <w:pPr>
        <w:pStyle w:val="20"/>
        <w:shd w:val="clear" w:color="auto" w:fill="auto"/>
        <w:tabs>
          <w:tab w:val="left" w:pos="7260"/>
        </w:tabs>
        <w:spacing w:after="0" w:line="317" w:lineRule="exact"/>
        <w:ind w:left="40" w:firstLine="360"/>
        <w:jc w:val="both"/>
      </w:pPr>
      <w:r w:rsidRPr="00D5014E">
        <w:t>01 13</w:t>
      </w:r>
    </w:p>
    <w:p w:rsidR="00D13AFE" w:rsidRDefault="00D13AFE" w:rsidP="002F1C49">
      <w:pPr>
        <w:pStyle w:val="20"/>
        <w:shd w:val="clear" w:color="auto" w:fill="auto"/>
        <w:tabs>
          <w:tab w:val="left" w:pos="7260"/>
        </w:tabs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Информационное обеспечение деятельности органов местного самоуправления                                                                              +4,0 тыс.рублей</w:t>
      </w:r>
    </w:p>
    <w:p w:rsidR="00D13AFE" w:rsidRDefault="00D13AFE" w:rsidP="002F1C49">
      <w:pPr>
        <w:pStyle w:val="20"/>
        <w:shd w:val="clear" w:color="auto" w:fill="auto"/>
        <w:tabs>
          <w:tab w:val="left" w:pos="7260"/>
        </w:tabs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 xml:space="preserve">из них: </w:t>
      </w:r>
    </w:p>
    <w:p w:rsidR="00D13AFE" w:rsidRDefault="00D13AFE" w:rsidP="002F1C49">
      <w:pPr>
        <w:pStyle w:val="20"/>
        <w:shd w:val="clear" w:color="auto" w:fill="auto"/>
        <w:tabs>
          <w:tab w:val="left" w:pos="7260"/>
        </w:tabs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КБК 0113 6001481410 853                                                        +4,0 тыс.рублей</w:t>
      </w:r>
    </w:p>
    <w:p w:rsidR="00D13AFE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05 00</w:t>
      </w:r>
    </w:p>
    <w:p w:rsidR="00D13AFE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 xml:space="preserve">Жилищно-коммунальное хозяйство                                 +95,6 тыс. рублей. </w:t>
      </w:r>
    </w:p>
    <w:p w:rsidR="00D13AFE" w:rsidRPr="00C17D9D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C17D9D">
        <w:t>в том числе:</w:t>
      </w:r>
    </w:p>
    <w:p w:rsidR="00D13AFE" w:rsidRPr="00486F9C" w:rsidRDefault="00D13AFE" w:rsidP="00276C49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05 03</w:t>
      </w:r>
    </w:p>
    <w:p w:rsidR="00D13AFE" w:rsidRPr="00486F9C" w:rsidRDefault="00D13AFE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Благоустройство</w:t>
      </w:r>
    </w:p>
    <w:p w:rsidR="00D13AFE" w:rsidRPr="00486F9C" w:rsidRDefault="00D13AFE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из них:</w:t>
      </w:r>
    </w:p>
    <w:p w:rsidR="00D13AFE" w:rsidRDefault="00D13AFE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КБК 05</w:t>
      </w:r>
      <w:r w:rsidRPr="00486F9C">
        <w:rPr>
          <w:b w:val="0"/>
        </w:rPr>
        <w:t>03</w:t>
      </w:r>
      <w:r>
        <w:rPr>
          <w:b w:val="0"/>
        </w:rPr>
        <w:t xml:space="preserve"> </w:t>
      </w:r>
      <w:r w:rsidRPr="00486F9C">
        <w:rPr>
          <w:b w:val="0"/>
        </w:rPr>
        <w:t xml:space="preserve">6001781690 244                                </w:t>
      </w:r>
      <w:r>
        <w:rPr>
          <w:b w:val="0"/>
        </w:rPr>
        <w:t xml:space="preserve">                       </w:t>
      </w:r>
      <w:r w:rsidRPr="00486F9C">
        <w:rPr>
          <w:b w:val="0"/>
        </w:rPr>
        <w:t>+</w:t>
      </w:r>
      <w:r>
        <w:rPr>
          <w:b w:val="0"/>
        </w:rPr>
        <w:t>20,0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D13AFE" w:rsidRDefault="00D13AFE" w:rsidP="00FB6C20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КБК 0503 6001881710 244                                                       +4,0 тыс.рублей</w:t>
      </w:r>
    </w:p>
    <w:p w:rsidR="00D13AFE" w:rsidRPr="00486F9C" w:rsidRDefault="00D13AFE" w:rsidP="00FB6C20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КБК 0503 6001981730 244                                                       +71,6 тыс.рублей</w:t>
      </w:r>
      <w:r>
        <w:rPr>
          <w:b w:val="0"/>
        </w:rPr>
        <w:tab/>
      </w:r>
    </w:p>
    <w:p w:rsidR="00D13AFE" w:rsidRDefault="00D13AFE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</w:pPr>
    </w:p>
    <w:p w:rsidR="00D13AFE" w:rsidRDefault="00D13AFE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дефицит бюджета не изменился и составил 102,9 тыс. рублей. </w:t>
      </w:r>
    </w:p>
    <w:p w:rsidR="00D13AFE" w:rsidRDefault="00D13AFE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102.9 тыс.рублей.</w:t>
      </w:r>
    </w:p>
    <w:p w:rsidR="00D13AFE" w:rsidRDefault="00D13AFE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 Контрольно-счетная палата Мглинского района замечаний по проекту решения не имеет и предлагает Новочешуйковскому сельскому Совету народных депутатов его принять.</w:t>
      </w:r>
    </w:p>
    <w:p w:rsidR="00D13AFE" w:rsidRDefault="00D13AFE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D13AFE" w:rsidRDefault="00D13AFE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D13AFE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D13AFE" w:rsidRPr="00B1353E" w:rsidRDefault="00D13AFE" w:rsidP="00B1353E">
      <w:pPr>
        <w:framePr w:w="2161" w:h="968" w:wrap="around" w:vAnchor="text" w:hAnchor="page" w:x="8415" w:y="115"/>
        <w:rPr>
          <w:rFonts w:ascii="Times New Roman" w:hAnsi="Times New Roman" w:cs="Times New Roman"/>
          <w:sz w:val="28"/>
          <w:szCs w:val="28"/>
        </w:rPr>
      </w:pPr>
      <w:r w:rsidRPr="00B1353E">
        <w:rPr>
          <w:rFonts w:ascii="Times New Roman" w:hAnsi="Times New Roman" w:cs="Times New Roman"/>
          <w:sz w:val="28"/>
          <w:szCs w:val="28"/>
        </w:rPr>
        <w:t>Л.В.Чуприк</w:t>
      </w:r>
    </w:p>
    <w:p w:rsidR="00D13AFE" w:rsidRDefault="00D13AFE" w:rsidP="00486F9C">
      <w:pPr>
        <w:pStyle w:val="40"/>
        <w:shd w:val="clear" w:color="auto" w:fill="auto"/>
        <w:spacing w:line="270" w:lineRule="exact"/>
      </w:pPr>
      <w:r>
        <w:t xml:space="preserve">Председатель                                          </w:t>
      </w:r>
    </w:p>
    <w:p w:rsidR="00D13AFE" w:rsidRDefault="00D13AFE" w:rsidP="00486F9C">
      <w:pPr>
        <w:pStyle w:val="40"/>
        <w:shd w:val="clear" w:color="auto" w:fill="auto"/>
        <w:spacing w:line="270" w:lineRule="exact"/>
      </w:pPr>
      <w:r>
        <w:t xml:space="preserve">Контрольно-счетной                                            </w:t>
      </w:r>
    </w:p>
    <w:p w:rsidR="00D13AFE" w:rsidRDefault="00D13AFE" w:rsidP="00486F9C">
      <w:pPr>
        <w:pStyle w:val="40"/>
        <w:shd w:val="clear" w:color="auto" w:fill="auto"/>
        <w:spacing w:line="270" w:lineRule="exact"/>
      </w:pPr>
      <w:r>
        <w:t xml:space="preserve">палаты                                                                                </w:t>
      </w:r>
    </w:p>
    <w:p w:rsidR="00D13AFE" w:rsidRPr="000965FB" w:rsidRDefault="00D13AFE" w:rsidP="000965FB"/>
    <w:p w:rsidR="00D13AFE" w:rsidRPr="00486F9C" w:rsidRDefault="00D13AFE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Исполнитель</w:t>
      </w:r>
    </w:p>
    <w:p w:rsidR="00D13AFE" w:rsidRPr="00486F9C" w:rsidRDefault="00D13AFE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Комкова Н.Е</w:t>
      </w:r>
    </w:p>
    <w:p w:rsidR="00D13AFE" w:rsidRDefault="00D13AF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486F9C">
        <w:rPr>
          <w:sz w:val="26"/>
          <w:szCs w:val="26"/>
        </w:rPr>
        <w:br w:type="page"/>
      </w:r>
    </w:p>
    <w:p w:rsidR="00D13AFE" w:rsidRDefault="00D13AFE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13AFE" w:rsidRDefault="00D13AFE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D13AFE" w:rsidRDefault="00D13AFE">
      <w:pPr>
        <w:rPr>
          <w:sz w:val="2"/>
          <w:szCs w:val="2"/>
        </w:rPr>
      </w:pPr>
    </w:p>
    <w:sectPr w:rsidR="00D13AFE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AFE" w:rsidRDefault="00D13AFE" w:rsidP="007B4D49">
      <w:r>
        <w:separator/>
      </w:r>
    </w:p>
  </w:endnote>
  <w:endnote w:type="continuationSeparator" w:id="0">
    <w:p w:rsidR="00D13AFE" w:rsidRDefault="00D13AFE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AFE" w:rsidRDefault="00D13AFE"/>
  </w:footnote>
  <w:footnote w:type="continuationSeparator" w:id="0">
    <w:p w:rsidR="00D13AFE" w:rsidRDefault="00D13AF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52C0"/>
    <w:rsid w:val="00007BB3"/>
    <w:rsid w:val="00044483"/>
    <w:rsid w:val="00054D38"/>
    <w:rsid w:val="000601E2"/>
    <w:rsid w:val="00090F3D"/>
    <w:rsid w:val="000965FB"/>
    <w:rsid w:val="000B032C"/>
    <w:rsid w:val="000C4BF7"/>
    <w:rsid w:val="000E3364"/>
    <w:rsid w:val="001036F6"/>
    <w:rsid w:val="00112B1F"/>
    <w:rsid w:val="00112C2B"/>
    <w:rsid w:val="0012131B"/>
    <w:rsid w:val="00144673"/>
    <w:rsid w:val="001E020F"/>
    <w:rsid w:val="001E22B3"/>
    <w:rsid w:val="001F0081"/>
    <w:rsid w:val="001F17AC"/>
    <w:rsid w:val="0021194D"/>
    <w:rsid w:val="00262657"/>
    <w:rsid w:val="00267A7F"/>
    <w:rsid w:val="00276C49"/>
    <w:rsid w:val="002819F5"/>
    <w:rsid w:val="00282DE9"/>
    <w:rsid w:val="002F1C49"/>
    <w:rsid w:val="002F6280"/>
    <w:rsid w:val="003008FC"/>
    <w:rsid w:val="0030390E"/>
    <w:rsid w:val="0031350F"/>
    <w:rsid w:val="003730CE"/>
    <w:rsid w:val="0037346F"/>
    <w:rsid w:val="003802A8"/>
    <w:rsid w:val="00381018"/>
    <w:rsid w:val="003B3D65"/>
    <w:rsid w:val="00405CBC"/>
    <w:rsid w:val="00417236"/>
    <w:rsid w:val="0043083A"/>
    <w:rsid w:val="00437CDE"/>
    <w:rsid w:val="00451430"/>
    <w:rsid w:val="004852C8"/>
    <w:rsid w:val="00486F9C"/>
    <w:rsid w:val="004B14EC"/>
    <w:rsid w:val="004E37D8"/>
    <w:rsid w:val="004F22AC"/>
    <w:rsid w:val="00511C58"/>
    <w:rsid w:val="005242AA"/>
    <w:rsid w:val="00541223"/>
    <w:rsid w:val="00542E5F"/>
    <w:rsid w:val="00574919"/>
    <w:rsid w:val="00591535"/>
    <w:rsid w:val="005C63D0"/>
    <w:rsid w:val="005C66DA"/>
    <w:rsid w:val="005D3A3D"/>
    <w:rsid w:val="00694E3A"/>
    <w:rsid w:val="006E1A38"/>
    <w:rsid w:val="00701018"/>
    <w:rsid w:val="00701746"/>
    <w:rsid w:val="00723A50"/>
    <w:rsid w:val="00777100"/>
    <w:rsid w:val="00777FB8"/>
    <w:rsid w:val="007827B5"/>
    <w:rsid w:val="007B4D49"/>
    <w:rsid w:val="007C0253"/>
    <w:rsid w:val="007E7FBD"/>
    <w:rsid w:val="008169D4"/>
    <w:rsid w:val="008216AF"/>
    <w:rsid w:val="00867B75"/>
    <w:rsid w:val="008B07AA"/>
    <w:rsid w:val="008B72CB"/>
    <w:rsid w:val="008E326D"/>
    <w:rsid w:val="00900F33"/>
    <w:rsid w:val="0096356E"/>
    <w:rsid w:val="009F47B2"/>
    <w:rsid w:val="00A21063"/>
    <w:rsid w:val="00A50034"/>
    <w:rsid w:val="00A9081C"/>
    <w:rsid w:val="00A92494"/>
    <w:rsid w:val="00AB07A8"/>
    <w:rsid w:val="00AB400A"/>
    <w:rsid w:val="00B0386E"/>
    <w:rsid w:val="00B1353E"/>
    <w:rsid w:val="00B90B3E"/>
    <w:rsid w:val="00C00330"/>
    <w:rsid w:val="00C17D9D"/>
    <w:rsid w:val="00C236E2"/>
    <w:rsid w:val="00C340CA"/>
    <w:rsid w:val="00C51772"/>
    <w:rsid w:val="00C7169A"/>
    <w:rsid w:val="00C845DF"/>
    <w:rsid w:val="00C8613F"/>
    <w:rsid w:val="00CE2D50"/>
    <w:rsid w:val="00CF4615"/>
    <w:rsid w:val="00CF49EC"/>
    <w:rsid w:val="00D13AFE"/>
    <w:rsid w:val="00D25E7E"/>
    <w:rsid w:val="00D335BD"/>
    <w:rsid w:val="00D5014E"/>
    <w:rsid w:val="00D558BD"/>
    <w:rsid w:val="00D71BB5"/>
    <w:rsid w:val="00D73B40"/>
    <w:rsid w:val="00DA3850"/>
    <w:rsid w:val="00DC2D91"/>
    <w:rsid w:val="00DC5013"/>
    <w:rsid w:val="00DF4D79"/>
    <w:rsid w:val="00DF7F4A"/>
    <w:rsid w:val="00E01426"/>
    <w:rsid w:val="00E55CBE"/>
    <w:rsid w:val="00E80295"/>
    <w:rsid w:val="00E92971"/>
    <w:rsid w:val="00EB3CC9"/>
    <w:rsid w:val="00EE4343"/>
    <w:rsid w:val="00EF026C"/>
    <w:rsid w:val="00EF6EEB"/>
    <w:rsid w:val="00F52405"/>
    <w:rsid w:val="00F55D27"/>
    <w:rsid w:val="00F72927"/>
    <w:rsid w:val="00FB59CE"/>
    <w:rsid w:val="00FB6C20"/>
    <w:rsid w:val="00FE1DF2"/>
    <w:rsid w:val="00FF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543</TotalTime>
  <Pages>3</Pages>
  <Words>497</Words>
  <Characters>2835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87</cp:revision>
  <cp:lastPrinted>2019-03-22T08:52:00Z</cp:lastPrinted>
  <dcterms:created xsi:type="dcterms:W3CDTF">2017-08-01T06:27:00Z</dcterms:created>
  <dcterms:modified xsi:type="dcterms:W3CDTF">2019-03-22T09:16:00Z</dcterms:modified>
</cp:coreProperties>
</file>