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1E0" w:rsidRDefault="00F001E0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F001E0" w:rsidRPr="00603A7A" w:rsidRDefault="00F001E0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F001E0" w:rsidRPr="00603A7A" w:rsidRDefault="00F001E0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F001E0" w:rsidRDefault="00F001E0">
      <w:pPr>
        <w:jc w:val="center"/>
        <w:rPr>
          <w:rFonts w:ascii="Times New Roman" w:hAnsi="Times New Roman" w:cs="Times New Roman"/>
        </w:rPr>
      </w:pPr>
    </w:p>
    <w:p w:rsidR="00F001E0" w:rsidRPr="00DD2534" w:rsidRDefault="00F001E0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« 16 »  </w:t>
      </w:r>
      <w:r w:rsidRPr="00A210DA">
        <w:rPr>
          <w:rStyle w:val="145pt"/>
          <w:i w:val="0"/>
          <w:sz w:val="24"/>
          <w:szCs w:val="24"/>
          <w:lang w:val="ru-RU" w:eastAsia="ru-RU"/>
        </w:rPr>
        <w:t>января</w:t>
      </w:r>
      <w:r>
        <w:rPr>
          <w:rStyle w:val="145pt"/>
          <w:i w:val="0"/>
          <w:lang w:val="ru-RU" w:eastAsia="ru-RU"/>
        </w:rPr>
        <w:t xml:space="preserve">      </w:t>
      </w:r>
      <w:smartTag w:uri="urn:schemas-microsoft-com:office:smarttags" w:element="metricconverter">
        <w:smartTagPr>
          <w:attr w:name="ProductID" w:val="2015 г"/>
        </w:smartTagPr>
        <w:r w:rsidRPr="00DD2534">
          <w:rPr>
            <w:rFonts w:ascii="Times New Roman" w:hAnsi="Times New Roman" w:cs="Times New Roman"/>
          </w:rPr>
          <w:t>20</w:t>
        </w:r>
        <w:r>
          <w:rPr>
            <w:rFonts w:ascii="Times New Roman" w:hAnsi="Times New Roman" w:cs="Times New Roman"/>
          </w:rPr>
          <w:t xml:space="preserve">15 </w:t>
        </w:r>
        <w:r w:rsidRPr="00DD2534">
          <w:rPr>
            <w:rFonts w:ascii="Times New Roman" w:hAnsi="Times New Roman" w:cs="Times New Roman"/>
          </w:rPr>
          <w:t>г</w:t>
        </w:r>
      </w:smartTag>
      <w:r w:rsidRPr="00DD2534">
        <w:rPr>
          <w:rFonts w:ascii="Times New Roman" w:hAnsi="Times New Roman" w:cs="Times New Roman"/>
        </w:rPr>
        <w:t>.</w:t>
      </w:r>
    </w:p>
    <w:p w:rsidR="00F001E0" w:rsidRDefault="00F001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001E0" w:rsidRDefault="00F001E0" w:rsidP="00603A7A">
      <w:pPr>
        <w:ind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Ширко Александра  Николаевича</w:t>
      </w:r>
      <w:r w:rsidRPr="00603A7A">
        <w:rPr>
          <w:rFonts w:ascii="Times New Roman" w:hAnsi="Times New Roman" w:cs="Times New Roman"/>
        </w:rPr>
        <w:t>, действующего на основании Устава,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клубная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</w:p>
    <w:p w:rsidR="00F001E0" w:rsidRDefault="00F001E0" w:rsidP="00603A7A">
      <w:pPr>
        <w:ind w:firstLine="851"/>
        <w:jc w:val="both"/>
        <w:rPr>
          <w:rFonts w:ascii="Times New Roman" w:hAnsi="Times New Roman" w:cs="Times New Roman"/>
        </w:rPr>
      </w:pPr>
    </w:p>
    <w:p w:rsidR="00F001E0" w:rsidRPr="00DD2534" w:rsidRDefault="00F001E0" w:rsidP="00DD25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Предмет Соглашения</w:t>
      </w:r>
    </w:p>
    <w:p w:rsidR="00F001E0" w:rsidRDefault="00F001E0" w:rsidP="00603A7A">
      <w:pPr>
        <w:pStyle w:val="ListParagraph"/>
        <w:ind w:left="1211"/>
        <w:jc w:val="both"/>
        <w:rPr>
          <w:rFonts w:ascii="Times New Roman" w:hAnsi="Times New Roman" w:cs="Times New Roman"/>
        </w:rPr>
      </w:pPr>
    </w:p>
    <w:p w:rsidR="00F001E0" w:rsidRDefault="00F001E0" w:rsidP="00603A7A">
      <w:pPr>
        <w:pStyle w:val="ListParagraph"/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Предметом настоящего Соглашения является определение порядка и условий предоставления Учредителем субсидии из бюджета муниципального района на финансовое обеспечение выполнения муниципального задания на оказание муниципальных услуг (выполнение работ) (далее - муниципального задания).</w:t>
      </w:r>
    </w:p>
    <w:p w:rsidR="00F001E0" w:rsidRDefault="00F001E0" w:rsidP="00603A7A">
      <w:pPr>
        <w:pStyle w:val="ListParagraph"/>
        <w:ind w:left="0" w:firstLine="1211"/>
        <w:jc w:val="both"/>
        <w:rPr>
          <w:rFonts w:ascii="Times New Roman" w:hAnsi="Times New Roman" w:cs="Times New Roman"/>
        </w:rPr>
      </w:pPr>
    </w:p>
    <w:p w:rsidR="00F001E0" w:rsidRPr="00DD2534" w:rsidRDefault="00F001E0" w:rsidP="00DD2534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Права и обязанности Сторон</w:t>
      </w:r>
    </w:p>
    <w:p w:rsidR="00F001E0" w:rsidRDefault="00F001E0" w:rsidP="00603A7A">
      <w:pPr>
        <w:pStyle w:val="ListParagraph"/>
        <w:ind w:left="1211"/>
        <w:jc w:val="both"/>
        <w:rPr>
          <w:rFonts w:ascii="Times New Roman" w:hAnsi="Times New Roman" w:cs="Times New Roman"/>
        </w:rPr>
      </w:pPr>
    </w:p>
    <w:p w:rsidR="00F001E0" w:rsidRDefault="00F001E0" w:rsidP="00603A7A">
      <w:pPr>
        <w:pStyle w:val="ListParagraph"/>
        <w:numPr>
          <w:ilvl w:val="1"/>
          <w:numId w:val="1"/>
        </w:numPr>
        <w:tabs>
          <w:tab w:val="left" w:pos="1418"/>
        </w:tabs>
        <w:ind w:left="851" w:firstLine="0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Учредитель обязуется:</w:t>
      </w:r>
    </w:p>
    <w:p w:rsidR="00F001E0" w:rsidRDefault="00F001E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Определять размер субсидии на финансовое обеспечение выполнения муниципального задания (далее - Субсидия) с учетом нормативных затрат на оказание муниципальных услуг (выполнение работ), определенных в соответствии с порядком определения нормативных затрат на оказание муниципальных услуг (выполнение работ) и нормативных затрат на содержание имущества районных муниципальных учреждений, утвержденным Учредителем по согласованию с финансовым отделом администрации Мглинского района и отделом экономики администрации Мглинского района</w:t>
      </w:r>
      <w:r>
        <w:rPr>
          <w:rFonts w:ascii="Times New Roman" w:hAnsi="Times New Roman" w:cs="Times New Roman"/>
        </w:rPr>
        <w:t>.</w:t>
      </w:r>
    </w:p>
    <w:p w:rsidR="00F001E0" w:rsidRDefault="00F001E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Определять размер Субсидии с учетом расходов на содержание соответствующего недвижимого имущества и особо ценного движимого имущества, закрепленного за Учреждением или приобретенного Учреждением за счет средств, выделенных ему Учредителем на приобретение такого имущества (за исключением имущества, сданного в аренду), и расходов на уплату налогов, в качестве объекта налогообложения по которым признается соответствующее имущество, в том числе земельные участки</w:t>
      </w:r>
      <w:r>
        <w:rPr>
          <w:rFonts w:ascii="Times New Roman" w:hAnsi="Times New Roman" w:cs="Times New Roman"/>
        </w:rPr>
        <w:t>.</w:t>
      </w:r>
    </w:p>
    <w:p w:rsidR="00F001E0" w:rsidRDefault="00F001E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Предоставлять Субсидию не позднее одного месяца после официального опубликования решения Мглинского районного Совета народных депутатов о бюджете муниципального района на очередной финансовый 201</w:t>
      </w:r>
      <w:r>
        <w:rPr>
          <w:rFonts w:ascii="Times New Roman" w:hAnsi="Times New Roman" w:cs="Times New Roman"/>
        </w:rPr>
        <w:t>5</w:t>
      </w:r>
      <w:r w:rsidRPr="00603A7A">
        <w:rPr>
          <w:rFonts w:ascii="Times New Roman" w:hAnsi="Times New Roman" w:cs="Times New Roman"/>
        </w:rPr>
        <w:t xml:space="preserve"> год и плановый период 201</w:t>
      </w:r>
      <w:r>
        <w:rPr>
          <w:rFonts w:ascii="Times New Roman" w:hAnsi="Times New Roman" w:cs="Times New Roman"/>
        </w:rPr>
        <w:t>6</w:t>
      </w:r>
      <w:r w:rsidRPr="00603A7A">
        <w:rPr>
          <w:rFonts w:ascii="Times New Roman" w:hAnsi="Times New Roman" w:cs="Times New Roman"/>
        </w:rPr>
        <w:t xml:space="preserve"> -201</w:t>
      </w:r>
      <w:r>
        <w:rPr>
          <w:rFonts w:ascii="Times New Roman" w:hAnsi="Times New Roman" w:cs="Times New Roman"/>
        </w:rPr>
        <w:t>7</w:t>
      </w:r>
      <w:r w:rsidRPr="00603A7A">
        <w:rPr>
          <w:rFonts w:ascii="Times New Roman" w:hAnsi="Times New Roman" w:cs="Times New Roman"/>
        </w:rPr>
        <w:t xml:space="preserve"> годов муниципальному бюджетному учреждению «</w:t>
      </w:r>
      <w:r>
        <w:rPr>
          <w:rFonts w:ascii="Times New Roman" w:hAnsi="Times New Roman" w:cs="Times New Roman"/>
        </w:rPr>
        <w:t>Мглинская межпоселенческая централизованная клубная система</w:t>
      </w:r>
      <w:r w:rsidRPr="00603A7A">
        <w:rPr>
          <w:rFonts w:ascii="Times New Roman" w:hAnsi="Times New Roman" w:cs="Times New Roman"/>
        </w:rPr>
        <w:t>» в суммах и в соответствии с графиком перечисления субсидий, являющимся неотъемлемым приложением к настоящему Соглашению.</w:t>
      </w:r>
    </w:p>
    <w:p w:rsidR="00F001E0" w:rsidRDefault="00F001E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Не изменять утвержденный размер Субсидии без соответствующего изменения муниципального задания.</w:t>
      </w:r>
    </w:p>
    <w:p w:rsidR="00F001E0" w:rsidRPr="00603A7A" w:rsidRDefault="00F001E0" w:rsidP="00603A7A">
      <w:pPr>
        <w:pStyle w:val="ListParagraph"/>
        <w:numPr>
          <w:ilvl w:val="2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F001E0" w:rsidRDefault="00F001E0" w:rsidP="00603A7A">
      <w:pPr>
        <w:pStyle w:val="ListParagraph"/>
        <w:numPr>
          <w:ilvl w:val="1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Учредитель вправе изменять размер предоставляе</w:t>
      </w:r>
      <w:r>
        <w:rPr>
          <w:rFonts w:ascii="Times New Roman" w:hAnsi="Times New Roman" w:cs="Times New Roman"/>
        </w:rPr>
        <w:t xml:space="preserve">мой в соответствии с настоящим </w:t>
      </w:r>
      <w:r w:rsidRPr="00603A7A">
        <w:rPr>
          <w:rFonts w:ascii="Times New Roman" w:hAnsi="Times New Roman" w:cs="Times New Roman"/>
        </w:rPr>
        <w:t>Соглашением Субсидии в случае изменения в муниципальном задании показателей, характеризующих объем (содержание) оказываемых муниципальных услуг</w:t>
      </w:r>
      <w:r>
        <w:t xml:space="preserve"> </w:t>
      </w:r>
      <w:r w:rsidRPr="00603A7A">
        <w:rPr>
          <w:rFonts w:ascii="Times New Roman" w:hAnsi="Times New Roman" w:cs="Times New Roman"/>
        </w:rPr>
        <w:t>(выполняемых работ).</w:t>
      </w:r>
    </w:p>
    <w:p w:rsidR="00F001E0" w:rsidRDefault="00F001E0" w:rsidP="00603A7A">
      <w:pPr>
        <w:pStyle w:val="ListParagraph"/>
        <w:numPr>
          <w:ilvl w:val="1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Учреждение обязуется:</w:t>
      </w:r>
    </w:p>
    <w:p w:rsidR="00F001E0" w:rsidRDefault="00F001E0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Осуществлять использование Субсидии в целях оказания муниципальных услуг</w:t>
      </w:r>
      <w:r>
        <w:rPr>
          <w:rFonts w:ascii="Times New Roman" w:hAnsi="Times New Roman" w:cs="Times New Roman"/>
        </w:rPr>
        <w:t xml:space="preserve"> </w:t>
      </w:r>
      <w:r w:rsidRPr="00603A7A">
        <w:rPr>
          <w:rFonts w:ascii="Times New Roman" w:hAnsi="Times New Roman" w:cs="Times New Roman"/>
        </w:rPr>
        <w:t>(выполнения работ), которые могут повлиять на изменение размера Субсидии</w:t>
      </w:r>
      <w:r>
        <w:rPr>
          <w:rFonts w:ascii="Times New Roman" w:hAnsi="Times New Roman" w:cs="Times New Roman"/>
        </w:rPr>
        <w:t>.</w:t>
      </w:r>
    </w:p>
    <w:p w:rsidR="00F001E0" w:rsidRDefault="00F001E0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Еже</w:t>
      </w:r>
      <w:r>
        <w:rPr>
          <w:rFonts w:ascii="Times New Roman" w:hAnsi="Times New Roman" w:cs="Times New Roman"/>
        </w:rPr>
        <w:t>годно</w:t>
      </w:r>
      <w:r w:rsidRPr="00603A7A">
        <w:rPr>
          <w:rFonts w:ascii="Times New Roman" w:hAnsi="Times New Roman" w:cs="Times New Roman"/>
        </w:rPr>
        <w:t xml:space="preserve"> в течение 10 дней со дня окончания </w:t>
      </w:r>
      <w:r>
        <w:rPr>
          <w:rFonts w:ascii="Times New Roman" w:hAnsi="Times New Roman" w:cs="Times New Roman"/>
        </w:rPr>
        <w:t>отчетного года</w:t>
      </w:r>
      <w:r w:rsidRPr="00603A7A">
        <w:rPr>
          <w:rFonts w:ascii="Times New Roman" w:hAnsi="Times New Roman" w:cs="Times New Roman"/>
        </w:rPr>
        <w:t xml:space="preserve"> предоставления услуг (выполнения работ) представлять отчет о выполнении </w:t>
      </w:r>
      <w:r>
        <w:rPr>
          <w:rFonts w:ascii="Times New Roman" w:hAnsi="Times New Roman" w:cs="Times New Roman"/>
        </w:rPr>
        <w:t>муниципального</w:t>
      </w:r>
      <w:r w:rsidRPr="00603A7A">
        <w:rPr>
          <w:rFonts w:ascii="Times New Roman" w:hAnsi="Times New Roman" w:cs="Times New Roman"/>
        </w:rPr>
        <w:t xml:space="preserve"> задания и иные документы, необходимые для обеспечения контроля за расходованием бюджетных средств.</w:t>
      </w:r>
    </w:p>
    <w:p w:rsidR="00F001E0" w:rsidRDefault="00F001E0" w:rsidP="00603A7A">
      <w:pPr>
        <w:pStyle w:val="ListParagraph"/>
        <w:numPr>
          <w:ilvl w:val="2"/>
          <w:numId w:val="1"/>
        </w:numPr>
        <w:tabs>
          <w:tab w:val="left" w:pos="1418"/>
        </w:tabs>
        <w:ind w:left="0" w:firstLine="851"/>
        <w:jc w:val="both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Публиковать на официальном сайте Учреждения в сети Интернет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</w:t>
      </w:r>
      <w:r>
        <w:rPr>
          <w:rFonts w:ascii="Times New Roman" w:hAnsi="Times New Roman" w:cs="Times New Roman"/>
        </w:rPr>
        <w:t>.</w:t>
      </w:r>
    </w:p>
    <w:p w:rsidR="00F001E0" w:rsidRPr="00AD7E61" w:rsidRDefault="00F001E0" w:rsidP="00082060">
      <w:pPr>
        <w:pStyle w:val="2"/>
        <w:numPr>
          <w:ilvl w:val="1"/>
          <w:numId w:val="1"/>
        </w:numPr>
        <w:shd w:val="clear" w:color="auto" w:fill="auto"/>
        <w:tabs>
          <w:tab w:val="left" w:pos="1212"/>
          <w:tab w:val="left" w:pos="1418"/>
        </w:tabs>
        <w:spacing w:line="264" w:lineRule="exact"/>
        <w:ind w:left="0" w:firstLine="851"/>
        <w:rPr>
          <w:sz w:val="24"/>
          <w:szCs w:val="24"/>
        </w:rPr>
      </w:pPr>
      <w:r w:rsidRPr="00082060">
        <w:t xml:space="preserve"> </w:t>
      </w:r>
      <w:r w:rsidRPr="00AD7E61">
        <w:rPr>
          <w:color w:val="000000"/>
          <w:sz w:val="24"/>
          <w:szCs w:val="24"/>
        </w:rPr>
        <w:t>Учреждение вправе обращаться к Учредителю с предложением об изменении размера Субсидии в связи с изменением в муниципальном задании показателей, характеризующих качество и (или) объем (содержание) оказываемых муниципальных услуг (выполняемых работ).</w:t>
      </w:r>
    </w:p>
    <w:p w:rsidR="00F001E0" w:rsidRDefault="00F001E0" w:rsidP="00082060">
      <w:pPr>
        <w:pStyle w:val="2"/>
        <w:shd w:val="clear" w:color="auto" w:fill="auto"/>
        <w:tabs>
          <w:tab w:val="left" w:pos="1212"/>
          <w:tab w:val="left" w:pos="1418"/>
        </w:tabs>
        <w:spacing w:line="264" w:lineRule="exact"/>
        <w:ind w:left="851" w:firstLine="0"/>
      </w:pPr>
    </w:p>
    <w:p w:rsidR="00F001E0" w:rsidRPr="00DD2534" w:rsidRDefault="00F001E0" w:rsidP="00DD2534">
      <w:pPr>
        <w:pStyle w:val="2"/>
        <w:numPr>
          <w:ilvl w:val="0"/>
          <w:numId w:val="1"/>
        </w:numPr>
        <w:shd w:val="clear" w:color="auto" w:fill="auto"/>
        <w:tabs>
          <w:tab w:val="left" w:pos="1212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Ответственность Сторон</w:t>
      </w:r>
    </w:p>
    <w:p w:rsidR="00F001E0" w:rsidRPr="00DD2534" w:rsidRDefault="00F001E0" w:rsidP="00082060">
      <w:pPr>
        <w:pStyle w:val="2"/>
        <w:shd w:val="clear" w:color="auto" w:fill="auto"/>
        <w:tabs>
          <w:tab w:val="left" w:pos="1212"/>
          <w:tab w:val="left" w:pos="1418"/>
        </w:tabs>
        <w:spacing w:line="264" w:lineRule="exact"/>
        <w:ind w:left="1211" w:firstLine="0"/>
        <w:rPr>
          <w:color w:val="000000"/>
          <w:sz w:val="24"/>
          <w:szCs w:val="24"/>
        </w:rPr>
      </w:pPr>
    </w:p>
    <w:p w:rsidR="00F001E0" w:rsidRPr="00DD2534" w:rsidRDefault="00F001E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  <w:r w:rsidRPr="00DD2534">
        <w:rPr>
          <w:color w:val="000000"/>
          <w:sz w:val="24"/>
          <w:szCs w:val="24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F001E0" w:rsidRPr="00DD2534" w:rsidRDefault="00F001E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</w:p>
    <w:p w:rsidR="00F001E0" w:rsidRPr="00DD2534" w:rsidRDefault="00F001E0" w:rsidP="00DD2534">
      <w:pPr>
        <w:pStyle w:val="2"/>
        <w:numPr>
          <w:ilvl w:val="0"/>
          <w:numId w:val="1"/>
        </w:numPr>
        <w:shd w:val="clear" w:color="auto" w:fill="auto"/>
        <w:tabs>
          <w:tab w:val="left" w:pos="0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Срок действия Соглашения</w:t>
      </w:r>
    </w:p>
    <w:p w:rsidR="00F001E0" w:rsidRPr="00DD2534" w:rsidRDefault="00F001E0" w:rsidP="00DD2534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left="1211" w:firstLine="0"/>
        <w:jc w:val="center"/>
        <w:rPr>
          <w:b/>
          <w:color w:val="000000"/>
          <w:sz w:val="24"/>
          <w:szCs w:val="24"/>
        </w:rPr>
      </w:pPr>
    </w:p>
    <w:p w:rsidR="00F001E0" w:rsidRPr="00DD2534" w:rsidRDefault="00F001E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color w:val="000000"/>
          <w:sz w:val="24"/>
          <w:szCs w:val="24"/>
        </w:rPr>
      </w:pPr>
      <w:r w:rsidRPr="00DD2534">
        <w:rPr>
          <w:color w:val="000000"/>
          <w:sz w:val="24"/>
          <w:szCs w:val="24"/>
        </w:rPr>
        <w:t>Настоящее Соглашение вступает в силу с момента подписания обеими сторонами и действует в течение</w:t>
      </w:r>
      <w:r>
        <w:rPr>
          <w:color w:val="000000"/>
          <w:sz w:val="24"/>
          <w:szCs w:val="24"/>
        </w:rPr>
        <w:t xml:space="preserve"> очередного финансового 2015 года и планового периода 2016 - 2017</w:t>
      </w:r>
      <w:r w:rsidRPr="00DD2534">
        <w:rPr>
          <w:color w:val="000000"/>
          <w:sz w:val="24"/>
          <w:szCs w:val="24"/>
        </w:rPr>
        <w:t xml:space="preserve"> годов.</w:t>
      </w:r>
    </w:p>
    <w:p w:rsidR="00F001E0" w:rsidRPr="00DD2534" w:rsidRDefault="00F001E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firstLine="851"/>
        <w:rPr>
          <w:sz w:val="24"/>
          <w:szCs w:val="24"/>
        </w:rPr>
      </w:pPr>
    </w:p>
    <w:p w:rsidR="00F001E0" w:rsidRPr="00DD2534" w:rsidRDefault="00F001E0" w:rsidP="00DD2534">
      <w:pPr>
        <w:pStyle w:val="2"/>
        <w:numPr>
          <w:ilvl w:val="0"/>
          <w:numId w:val="1"/>
        </w:numPr>
        <w:shd w:val="clear" w:color="auto" w:fill="auto"/>
        <w:tabs>
          <w:tab w:val="left" w:pos="0"/>
          <w:tab w:val="left" w:pos="1418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Заключительные положения</w:t>
      </w:r>
    </w:p>
    <w:p w:rsidR="00F001E0" w:rsidRPr="00DD2534" w:rsidRDefault="00F001E0" w:rsidP="00082060">
      <w:pPr>
        <w:pStyle w:val="2"/>
        <w:shd w:val="clear" w:color="auto" w:fill="auto"/>
        <w:tabs>
          <w:tab w:val="left" w:pos="0"/>
          <w:tab w:val="left" w:pos="1418"/>
        </w:tabs>
        <w:spacing w:line="264" w:lineRule="exact"/>
        <w:ind w:left="1211" w:firstLine="0"/>
        <w:rPr>
          <w:color w:val="000000"/>
          <w:sz w:val="24"/>
          <w:szCs w:val="24"/>
        </w:rPr>
      </w:pPr>
    </w:p>
    <w:p w:rsidR="00F001E0" w:rsidRPr="00DD2534" w:rsidRDefault="00F001E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F001E0" w:rsidRPr="00DD2534" w:rsidRDefault="00F001E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F001E0" w:rsidRPr="00DD2534" w:rsidRDefault="00F001E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F001E0" w:rsidRPr="00DD2534" w:rsidRDefault="00F001E0" w:rsidP="00082060">
      <w:pPr>
        <w:pStyle w:val="2"/>
        <w:numPr>
          <w:ilvl w:val="1"/>
          <w:numId w:val="1"/>
        </w:numPr>
        <w:shd w:val="clear" w:color="auto" w:fill="auto"/>
        <w:tabs>
          <w:tab w:val="left" w:pos="0"/>
        </w:tabs>
        <w:spacing w:line="264" w:lineRule="exact"/>
        <w:ind w:left="0" w:firstLine="851"/>
        <w:rPr>
          <w:sz w:val="24"/>
          <w:szCs w:val="24"/>
        </w:rPr>
      </w:pPr>
      <w:r w:rsidRPr="00DD2534">
        <w:rPr>
          <w:color w:val="000000"/>
          <w:sz w:val="24"/>
          <w:szCs w:val="24"/>
        </w:rPr>
        <w:t>Настоящее Соглашение составлено в двух экземплярах, имеющих одинаковую юридическую силу.</w:t>
      </w:r>
    </w:p>
    <w:p w:rsidR="00F001E0" w:rsidRPr="00DD2534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851" w:firstLine="0"/>
        <w:rPr>
          <w:sz w:val="24"/>
          <w:szCs w:val="24"/>
        </w:rPr>
      </w:pPr>
    </w:p>
    <w:p w:rsidR="00F001E0" w:rsidRPr="00DD2534" w:rsidRDefault="00F001E0" w:rsidP="00082060">
      <w:pPr>
        <w:pStyle w:val="2"/>
        <w:numPr>
          <w:ilvl w:val="0"/>
          <w:numId w:val="1"/>
        </w:numPr>
        <w:shd w:val="clear" w:color="auto" w:fill="auto"/>
        <w:tabs>
          <w:tab w:val="left" w:pos="0"/>
        </w:tabs>
        <w:spacing w:line="264" w:lineRule="exact"/>
        <w:jc w:val="center"/>
        <w:rPr>
          <w:b/>
          <w:sz w:val="24"/>
          <w:szCs w:val="24"/>
        </w:rPr>
      </w:pPr>
      <w:r w:rsidRPr="00DD2534">
        <w:rPr>
          <w:b/>
          <w:color w:val="000000"/>
          <w:sz w:val="24"/>
          <w:szCs w:val="24"/>
        </w:rPr>
        <w:t>Реквизиты Сторон</w:t>
      </w:r>
    </w:p>
    <w:p w:rsidR="00F001E0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F001E0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F001E0" w:rsidRPr="00EE7E71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F001E0" w:rsidRPr="00EE7E71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ул. Буденного д.7</w:t>
      </w:r>
    </w:p>
    <w:p w:rsidR="00F001E0" w:rsidRPr="00EE7E71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F001E0" w:rsidRPr="00EE7E71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Pr="00EE7E71">
        <w:rPr>
          <w:sz w:val="21"/>
          <w:szCs w:val="21"/>
        </w:rPr>
        <w:t>3253501099</w:t>
      </w:r>
    </w:p>
    <w:p w:rsidR="00F001E0" w:rsidRPr="00EE7E71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БИК 041501001</w:t>
      </w:r>
    </w:p>
    <w:p w:rsidR="00F001E0" w:rsidRPr="00EE7E71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р/с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р/с </w:t>
      </w:r>
      <w:r w:rsidRPr="00EE7E71">
        <w:rPr>
          <w:sz w:val="21"/>
          <w:szCs w:val="21"/>
        </w:rPr>
        <w:t>40701810000011000192</w:t>
      </w:r>
    </w:p>
    <w:p w:rsidR="00F001E0" w:rsidRPr="00EE7E71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л/с 03273012380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л/с </w:t>
      </w:r>
      <w:r w:rsidRPr="00EE7E71">
        <w:rPr>
          <w:sz w:val="21"/>
          <w:szCs w:val="21"/>
        </w:rPr>
        <w:t>20276Ч54390</w:t>
      </w:r>
    </w:p>
    <w:p w:rsidR="00F001E0" w:rsidRPr="00EE7E71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F001E0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Начальник Мглинского районного</w:t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</w:r>
      <w:r>
        <w:rPr>
          <w:rStyle w:val="Exact"/>
          <w:u w:val="none"/>
        </w:rPr>
        <w:tab/>
        <w:t>Директор МБУ Мглинская МЦКС</w:t>
      </w:r>
    </w:p>
    <w:p w:rsidR="00F001E0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F001E0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Ширко А.Н. </w:t>
      </w:r>
      <w:r>
        <w:tab/>
      </w:r>
      <w:r>
        <w:tab/>
      </w:r>
      <w:r>
        <w:tab/>
        <w:t xml:space="preserve">            _____________ Казакова Л.М.</w:t>
      </w:r>
    </w:p>
    <w:p w:rsidR="00F001E0" w:rsidRPr="00082060" w:rsidRDefault="00F001E0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F001E0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F2A8F"/>
    <w:rsid w:val="00176264"/>
    <w:rsid w:val="003A6EE4"/>
    <w:rsid w:val="00603A7A"/>
    <w:rsid w:val="007E10D6"/>
    <w:rsid w:val="008D37F3"/>
    <w:rsid w:val="009635C0"/>
    <w:rsid w:val="00A210DA"/>
    <w:rsid w:val="00A4514B"/>
    <w:rsid w:val="00AD05F3"/>
    <w:rsid w:val="00AD7E61"/>
    <w:rsid w:val="00B65090"/>
    <w:rsid w:val="00CB199F"/>
    <w:rsid w:val="00DD2534"/>
    <w:rsid w:val="00EE7E71"/>
    <w:rsid w:val="00F00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ListParagraph">
    <w:name w:val="List Paragraph"/>
    <w:basedOn w:val="Normal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"/>
    <w:uiPriority w:val="99"/>
    <w:rsid w:val="00082060"/>
    <w:rPr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2</Pages>
  <Words>819</Words>
  <Characters>4674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Дом культуры</cp:lastModifiedBy>
  <cp:revision>5</cp:revision>
  <cp:lastPrinted>2014-08-19T14:41:00Z</cp:lastPrinted>
  <dcterms:created xsi:type="dcterms:W3CDTF">2014-08-19T14:12:00Z</dcterms:created>
  <dcterms:modified xsi:type="dcterms:W3CDTF">2015-02-04T06:59:00Z</dcterms:modified>
</cp:coreProperties>
</file>