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9B0" w:rsidRDefault="005A69B0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РОССИЙСКАЯ ФЕДЕРАЦИЯ </w:t>
      </w:r>
    </w:p>
    <w:p w:rsidR="005A69B0" w:rsidRDefault="005A69B0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Брянская область </w:t>
      </w:r>
    </w:p>
    <w:p w:rsidR="005A69B0" w:rsidRDefault="005A69B0">
      <w:pPr>
        <w:pStyle w:val="20"/>
        <w:shd w:val="clear" w:color="auto" w:fill="auto"/>
        <w:spacing w:after="252"/>
        <w:ind w:right="40"/>
      </w:pPr>
      <w:r>
        <w:t>Контрольно-счетная палата Мглинского района</w:t>
      </w:r>
    </w:p>
    <w:p w:rsidR="005A69B0" w:rsidRDefault="005A69B0">
      <w:pPr>
        <w:pStyle w:val="1"/>
        <w:shd w:val="clear" w:color="auto" w:fill="auto"/>
        <w:spacing w:before="0" w:after="297"/>
        <w:ind w:left="5160" w:right="1000"/>
      </w:pPr>
      <w:r>
        <w:t>Вельжичский сельский Совет народных депутатов</w:t>
      </w:r>
    </w:p>
    <w:p w:rsidR="005A69B0" w:rsidRDefault="005A69B0">
      <w:pPr>
        <w:pStyle w:val="1"/>
        <w:shd w:val="clear" w:color="auto" w:fill="auto"/>
        <w:tabs>
          <w:tab w:val="left" w:pos="5214"/>
        </w:tabs>
        <w:spacing w:before="0" w:after="0" w:line="270" w:lineRule="exact"/>
        <w:ind w:left="40"/>
        <w:jc w:val="both"/>
      </w:pPr>
      <w:r>
        <w:t xml:space="preserve">Исх. </w:t>
      </w:r>
      <w:r w:rsidRPr="003D4F72">
        <w:t>№</w:t>
      </w:r>
      <w:r>
        <w:t xml:space="preserve"> 13 от </w:t>
      </w:r>
      <w:smartTag w:uri="urn:schemas-microsoft-com:office:smarttags" w:element="date">
        <w:smartTagPr>
          <w:attr w:name="Year" w:val="2019"/>
          <w:attr w:name="Day" w:val="11"/>
          <w:attr w:name="Month" w:val="2"/>
          <w:attr w:name="ls" w:val="trans"/>
        </w:smartTagPr>
        <w:r>
          <w:t>11.02.</w:t>
        </w:r>
        <w:r w:rsidRPr="003D4F72">
          <w:t>201</w:t>
        </w:r>
        <w:r>
          <w:t>9</w:t>
        </w:r>
      </w:smartTag>
      <w:r w:rsidRPr="003D4F72">
        <w:t xml:space="preserve"> года</w:t>
      </w:r>
      <w:r>
        <w:tab/>
        <w:t>Вельжичская сельская</w:t>
      </w:r>
    </w:p>
    <w:p w:rsidR="005A69B0" w:rsidRDefault="005A69B0" w:rsidP="005935DE">
      <w:pPr>
        <w:pStyle w:val="1"/>
        <w:shd w:val="clear" w:color="auto" w:fill="auto"/>
        <w:spacing w:before="0" w:after="0" w:line="270" w:lineRule="exact"/>
      </w:pPr>
      <w:r>
        <w:t xml:space="preserve">                                                                             администрация</w:t>
      </w:r>
    </w:p>
    <w:p w:rsidR="005A69B0" w:rsidRDefault="005A69B0" w:rsidP="005935DE">
      <w:pPr>
        <w:pStyle w:val="1"/>
        <w:shd w:val="clear" w:color="auto" w:fill="auto"/>
        <w:spacing w:before="0" w:after="0" w:line="270" w:lineRule="exact"/>
      </w:pPr>
    </w:p>
    <w:p w:rsidR="005A69B0" w:rsidRDefault="005A69B0" w:rsidP="005935DE">
      <w:pPr>
        <w:pStyle w:val="1"/>
        <w:shd w:val="clear" w:color="auto" w:fill="auto"/>
        <w:spacing w:before="0" w:after="0" w:line="270" w:lineRule="exact"/>
      </w:pPr>
    </w:p>
    <w:p w:rsidR="005A69B0" w:rsidRDefault="005A69B0" w:rsidP="005935DE">
      <w:pPr>
        <w:pStyle w:val="1"/>
        <w:shd w:val="clear" w:color="auto" w:fill="auto"/>
        <w:spacing w:before="0" w:after="0" w:line="322" w:lineRule="exact"/>
        <w:ind w:right="100"/>
        <w:jc w:val="center"/>
      </w:pPr>
      <w:r>
        <w:t>Заключение</w:t>
      </w:r>
    </w:p>
    <w:p w:rsidR="005A69B0" w:rsidRDefault="005A69B0">
      <w:pPr>
        <w:pStyle w:val="1"/>
        <w:shd w:val="clear" w:color="auto" w:fill="auto"/>
        <w:spacing w:before="0" w:after="604" w:line="322" w:lineRule="exact"/>
        <w:ind w:right="40"/>
        <w:jc w:val="center"/>
      </w:pPr>
      <w:r>
        <w:t xml:space="preserve">на проект решения «О внесении изменений в решение от </w:t>
      </w:r>
      <w:smartTag w:uri="urn:schemas-microsoft-com:office:smarttags" w:element="date">
        <w:smartTagPr>
          <w:attr w:name="Year" w:val="2018"/>
          <w:attr w:name="Day" w:val="27"/>
          <w:attr w:name="Month" w:val="12"/>
          <w:attr w:name="ls" w:val="trans"/>
        </w:smartTagPr>
        <w:r>
          <w:t>27.12.2018</w:t>
        </w:r>
      </w:smartTag>
      <w:r>
        <w:t xml:space="preserve"> года № 3-160 «О бюджете муниципального образования» Вельжичское сельское поселение, Мглинского района, Брянской области» на 2019 год и на плановый период 2020 и 2021 годов»</w:t>
      </w:r>
    </w:p>
    <w:p w:rsidR="005A69B0" w:rsidRDefault="005A69B0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>Контрольно-счетная палата Мглинского района, рассмотрев проект решения о внесении изменений в решение Вельжичского сельского Совета народных депутатов «О бюджете муниципального образования» Вельжичское сельское поселение, Мглинского района, Брянской области» на 2019 год и на плановый период 2020 и 2021 года.</w:t>
      </w:r>
    </w:p>
    <w:p w:rsidR="005A69B0" w:rsidRDefault="005A69B0">
      <w:pPr>
        <w:pStyle w:val="1"/>
        <w:shd w:val="clear" w:color="auto" w:fill="auto"/>
        <w:spacing w:before="0" w:after="0" w:line="317" w:lineRule="exact"/>
        <w:ind w:left="40" w:right="40"/>
        <w:jc w:val="both"/>
      </w:pPr>
    </w:p>
    <w:p w:rsidR="005A69B0" w:rsidRDefault="005A69B0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 xml:space="preserve">     </w:t>
      </w:r>
      <w:r w:rsidRPr="006460B5">
        <w:rPr>
          <w:b/>
        </w:rPr>
        <w:t>Доходная часть</w:t>
      </w:r>
      <w:r>
        <w:t xml:space="preserve"> бюджета на 2019 год не изменилась.</w:t>
      </w:r>
    </w:p>
    <w:p w:rsidR="005A69B0" w:rsidRDefault="005A69B0" w:rsidP="00BC0A49">
      <w:pPr>
        <w:pStyle w:val="1"/>
        <w:shd w:val="clear" w:color="auto" w:fill="auto"/>
        <w:tabs>
          <w:tab w:val="left" w:pos="7395"/>
        </w:tabs>
        <w:spacing w:before="0" w:after="0" w:line="317" w:lineRule="exact"/>
        <w:ind w:left="40" w:right="40"/>
        <w:jc w:val="both"/>
      </w:pPr>
      <w:r>
        <w:t xml:space="preserve">     Проектом решения </w:t>
      </w:r>
      <w:r w:rsidRPr="00AB6E42">
        <w:rPr>
          <w:b/>
        </w:rPr>
        <w:t>расходная часть</w:t>
      </w:r>
      <w:r>
        <w:t xml:space="preserve"> бюджета на 2019 год увеличилась на 174,9 тыс. рублей, в том числе по разделам:</w:t>
      </w:r>
    </w:p>
    <w:p w:rsidR="005A69B0" w:rsidRDefault="005A69B0">
      <w:pPr>
        <w:pStyle w:val="11"/>
        <w:keepNext/>
        <w:keepLines/>
        <w:shd w:val="clear" w:color="auto" w:fill="auto"/>
        <w:ind w:left="40"/>
      </w:pPr>
      <w:bookmarkStart w:id="0" w:name="bookmark0"/>
      <w:r>
        <w:t xml:space="preserve">01 </w:t>
      </w:r>
      <w:bookmarkEnd w:id="0"/>
      <w:r>
        <w:t>00</w:t>
      </w:r>
    </w:p>
    <w:p w:rsidR="005A69B0" w:rsidRDefault="005A69B0">
      <w:pPr>
        <w:pStyle w:val="20"/>
        <w:shd w:val="clear" w:color="auto" w:fill="auto"/>
        <w:spacing w:after="0" w:line="317" w:lineRule="exact"/>
        <w:ind w:left="40" w:firstLine="360"/>
        <w:jc w:val="both"/>
      </w:pPr>
      <w:r>
        <w:t>«Общегосударственные вопросы»                                  +153,1 тыс. рублей</w:t>
      </w:r>
    </w:p>
    <w:p w:rsidR="005A69B0" w:rsidRPr="009A792C" w:rsidRDefault="005A69B0">
      <w:pPr>
        <w:pStyle w:val="20"/>
        <w:shd w:val="clear" w:color="auto" w:fill="auto"/>
        <w:spacing w:after="0" w:line="317" w:lineRule="exact"/>
        <w:ind w:left="40" w:firstLine="360"/>
        <w:jc w:val="both"/>
        <w:rPr>
          <w:b w:val="0"/>
        </w:rPr>
      </w:pPr>
      <w:r>
        <w:rPr>
          <w:b w:val="0"/>
        </w:rPr>
        <w:t>в том числе:</w:t>
      </w:r>
    </w:p>
    <w:p w:rsidR="005A69B0" w:rsidRDefault="005A69B0">
      <w:pPr>
        <w:pStyle w:val="1"/>
        <w:shd w:val="clear" w:color="auto" w:fill="auto"/>
        <w:spacing w:before="0" w:after="0" w:line="317" w:lineRule="exact"/>
        <w:ind w:left="40" w:firstLine="360"/>
        <w:jc w:val="both"/>
      </w:pPr>
      <w:r>
        <w:t xml:space="preserve">0102 </w:t>
      </w:r>
    </w:p>
    <w:p w:rsidR="005A69B0" w:rsidRDefault="005A69B0">
      <w:pPr>
        <w:pStyle w:val="1"/>
        <w:shd w:val="clear" w:color="auto" w:fill="auto"/>
        <w:spacing w:before="0" w:after="0" w:line="317" w:lineRule="exact"/>
        <w:ind w:left="40" w:firstLine="360"/>
        <w:jc w:val="both"/>
      </w:pPr>
      <w:r>
        <w:t xml:space="preserve">«Функционирование высшего должностного лица субъекта Российской Федерации и муниципального образования»                          </w:t>
      </w:r>
    </w:p>
    <w:p w:rsidR="005A69B0" w:rsidRDefault="005A69B0">
      <w:pPr>
        <w:pStyle w:val="1"/>
        <w:shd w:val="clear" w:color="auto" w:fill="auto"/>
        <w:spacing w:before="0" w:after="0" w:line="317" w:lineRule="exact"/>
        <w:ind w:left="40" w:firstLine="360"/>
        <w:jc w:val="both"/>
      </w:pPr>
      <w:r>
        <w:t>из них:</w:t>
      </w:r>
    </w:p>
    <w:p w:rsidR="005A69B0" w:rsidRDefault="005A69B0" w:rsidP="00BC0A49">
      <w:pPr>
        <w:pStyle w:val="1"/>
        <w:shd w:val="clear" w:color="auto" w:fill="auto"/>
        <w:tabs>
          <w:tab w:val="left" w:pos="7545"/>
        </w:tabs>
        <w:spacing w:before="0" w:after="0" w:line="317" w:lineRule="exact"/>
        <w:ind w:left="40" w:firstLine="360"/>
        <w:jc w:val="both"/>
      </w:pPr>
      <w:r>
        <w:t>01 02 5000080010 120                                                            +55,7 тыс.рублей</w:t>
      </w:r>
    </w:p>
    <w:p w:rsidR="005A69B0" w:rsidRPr="00E50160" w:rsidRDefault="005A69B0" w:rsidP="00BC0A49">
      <w:pPr>
        <w:pStyle w:val="1"/>
        <w:shd w:val="clear" w:color="auto" w:fill="auto"/>
        <w:tabs>
          <w:tab w:val="left" w:pos="7545"/>
        </w:tabs>
        <w:spacing w:before="0" w:after="0" w:line="317" w:lineRule="exact"/>
        <w:ind w:left="40" w:firstLine="360"/>
        <w:jc w:val="both"/>
        <w:rPr>
          <w:b/>
        </w:rPr>
      </w:pPr>
      <w:r w:rsidRPr="00E50160">
        <w:rPr>
          <w:b/>
        </w:rPr>
        <w:t xml:space="preserve">0104 </w:t>
      </w:r>
    </w:p>
    <w:p w:rsidR="005A69B0" w:rsidRDefault="005A69B0" w:rsidP="00BC0A49">
      <w:pPr>
        <w:pStyle w:val="1"/>
        <w:shd w:val="clear" w:color="auto" w:fill="auto"/>
        <w:tabs>
          <w:tab w:val="left" w:pos="7545"/>
        </w:tabs>
        <w:spacing w:before="0" w:after="0" w:line="317" w:lineRule="exact"/>
        <w:ind w:left="40" w:firstLine="360"/>
        <w:jc w:val="both"/>
      </w:pPr>
      <w:r>
        <w:t>«Функционирование правительства РФ, высших органов исполнительной власти субъектов РФ, местных администраций»</w:t>
      </w:r>
    </w:p>
    <w:p w:rsidR="005A69B0" w:rsidRDefault="005A69B0" w:rsidP="00BC0A49">
      <w:pPr>
        <w:pStyle w:val="1"/>
        <w:shd w:val="clear" w:color="auto" w:fill="auto"/>
        <w:tabs>
          <w:tab w:val="left" w:pos="7545"/>
        </w:tabs>
        <w:spacing w:before="0" w:after="0" w:line="317" w:lineRule="exact"/>
        <w:ind w:left="40" w:firstLine="360"/>
        <w:jc w:val="both"/>
      </w:pPr>
      <w:r>
        <w:t xml:space="preserve">01 04 3001280040 120                                                            +97,4 тыс.рублей            </w:t>
      </w:r>
    </w:p>
    <w:p w:rsidR="005A69B0" w:rsidRDefault="005A69B0">
      <w:pPr>
        <w:pStyle w:val="1"/>
        <w:shd w:val="clear" w:color="auto" w:fill="auto"/>
        <w:spacing w:before="0" w:after="0" w:line="317" w:lineRule="exact"/>
        <w:ind w:left="40" w:firstLine="360"/>
        <w:jc w:val="both"/>
        <w:rPr>
          <w:b/>
        </w:rPr>
      </w:pPr>
      <w:r w:rsidRPr="00A7174A">
        <w:rPr>
          <w:b/>
        </w:rPr>
        <w:t>10 00</w:t>
      </w:r>
      <w:r>
        <w:rPr>
          <w:b/>
        </w:rPr>
        <w:t xml:space="preserve"> «Социальная политика »                                         +21,8 тыс. рублей</w:t>
      </w:r>
    </w:p>
    <w:p w:rsidR="005A69B0" w:rsidRDefault="005A69B0">
      <w:pPr>
        <w:pStyle w:val="1"/>
        <w:shd w:val="clear" w:color="auto" w:fill="auto"/>
        <w:spacing w:before="0" w:after="0" w:line="317" w:lineRule="exact"/>
        <w:ind w:left="40" w:firstLine="360"/>
        <w:jc w:val="both"/>
      </w:pPr>
      <w:r>
        <w:t>1001 «Пенсионное обеспечение»                                        +21,8 тыс. рублей.</w:t>
      </w:r>
    </w:p>
    <w:p w:rsidR="005A69B0" w:rsidRDefault="005A69B0">
      <w:pPr>
        <w:pStyle w:val="1"/>
        <w:shd w:val="clear" w:color="auto" w:fill="auto"/>
        <w:spacing w:before="0" w:after="0" w:line="317" w:lineRule="exact"/>
        <w:ind w:left="40" w:firstLine="360"/>
        <w:jc w:val="both"/>
      </w:pPr>
    </w:p>
    <w:p w:rsidR="005A69B0" w:rsidRDefault="005A69B0" w:rsidP="00F27531">
      <w:pPr>
        <w:pStyle w:val="1"/>
        <w:shd w:val="clear" w:color="auto" w:fill="auto"/>
        <w:spacing w:before="0" w:after="0" w:line="322" w:lineRule="exact"/>
        <w:ind w:right="20"/>
      </w:pPr>
      <w:r>
        <w:t xml:space="preserve">   С внесением изменений в бюджетную роспись дефицит бюджета составил 174,9 тыс.рублей.</w:t>
      </w:r>
    </w:p>
    <w:p w:rsidR="005A69B0" w:rsidRDefault="005A69B0" w:rsidP="00F27531">
      <w:pPr>
        <w:pStyle w:val="1"/>
        <w:shd w:val="clear" w:color="auto" w:fill="auto"/>
        <w:spacing w:before="0" w:after="0" w:line="322" w:lineRule="exact"/>
        <w:ind w:right="20"/>
      </w:pPr>
      <w:r>
        <w:t xml:space="preserve">  Источником финансирования дефицита бюджета является остаток средств на счете по учету бюджетных средств на начало года в сумме 174,9 тыс. рублей.</w:t>
      </w:r>
    </w:p>
    <w:p w:rsidR="005A69B0" w:rsidRDefault="005A69B0" w:rsidP="00860A8F">
      <w:pPr>
        <w:pStyle w:val="1"/>
        <w:shd w:val="clear" w:color="auto" w:fill="auto"/>
        <w:spacing w:before="0" w:after="0" w:line="322" w:lineRule="exact"/>
        <w:ind w:right="20"/>
        <w:sectPr w:rsidR="005A69B0">
          <w:type w:val="continuous"/>
          <w:pgSz w:w="11905" w:h="16837"/>
          <w:pgMar w:top="1211" w:right="982" w:bottom="1542" w:left="1536" w:header="0" w:footer="3" w:gutter="0"/>
          <w:cols w:space="720"/>
          <w:noEndnote/>
          <w:docGrid w:linePitch="360"/>
        </w:sectPr>
      </w:pPr>
      <w:r>
        <w:t xml:space="preserve">   Контрольно-счетная палата Мглинского района замечаний по проекту решения не имеет и предлагает Вельжичскому сельскому Совету народных депутатов его рассмотреть. </w:t>
      </w:r>
    </w:p>
    <w:p w:rsidR="005A69B0" w:rsidRDefault="005A69B0" w:rsidP="00DF7F4A">
      <w:pPr>
        <w:framePr w:w="2400" w:h="1354" w:wrap="around" w:vAnchor="text" w:hAnchor="margin" w:x="3328" w:y="1"/>
        <w:rPr>
          <w:sz w:val="2"/>
        </w:rPr>
      </w:pPr>
    </w:p>
    <w:p w:rsidR="005A69B0" w:rsidRDefault="005A69B0" w:rsidP="00DF7F4A">
      <w:pPr>
        <w:pStyle w:val="22"/>
        <w:framePr w:w="3293" w:h="279" w:wrap="around" w:vAnchor="text" w:hAnchor="margin" w:x="35" w:y="1"/>
        <w:shd w:val="clear" w:color="auto" w:fill="auto"/>
        <w:spacing w:line="270" w:lineRule="exact"/>
      </w:pPr>
    </w:p>
    <w:p w:rsidR="005A69B0" w:rsidRPr="00E97547" w:rsidRDefault="005A69B0" w:rsidP="00DF7F4A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  <w:rPr>
          <w:sz w:val="26"/>
          <w:szCs w:val="26"/>
        </w:rPr>
      </w:pPr>
      <w:r>
        <w:rPr>
          <w:sz w:val="26"/>
          <w:szCs w:val="26"/>
        </w:rPr>
        <w:t>Л.В.Чуприк</w:t>
      </w:r>
    </w:p>
    <w:p w:rsidR="005A69B0" w:rsidRPr="00E97547" w:rsidRDefault="005A69B0" w:rsidP="00E97547">
      <w:pPr>
        <w:pStyle w:val="40"/>
        <w:framePr w:w="3267" w:h="524" w:wrap="around" w:vAnchor="text" w:hAnchor="page" w:x="1356" w:y="282"/>
        <w:shd w:val="clear" w:color="auto" w:fill="auto"/>
        <w:spacing w:line="270" w:lineRule="exact"/>
        <w:ind w:left="100"/>
        <w:rPr>
          <w:sz w:val="26"/>
          <w:szCs w:val="26"/>
        </w:rPr>
      </w:pPr>
      <w:r w:rsidRPr="00E97547">
        <w:rPr>
          <w:sz w:val="26"/>
          <w:szCs w:val="26"/>
        </w:rPr>
        <w:t>Председатель Контрольно-счетной палаты</w:t>
      </w:r>
    </w:p>
    <w:p w:rsidR="005A69B0" w:rsidRPr="00E97547" w:rsidRDefault="005A69B0" w:rsidP="00DF7F4A">
      <w:pPr>
        <w:rPr>
          <w:sz w:val="26"/>
          <w:szCs w:val="26"/>
        </w:rPr>
      </w:pPr>
    </w:p>
    <w:p w:rsidR="005A69B0" w:rsidRPr="00E97547" w:rsidRDefault="005A69B0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sz w:val="26"/>
          <w:szCs w:val="26"/>
        </w:rPr>
      </w:pPr>
    </w:p>
    <w:p w:rsidR="005A69B0" w:rsidRDefault="005A69B0" w:rsidP="00BD3D4B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</w:pPr>
    </w:p>
    <w:p w:rsidR="005A69B0" w:rsidRPr="00E97547" w:rsidRDefault="005A69B0" w:rsidP="00BD3D4B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  <w:rPr>
          <w:b w:val="0"/>
          <w:sz w:val="26"/>
          <w:szCs w:val="26"/>
        </w:rPr>
      </w:pPr>
      <w:r w:rsidRPr="00E97547">
        <w:rPr>
          <w:b w:val="0"/>
          <w:sz w:val="26"/>
          <w:szCs w:val="26"/>
        </w:rPr>
        <w:t xml:space="preserve">Исполитель </w:t>
      </w:r>
    </w:p>
    <w:p w:rsidR="005A69B0" w:rsidRPr="00BD3D4B" w:rsidRDefault="005A69B0" w:rsidP="00BD3D4B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  <w:rPr>
          <w:b w:val="0"/>
        </w:rPr>
      </w:pPr>
      <w:r w:rsidRPr="00E97547">
        <w:rPr>
          <w:b w:val="0"/>
          <w:sz w:val="26"/>
          <w:szCs w:val="26"/>
        </w:rPr>
        <w:t>Комкова Н.Е.</w:t>
      </w:r>
      <w:r w:rsidRPr="00B71033">
        <w:br w:type="page"/>
      </w:r>
    </w:p>
    <w:p w:rsidR="005A69B0" w:rsidRDefault="005A69B0" w:rsidP="00451430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5A69B0" w:rsidRDefault="005A69B0" w:rsidP="00451430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</w:p>
    <w:p w:rsidR="005A69B0" w:rsidRDefault="005A69B0">
      <w:pPr>
        <w:rPr>
          <w:sz w:val="2"/>
          <w:szCs w:val="2"/>
        </w:rPr>
      </w:pPr>
    </w:p>
    <w:sectPr w:rsidR="005A69B0" w:rsidSect="007B4D49">
      <w:type w:val="continuous"/>
      <w:pgSz w:w="11905" w:h="16837"/>
      <w:pgMar w:top="1205" w:right="973" w:bottom="9797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9B0" w:rsidRDefault="005A69B0" w:rsidP="007B4D49">
      <w:r>
        <w:separator/>
      </w:r>
    </w:p>
  </w:endnote>
  <w:endnote w:type="continuationSeparator" w:id="0">
    <w:p w:rsidR="005A69B0" w:rsidRDefault="005A69B0" w:rsidP="007B4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9B0" w:rsidRDefault="005A69B0"/>
  </w:footnote>
  <w:footnote w:type="continuationSeparator" w:id="0">
    <w:p w:rsidR="005A69B0" w:rsidRDefault="005A69B0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D49"/>
    <w:rsid w:val="00006312"/>
    <w:rsid w:val="000064A1"/>
    <w:rsid w:val="00016BFD"/>
    <w:rsid w:val="00030B11"/>
    <w:rsid w:val="00044A8A"/>
    <w:rsid w:val="00061BDB"/>
    <w:rsid w:val="000A3CA0"/>
    <w:rsid w:val="000A4FA4"/>
    <w:rsid w:val="000D76E5"/>
    <w:rsid w:val="00112C2B"/>
    <w:rsid w:val="00115AC9"/>
    <w:rsid w:val="001321D2"/>
    <w:rsid w:val="00133631"/>
    <w:rsid w:val="00167C28"/>
    <w:rsid w:val="0018373F"/>
    <w:rsid w:val="001A4A0D"/>
    <w:rsid w:val="001B0348"/>
    <w:rsid w:val="001E020F"/>
    <w:rsid w:val="001E616F"/>
    <w:rsid w:val="001F73BA"/>
    <w:rsid w:val="00224AD3"/>
    <w:rsid w:val="00231178"/>
    <w:rsid w:val="00232564"/>
    <w:rsid w:val="002665E1"/>
    <w:rsid w:val="00267A7F"/>
    <w:rsid w:val="002828A9"/>
    <w:rsid w:val="00282DE9"/>
    <w:rsid w:val="002A6528"/>
    <w:rsid w:val="002B7496"/>
    <w:rsid w:val="00304761"/>
    <w:rsid w:val="0031350F"/>
    <w:rsid w:val="00336B23"/>
    <w:rsid w:val="00362137"/>
    <w:rsid w:val="003730CE"/>
    <w:rsid w:val="003B0661"/>
    <w:rsid w:val="003B20EC"/>
    <w:rsid w:val="003B2D77"/>
    <w:rsid w:val="003D4F72"/>
    <w:rsid w:val="003E5A7C"/>
    <w:rsid w:val="004005B2"/>
    <w:rsid w:val="00405162"/>
    <w:rsid w:val="00412F1D"/>
    <w:rsid w:val="00432C56"/>
    <w:rsid w:val="00451430"/>
    <w:rsid w:val="004645EA"/>
    <w:rsid w:val="00467197"/>
    <w:rsid w:val="004852C8"/>
    <w:rsid w:val="00485F95"/>
    <w:rsid w:val="004B0CB5"/>
    <w:rsid w:val="004B5983"/>
    <w:rsid w:val="004C408C"/>
    <w:rsid w:val="004F7B73"/>
    <w:rsid w:val="00515554"/>
    <w:rsid w:val="00557A83"/>
    <w:rsid w:val="005935DE"/>
    <w:rsid w:val="005A69B0"/>
    <w:rsid w:val="005C63D0"/>
    <w:rsid w:val="005C66DA"/>
    <w:rsid w:val="005D032D"/>
    <w:rsid w:val="005D20E4"/>
    <w:rsid w:val="005F3232"/>
    <w:rsid w:val="005F4D7C"/>
    <w:rsid w:val="006057F7"/>
    <w:rsid w:val="00630D38"/>
    <w:rsid w:val="0064056F"/>
    <w:rsid w:val="00643E51"/>
    <w:rsid w:val="006460B5"/>
    <w:rsid w:val="00665AF7"/>
    <w:rsid w:val="006D7772"/>
    <w:rsid w:val="006F278A"/>
    <w:rsid w:val="006F2B34"/>
    <w:rsid w:val="00707441"/>
    <w:rsid w:val="007149B0"/>
    <w:rsid w:val="00714F40"/>
    <w:rsid w:val="00720F3D"/>
    <w:rsid w:val="0072115B"/>
    <w:rsid w:val="00723A50"/>
    <w:rsid w:val="00762E16"/>
    <w:rsid w:val="00764A9D"/>
    <w:rsid w:val="007962C3"/>
    <w:rsid w:val="007B4D49"/>
    <w:rsid w:val="008036EC"/>
    <w:rsid w:val="00831A48"/>
    <w:rsid w:val="0084249C"/>
    <w:rsid w:val="00850F9A"/>
    <w:rsid w:val="00860A8F"/>
    <w:rsid w:val="00866BC0"/>
    <w:rsid w:val="008754D0"/>
    <w:rsid w:val="00886711"/>
    <w:rsid w:val="008945DB"/>
    <w:rsid w:val="008947B6"/>
    <w:rsid w:val="00894B57"/>
    <w:rsid w:val="008A141E"/>
    <w:rsid w:val="008B0D38"/>
    <w:rsid w:val="008D13A4"/>
    <w:rsid w:val="008F47BD"/>
    <w:rsid w:val="009119B1"/>
    <w:rsid w:val="009134F2"/>
    <w:rsid w:val="0092083A"/>
    <w:rsid w:val="0094044A"/>
    <w:rsid w:val="00974599"/>
    <w:rsid w:val="009869FA"/>
    <w:rsid w:val="009A7072"/>
    <w:rsid w:val="009A792C"/>
    <w:rsid w:val="009B7B1E"/>
    <w:rsid w:val="009C23B7"/>
    <w:rsid w:val="009D1551"/>
    <w:rsid w:val="009E1C5F"/>
    <w:rsid w:val="00A061AC"/>
    <w:rsid w:val="00A328D7"/>
    <w:rsid w:val="00A3501F"/>
    <w:rsid w:val="00A516A7"/>
    <w:rsid w:val="00A57A5B"/>
    <w:rsid w:val="00A603D1"/>
    <w:rsid w:val="00A7174A"/>
    <w:rsid w:val="00A92494"/>
    <w:rsid w:val="00A96788"/>
    <w:rsid w:val="00AB07A8"/>
    <w:rsid w:val="00AB0AF1"/>
    <w:rsid w:val="00AB0E29"/>
    <w:rsid w:val="00AB0EDE"/>
    <w:rsid w:val="00AB6E42"/>
    <w:rsid w:val="00AC6405"/>
    <w:rsid w:val="00AD0311"/>
    <w:rsid w:val="00AD1467"/>
    <w:rsid w:val="00AF71D3"/>
    <w:rsid w:val="00B71033"/>
    <w:rsid w:val="00B861A6"/>
    <w:rsid w:val="00BB53B4"/>
    <w:rsid w:val="00BC0A49"/>
    <w:rsid w:val="00BC5DB4"/>
    <w:rsid w:val="00BD3D4B"/>
    <w:rsid w:val="00BE2CB8"/>
    <w:rsid w:val="00BE3C7D"/>
    <w:rsid w:val="00BE421A"/>
    <w:rsid w:val="00BF0464"/>
    <w:rsid w:val="00C025DA"/>
    <w:rsid w:val="00C26E4E"/>
    <w:rsid w:val="00C441D5"/>
    <w:rsid w:val="00C60F21"/>
    <w:rsid w:val="00CA7E59"/>
    <w:rsid w:val="00CD6CD5"/>
    <w:rsid w:val="00D10012"/>
    <w:rsid w:val="00D14300"/>
    <w:rsid w:val="00D6053F"/>
    <w:rsid w:val="00D73840"/>
    <w:rsid w:val="00D86990"/>
    <w:rsid w:val="00DB4AEC"/>
    <w:rsid w:val="00DC21AC"/>
    <w:rsid w:val="00DC2D91"/>
    <w:rsid w:val="00DD687E"/>
    <w:rsid w:val="00DF3916"/>
    <w:rsid w:val="00DF7F4A"/>
    <w:rsid w:val="00E14327"/>
    <w:rsid w:val="00E20B53"/>
    <w:rsid w:val="00E42399"/>
    <w:rsid w:val="00E50160"/>
    <w:rsid w:val="00E512B6"/>
    <w:rsid w:val="00E8389F"/>
    <w:rsid w:val="00E8578B"/>
    <w:rsid w:val="00E97547"/>
    <w:rsid w:val="00EB4B3E"/>
    <w:rsid w:val="00EC1646"/>
    <w:rsid w:val="00F05BE1"/>
    <w:rsid w:val="00F16E24"/>
    <w:rsid w:val="00F211C4"/>
    <w:rsid w:val="00F234A3"/>
    <w:rsid w:val="00F27531"/>
    <w:rsid w:val="00F321BB"/>
    <w:rsid w:val="00F36A28"/>
    <w:rsid w:val="00F54D58"/>
    <w:rsid w:val="00F71C42"/>
    <w:rsid w:val="00FB7562"/>
    <w:rsid w:val="00FF1F10"/>
    <w:rsid w:val="00FF39BD"/>
    <w:rsid w:val="00FF7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49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B4D4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216">
    <w:name w:val="Основной текст (2) + 16"/>
    <w:aliases w:val="5 pt"/>
    <w:basedOn w:val="2"/>
    <w:uiPriority w:val="99"/>
    <w:rsid w:val="007B4D49"/>
    <w:rPr>
      <w:sz w:val="33"/>
      <w:szCs w:val="33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B4D49"/>
    <w:rPr>
      <w:rFonts w:ascii="Times New Roman" w:hAnsi="Times New Roman" w:cs="Times New Roman"/>
      <w:spacing w:val="0"/>
      <w:sz w:val="26"/>
      <w:szCs w:val="26"/>
    </w:rPr>
  </w:style>
  <w:style w:type="character" w:customStyle="1" w:styleId="21">
    <w:name w:val="Подпись к картинке (2)_"/>
    <w:basedOn w:val="DefaultParagraphFont"/>
    <w:link w:val="22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paragraph" w:customStyle="1" w:styleId="20">
    <w:name w:val="Основной текст (2)"/>
    <w:basedOn w:val="Normal"/>
    <w:link w:val="2"/>
    <w:uiPriority w:val="99"/>
    <w:rsid w:val="007B4D49"/>
    <w:pPr>
      <w:shd w:val="clear" w:color="auto" w:fill="FFFFFF"/>
      <w:spacing w:after="240" w:line="355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Normal"/>
    <w:link w:val="a"/>
    <w:uiPriority w:val="99"/>
    <w:rsid w:val="007B4D49"/>
    <w:pPr>
      <w:shd w:val="clear" w:color="auto" w:fill="FFFFFF"/>
      <w:spacing w:before="240" w:after="240" w:line="341" w:lineRule="exact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Normal"/>
    <w:link w:val="10"/>
    <w:uiPriority w:val="99"/>
    <w:rsid w:val="007B4D49"/>
    <w:pPr>
      <w:shd w:val="clear" w:color="auto" w:fill="FFFFFF"/>
      <w:spacing w:line="317" w:lineRule="exact"/>
      <w:ind w:firstLine="36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Normal"/>
    <w:link w:val="3"/>
    <w:uiPriority w:val="99"/>
    <w:rsid w:val="007B4D49"/>
    <w:pPr>
      <w:shd w:val="clear" w:color="auto" w:fill="FFFFFF"/>
      <w:spacing w:line="317" w:lineRule="exact"/>
      <w:ind w:firstLine="36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Подпись к картинке (2)"/>
    <w:basedOn w:val="Normal"/>
    <w:link w:val="21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Normal"/>
    <w:link w:val="4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1048</TotalTime>
  <Pages>3</Pages>
  <Words>333</Words>
  <Characters>1899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95</cp:revision>
  <cp:lastPrinted>2018-02-26T12:08:00Z</cp:lastPrinted>
  <dcterms:created xsi:type="dcterms:W3CDTF">2017-08-01T06:27:00Z</dcterms:created>
  <dcterms:modified xsi:type="dcterms:W3CDTF">2019-02-14T08:34:00Z</dcterms:modified>
</cp:coreProperties>
</file>