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FB1" w:rsidRPr="00116C6E" w:rsidRDefault="00F41FB1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F41FB1" w:rsidRDefault="00F41FB1" w:rsidP="00B71846">
      <w:pPr>
        <w:pStyle w:val="40"/>
        <w:shd w:val="clear" w:color="auto" w:fill="auto"/>
        <w:spacing w:after="281" w:line="322" w:lineRule="exact"/>
        <w:ind w:left="100" w:right="60"/>
        <w:jc w:val="both"/>
      </w:pPr>
      <w:r w:rsidRPr="00116C6E">
        <w:t xml:space="preserve">Контрольно-счетной палаты Мглинского района на постановление </w:t>
      </w:r>
      <w:r>
        <w:t>Новоромановской сельской администрации</w:t>
      </w:r>
      <w:r w:rsidRPr="00116C6E">
        <w:t xml:space="preserve">  «Об утверждении отчета об исполнении бюджета</w:t>
      </w:r>
      <w:r>
        <w:t xml:space="preserve"> муниципального образования «Новоромановское сельское поселение, Мглинского района Брянской области» </w:t>
      </w:r>
      <w:r w:rsidRPr="00116C6E">
        <w:t xml:space="preserve">за </w:t>
      </w:r>
      <w:r>
        <w:t>9 месяцев</w:t>
      </w:r>
      <w:r w:rsidRPr="00116C6E">
        <w:t xml:space="preserve"> 201</w:t>
      </w:r>
      <w:r>
        <w:t xml:space="preserve">8 года и на плановый период 2019 и 2020 годов. </w:t>
      </w:r>
    </w:p>
    <w:p w:rsidR="00F41FB1" w:rsidRPr="00116C6E" w:rsidRDefault="00F41FB1" w:rsidP="00B71846">
      <w:pPr>
        <w:pStyle w:val="40"/>
        <w:shd w:val="clear" w:color="auto" w:fill="auto"/>
        <w:spacing w:after="281" w:line="322" w:lineRule="exact"/>
        <w:ind w:left="100" w:right="60"/>
        <w:jc w:val="both"/>
      </w:pPr>
      <w:r>
        <w:t xml:space="preserve">от </w:t>
      </w:r>
      <w:smartTag w:uri="urn:schemas-microsoft-com:office:smarttags" w:element="date">
        <w:smartTagPr>
          <w:attr w:name="Year" w:val="2018"/>
          <w:attr w:name="Day" w:val="20"/>
          <w:attr w:name="Month" w:val="11"/>
          <w:attr w:name="ls" w:val="trans"/>
        </w:smartTagPr>
        <w:r>
          <w:t>20.11.2018</w:t>
        </w:r>
      </w:smartTag>
      <w:r>
        <w:t xml:space="preserve"> г.№201                                                                                г.Мглин</w:t>
      </w:r>
    </w:p>
    <w:p w:rsidR="00F41FB1" w:rsidRDefault="00F41FB1" w:rsidP="003D2804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116C6E">
        <w:rPr>
          <w:sz w:val="28"/>
          <w:szCs w:val="28"/>
        </w:rPr>
        <w:tab/>
        <w:t xml:space="preserve">                  </w:t>
      </w:r>
    </w:p>
    <w:p w:rsidR="00F41FB1" w:rsidRPr="005D7757" w:rsidRDefault="00F41FB1" w:rsidP="002E6729">
      <w:pPr>
        <w:pStyle w:val="40"/>
        <w:shd w:val="clear" w:color="auto" w:fill="auto"/>
        <w:spacing w:after="0" w:line="360" w:lineRule="auto"/>
        <w:ind w:left="102" w:right="60"/>
        <w:jc w:val="both"/>
        <w:rPr>
          <w:b w:val="0"/>
        </w:rPr>
      </w:pPr>
      <w:r w:rsidRPr="005D7757">
        <w:rPr>
          <w:b w:val="0"/>
        </w:rPr>
        <w:t xml:space="preserve">                                                                                                                                  </w:t>
      </w:r>
    </w:p>
    <w:p w:rsidR="00F41FB1" w:rsidRPr="00410E67" w:rsidRDefault="00F41FB1" w:rsidP="0023749E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F41FB1" w:rsidRPr="00410E67" w:rsidRDefault="00F41FB1" w:rsidP="0023749E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бюджета, Новоромановского</w:t>
      </w:r>
      <w:r w:rsidRPr="00410E67">
        <w:t xml:space="preserve"> сельского поселеня 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6"/>
          <w:attr w:name="Day" w:val="22"/>
          <w:attr w:name="Month" w:val="12"/>
          <w:attr w:name="ls" w:val="trans"/>
        </w:smartTagPr>
        <w:r w:rsidRPr="00410E67">
          <w:t>26.10.2012</w:t>
        </w:r>
      </w:smartTag>
      <w:r w:rsidRPr="00410E67">
        <w:t xml:space="preserve"> №4-444,пунктом </w:t>
      </w:r>
      <w:smartTag w:uri="urn:schemas-microsoft-com:office:smarttags" w:element="date">
        <w:smartTagPr>
          <w:attr w:name="Year" w:val="49"/>
          <w:attr w:name="Day" w:val="1"/>
          <w:attr w:name="Month" w:val="2"/>
          <w:attr w:name="ls" w:val="trans"/>
        </w:smartTagPr>
        <w:r>
          <w:t>1.2.49</w:t>
        </w:r>
        <w:r w:rsidRPr="00410E67">
          <w:t>.</w:t>
        </w:r>
      </w:smartTag>
      <w:r w:rsidRPr="00410E67">
        <w:t xml:space="preserve"> плана работы К</w:t>
      </w:r>
      <w:r>
        <w:t>онтрольно-счетной палаты на 2018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7"/>
          <w:attr w:name="Day" w:val="29"/>
          <w:attr w:name="Month" w:val="12"/>
          <w:attr w:name="ls" w:val="trans"/>
        </w:smartTagPr>
        <w:r w:rsidRPr="00410E67">
          <w:t>2</w:t>
        </w:r>
        <w:r>
          <w:t>9</w:t>
        </w:r>
        <w:r w:rsidRPr="00410E67">
          <w:t>.12.201</w:t>
        </w:r>
        <w:r>
          <w:t>7</w:t>
        </w:r>
      </w:smartTag>
      <w:r>
        <w:t xml:space="preserve"> года №88, с изменениями от </w:t>
      </w:r>
      <w:smartTag w:uri="urn:schemas-microsoft-com:office:smarttags" w:element="date">
        <w:smartTagPr>
          <w:attr w:name="Year" w:val="2018"/>
          <w:attr w:name="Day" w:val="18"/>
          <w:attr w:name="Month" w:val="09"/>
          <w:attr w:name="ls" w:val="trans"/>
        </w:smartTagPr>
        <w:r>
          <w:t>18.09.2018</w:t>
        </w:r>
      </w:smartTag>
      <w:r>
        <w:t xml:space="preserve"> г. № 72.</w:t>
      </w:r>
    </w:p>
    <w:p w:rsidR="00F41FB1" w:rsidRPr="00410E67" w:rsidRDefault="00F41FB1" w:rsidP="0023749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Новоромановского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F41FB1" w:rsidRDefault="00F41FB1" w:rsidP="0023749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Новоромановского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7"/>
          <w:attr w:name="Day" w:val="28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28.12.2017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№3-149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«Новоромановское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</w:t>
      </w:r>
      <w:r>
        <w:rPr>
          <w:rFonts w:ascii="Times New Roman" w:hAnsi="Times New Roman" w:cs="Times New Roman"/>
          <w:sz w:val="27"/>
          <w:szCs w:val="27"/>
        </w:rPr>
        <w:t>е поселение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1589,2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F41FB1" w:rsidRPr="00410E67" w:rsidRDefault="00F41FB1" w:rsidP="0023749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F41FB1" w:rsidRPr="00410E67" w:rsidRDefault="00F41FB1" w:rsidP="0023749E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>2.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Новоромановского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F41FB1" w:rsidRPr="00410E67" w:rsidRDefault="00F41FB1" w:rsidP="0023749E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 xml:space="preserve">Бюджет </w:t>
      </w:r>
      <w:r>
        <w:t>Новоромановского</w:t>
      </w:r>
      <w:r w:rsidRPr="00410E67">
        <w:t xml:space="preserve"> сельского поселения за </w:t>
      </w:r>
      <w:r>
        <w:t>9 месяцев 2018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1172,0 тыс.</w:t>
      </w:r>
      <w:r w:rsidRPr="00410E67">
        <w:t xml:space="preserve"> рублей, или на </w:t>
      </w:r>
      <w:r>
        <w:t>73,7</w:t>
      </w:r>
      <w:r w:rsidRPr="00410E67">
        <w:t xml:space="preserve"> % к утвержденным назначениям с учетом изменений, что на </w:t>
      </w:r>
      <w:r>
        <w:t>172,3 тыс.</w:t>
      </w:r>
      <w:r w:rsidRPr="00410E67">
        <w:t xml:space="preserve"> рублей </w:t>
      </w:r>
      <w:r>
        <w:t>меньше чем в прошлом году</w:t>
      </w:r>
      <w:r w:rsidRPr="00410E67">
        <w:t>(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</w:t>
      </w:r>
      <w:r>
        <w:t xml:space="preserve">1344,3 тыс. рублей).  </w:t>
      </w:r>
    </w:p>
    <w:p w:rsidR="00F41FB1" w:rsidRPr="00410E67" w:rsidRDefault="00F41FB1" w:rsidP="0023749E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 xml:space="preserve">Анализ исполнения доходной части бюджета </w:t>
      </w:r>
      <w:r>
        <w:t>Новоромановского</w:t>
      </w:r>
      <w:r w:rsidRPr="00410E67">
        <w:t xml:space="preserve"> сельского поселения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F41FB1" w:rsidRPr="00410E67" w:rsidRDefault="00F41FB1" w:rsidP="00672C0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  <w:r>
        <w:rPr>
          <w:b/>
        </w:rPr>
        <w:t>2.</w:t>
      </w: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1083,4 тыс.</w:t>
      </w:r>
      <w:r w:rsidRPr="00410E67">
        <w:t xml:space="preserve"> рублей, или </w:t>
      </w:r>
      <w:r>
        <w:t>75,6</w:t>
      </w:r>
      <w:r w:rsidRPr="00410E67">
        <w:t xml:space="preserve"> % к утвержденным назначениям с учетом изменений, что на </w:t>
      </w:r>
      <w:r>
        <w:t>143,5 тыс.</w:t>
      </w:r>
      <w:r w:rsidRPr="00410E67">
        <w:t xml:space="preserve"> рублей больше чем, поступивших в бюджет </w:t>
      </w:r>
      <w:r>
        <w:t>Новоромановского</w:t>
      </w:r>
      <w:r w:rsidRPr="00410E67">
        <w:t xml:space="preserve"> сельского поселения за аналогичный период 201</w:t>
      </w:r>
      <w:r>
        <w:t>7</w:t>
      </w:r>
      <w:r w:rsidRPr="00410E67">
        <w:t xml:space="preserve"> года (</w:t>
      </w:r>
      <w:r>
        <w:t>939,9 тыс.</w:t>
      </w:r>
      <w:r w:rsidRPr="00410E67">
        <w:t xml:space="preserve"> рублей).</w:t>
      </w:r>
      <w:r>
        <w:t xml:space="preserve"> Темп роста увеличился  на 15,3 %..</w:t>
      </w:r>
    </w:p>
    <w:p w:rsidR="00F41FB1" w:rsidRDefault="00F41FB1" w:rsidP="0023749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F41FB1" w:rsidRPr="00410E67" w:rsidRDefault="00F41FB1" w:rsidP="0023749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F41FB1" w:rsidRPr="00410E67" w:rsidRDefault="00F41FB1" w:rsidP="0023749E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.Налоговые доходы бюджета </w:t>
      </w:r>
      <w:r>
        <w:rPr>
          <w:b/>
          <w:bCs/>
        </w:rPr>
        <w:t>Новоромановского</w:t>
      </w:r>
      <w:r w:rsidRPr="00410E67">
        <w:rPr>
          <w:b/>
          <w:bCs/>
        </w:rPr>
        <w:t xml:space="preserve"> сельского поселения.</w:t>
      </w:r>
    </w:p>
    <w:p w:rsidR="00F41FB1" w:rsidRDefault="00F41FB1" w:rsidP="0023749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>За</w:t>
      </w:r>
      <w:r w:rsidRPr="00410E67">
        <w:t xml:space="preserve"> </w:t>
      </w:r>
      <w:r>
        <w:t xml:space="preserve">9 месяцев </w:t>
      </w:r>
      <w:r w:rsidRPr="00410E67">
        <w:t>201</w:t>
      </w:r>
      <w:r>
        <w:t>8</w:t>
      </w:r>
      <w:r w:rsidRPr="00410E67">
        <w:t xml:space="preserve"> года поступление налоговых доходов в </w:t>
      </w:r>
      <w:r>
        <w:t xml:space="preserve">Новоромановское </w:t>
      </w:r>
      <w:r w:rsidRPr="00410E67">
        <w:t xml:space="preserve">сельское поселение составило </w:t>
      </w:r>
      <w:r>
        <w:t>1031,8 тыс.</w:t>
      </w:r>
      <w:r w:rsidRPr="00410E67">
        <w:t xml:space="preserve"> рублей, или </w:t>
      </w:r>
      <w:r>
        <w:t>75,7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К соответствующему периоду 2017</w:t>
      </w:r>
      <w:r w:rsidRPr="00410E67">
        <w:t xml:space="preserve"> года темп роста поступлений составил </w:t>
      </w:r>
      <w:r>
        <w:t>116,2</w:t>
      </w:r>
      <w:r w:rsidRPr="00410E67">
        <w:t xml:space="preserve"> %. </w:t>
      </w:r>
    </w:p>
    <w:p w:rsidR="00F41FB1" w:rsidRPr="00410E67" w:rsidRDefault="00F41FB1" w:rsidP="0023749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Новоромановское </w:t>
      </w:r>
      <w:r w:rsidRPr="00410E67">
        <w:t xml:space="preserve"> сельское поселение  в сумме </w:t>
      </w:r>
      <w:r>
        <w:t>53,5 тыс.</w:t>
      </w:r>
      <w:r w:rsidRPr="00410E67">
        <w:t xml:space="preserve"> рублей, годовые плановые назначения исполнены на </w:t>
      </w:r>
      <w:r>
        <w:t>53,0</w:t>
      </w:r>
      <w:r w:rsidRPr="00410E67">
        <w:t> %.</w:t>
      </w:r>
    </w:p>
    <w:p w:rsidR="00F41FB1" w:rsidRPr="00410E67" w:rsidRDefault="00F41FB1" w:rsidP="0023749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>К соответствующему периоду 201</w:t>
      </w:r>
      <w:r>
        <w:t>7 года рост</w:t>
      </w:r>
      <w:r w:rsidRPr="00410E67">
        <w:t xml:space="preserve"> со</w:t>
      </w:r>
      <w:r>
        <w:t xml:space="preserve">кратился на </w:t>
      </w:r>
      <w:r w:rsidRPr="00410E67">
        <w:t xml:space="preserve"> </w:t>
      </w:r>
      <w:r>
        <w:t>22,2</w:t>
      </w:r>
      <w:r w:rsidRPr="00410E67">
        <w:t xml:space="preserve"> %. </w:t>
      </w:r>
    </w:p>
    <w:p w:rsidR="00F41FB1" w:rsidRDefault="00F41FB1" w:rsidP="0023749E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</w:pPr>
      <w:r w:rsidRPr="00410E67">
        <w:t xml:space="preserve">      </w:t>
      </w:r>
    </w:p>
    <w:p w:rsidR="00F41FB1" w:rsidRDefault="00F41FB1" w:rsidP="0023749E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</w:pP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90,6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981,9 тыс. рублей или 78,3%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</w:t>
      </w:r>
      <w:r w:rsidRPr="00410E67">
        <w:rPr>
          <w:i/>
        </w:rPr>
        <w:t>-</w:t>
      </w:r>
      <w:r>
        <w:t>98,2</w:t>
      </w:r>
      <w:r w:rsidRPr="00410E67">
        <w:t xml:space="preserve"> %, его поступления в бюджет </w:t>
      </w:r>
      <w:r>
        <w:t>Новоромановского сельского</w:t>
      </w:r>
      <w:r w:rsidRPr="00410E67">
        <w:t xml:space="preserve"> поселения  составили </w:t>
      </w:r>
      <w:r>
        <w:t xml:space="preserve">964,1 тыс. </w:t>
      </w:r>
      <w:r w:rsidRPr="00410E67">
        <w:t xml:space="preserve">рублей, годовые назначения исполнены на </w:t>
      </w:r>
      <w:r>
        <w:t>81,4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</w:t>
      </w:r>
      <w:r>
        <w:t xml:space="preserve">года поступление увеличилось </w:t>
      </w:r>
      <w:r w:rsidRPr="00410E67">
        <w:t xml:space="preserve">на </w:t>
      </w:r>
      <w:r>
        <w:t>218,1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17,9 тыс.</w:t>
      </w:r>
      <w:r w:rsidRPr="00410E67">
        <w:t xml:space="preserve"> рублей, или </w:t>
      </w:r>
      <w:r>
        <w:t>25,8</w:t>
      </w:r>
      <w:r w:rsidRPr="00410E67">
        <w:t xml:space="preserve"> % годовых плановых назначений. В структуре собственных доходов </w:t>
      </w:r>
      <w:r>
        <w:t>1,8</w:t>
      </w:r>
      <w:r w:rsidRPr="00410E67">
        <w:t xml:space="preserve"> %.</w:t>
      </w:r>
      <w:r>
        <w:t xml:space="preserve"> Темп роста составил 97,8 %.</w:t>
      </w:r>
    </w:p>
    <w:p w:rsidR="00F41FB1" w:rsidRPr="00410E67" w:rsidRDefault="00F41FB1" w:rsidP="0023749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 w:rsidRPr="00410E67">
        <w:rPr>
          <w:bCs/>
        </w:rPr>
        <w:t xml:space="preserve">    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r>
        <w:rPr>
          <w:b/>
          <w:bCs/>
        </w:rPr>
        <w:t xml:space="preserve">Новоромановского </w:t>
      </w:r>
      <w:r w:rsidRPr="00410E67">
        <w:rPr>
          <w:b/>
          <w:bCs/>
        </w:rPr>
        <w:t>сельского поселения.</w:t>
      </w:r>
    </w:p>
    <w:p w:rsidR="00F41FB1" w:rsidRDefault="00F41FB1" w:rsidP="002E1889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Cs/>
        </w:rPr>
      </w:pPr>
      <w:r w:rsidRPr="00410E67">
        <w:t xml:space="preserve">Неналоговые доходы включают в себя </w:t>
      </w:r>
      <w:r w:rsidRPr="00410E67">
        <w:rPr>
          <w:i/>
        </w:rPr>
        <w:t>доходы от использования имущества, находящегося в государственной и муниципальной собственности</w:t>
      </w:r>
      <w:r>
        <w:rPr>
          <w:i/>
        </w:rPr>
        <w:t xml:space="preserve">. </w:t>
      </w:r>
      <w:r>
        <w:rPr>
          <w:bCs/>
          <w:spacing w:val="-4"/>
        </w:rPr>
        <w:t>З</w:t>
      </w:r>
      <w:r w:rsidRPr="00410E67">
        <w:rPr>
          <w:bCs/>
          <w:spacing w:val="-4"/>
        </w:rPr>
        <w:t xml:space="preserve">а </w:t>
      </w:r>
      <w:r>
        <w:rPr>
          <w:bCs/>
          <w:spacing w:val="-4"/>
        </w:rPr>
        <w:t>9 месяцев 2018</w:t>
      </w:r>
      <w:r w:rsidRPr="00410E67">
        <w:rPr>
          <w:bCs/>
          <w:spacing w:val="-4"/>
        </w:rPr>
        <w:t xml:space="preserve"> года исполнение составило </w:t>
      </w:r>
      <w:r>
        <w:rPr>
          <w:bCs/>
          <w:spacing w:val="-4"/>
        </w:rPr>
        <w:t>51,6 тыс.</w:t>
      </w:r>
      <w:r w:rsidRPr="00410E67">
        <w:rPr>
          <w:bCs/>
          <w:spacing w:val="-4"/>
        </w:rPr>
        <w:t xml:space="preserve"> рублей, или </w:t>
      </w:r>
      <w:r>
        <w:rPr>
          <w:bCs/>
          <w:spacing w:val="-4"/>
        </w:rPr>
        <w:t xml:space="preserve">75,0 </w:t>
      </w:r>
      <w:r w:rsidRPr="00410E67">
        <w:rPr>
          <w:bCs/>
        </w:rPr>
        <w:t xml:space="preserve">% годовых плановых назначений. </w:t>
      </w:r>
    </w:p>
    <w:p w:rsidR="00F41FB1" w:rsidRPr="00410E67" w:rsidRDefault="00F41FB1" w:rsidP="002E1889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 w:rsidRPr="00410E67">
        <w:rPr>
          <w:bCs/>
        </w:rPr>
        <w:br/>
      </w:r>
      <w:bookmarkStart w:id="1" w:name="_Toc482880907"/>
      <w:r w:rsidRPr="00410E67">
        <w:rPr>
          <w:b/>
          <w:bCs/>
        </w:rPr>
        <w:t>3.Безвозмездные поступления</w:t>
      </w:r>
      <w:bookmarkEnd w:id="1"/>
      <w:r w:rsidRPr="00410E67">
        <w:rPr>
          <w:b/>
          <w:bCs/>
        </w:rPr>
        <w:t>.</w:t>
      </w:r>
    </w:p>
    <w:p w:rsidR="00F41FB1" w:rsidRPr="00410E67" w:rsidRDefault="00F41FB1" w:rsidP="0023749E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88,6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56,5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сравнению с аналогичным периодом 201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>уменьшился на 78,0 %</w:t>
      </w:r>
      <w:r w:rsidRPr="00410E67">
        <w:rPr>
          <w:rFonts w:ascii="Times New Roman" w:hAnsi="Times New Roman" w:cs="Times New Roman"/>
          <w:sz w:val="27"/>
          <w:szCs w:val="27"/>
        </w:rPr>
        <w:t>, или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315,8 тыс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F41FB1" w:rsidRDefault="00F41FB1" w:rsidP="0023749E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9 месяцев 2018 года составило в сумме 48,0 тыс рублей, или 75,0 %. В структуре безвозмездных поступлений субвенции составили  54,1 %.По сравнению с прошлым годом тем роста увеличился на 8,1 %. </w:t>
      </w:r>
    </w:p>
    <w:p w:rsidR="00F41FB1" w:rsidRDefault="00F41FB1" w:rsidP="00672C03">
      <w:pPr>
        <w:ind w:right="-85"/>
        <w:jc w:val="both"/>
        <w:rPr>
          <w:rFonts w:ascii="Times New Roman" w:hAnsi="Times New Roman" w:cs="Times New Roman"/>
          <w:sz w:val="27"/>
          <w:szCs w:val="27"/>
        </w:rPr>
      </w:pPr>
      <w:bookmarkStart w:id="2" w:name="bookmark0"/>
      <w:r w:rsidRPr="00C834B6">
        <w:rPr>
          <w:rFonts w:ascii="Times New Roman" w:hAnsi="Times New Roman" w:cs="Times New Roman"/>
          <w:b/>
          <w:i/>
          <w:sz w:val="27"/>
          <w:szCs w:val="27"/>
        </w:rPr>
        <w:t>Дотаций</w:t>
      </w:r>
      <w:r>
        <w:rPr>
          <w:rFonts w:ascii="Times New Roman" w:hAnsi="Times New Roman" w:cs="Times New Roman"/>
          <w:sz w:val="27"/>
          <w:szCs w:val="27"/>
        </w:rPr>
        <w:t xml:space="preserve"> поступило в сумме 40,6 тыс.рублей, 43,7 % утвержденной росписи.</w:t>
      </w:r>
    </w:p>
    <w:p w:rsidR="00F41FB1" w:rsidRDefault="00F41FB1" w:rsidP="00672C03">
      <w:pPr>
        <w:ind w:right="-85"/>
        <w:jc w:val="both"/>
        <w:rPr>
          <w:rFonts w:ascii="Times New Roman" w:hAnsi="Times New Roman" w:cs="Times New Roman"/>
          <w:sz w:val="27"/>
          <w:szCs w:val="27"/>
        </w:rPr>
      </w:pPr>
    </w:p>
    <w:p w:rsidR="00F41FB1" w:rsidRDefault="00F41FB1" w:rsidP="00672C03">
      <w:pPr>
        <w:ind w:right="-85"/>
        <w:jc w:val="both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F41FB1" w:rsidRDefault="00F41FB1" w:rsidP="00672C03">
      <w:pPr>
        <w:ind w:right="-85"/>
        <w:jc w:val="both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F41FB1" w:rsidRDefault="00F41FB1" w:rsidP="00672C03">
      <w:pPr>
        <w:ind w:right="-85"/>
        <w:jc w:val="both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F41FB1" w:rsidRDefault="00F41FB1" w:rsidP="00672C03">
      <w:pPr>
        <w:ind w:right="-85"/>
        <w:jc w:val="both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F41FB1" w:rsidRDefault="00F41FB1" w:rsidP="00672C03">
      <w:pPr>
        <w:ind w:right="-85"/>
        <w:jc w:val="both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F41FB1" w:rsidRDefault="00F41FB1" w:rsidP="00672C03">
      <w:pPr>
        <w:ind w:right="-85"/>
        <w:jc w:val="both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F41FB1" w:rsidRPr="00393D33" w:rsidRDefault="00F41FB1" w:rsidP="00672C03">
      <w:pPr>
        <w:ind w:right="-85"/>
        <w:jc w:val="both"/>
        <w:rPr>
          <w:rStyle w:val="12"/>
          <w:b/>
          <w:color w:val="auto"/>
        </w:rPr>
      </w:pPr>
      <w:r w:rsidRPr="00393D33">
        <w:rPr>
          <w:rFonts w:ascii="Times New Roman" w:hAnsi="Times New Roman" w:cs="Times New Roman"/>
          <w:b/>
          <w:color w:val="auto"/>
          <w:sz w:val="27"/>
          <w:szCs w:val="27"/>
        </w:rPr>
        <w:t>4</w:t>
      </w:r>
      <w:r w:rsidRPr="00393D33">
        <w:rPr>
          <w:rFonts w:ascii="Times New Roman" w:hAnsi="Times New Roman" w:cs="Times New Roman"/>
          <w:color w:val="auto"/>
          <w:sz w:val="27"/>
          <w:szCs w:val="27"/>
        </w:rPr>
        <w:t>.</w:t>
      </w:r>
      <w:r w:rsidRPr="00393D33">
        <w:rPr>
          <w:rStyle w:val="12"/>
          <w:b/>
          <w:color w:val="auto"/>
        </w:rPr>
        <w:t xml:space="preserve">Исполнение бюджета по расходам Новоромановского сельского поселения за </w:t>
      </w:r>
      <w:r>
        <w:rPr>
          <w:rStyle w:val="12"/>
          <w:b/>
          <w:color w:val="auto"/>
        </w:rPr>
        <w:t>9 месяцев</w:t>
      </w:r>
      <w:r w:rsidRPr="00393D33">
        <w:rPr>
          <w:rStyle w:val="12"/>
          <w:b/>
          <w:color w:val="auto"/>
        </w:rPr>
        <w:t xml:space="preserve"> 2018 года</w:t>
      </w:r>
      <w:bookmarkEnd w:id="2"/>
      <w:r w:rsidRPr="00393D33">
        <w:rPr>
          <w:rStyle w:val="12"/>
          <w:b/>
          <w:color w:val="auto"/>
        </w:rPr>
        <w:t>.</w:t>
      </w:r>
    </w:p>
    <w:p w:rsidR="00F41FB1" w:rsidRPr="00410E67" w:rsidRDefault="00F41FB1" w:rsidP="0023749E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1FB1" w:rsidRPr="00410E67" w:rsidRDefault="00F41FB1" w:rsidP="0023749E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Новоромановского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993,4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59,3</w:t>
      </w:r>
      <w:r w:rsidRPr="00410E67">
        <w:rPr>
          <w:rStyle w:val="10"/>
        </w:rPr>
        <w:t xml:space="preserve"> % от утвержденных годовых назначений.</w:t>
      </w:r>
    </w:p>
    <w:p w:rsidR="00F41FB1" w:rsidRPr="00410E67" w:rsidRDefault="00F41FB1" w:rsidP="0023749E">
      <w:pPr>
        <w:pStyle w:val="2"/>
        <w:shd w:val="clear" w:color="auto" w:fill="auto"/>
        <w:spacing w:before="0" w:after="0" w:line="322" w:lineRule="exact"/>
        <w:ind w:right="20" w:firstLine="700"/>
        <w:sectPr w:rsidR="00F41FB1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Новоромановского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F41FB1" w:rsidRPr="00410E67" w:rsidRDefault="00F41FB1" w:rsidP="0023749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Новоромановского сельского</w:t>
      </w:r>
      <w:r w:rsidRPr="00410E67">
        <w:rPr>
          <w:rStyle w:val="10"/>
        </w:rPr>
        <w:t xml:space="preserve"> поселения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82,1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 w:rsidRPr="00410E67">
        <w:rPr>
          <w:i/>
        </w:rPr>
        <w:t>05 «Жилищ</w:t>
      </w:r>
      <w:r>
        <w:rPr>
          <w:i/>
        </w:rPr>
        <w:t>но-коммунальное хозяйство»-4,5</w:t>
      </w:r>
      <w:r w:rsidRPr="00410E67">
        <w:rPr>
          <w:i/>
        </w:rPr>
        <w:t xml:space="preserve"> %</w:t>
      </w:r>
      <w:r>
        <w:rPr>
          <w:i/>
        </w:rPr>
        <w:t>, «Социальная политика» - 8,8 %.</w:t>
      </w:r>
    </w:p>
    <w:p w:rsidR="00F41FB1" w:rsidRPr="00410E67" w:rsidRDefault="00F41FB1" w:rsidP="0023749E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F41FB1" w:rsidRPr="00410E67" w:rsidRDefault="00F41FB1" w:rsidP="0023749E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>815,4</w:t>
      </w:r>
      <w:r w:rsidRPr="0013096B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63,5</w:t>
      </w:r>
      <w:r w:rsidRPr="00410E67">
        <w:t xml:space="preserve"> </w:t>
      </w:r>
      <w:r w:rsidRPr="00410E67">
        <w:rPr>
          <w:rStyle w:val="10"/>
        </w:rPr>
        <w:t>% уточненного бюджета, по отношению к аналогичному периоду 201</w:t>
      </w:r>
      <w:r>
        <w:rPr>
          <w:rStyle w:val="10"/>
        </w:rPr>
        <w:t>7</w:t>
      </w:r>
      <w:r w:rsidRPr="00410E67">
        <w:rPr>
          <w:rStyle w:val="10"/>
        </w:rPr>
        <w:t xml:space="preserve"> года расходы уменьшились на </w:t>
      </w:r>
      <w:r>
        <w:rPr>
          <w:rStyle w:val="10"/>
        </w:rPr>
        <w:t>90,0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F41FB1" w:rsidRPr="00410E67" w:rsidRDefault="00F41FB1" w:rsidP="0023749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392,37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247,9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rPr>
          <w:rStyle w:val="10"/>
        </w:rPr>
        <w:t>63,2</w:t>
      </w:r>
      <w:r w:rsidRPr="00410E67">
        <w:rPr>
          <w:rStyle w:val="10"/>
        </w:rPr>
        <w:t>%);</w:t>
      </w:r>
    </w:p>
    <w:p w:rsidR="00F41FB1" w:rsidRDefault="00F41FB1" w:rsidP="0023749E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rPr>
          <w:i/>
        </w:rPr>
        <w:t>566,1</w:t>
      </w:r>
      <w:r>
        <w:t xml:space="preserve">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872,26 тыс.</w:t>
      </w:r>
      <w:r w:rsidRPr="00410E67">
        <w:t xml:space="preserve"> рубля, темп роста составил </w:t>
      </w:r>
      <w:r>
        <w:t>89,8</w:t>
      </w:r>
      <w:r w:rsidRPr="00410E67">
        <w:t xml:space="preserve"> %.</w:t>
      </w:r>
    </w:p>
    <w:p w:rsidR="00F41FB1" w:rsidRDefault="00F41FB1" w:rsidP="0023749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>
        <w:rPr>
          <w:rStyle w:val="10"/>
          <w:i/>
        </w:rPr>
        <w:t xml:space="preserve">Обеспечение деятельности финансовых органов и органов финансово-бюджетного надзора </w:t>
      </w:r>
      <w:r w:rsidRPr="00410E67">
        <w:rPr>
          <w:rStyle w:val="10"/>
        </w:rPr>
        <w:t xml:space="preserve">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 года составили 1,2 тыс.рублей, или 50 % уточненного плана.</w:t>
      </w:r>
    </w:p>
    <w:p w:rsidR="00F41FB1" w:rsidRPr="00410E67" w:rsidRDefault="00F41FB1" w:rsidP="0023749E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 xml:space="preserve">составили 0,15 тыс. рублей, при годовом уточненном плане </w:t>
      </w:r>
      <w:smartTag w:uri="urn:schemas-microsoft-com:office:smarttags" w:element="time">
        <w:smartTagPr>
          <w:attr w:name="Minute" w:val="00"/>
          <w:attr w:name="Hour" w:val="15"/>
        </w:smartTagPr>
        <w:r>
          <w:rPr>
            <w:rStyle w:val="10"/>
          </w:rPr>
          <w:t>15.00</w:t>
        </w:r>
      </w:smartTag>
      <w:r>
        <w:rPr>
          <w:rStyle w:val="10"/>
        </w:rPr>
        <w:t xml:space="preserve"> тыс.рублей</w:t>
      </w:r>
    </w:p>
    <w:p w:rsidR="00F41FB1" w:rsidRDefault="00F41FB1" w:rsidP="0023749E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  2018</w:t>
      </w:r>
      <w:r w:rsidRPr="00410E67">
        <w:rPr>
          <w:rStyle w:val="10"/>
        </w:rPr>
        <w:t xml:space="preserve"> года отсутствует;</w:t>
      </w:r>
    </w:p>
    <w:p w:rsidR="00F41FB1" w:rsidRPr="00410E67" w:rsidRDefault="00F41FB1" w:rsidP="0023749E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46,0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64,0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71,9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6,4 тыс.</w:t>
      </w:r>
      <w:r w:rsidRPr="00410E67">
        <w:rPr>
          <w:rStyle w:val="10"/>
        </w:rPr>
        <w:t xml:space="preserve"> рублей, или на </w:t>
      </w:r>
      <w:r>
        <w:rPr>
          <w:rStyle w:val="10"/>
        </w:rPr>
        <w:t>17,0</w:t>
      </w:r>
      <w:r w:rsidRPr="00410E67">
        <w:rPr>
          <w:rStyle w:val="10"/>
        </w:rPr>
        <w:t xml:space="preserve"> %. </w:t>
      </w:r>
    </w:p>
    <w:p w:rsidR="00F41FB1" w:rsidRDefault="00F41FB1" w:rsidP="0023749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4,6</w:t>
      </w:r>
      <w:r w:rsidRPr="00410E67">
        <w:rPr>
          <w:rStyle w:val="10"/>
        </w:rPr>
        <w:t xml:space="preserve"> %.</w:t>
      </w:r>
    </w:p>
    <w:p w:rsidR="00F41FB1" w:rsidRDefault="00F41FB1" w:rsidP="0023749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F41FB1" w:rsidRDefault="00F41FB1" w:rsidP="0023749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F41FB1" w:rsidRDefault="00F41FB1" w:rsidP="0023749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>
        <w:rPr>
          <w:rStyle w:val="32"/>
          <w:b/>
          <w:sz w:val="27"/>
          <w:szCs w:val="27"/>
        </w:rPr>
        <w:t>44,7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97,8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рублей, или 45,7</w:t>
      </w:r>
      <w:r w:rsidRPr="00410E67">
        <w:rPr>
          <w:rStyle w:val="10"/>
        </w:rPr>
        <w:t xml:space="preserve"> %.В структуре расходов бюджета расходы по указанному разделу составляют </w:t>
      </w:r>
      <w:r>
        <w:rPr>
          <w:rStyle w:val="10"/>
        </w:rPr>
        <w:t>4,5</w:t>
      </w:r>
      <w:r w:rsidRPr="00410E67">
        <w:rPr>
          <w:rStyle w:val="10"/>
        </w:rPr>
        <w:t xml:space="preserve"> %.</w:t>
      </w:r>
    </w:p>
    <w:p w:rsidR="00F41FB1" w:rsidRDefault="00F41FB1" w:rsidP="0023749E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F41FB1" w:rsidRDefault="00F41FB1" w:rsidP="0023749E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отсутствуют.</w:t>
      </w:r>
    </w:p>
    <w:p w:rsidR="00F41FB1" w:rsidRDefault="00F41FB1" w:rsidP="0023749E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составили 87,2 тыс. рублей, или 75,0 %.В общей структуре расходов 8,8%.</w:t>
      </w:r>
    </w:p>
    <w:p w:rsidR="00F41FB1" w:rsidRPr="00410E67" w:rsidRDefault="00F41FB1" w:rsidP="0023749E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F41FB1" w:rsidRPr="00410E67" w:rsidRDefault="00F41FB1" w:rsidP="0023749E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</w:p>
    <w:p w:rsidR="00F41FB1" w:rsidRDefault="00F41FB1" w:rsidP="0023749E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Новоромановского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F41FB1" w:rsidRPr="00410E67" w:rsidRDefault="00F41FB1" w:rsidP="0023749E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F41FB1" w:rsidRPr="00410E67" w:rsidRDefault="00F41FB1" w:rsidP="0023749E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r>
        <w:t>Новоромановского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7"/>
          <w:attr w:name="Day" w:val="28"/>
          <w:attr w:name="Month" w:val="12"/>
          <w:attr w:name="ls" w:val="trans"/>
        </w:smartTagPr>
        <w:r>
          <w:t>28.12.2017</w:t>
        </w:r>
      </w:smartTag>
      <w:r>
        <w:t xml:space="preserve"> г. №3-149</w:t>
      </w:r>
      <w:r w:rsidRPr="00410E67">
        <w:t xml:space="preserve"> «О бюджете</w:t>
      </w:r>
      <w:r>
        <w:t xml:space="preserve"> муниципального образования</w:t>
      </w:r>
      <w:r w:rsidRPr="00410E67">
        <w:t xml:space="preserve"> </w:t>
      </w:r>
      <w:r>
        <w:t>«Новромановское сельское</w:t>
      </w:r>
      <w:r w:rsidRPr="00410E67">
        <w:t xml:space="preserve"> поселени</w:t>
      </w:r>
      <w:r>
        <w:t>е»</w:t>
      </w:r>
      <w:r w:rsidRPr="00410E67">
        <w:t xml:space="preserve"> на 201</w:t>
      </w:r>
      <w:r>
        <w:t>8 год и на плановый период 2019</w:t>
      </w:r>
      <w:r w:rsidRPr="00410E67">
        <w:t xml:space="preserve"> и 20</w:t>
      </w:r>
      <w:r>
        <w:t>20</w:t>
      </w:r>
      <w:r w:rsidRPr="00410E67">
        <w:t>годов » принят бездефицитный бюджет.</w:t>
      </w:r>
    </w:p>
    <w:p w:rsidR="00F41FB1" w:rsidRPr="00410E67" w:rsidRDefault="00F41FB1" w:rsidP="0023749E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С внесением изменений в бюджетную роспись дефицит бюджета </w:t>
      </w:r>
      <w:r>
        <w:t>Новромановского</w:t>
      </w:r>
      <w:r w:rsidRPr="00410E67">
        <w:t xml:space="preserve"> сельского поселения изменен и утвержден в сумме </w:t>
      </w:r>
      <w:r>
        <w:t>85,2 тыс.</w:t>
      </w:r>
      <w:r w:rsidRPr="00410E67">
        <w:t xml:space="preserve"> руб.</w:t>
      </w:r>
    </w:p>
    <w:p w:rsidR="00F41FB1" w:rsidRPr="00410E67" w:rsidRDefault="00F41FB1" w:rsidP="0023749E">
      <w:pPr>
        <w:pStyle w:val="2"/>
        <w:shd w:val="clear" w:color="auto" w:fill="auto"/>
        <w:spacing w:before="0" w:after="0" w:line="317" w:lineRule="exact"/>
        <w:ind w:left="20" w:firstLine="700"/>
      </w:pPr>
      <w:r>
        <w:t>По итогам 9 месяцев 2018 года бюджет исполнен с профицитом в сумме 178,6 тыс.рублей.</w:t>
      </w:r>
    </w:p>
    <w:p w:rsidR="00F41FB1" w:rsidRPr="00410E67" w:rsidRDefault="00F41FB1" w:rsidP="0023749E">
      <w:pPr>
        <w:pStyle w:val="2"/>
        <w:shd w:val="clear" w:color="auto" w:fill="auto"/>
        <w:spacing w:before="0" w:after="338" w:line="317" w:lineRule="exact"/>
        <w:ind w:left="20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Новоромановского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>Новоромановского</w:t>
      </w:r>
      <w:r w:rsidRPr="00410E67">
        <w:rPr>
          <w:rStyle w:val="10"/>
        </w:rPr>
        <w:t xml:space="preserve"> сель</w:t>
      </w:r>
      <w:r>
        <w:rPr>
          <w:rStyle w:val="10"/>
        </w:rPr>
        <w:t>с</w:t>
      </w:r>
      <w:r w:rsidRPr="00410E67">
        <w:rPr>
          <w:rStyle w:val="10"/>
        </w:rPr>
        <w:t>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F41FB1" w:rsidRPr="00410E67" w:rsidRDefault="00F41FB1" w:rsidP="0023749E">
      <w:pPr>
        <w:pStyle w:val="110"/>
        <w:keepNext/>
        <w:keepLines/>
        <w:shd w:val="clear" w:color="auto" w:fill="auto"/>
        <w:spacing w:after="0" w:line="270" w:lineRule="exact"/>
        <w:ind w:left="20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F41FB1" w:rsidRPr="00410E67" w:rsidRDefault="00F41FB1" w:rsidP="0023749E">
      <w:pPr>
        <w:pStyle w:val="2"/>
        <w:shd w:val="clear" w:color="auto" w:fill="auto"/>
        <w:spacing w:before="0" w:after="0" w:line="307" w:lineRule="exact"/>
        <w:ind w:left="20" w:firstLine="700"/>
        <w:sectPr w:rsidR="00F41FB1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Новоромановской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Н.В.Коленченко.</w:t>
      </w:r>
    </w:p>
    <w:p w:rsidR="00F41FB1" w:rsidRPr="00410E67" w:rsidRDefault="00F41FB1" w:rsidP="0023749E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F41FB1" w:rsidRPr="00410E67" w:rsidRDefault="00F41FB1" w:rsidP="0023749E">
      <w:pPr>
        <w:rPr>
          <w:rFonts w:ascii="Times New Roman" w:hAnsi="Times New Roman" w:cs="Times New Roman"/>
          <w:sz w:val="27"/>
          <w:szCs w:val="27"/>
        </w:rPr>
        <w:sectPr w:rsidR="00F41FB1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41FB1" w:rsidRPr="00410E67" w:rsidRDefault="00F41FB1" w:rsidP="0023749E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t>Председатель</w:t>
      </w:r>
    </w:p>
    <w:p w:rsidR="00F41FB1" w:rsidRPr="00410E67" w:rsidRDefault="00F41FB1" w:rsidP="0023749E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r>
        <w:rPr>
          <w:rStyle w:val="10"/>
        </w:rPr>
        <w:t>Л.В.Чуприк</w:t>
      </w:r>
    </w:p>
    <w:p w:rsidR="00F41FB1" w:rsidRPr="00410E67" w:rsidRDefault="00F41FB1" w:rsidP="0023749E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F41FB1" w:rsidRPr="00116C6E" w:rsidRDefault="00F41FB1" w:rsidP="0023749E">
      <w:pPr>
        <w:rPr>
          <w:sz w:val="28"/>
          <w:szCs w:val="28"/>
        </w:rPr>
      </w:pPr>
    </w:p>
    <w:p w:rsidR="00F41FB1" w:rsidRPr="00410E67" w:rsidRDefault="00F41FB1" w:rsidP="0023749E">
      <w:pPr>
        <w:rPr>
          <w:rFonts w:ascii="Times New Roman" w:hAnsi="Times New Roman" w:cs="Times New Roman"/>
          <w:sz w:val="28"/>
          <w:szCs w:val="28"/>
        </w:rPr>
      </w:pPr>
    </w:p>
    <w:p w:rsidR="00F41FB1" w:rsidRPr="004D2FF2" w:rsidRDefault="00F41FB1" w:rsidP="002374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4D2FF2">
        <w:rPr>
          <w:rFonts w:ascii="Times New Roman" w:hAnsi="Times New Roman" w:cs="Times New Roman"/>
        </w:rPr>
        <w:t>сполнитель</w:t>
      </w:r>
    </w:p>
    <w:p w:rsidR="00F41FB1" w:rsidRPr="004D2FF2" w:rsidRDefault="00F41FB1" w:rsidP="0023749E">
      <w:pPr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F41FB1" w:rsidRPr="00116C6E" w:rsidRDefault="00F41FB1" w:rsidP="003C4BE4">
      <w:pPr>
        <w:rPr>
          <w:sz w:val="28"/>
          <w:szCs w:val="28"/>
        </w:rPr>
      </w:pPr>
    </w:p>
    <w:p w:rsidR="00F41FB1" w:rsidRPr="003C4BE4" w:rsidRDefault="00F41FB1" w:rsidP="003C4BE4"/>
    <w:p w:rsidR="00F41FB1" w:rsidRPr="003C4BE4" w:rsidRDefault="00F41FB1" w:rsidP="003C4BE4"/>
    <w:p w:rsidR="00F41FB1" w:rsidRPr="003C4BE4" w:rsidRDefault="00F41FB1" w:rsidP="003C4BE4"/>
    <w:p w:rsidR="00F41FB1" w:rsidRPr="003C4BE4" w:rsidRDefault="00F41FB1" w:rsidP="003C4BE4"/>
    <w:p w:rsidR="00F41FB1" w:rsidRDefault="00F41FB1" w:rsidP="003C4BE4"/>
    <w:p w:rsidR="00F41FB1" w:rsidRDefault="00F41FB1" w:rsidP="003C4BE4"/>
    <w:p w:rsidR="00F41FB1" w:rsidRDefault="00F41FB1" w:rsidP="003C4BE4"/>
    <w:p w:rsidR="00F41FB1" w:rsidRDefault="00F41FB1" w:rsidP="003C4BE4"/>
    <w:p w:rsidR="00F41FB1" w:rsidRDefault="00F41FB1" w:rsidP="003C4BE4"/>
    <w:p w:rsidR="00F41FB1" w:rsidRPr="003C4BE4" w:rsidRDefault="00F41FB1" w:rsidP="003C4BE4"/>
    <w:sectPr w:rsidR="00F41FB1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FB1" w:rsidRDefault="00F41FB1" w:rsidP="0050045E">
      <w:r>
        <w:separator/>
      </w:r>
    </w:p>
  </w:endnote>
  <w:endnote w:type="continuationSeparator" w:id="0">
    <w:p w:rsidR="00F41FB1" w:rsidRDefault="00F41FB1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FB1" w:rsidRDefault="00F41FB1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94531E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FB1" w:rsidRDefault="00F41FB1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FB1" w:rsidRDefault="00F41FB1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77467C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FB1" w:rsidRDefault="00F41FB1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FB1" w:rsidRDefault="00F41FB1"/>
  </w:footnote>
  <w:footnote w:type="continuationSeparator" w:id="0">
    <w:p w:rsidR="00F41FB1" w:rsidRDefault="00F41FB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309C2"/>
    <w:rsid w:val="00030D3F"/>
    <w:rsid w:val="0003512B"/>
    <w:rsid w:val="00037488"/>
    <w:rsid w:val="0004111D"/>
    <w:rsid w:val="00045D08"/>
    <w:rsid w:val="000601DF"/>
    <w:rsid w:val="00065EEB"/>
    <w:rsid w:val="0007548B"/>
    <w:rsid w:val="00075826"/>
    <w:rsid w:val="00092FD0"/>
    <w:rsid w:val="00094FFA"/>
    <w:rsid w:val="000A2F64"/>
    <w:rsid w:val="000A6D41"/>
    <w:rsid w:val="000B44FC"/>
    <w:rsid w:val="000B62DF"/>
    <w:rsid w:val="000B7B92"/>
    <w:rsid w:val="000C375D"/>
    <w:rsid w:val="000D3B34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26C6B"/>
    <w:rsid w:val="0013096B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96B22"/>
    <w:rsid w:val="001A31B1"/>
    <w:rsid w:val="001A3AA5"/>
    <w:rsid w:val="001A6797"/>
    <w:rsid w:val="001A6F2A"/>
    <w:rsid w:val="001B1605"/>
    <w:rsid w:val="001B40CB"/>
    <w:rsid w:val="001B6ECC"/>
    <w:rsid w:val="001C4D0B"/>
    <w:rsid w:val="001D0D1E"/>
    <w:rsid w:val="001E0D96"/>
    <w:rsid w:val="001E6301"/>
    <w:rsid w:val="001F1952"/>
    <w:rsid w:val="001F3628"/>
    <w:rsid w:val="001F65D9"/>
    <w:rsid w:val="00212769"/>
    <w:rsid w:val="00215974"/>
    <w:rsid w:val="00220144"/>
    <w:rsid w:val="00220F0C"/>
    <w:rsid w:val="00223F96"/>
    <w:rsid w:val="00236237"/>
    <w:rsid w:val="00236FBB"/>
    <w:rsid w:val="0023749E"/>
    <w:rsid w:val="00237F7E"/>
    <w:rsid w:val="0024517A"/>
    <w:rsid w:val="00252077"/>
    <w:rsid w:val="00252946"/>
    <w:rsid w:val="002570B7"/>
    <w:rsid w:val="00280B4B"/>
    <w:rsid w:val="002818F6"/>
    <w:rsid w:val="002842B8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1889"/>
    <w:rsid w:val="002E6729"/>
    <w:rsid w:val="002F2E72"/>
    <w:rsid w:val="00300C33"/>
    <w:rsid w:val="003028EC"/>
    <w:rsid w:val="003115DA"/>
    <w:rsid w:val="003152E4"/>
    <w:rsid w:val="00317E82"/>
    <w:rsid w:val="003226E4"/>
    <w:rsid w:val="0032314F"/>
    <w:rsid w:val="00324207"/>
    <w:rsid w:val="00327516"/>
    <w:rsid w:val="003422EE"/>
    <w:rsid w:val="0038006C"/>
    <w:rsid w:val="0038031E"/>
    <w:rsid w:val="00381C0D"/>
    <w:rsid w:val="003864E9"/>
    <w:rsid w:val="00393D33"/>
    <w:rsid w:val="0039675D"/>
    <w:rsid w:val="003967EA"/>
    <w:rsid w:val="003A6E4A"/>
    <w:rsid w:val="003B3CAD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10E67"/>
    <w:rsid w:val="00413139"/>
    <w:rsid w:val="00413DF6"/>
    <w:rsid w:val="00417164"/>
    <w:rsid w:val="00420C3F"/>
    <w:rsid w:val="004277AE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3B45"/>
    <w:rsid w:val="004A6CD5"/>
    <w:rsid w:val="004B0A18"/>
    <w:rsid w:val="004C0408"/>
    <w:rsid w:val="004C230F"/>
    <w:rsid w:val="004C3BD2"/>
    <w:rsid w:val="004C7F49"/>
    <w:rsid w:val="004D2FF2"/>
    <w:rsid w:val="004F2D91"/>
    <w:rsid w:val="0050045E"/>
    <w:rsid w:val="00502702"/>
    <w:rsid w:val="00503BDB"/>
    <w:rsid w:val="0052374B"/>
    <w:rsid w:val="005304D7"/>
    <w:rsid w:val="00540041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605161"/>
    <w:rsid w:val="00617328"/>
    <w:rsid w:val="006225C3"/>
    <w:rsid w:val="00623838"/>
    <w:rsid w:val="00623B86"/>
    <w:rsid w:val="006272AB"/>
    <w:rsid w:val="006362C9"/>
    <w:rsid w:val="006429F0"/>
    <w:rsid w:val="00651BC3"/>
    <w:rsid w:val="006525DA"/>
    <w:rsid w:val="0066369C"/>
    <w:rsid w:val="00664551"/>
    <w:rsid w:val="00670FE1"/>
    <w:rsid w:val="00672C03"/>
    <w:rsid w:val="006751E3"/>
    <w:rsid w:val="006755BA"/>
    <w:rsid w:val="006771A0"/>
    <w:rsid w:val="00680245"/>
    <w:rsid w:val="00694794"/>
    <w:rsid w:val="00694A8A"/>
    <w:rsid w:val="00695CFA"/>
    <w:rsid w:val="006B1DA2"/>
    <w:rsid w:val="006B3842"/>
    <w:rsid w:val="006B70F5"/>
    <w:rsid w:val="006C40B2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746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059E2"/>
    <w:rsid w:val="0081311A"/>
    <w:rsid w:val="00813321"/>
    <w:rsid w:val="00814303"/>
    <w:rsid w:val="00823730"/>
    <w:rsid w:val="00823748"/>
    <w:rsid w:val="0083049A"/>
    <w:rsid w:val="0083242B"/>
    <w:rsid w:val="00834469"/>
    <w:rsid w:val="00835438"/>
    <w:rsid w:val="008365CF"/>
    <w:rsid w:val="0083788F"/>
    <w:rsid w:val="00840D57"/>
    <w:rsid w:val="00841B50"/>
    <w:rsid w:val="008448BF"/>
    <w:rsid w:val="0084600A"/>
    <w:rsid w:val="0085308B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C18D7"/>
    <w:rsid w:val="008C65D3"/>
    <w:rsid w:val="008D05C4"/>
    <w:rsid w:val="008D192E"/>
    <w:rsid w:val="008D4EE8"/>
    <w:rsid w:val="008E229A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4531E"/>
    <w:rsid w:val="00950D7D"/>
    <w:rsid w:val="009553FF"/>
    <w:rsid w:val="00956201"/>
    <w:rsid w:val="009734AB"/>
    <w:rsid w:val="00973D03"/>
    <w:rsid w:val="0097631A"/>
    <w:rsid w:val="009876EA"/>
    <w:rsid w:val="00991A39"/>
    <w:rsid w:val="009957C0"/>
    <w:rsid w:val="009A3B6E"/>
    <w:rsid w:val="009A7C95"/>
    <w:rsid w:val="009B522A"/>
    <w:rsid w:val="009C360C"/>
    <w:rsid w:val="009D018B"/>
    <w:rsid w:val="009D6B62"/>
    <w:rsid w:val="009E012C"/>
    <w:rsid w:val="009E0FD8"/>
    <w:rsid w:val="009E3707"/>
    <w:rsid w:val="009E5CAD"/>
    <w:rsid w:val="009F342C"/>
    <w:rsid w:val="009F6496"/>
    <w:rsid w:val="00A01156"/>
    <w:rsid w:val="00A014C9"/>
    <w:rsid w:val="00A05F2C"/>
    <w:rsid w:val="00A07FDD"/>
    <w:rsid w:val="00A23173"/>
    <w:rsid w:val="00A3440A"/>
    <w:rsid w:val="00A54A95"/>
    <w:rsid w:val="00A62EC7"/>
    <w:rsid w:val="00A64CE9"/>
    <w:rsid w:val="00A77089"/>
    <w:rsid w:val="00A918F3"/>
    <w:rsid w:val="00AB3D48"/>
    <w:rsid w:val="00AB6829"/>
    <w:rsid w:val="00AC7B99"/>
    <w:rsid w:val="00AD0E91"/>
    <w:rsid w:val="00AD6458"/>
    <w:rsid w:val="00AF0CB1"/>
    <w:rsid w:val="00AF481A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50985"/>
    <w:rsid w:val="00B53382"/>
    <w:rsid w:val="00B60950"/>
    <w:rsid w:val="00B6197D"/>
    <w:rsid w:val="00B636FD"/>
    <w:rsid w:val="00B71846"/>
    <w:rsid w:val="00B76130"/>
    <w:rsid w:val="00B811C6"/>
    <w:rsid w:val="00B82F08"/>
    <w:rsid w:val="00B85AD2"/>
    <w:rsid w:val="00B959F2"/>
    <w:rsid w:val="00B97B3E"/>
    <w:rsid w:val="00BA38A4"/>
    <w:rsid w:val="00BA4983"/>
    <w:rsid w:val="00BB19DF"/>
    <w:rsid w:val="00BB229B"/>
    <w:rsid w:val="00BD1425"/>
    <w:rsid w:val="00BE0645"/>
    <w:rsid w:val="00BE37CF"/>
    <w:rsid w:val="00BF0BC0"/>
    <w:rsid w:val="00C01611"/>
    <w:rsid w:val="00C075B1"/>
    <w:rsid w:val="00C30709"/>
    <w:rsid w:val="00C30BF0"/>
    <w:rsid w:val="00C32031"/>
    <w:rsid w:val="00C36F3B"/>
    <w:rsid w:val="00C37317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834B6"/>
    <w:rsid w:val="00C906BC"/>
    <w:rsid w:val="00C915DB"/>
    <w:rsid w:val="00CB4BCD"/>
    <w:rsid w:val="00CC1BB4"/>
    <w:rsid w:val="00CC7118"/>
    <w:rsid w:val="00CE31CE"/>
    <w:rsid w:val="00D071A9"/>
    <w:rsid w:val="00D1346E"/>
    <w:rsid w:val="00D26102"/>
    <w:rsid w:val="00D31C6D"/>
    <w:rsid w:val="00D359A2"/>
    <w:rsid w:val="00D36940"/>
    <w:rsid w:val="00D43667"/>
    <w:rsid w:val="00D46F3D"/>
    <w:rsid w:val="00D47DBB"/>
    <w:rsid w:val="00D52DCE"/>
    <w:rsid w:val="00D5439C"/>
    <w:rsid w:val="00D62297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9098B"/>
    <w:rsid w:val="00D91F41"/>
    <w:rsid w:val="00DA615D"/>
    <w:rsid w:val="00DA67AF"/>
    <w:rsid w:val="00DB756C"/>
    <w:rsid w:val="00DC209E"/>
    <w:rsid w:val="00DC2A51"/>
    <w:rsid w:val="00DC31BA"/>
    <w:rsid w:val="00DC3E6C"/>
    <w:rsid w:val="00DD32A7"/>
    <w:rsid w:val="00DE1494"/>
    <w:rsid w:val="00DE6883"/>
    <w:rsid w:val="00DF4CE2"/>
    <w:rsid w:val="00E22534"/>
    <w:rsid w:val="00E312AD"/>
    <w:rsid w:val="00E32761"/>
    <w:rsid w:val="00E35543"/>
    <w:rsid w:val="00E4057E"/>
    <w:rsid w:val="00E41ED4"/>
    <w:rsid w:val="00E421EB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94385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669B"/>
    <w:rsid w:val="00F048FE"/>
    <w:rsid w:val="00F06554"/>
    <w:rsid w:val="00F10C62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1FB1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83FAE"/>
    <w:rsid w:val="00F94A1A"/>
    <w:rsid w:val="00FA4102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71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2954</TotalTime>
  <Pages>5</Pages>
  <Words>1309</Words>
  <Characters>7465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279</cp:revision>
  <cp:lastPrinted>2018-12-12T07:51:00Z</cp:lastPrinted>
  <dcterms:created xsi:type="dcterms:W3CDTF">2017-07-17T08:21:00Z</dcterms:created>
  <dcterms:modified xsi:type="dcterms:W3CDTF">2018-12-12T08:03:00Z</dcterms:modified>
</cp:coreProperties>
</file>