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4D" w:rsidRPr="006438B4" w:rsidRDefault="00465E4D" w:rsidP="001669E1">
      <w:pPr>
        <w:pStyle w:val="NormalWeb"/>
        <w:ind w:firstLine="708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 w:rsidRPr="006438B4">
        <w:rPr>
          <w:rFonts w:ascii="Times New Roman" w:hAnsi="Times New Roman" w:cs="Times New Roman"/>
          <w:color w:val="auto"/>
          <w:sz w:val="30"/>
          <w:szCs w:val="30"/>
        </w:rPr>
        <w:t>ПОЗДРАВЛЕНИЕ</w:t>
      </w:r>
    </w:p>
    <w:p w:rsidR="00465E4D" w:rsidRDefault="00465E4D" w:rsidP="001669E1">
      <w:pPr>
        <w:pStyle w:val="NormalWeb"/>
        <w:spacing w:before="0" w:beforeAutospacing="0" w:after="0"/>
        <w:ind w:firstLine="709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главы а</w:t>
      </w:r>
      <w:r w:rsidRPr="006438B4">
        <w:rPr>
          <w:rFonts w:ascii="Times New Roman" w:hAnsi="Times New Roman" w:cs="Times New Roman"/>
          <w:color w:val="auto"/>
          <w:sz w:val="30"/>
          <w:szCs w:val="30"/>
        </w:rPr>
        <w:t>дминистрации Мглинского района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  </w:t>
      </w:r>
      <w:r w:rsidRPr="006438B4">
        <w:rPr>
          <w:rFonts w:ascii="Times New Roman" w:hAnsi="Times New Roman" w:cs="Times New Roman"/>
          <w:color w:val="auto"/>
          <w:sz w:val="30"/>
          <w:szCs w:val="30"/>
        </w:rPr>
        <w:t>с Днем знаний.</w:t>
      </w:r>
    </w:p>
    <w:p w:rsidR="00465E4D" w:rsidRPr="006438B4" w:rsidRDefault="00465E4D" w:rsidP="001669E1">
      <w:pPr>
        <w:pStyle w:val="NormalWeb"/>
        <w:spacing w:before="0" w:beforeAutospacing="0" w:after="0"/>
        <w:ind w:firstLine="709"/>
        <w:jc w:val="center"/>
        <w:rPr>
          <w:rFonts w:ascii="Times New Roman" w:hAnsi="Times New Roman" w:cs="Times New Roman"/>
          <w:color w:val="auto"/>
          <w:sz w:val="30"/>
          <w:szCs w:val="30"/>
        </w:rPr>
      </w:pPr>
    </w:p>
    <w:p w:rsidR="00465E4D" w:rsidRPr="000E7F88" w:rsidRDefault="00465E4D" w:rsidP="001669E1">
      <w:pPr>
        <w:pStyle w:val="NormalWeb"/>
        <w:spacing w:before="0" w:beforeAutospacing="0" w:after="0"/>
        <w:ind w:firstLine="708"/>
        <w:jc w:val="center"/>
        <w:rPr>
          <w:rFonts w:ascii="Times New Roman" w:hAnsi="Times New Roman" w:cs="Times New Roman"/>
          <w:i/>
          <w:color w:val="auto"/>
          <w:sz w:val="32"/>
          <w:szCs w:val="32"/>
        </w:rPr>
      </w:pPr>
      <w:r w:rsidRPr="000E7F88">
        <w:rPr>
          <w:rFonts w:ascii="Times New Roman" w:hAnsi="Times New Roman" w:cs="Times New Roman"/>
          <w:i/>
          <w:color w:val="auto"/>
          <w:sz w:val="32"/>
          <w:szCs w:val="32"/>
        </w:rPr>
        <w:t>Уважаемые педагоги, учащиеся, родители и ветераны</w:t>
      </w:r>
    </w:p>
    <w:p w:rsidR="00465E4D" w:rsidRPr="000E7F88" w:rsidRDefault="00465E4D" w:rsidP="001669E1">
      <w:pPr>
        <w:pStyle w:val="NormalWeb"/>
        <w:spacing w:before="0" w:beforeAutospacing="0" w:after="0"/>
        <w:ind w:firstLine="708"/>
        <w:jc w:val="center"/>
        <w:rPr>
          <w:rFonts w:ascii="Times New Roman" w:hAnsi="Times New Roman" w:cs="Times New Roman"/>
          <w:i/>
          <w:color w:val="auto"/>
          <w:sz w:val="32"/>
          <w:szCs w:val="32"/>
        </w:rPr>
      </w:pPr>
      <w:r w:rsidRPr="000E7F88">
        <w:rPr>
          <w:rFonts w:ascii="Times New Roman" w:hAnsi="Times New Roman" w:cs="Times New Roman"/>
          <w:i/>
          <w:color w:val="auto"/>
          <w:sz w:val="32"/>
          <w:szCs w:val="32"/>
        </w:rPr>
        <w:t>педагогического труда!</w:t>
      </w:r>
    </w:p>
    <w:p w:rsidR="00465E4D" w:rsidRPr="000E7F88" w:rsidRDefault="00465E4D" w:rsidP="001669E1">
      <w:pPr>
        <w:pStyle w:val="NormalWeb"/>
        <w:spacing w:before="0" w:beforeAutospacing="0" w:after="0"/>
        <w:jc w:val="center"/>
        <w:rPr>
          <w:rStyle w:val="annot1"/>
          <w:rFonts w:ascii="Times New Roman" w:hAnsi="Times New Roman"/>
          <w:color w:val="auto"/>
          <w:sz w:val="32"/>
          <w:szCs w:val="32"/>
        </w:rPr>
      </w:pPr>
      <w:r w:rsidRPr="000E7F88">
        <w:rPr>
          <w:rStyle w:val="annot1"/>
          <w:rFonts w:ascii="Times New Roman" w:hAnsi="Times New Roman"/>
          <w:color w:val="auto"/>
          <w:sz w:val="32"/>
          <w:szCs w:val="32"/>
        </w:rPr>
        <w:t>От имени администрации Мглинского района примите самые сердечные и искренние поздравления с замечательным праздником  – Днем Знаний!</w:t>
      </w:r>
    </w:p>
    <w:p w:rsidR="00465E4D" w:rsidRPr="000E7F88" w:rsidRDefault="00465E4D" w:rsidP="001669E1">
      <w:pPr>
        <w:pStyle w:val="NormalWeb"/>
        <w:spacing w:before="0" w:beforeAutospacing="0" w:after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</w:p>
    <w:p w:rsidR="00465E4D" w:rsidRPr="000E7F88" w:rsidRDefault="00465E4D" w:rsidP="001669E1">
      <w:pPr>
        <w:spacing w:after="0" w:line="240" w:lineRule="auto"/>
        <w:ind w:firstLine="708"/>
        <w:jc w:val="both"/>
        <w:rPr>
          <w:sz w:val="32"/>
          <w:szCs w:val="32"/>
        </w:rPr>
      </w:pPr>
      <w:r w:rsidRPr="000E7F88">
        <w:rPr>
          <w:sz w:val="32"/>
          <w:szCs w:val="32"/>
        </w:rPr>
        <w:t>1 сентября -  всеми любимый праздник. В этот день школьный звонок возвещает о начале нового учебного года, празднике открытия новых знаний, очередного этапа на пути к взрослению. Этот праздник для всех нас стал символом добрых начинаний, открытий и свершений.</w:t>
      </w:r>
    </w:p>
    <w:p w:rsidR="00465E4D" w:rsidRPr="000E7F88" w:rsidRDefault="00465E4D" w:rsidP="000E7F88">
      <w:pPr>
        <w:spacing w:after="0" w:line="240" w:lineRule="auto"/>
        <w:ind w:firstLine="708"/>
        <w:jc w:val="both"/>
        <w:rPr>
          <w:sz w:val="32"/>
          <w:szCs w:val="32"/>
        </w:rPr>
      </w:pPr>
      <w:r w:rsidRPr="000E7F88">
        <w:rPr>
          <w:sz w:val="32"/>
          <w:szCs w:val="32"/>
        </w:rPr>
        <w:t>Сколько сил, любви, терпения вкладывают учителя в своих учеников, помогают им овладевать знаниями, огорчаются и радуются вместе с ними. Спасибо Вам, дорогие учителя, за ваш нелегкий, самоотверженный, но такой интересный и благодарный труд! В ваших руках – будущее России. Ведь от того, какими знаниями вы вооружите учащихся, какие гражданские качества им привьете, зависит, в какой стране они будут жить и что сделают для ее процветания.</w:t>
      </w:r>
    </w:p>
    <w:p w:rsidR="00465E4D" w:rsidRPr="000E7F88" w:rsidRDefault="00465E4D" w:rsidP="001669E1">
      <w:pPr>
        <w:spacing w:after="0" w:line="240" w:lineRule="auto"/>
        <w:ind w:firstLine="708"/>
        <w:jc w:val="both"/>
        <w:rPr>
          <w:sz w:val="32"/>
          <w:szCs w:val="32"/>
        </w:rPr>
      </w:pPr>
      <w:r w:rsidRPr="000E7F88">
        <w:rPr>
          <w:sz w:val="32"/>
          <w:szCs w:val="32"/>
        </w:rPr>
        <w:t>Это самый радостный и волнующий день для тех, перед кем учителя впервые откроют двери в Мир знаний. Для них начинается новая жизнь, полная увлекательных открытий о себе и окружающем мире.</w:t>
      </w:r>
    </w:p>
    <w:p w:rsidR="00465E4D" w:rsidRPr="000E7F88" w:rsidRDefault="00465E4D" w:rsidP="001669E1">
      <w:pPr>
        <w:spacing w:after="0" w:line="240" w:lineRule="auto"/>
        <w:ind w:firstLine="708"/>
        <w:jc w:val="both"/>
        <w:rPr>
          <w:sz w:val="32"/>
          <w:szCs w:val="32"/>
        </w:rPr>
      </w:pPr>
      <w:r w:rsidRPr="000E7F88">
        <w:rPr>
          <w:sz w:val="32"/>
          <w:szCs w:val="32"/>
        </w:rPr>
        <w:t xml:space="preserve">Важен этот день и для выпускников, которым надо определяться с выбором будущей профессии. На вас — молодых, талантливых, энергичных — возлагаются большие надежды. Вам предстоит вносить свой вклад в экономическое, интеллектуальное и культурное богатство района, страны, приумножать мощь российского государства. </w:t>
      </w:r>
    </w:p>
    <w:p w:rsidR="00465E4D" w:rsidRPr="000E7F88" w:rsidRDefault="00465E4D" w:rsidP="001669E1">
      <w:pPr>
        <w:spacing w:after="0" w:line="240" w:lineRule="auto"/>
        <w:ind w:firstLine="709"/>
        <w:jc w:val="both"/>
        <w:rPr>
          <w:sz w:val="32"/>
          <w:szCs w:val="32"/>
        </w:rPr>
      </w:pPr>
      <w:r w:rsidRPr="000E7F88">
        <w:rPr>
          <w:sz w:val="32"/>
          <w:szCs w:val="32"/>
        </w:rPr>
        <w:t xml:space="preserve">1 сентября – это и праздник родителей. Благодаря любви, поддержке и вниманию близких людей для многих школьников постижение мира знаний становится заманчивым и увлекательным. </w:t>
      </w:r>
    </w:p>
    <w:p w:rsidR="00465E4D" w:rsidRPr="000E7F88" w:rsidRDefault="00465E4D" w:rsidP="001669E1">
      <w:pPr>
        <w:spacing w:after="0" w:line="240" w:lineRule="auto"/>
        <w:ind w:firstLine="709"/>
        <w:jc w:val="both"/>
        <w:rPr>
          <w:sz w:val="32"/>
          <w:szCs w:val="32"/>
        </w:rPr>
      </w:pPr>
      <w:r w:rsidRPr="000E7F88">
        <w:rPr>
          <w:sz w:val="32"/>
          <w:szCs w:val="32"/>
        </w:rPr>
        <w:t>От всего сердца желаем молодому поколению увлекательного путешествия в мир знаний, учителям, воспитателям и преподавателям – оптимизма и здоровья, а родителям – мудрости и терпения. Пусть этот учебный год станет для всех вас отправной точкой к покорению новых вершин! С Днем знаний!</w:t>
      </w:r>
    </w:p>
    <w:p w:rsidR="00465E4D" w:rsidRPr="000E7F88" w:rsidRDefault="00465E4D" w:rsidP="001669E1">
      <w:pPr>
        <w:spacing w:after="0" w:line="240" w:lineRule="auto"/>
        <w:ind w:firstLine="709"/>
        <w:jc w:val="both"/>
        <w:rPr>
          <w:sz w:val="32"/>
          <w:szCs w:val="32"/>
        </w:rPr>
      </w:pPr>
    </w:p>
    <w:p w:rsidR="00465E4D" w:rsidRPr="000E7F88" w:rsidRDefault="00465E4D" w:rsidP="001669E1">
      <w:pPr>
        <w:spacing w:after="0" w:line="240" w:lineRule="auto"/>
        <w:jc w:val="center"/>
        <w:rPr>
          <w:sz w:val="32"/>
          <w:szCs w:val="32"/>
        </w:rPr>
      </w:pPr>
    </w:p>
    <w:p w:rsidR="00465E4D" w:rsidRPr="006438B4" w:rsidRDefault="00465E4D" w:rsidP="001669E1">
      <w:pPr>
        <w:spacing w:after="0" w:line="240" w:lineRule="auto"/>
        <w:jc w:val="center"/>
        <w:rPr>
          <w:sz w:val="30"/>
          <w:szCs w:val="30"/>
        </w:rPr>
      </w:pPr>
      <w:r w:rsidRPr="006438B4">
        <w:rPr>
          <w:sz w:val="30"/>
          <w:szCs w:val="30"/>
        </w:rPr>
        <w:t>1 сентября 201</w:t>
      </w:r>
      <w:r>
        <w:rPr>
          <w:sz w:val="30"/>
          <w:szCs w:val="30"/>
        </w:rPr>
        <w:t>4</w:t>
      </w:r>
      <w:r w:rsidRPr="006438B4">
        <w:rPr>
          <w:sz w:val="30"/>
          <w:szCs w:val="30"/>
        </w:rPr>
        <w:t xml:space="preserve"> года</w:t>
      </w:r>
    </w:p>
    <w:p w:rsidR="00465E4D" w:rsidRPr="006438B4" w:rsidRDefault="00465E4D" w:rsidP="00117501">
      <w:pPr>
        <w:spacing w:after="0" w:line="240" w:lineRule="auto"/>
        <w:jc w:val="center"/>
        <w:rPr>
          <w:sz w:val="30"/>
          <w:szCs w:val="30"/>
        </w:rPr>
      </w:pPr>
    </w:p>
    <w:sectPr w:rsidR="00465E4D" w:rsidRPr="006438B4" w:rsidSect="00191AE9">
      <w:pgSz w:w="11906" w:h="16838"/>
      <w:pgMar w:top="899" w:right="850" w:bottom="719" w:left="108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88E"/>
    <w:rsid w:val="0001640F"/>
    <w:rsid w:val="00026E36"/>
    <w:rsid w:val="00032D81"/>
    <w:rsid w:val="00037F9B"/>
    <w:rsid w:val="00040C74"/>
    <w:rsid w:val="00054D6E"/>
    <w:rsid w:val="000829E4"/>
    <w:rsid w:val="000C2ABA"/>
    <w:rsid w:val="000E6124"/>
    <w:rsid w:val="000E7F88"/>
    <w:rsid w:val="000F3A2E"/>
    <w:rsid w:val="00101491"/>
    <w:rsid w:val="00117501"/>
    <w:rsid w:val="001425B6"/>
    <w:rsid w:val="001632FF"/>
    <w:rsid w:val="001669E1"/>
    <w:rsid w:val="00176BF9"/>
    <w:rsid w:val="00191AE9"/>
    <w:rsid w:val="001A162A"/>
    <w:rsid w:val="001E3747"/>
    <w:rsid w:val="002241CA"/>
    <w:rsid w:val="00376375"/>
    <w:rsid w:val="00403AE0"/>
    <w:rsid w:val="004543C6"/>
    <w:rsid w:val="00465C9C"/>
    <w:rsid w:val="00465E4D"/>
    <w:rsid w:val="004E2829"/>
    <w:rsid w:val="004F1647"/>
    <w:rsid w:val="005701C4"/>
    <w:rsid w:val="0058218E"/>
    <w:rsid w:val="005E29C1"/>
    <w:rsid w:val="0063331F"/>
    <w:rsid w:val="006438B4"/>
    <w:rsid w:val="006907AD"/>
    <w:rsid w:val="0069515F"/>
    <w:rsid w:val="00695855"/>
    <w:rsid w:val="00696E89"/>
    <w:rsid w:val="006B1DF0"/>
    <w:rsid w:val="006C1164"/>
    <w:rsid w:val="006C709D"/>
    <w:rsid w:val="00764EC7"/>
    <w:rsid w:val="00795F58"/>
    <w:rsid w:val="007A11EE"/>
    <w:rsid w:val="008663F5"/>
    <w:rsid w:val="00867B0F"/>
    <w:rsid w:val="008B184E"/>
    <w:rsid w:val="008C67F8"/>
    <w:rsid w:val="008D5B15"/>
    <w:rsid w:val="008F3F5D"/>
    <w:rsid w:val="009066C0"/>
    <w:rsid w:val="00982399"/>
    <w:rsid w:val="009A0F0C"/>
    <w:rsid w:val="009A54F5"/>
    <w:rsid w:val="009D2F5A"/>
    <w:rsid w:val="009D7995"/>
    <w:rsid w:val="009E1626"/>
    <w:rsid w:val="00A325C1"/>
    <w:rsid w:val="00A53345"/>
    <w:rsid w:val="00A57DD8"/>
    <w:rsid w:val="00A60B40"/>
    <w:rsid w:val="00A645F1"/>
    <w:rsid w:val="00A648E3"/>
    <w:rsid w:val="00A67451"/>
    <w:rsid w:val="00A85C99"/>
    <w:rsid w:val="00A94835"/>
    <w:rsid w:val="00A978BA"/>
    <w:rsid w:val="00A97A06"/>
    <w:rsid w:val="00AF637C"/>
    <w:rsid w:val="00B2029D"/>
    <w:rsid w:val="00B771E5"/>
    <w:rsid w:val="00B80B91"/>
    <w:rsid w:val="00B9008C"/>
    <w:rsid w:val="00C30FCA"/>
    <w:rsid w:val="00C579DB"/>
    <w:rsid w:val="00C807B7"/>
    <w:rsid w:val="00C95939"/>
    <w:rsid w:val="00D03584"/>
    <w:rsid w:val="00D0388E"/>
    <w:rsid w:val="00D3045A"/>
    <w:rsid w:val="00D32BA3"/>
    <w:rsid w:val="00D4013C"/>
    <w:rsid w:val="00D90404"/>
    <w:rsid w:val="00DF00DE"/>
    <w:rsid w:val="00DF1C83"/>
    <w:rsid w:val="00E0789F"/>
    <w:rsid w:val="00E11102"/>
    <w:rsid w:val="00E83497"/>
    <w:rsid w:val="00E91F40"/>
    <w:rsid w:val="00EB2B68"/>
    <w:rsid w:val="00F4487D"/>
    <w:rsid w:val="00F54B0E"/>
    <w:rsid w:val="00F60E8E"/>
    <w:rsid w:val="00F64927"/>
    <w:rsid w:val="00F87003"/>
    <w:rsid w:val="00FE0024"/>
    <w:rsid w:val="00FE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36"/>
    <w:pPr>
      <w:spacing w:after="200" w:line="276" w:lineRule="auto"/>
    </w:pPr>
    <w:rPr>
      <w:sz w:val="28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3331F"/>
    <w:pPr>
      <w:spacing w:before="100" w:beforeAutospacing="1" w:after="120" w:line="240" w:lineRule="auto"/>
      <w:jc w:val="both"/>
    </w:pPr>
    <w:rPr>
      <w:rFonts w:ascii="Arial" w:hAnsi="Arial" w:cs="Arial"/>
      <w:color w:val="364E50"/>
      <w:sz w:val="14"/>
      <w:szCs w:val="14"/>
      <w:lang w:eastAsia="ru-RU"/>
    </w:rPr>
  </w:style>
  <w:style w:type="character" w:customStyle="1" w:styleId="annot1">
    <w:name w:val="annot1"/>
    <w:basedOn w:val="DefaultParagraphFont"/>
    <w:uiPriority w:val="99"/>
    <w:rsid w:val="0063331F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166</TotalTime>
  <Pages>1</Pages>
  <Words>291</Words>
  <Characters>1665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User</cp:lastModifiedBy>
  <cp:revision>21</cp:revision>
  <cp:lastPrinted>2014-08-26T08:28:00Z</cp:lastPrinted>
  <dcterms:created xsi:type="dcterms:W3CDTF">2008-08-27T15:13:00Z</dcterms:created>
  <dcterms:modified xsi:type="dcterms:W3CDTF">2014-12-01T14:46:00Z</dcterms:modified>
</cp:coreProperties>
</file>