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028" w:rsidRPr="00116C6E" w:rsidRDefault="00623028" w:rsidP="00932378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</w:p>
    <w:p w:rsidR="00623028" w:rsidRPr="00116C6E" w:rsidRDefault="00623028" w:rsidP="00932378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Беловодской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 </w:t>
      </w:r>
      <w:r>
        <w:rPr>
          <w:sz w:val="28"/>
          <w:szCs w:val="28"/>
        </w:rPr>
        <w:t>муниципального образования «Беловодское сельское поселение, Млинского района, Брянской области»</w:t>
      </w:r>
      <w:r w:rsidRPr="00116C6E">
        <w:rPr>
          <w:sz w:val="28"/>
          <w:szCs w:val="28"/>
        </w:rPr>
        <w:t xml:space="preserve"> за </w:t>
      </w:r>
      <w:r>
        <w:rPr>
          <w:sz w:val="28"/>
          <w:szCs w:val="28"/>
        </w:rPr>
        <w:t>9 месяцев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116C6E">
        <w:rPr>
          <w:sz w:val="28"/>
          <w:szCs w:val="28"/>
        </w:rPr>
        <w:t xml:space="preserve"> года»</w:t>
      </w:r>
    </w:p>
    <w:p w:rsidR="00623028" w:rsidRDefault="00623028" w:rsidP="00932378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2E6729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19"/>
          <w:attr w:name="Month" w:val="11"/>
          <w:attr w:name="ls" w:val="trans"/>
        </w:smartTagPr>
        <w:r>
          <w:rPr>
            <w:sz w:val="28"/>
            <w:szCs w:val="28"/>
          </w:rPr>
          <w:t>19.11</w:t>
        </w:r>
        <w:r w:rsidRPr="0038031E">
          <w:rPr>
            <w:sz w:val="28"/>
            <w:szCs w:val="28"/>
          </w:rPr>
          <w:t>.201</w:t>
        </w:r>
        <w:r>
          <w:rPr>
            <w:sz w:val="28"/>
            <w:szCs w:val="28"/>
          </w:rPr>
          <w:t>8</w:t>
        </w:r>
      </w:smartTag>
      <w:r>
        <w:rPr>
          <w:sz w:val="28"/>
          <w:szCs w:val="28"/>
        </w:rPr>
        <w:t xml:space="preserve"> г.№ 198</w:t>
      </w:r>
      <w:r w:rsidRPr="002E672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</w:t>
      </w:r>
      <w:r w:rsidRPr="00116C6E">
        <w:rPr>
          <w:sz w:val="28"/>
          <w:szCs w:val="28"/>
        </w:rPr>
        <w:tab/>
      </w:r>
      <w:r w:rsidRPr="00116C6E">
        <w:rPr>
          <w:sz w:val="28"/>
          <w:szCs w:val="28"/>
        </w:rPr>
        <w:tab/>
      </w:r>
      <w:r>
        <w:rPr>
          <w:sz w:val="28"/>
          <w:szCs w:val="28"/>
        </w:rPr>
        <w:t xml:space="preserve"> г.</w:t>
      </w:r>
      <w:r w:rsidRPr="00116C6E">
        <w:rPr>
          <w:sz w:val="28"/>
          <w:szCs w:val="28"/>
        </w:rPr>
        <w:t>Мглин</w:t>
      </w:r>
    </w:p>
    <w:p w:rsidR="00623028" w:rsidRPr="00410E67" w:rsidRDefault="00623028" w:rsidP="00E30E1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623028" w:rsidRPr="00410E67" w:rsidRDefault="00623028" w:rsidP="00E30E11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Беловодского</w:t>
      </w:r>
      <w:r w:rsidRPr="00410E67">
        <w:t xml:space="preserve"> сельского поселеня  за </w:t>
      </w:r>
      <w:r>
        <w:t>9 месяцев</w:t>
      </w:r>
      <w:r w:rsidRPr="00410E67">
        <w:t xml:space="preserve"> 2017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26.10.2012</w:t>
        </w:r>
      </w:smartTag>
      <w:r>
        <w:t xml:space="preserve"> №4-444,пунктом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t>1.2.52</w:t>
        </w:r>
        <w:r w:rsidRPr="00410E67">
          <w:t>.</w:t>
        </w:r>
      </w:smartTag>
      <w:r w:rsidRPr="00410E67">
        <w:t xml:space="preserve"> плана работы К</w:t>
      </w:r>
      <w:r>
        <w:t>онтрольно-счетной палаты на 2018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</w:t>
        </w:r>
        <w:r>
          <w:t>9</w:t>
        </w:r>
        <w:r w:rsidRPr="00410E67">
          <w:t>.12.201</w:t>
        </w:r>
        <w:r>
          <w:t>7</w:t>
        </w:r>
      </w:smartTag>
      <w:r w:rsidRPr="00410E67">
        <w:t xml:space="preserve"> года №</w:t>
      </w:r>
      <w:r>
        <w:t xml:space="preserve">88, с изменениями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t>18.09.2018</w:t>
        </w:r>
      </w:smartTag>
      <w:r>
        <w:t>г. №72.</w:t>
      </w:r>
    </w:p>
    <w:p w:rsidR="00623028" w:rsidRPr="00410E67" w:rsidRDefault="00623028" w:rsidP="00E30E1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Беловодского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623028" w:rsidRDefault="00623028" w:rsidP="00E30E1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Объем доходов и расходов на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</w:t>
      </w:r>
      <w:r>
        <w:rPr>
          <w:rFonts w:ascii="Times New Roman" w:hAnsi="Times New Roman" w:cs="Times New Roman"/>
          <w:sz w:val="27"/>
          <w:szCs w:val="27"/>
        </w:rPr>
        <w:t>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Беловодского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№4-118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>муниципального образования» Беловодское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поселени</w:t>
      </w:r>
      <w:r>
        <w:rPr>
          <w:rFonts w:ascii="Times New Roman" w:hAnsi="Times New Roman" w:cs="Times New Roman"/>
          <w:sz w:val="27"/>
          <w:szCs w:val="27"/>
        </w:rPr>
        <w:t>е, Мглинского района, Брянской области»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329,4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623028" w:rsidRPr="00410E67" w:rsidRDefault="00623028" w:rsidP="00E30E1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623028" w:rsidRDefault="00623028" w:rsidP="00E30E1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Беловодского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623028" w:rsidRPr="00410E67" w:rsidRDefault="00623028" w:rsidP="00E30E1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623028" w:rsidRDefault="00623028" w:rsidP="00E30E11">
      <w:pPr>
        <w:pStyle w:val="2"/>
        <w:shd w:val="clear" w:color="auto" w:fill="auto"/>
        <w:spacing w:before="0" w:after="0" w:line="326" w:lineRule="exact"/>
        <w:ind w:left="159" w:right="62" w:firstLine="720"/>
        <w:jc w:val="left"/>
      </w:pPr>
      <w:r w:rsidRPr="00410E67">
        <w:t xml:space="preserve">Бюджет </w:t>
      </w:r>
      <w:r>
        <w:t>Беловодского</w:t>
      </w:r>
      <w:r w:rsidRPr="00410E67">
        <w:t xml:space="preserve"> сельского поселения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662,5 тыс.</w:t>
      </w:r>
      <w:r w:rsidRPr="00410E67">
        <w:t xml:space="preserve"> рублей, или на </w:t>
      </w:r>
      <w:r>
        <w:t>70,4</w:t>
      </w:r>
      <w:r w:rsidRPr="00410E67">
        <w:t xml:space="preserve"> % к утвержденным назначениям с учетом изменений, что на </w:t>
      </w:r>
      <w:r>
        <w:t>184,2 тыс.</w:t>
      </w:r>
      <w:r w:rsidRPr="00410E67">
        <w:t xml:space="preserve"> рублей </w:t>
      </w:r>
      <w:r>
        <w:t>меньше чем в прошлом году</w:t>
      </w:r>
      <w:r w:rsidRPr="00410E67">
        <w:t>(</w:t>
      </w:r>
      <w:r>
        <w:t>9 месяцев</w:t>
      </w:r>
      <w:r w:rsidRPr="00410E67">
        <w:t xml:space="preserve"> 201</w:t>
      </w:r>
      <w:r>
        <w:t>7</w:t>
      </w:r>
      <w:r w:rsidRPr="00410E67">
        <w:t xml:space="preserve"> года </w:t>
      </w:r>
      <w:r>
        <w:t>846,7 тыс.</w:t>
      </w:r>
      <w:r w:rsidRPr="00410E67">
        <w:t xml:space="preserve"> рублей). 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326" w:lineRule="exact"/>
        <w:ind w:left="159" w:right="62" w:firstLine="720"/>
        <w:jc w:val="left"/>
      </w:pPr>
      <w:r w:rsidRPr="00410E67">
        <w:t xml:space="preserve">Анализ исполнения доходной части бюджета </w:t>
      </w:r>
      <w:r>
        <w:t>Беловодского</w:t>
      </w:r>
      <w:r w:rsidRPr="00410E67">
        <w:t xml:space="preserve"> сельского поселения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623028" w:rsidRPr="00410E67" w:rsidRDefault="00623028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 xml:space="preserve">     - 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Беловодского</w:t>
      </w:r>
      <w:r w:rsidRPr="00410E67">
        <w:rPr>
          <w:b/>
          <w:bCs/>
        </w:rPr>
        <w:t xml:space="preserve"> сельского поселения.</w:t>
      </w:r>
    </w:p>
    <w:p w:rsidR="00623028" w:rsidRPr="00410E67" w:rsidRDefault="00623028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В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поступление налоговых доходов в </w:t>
      </w:r>
      <w:r>
        <w:t>Беловодское</w:t>
      </w:r>
      <w:r w:rsidRPr="00410E67">
        <w:t xml:space="preserve"> сельское поселение составило </w:t>
      </w:r>
      <w:r>
        <w:t>190,5 тыс.</w:t>
      </w:r>
      <w:r w:rsidRPr="00410E67">
        <w:t xml:space="preserve"> рублей, или </w:t>
      </w:r>
      <w:r>
        <w:t>98,5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</w:t>
      </w:r>
      <w:r w:rsidRPr="00410E67">
        <w:t xml:space="preserve">Основными налогами, которые сформировали доходную часть бюджета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 xml:space="preserve">в </w:t>
        </w:r>
        <w:r>
          <w:t>9</w:t>
        </w:r>
      </w:smartTag>
      <w:r>
        <w:t xml:space="preserve"> месяцев</w:t>
      </w:r>
      <w:r w:rsidRPr="00410E67">
        <w:t xml:space="preserve"> 201</w:t>
      </w:r>
      <w:r>
        <w:t>8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4050B">
        <w:rPr>
          <w:i/>
        </w:rPr>
        <w:t>прибыль</w:t>
      </w:r>
      <w:r w:rsidRPr="00410E67">
        <w:t>,</w:t>
      </w:r>
      <w:r w:rsidRPr="00410E67">
        <w:rPr>
          <w:i/>
        </w:rPr>
        <w:t xml:space="preserve"> налоги на имущество</w:t>
      </w:r>
      <w:r>
        <w:rPr>
          <w:i/>
        </w:rPr>
        <w:t xml:space="preserve">. </w:t>
      </w:r>
      <w:r w:rsidRPr="00410E67">
        <w:t xml:space="preserve">На их долю приходится </w:t>
      </w:r>
      <w:r>
        <w:t>99,4</w:t>
      </w:r>
      <w:r w:rsidRPr="00721BCE">
        <w:t> %</w:t>
      </w:r>
      <w:r w:rsidRPr="00410E67">
        <w:t xml:space="preserve"> поступивших налоговых доходов.</w:t>
      </w:r>
    </w:p>
    <w:p w:rsidR="00623028" w:rsidRPr="00410E67" w:rsidRDefault="00623028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Беловодское </w:t>
      </w:r>
      <w:r w:rsidRPr="00410E67">
        <w:t xml:space="preserve">сельское поселение  в сумме </w:t>
      </w:r>
      <w:r>
        <w:t>2,5 тыс.</w:t>
      </w:r>
      <w:r w:rsidRPr="00410E67">
        <w:t xml:space="preserve"> рублей, годовые плано</w:t>
      </w:r>
      <w:r>
        <w:t>вые назначения исполнены на 89,5</w:t>
      </w:r>
      <w:r w:rsidRPr="00410E67">
        <w:t> %.</w:t>
      </w:r>
    </w:p>
    <w:p w:rsidR="00623028" w:rsidRDefault="00623028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На долю</w:t>
      </w:r>
      <w:r w:rsidRPr="00410E67">
        <w:rPr>
          <w:b/>
          <w:i/>
        </w:rPr>
        <w:t xml:space="preserve"> налогов на имущество</w:t>
      </w:r>
      <w:r w:rsidRPr="00410E67">
        <w:t xml:space="preserve"> приходится </w:t>
      </w:r>
      <w:r>
        <w:t>98,01</w:t>
      </w:r>
      <w:r w:rsidRPr="00410E67">
        <w:t xml:space="preserve"> % налоговых доходов. Объем поступлений составил </w:t>
      </w:r>
      <w:r>
        <w:t>186,8 тыс.</w:t>
      </w:r>
      <w:r w:rsidRPr="00410E67">
        <w:t xml:space="preserve"> рублей или </w:t>
      </w:r>
      <w:r>
        <w:t>100,6 %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налог-</w:t>
      </w:r>
      <w:r>
        <w:rPr>
          <w:i/>
        </w:rPr>
        <w:t xml:space="preserve"> </w:t>
      </w:r>
      <w:r>
        <w:t>89,2</w:t>
      </w:r>
      <w:r w:rsidRPr="00410E67">
        <w:t xml:space="preserve"> %, его поступления в бюджет </w:t>
      </w:r>
      <w:r>
        <w:t>Беловодского сельского</w:t>
      </w:r>
      <w:r w:rsidRPr="00410E67">
        <w:t xml:space="preserve"> поселения  составили </w:t>
      </w:r>
      <w:r>
        <w:t>166,6 тыс.</w:t>
      </w:r>
      <w:r w:rsidRPr="00410E67">
        <w:t xml:space="preserve"> рублей, годовые назначения исполнены на</w:t>
      </w:r>
      <w:r>
        <w:t xml:space="preserve"> 104,6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</w:t>
      </w:r>
      <w:r>
        <w:t>а поступление увеличилось на 75,9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20,2 тыс.</w:t>
      </w:r>
      <w:r w:rsidRPr="00410E67">
        <w:t xml:space="preserve"> рублей, или </w:t>
      </w:r>
      <w:r>
        <w:t>76,3</w:t>
      </w:r>
      <w:r w:rsidRPr="00410E67">
        <w:t xml:space="preserve"> % годовых плановых назначений.</w:t>
      </w:r>
    </w:p>
    <w:p w:rsidR="00623028" w:rsidRDefault="00623028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 xml:space="preserve"> </w:t>
      </w:r>
      <w:r w:rsidRPr="00410E67">
        <w:t xml:space="preserve">Госпошлины поступило </w:t>
      </w:r>
      <w:r>
        <w:t>0,1 тыс.</w:t>
      </w:r>
      <w:r w:rsidRPr="00410E67">
        <w:t xml:space="preserve"> рублей, при годовом плане </w:t>
      </w:r>
      <w:r>
        <w:t>0,7</w:t>
      </w:r>
      <w:r w:rsidRPr="00410E67">
        <w:t xml:space="preserve"> рублей. </w:t>
      </w:r>
    </w:p>
    <w:p w:rsidR="00623028" w:rsidRPr="00410E67" w:rsidRDefault="00623028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</w:p>
    <w:p w:rsidR="00623028" w:rsidRDefault="00623028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3.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623028" w:rsidRPr="00410E67" w:rsidRDefault="00623028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623028" w:rsidRPr="00410E67" w:rsidRDefault="00623028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472,0 тыс. рублей, или 63,2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сравнению с аналогичным периодом 201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</w:t>
      </w:r>
      <w:r>
        <w:rPr>
          <w:rFonts w:ascii="Times New Roman" w:hAnsi="Times New Roman" w:cs="Times New Roman"/>
          <w:sz w:val="27"/>
          <w:szCs w:val="27"/>
        </w:rPr>
        <w:t xml:space="preserve"> уменьшились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267,2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623028" w:rsidRDefault="00623028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Наибольший объем в структуре безвозмездных поступлений-</w:t>
      </w:r>
      <w:r>
        <w:rPr>
          <w:rFonts w:ascii="Times New Roman" w:hAnsi="Times New Roman" w:cs="Times New Roman"/>
          <w:sz w:val="27"/>
          <w:szCs w:val="27"/>
        </w:rPr>
        <w:t>74,5</w:t>
      </w:r>
      <w:r w:rsidRPr="00410E67">
        <w:rPr>
          <w:rFonts w:ascii="Times New Roman" w:hAnsi="Times New Roman" w:cs="Times New Roman"/>
          <w:sz w:val="27"/>
          <w:szCs w:val="27"/>
        </w:rPr>
        <w:t xml:space="preserve"> % занимают </w:t>
      </w:r>
      <w:r>
        <w:rPr>
          <w:rFonts w:ascii="Times New Roman" w:hAnsi="Times New Roman" w:cs="Times New Roman"/>
          <w:b/>
          <w:i/>
          <w:sz w:val="27"/>
          <w:szCs w:val="27"/>
        </w:rPr>
        <w:t>межбюджетные трансферты</w:t>
      </w:r>
      <w:r w:rsidRPr="00410E67">
        <w:rPr>
          <w:rFonts w:ascii="Times New Roman" w:hAnsi="Times New Roman" w:cs="Times New Roman"/>
          <w:sz w:val="27"/>
          <w:szCs w:val="27"/>
        </w:rPr>
        <w:t xml:space="preserve">. Объем полученных </w:t>
      </w:r>
      <w:r>
        <w:rPr>
          <w:rFonts w:ascii="Times New Roman" w:hAnsi="Times New Roman" w:cs="Times New Roman"/>
          <w:sz w:val="27"/>
          <w:szCs w:val="27"/>
        </w:rPr>
        <w:t>межбюджетных трансфертов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составляет </w:t>
      </w:r>
      <w:r>
        <w:rPr>
          <w:rFonts w:ascii="Times New Roman" w:hAnsi="Times New Roman" w:cs="Times New Roman"/>
          <w:sz w:val="27"/>
          <w:szCs w:val="27"/>
        </w:rPr>
        <w:t>351,9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623028" w:rsidRDefault="00623028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Объем полученных </w:t>
      </w:r>
      <w:r w:rsidRPr="007B6DE7">
        <w:rPr>
          <w:rFonts w:ascii="Times New Roman" w:hAnsi="Times New Roman" w:cs="Times New Roman"/>
          <w:b/>
          <w:sz w:val="27"/>
          <w:szCs w:val="27"/>
        </w:rPr>
        <w:t>субвенций</w:t>
      </w:r>
      <w:r>
        <w:rPr>
          <w:rFonts w:ascii="Times New Roman" w:hAnsi="Times New Roman" w:cs="Times New Roman"/>
          <w:sz w:val="27"/>
          <w:szCs w:val="27"/>
        </w:rPr>
        <w:t xml:space="preserve"> за 9 месяцев 2018 года составляет 48,0 тыс. рублей, или 75,0 % плановых назначений. Темп роста составил 108,1 %.В структуре безвозмездных поступлений субвенции занимают 10,1%.</w:t>
      </w:r>
    </w:p>
    <w:p w:rsidR="00623028" w:rsidRPr="00410E67" w:rsidRDefault="00623028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81098D">
        <w:rPr>
          <w:rFonts w:ascii="Times New Roman" w:hAnsi="Times New Roman" w:cs="Times New Roman"/>
          <w:b/>
          <w:sz w:val="27"/>
          <w:szCs w:val="27"/>
        </w:rPr>
        <w:t>Дотаций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1098D">
        <w:rPr>
          <w:rFonts w:ascii="Times New Roman" w:hAnsi="Times New Roman" w:cs="Times New Roman"/>
          <w:sz w:val="27"/>
          <w:szCs w:val="27"/>
        </w:rPr>
        <w:t xml:space="preserve"> поступило</w:t>
      </w:r>
      <w:r>
        <w:rPr>
          <w:rFonts w:ascii="Times New Roman" w:hAnsi="Times New Roman" w:cs="Times New Roman"/>
          <w:sz w:val="27"/>
          <w:szCs w:val="27"/>
        </w:rPr>
        <w:t xml:space="preserve"> 72,1 тыс. рублей, при годовом плане 72,1 тыс. рублей. В структуре безвозмездных поступлений дотации занимают 15,2 %.</w:t>
      </w:r>
    </w:p>
    <w:p w:rsidR="00623028" w:rsidRDefault="00623028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623028" w:rsidRDefault="00623028" w:rsidP="00E30E11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Беловодского</w:t>
      </w:r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>9 месяцев 2018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623028" w:rsidRPr="00410E67" w:rsidRDefault="00623028" w:rsidP="00E30E11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23028" w:rsidRPr="00410E67" w:rsidRDefault="00623028" w:rsidP="00E30E11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сельского поселения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674,0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70,4</w:t>
      </w:r>
      <w:r w:rsidRPr="00410E67">
        <w:rPr>
          <w:rStyle w:val="10"/>
        </w:rPr>
        <w:t xml:space="preserve"> % от утвержденных годовых назначений.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322" w:lineRule="exact"/>
        <w:ind w:right="20" w:firstLine="700"/>
        <w:sectPr w:rsidR="00623028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Беловодского поселения</w:t>
      </w:r>
      <w:r w:rsidRPr="00410E67">
        <w:rPr>
          <w:rStyle w:val="10"/>
        </w:rPr>
        <w:t xml:space="preserve">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81,9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rStyle w:val="10"/>
          <w:i/>
        </w:rPr>
        <w:t>02</w:t>
      </w:r>
      <w:r w:rsidRPr="00410E67">
        <w:rPr>
          <w:i/>
        </w:rPr>
        <w:t xml:space="preserve"> «</w:t>
      </w:r>
      <w:r>
        <w:rPr>
          <w:i/>
        </w:rPr>
        <w:t>Национальная оборона»-7,1</w:t>
      </w:r>
      <w:r w:rsidRPr="00410E67">
        <w:rPr>
          <w:i/>
        </w:rPr>
        <w:t xml:space="preserve"> %.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10"/>
        </w:rPr>
        <w:t>551,9</w:t>
      </w:r>
      <w:r>
        <w:rPr>
          <w:rStyle w:val="32"/>
          <w:b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87,2</w:t>
      </w:r>
      <w:r w:rsidRPr="00410E67">
        <w:t xml:space="preserve"> </w:t>
      </w:r>
      <w:r w:rsidRPr="00410E67">
        <w:rPr>
          <w:rStyle w:val="10"/>
        </w:rPr>
        <w:t>% уточненного бюджета, по отношению к аналогичному периоду 201</w:t>
      </w:r>
      <w:r>
        <w:rPr>
          <w:rStyle w:val="10"/>
        </w:rPr>
        <w:t>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сократились 39,8 тыс.рублей.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278,1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 по плану, а исполнено </w:t>
      </w:r>
      <w:r>
        <w:rPr>
          <w:rStyle w:val="32"/>
          <w:sz w:val="27"/>
          <w:szCs w:val="27"/>
        </w:rPr>
        <w:t>252,2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rPr>
          <w:rStyle w:val="10"/>
        </w:rPr>
        <w:t>90,7</w:t>
      </w:r>
      <w:r w:rsidRPr="00410E67">
        <w:rPr>
          <w:rStyle w:val="10"/>
        </w:rPr>
        <w:t>%);</w:t>
      </w:r>
    </w:p>
    <w:p w:rsidR="00623028" w:rsidRDefault="00623028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298,5 тыс.</w:t>
      </w:r>
      <w:r w:rsidRPr="00410E67">
        <w:t xml:space="preserve"> рублей, при годовом плане </w:t>
      </w:r>
      <w:r>
        <w:t>349,2 рублей</w:t>
      </w:r>
      <w:r w:rsidRPr="00410E67">
        <w:t xml:space="preserve">, темп роста составил </w:t>
      </w:r>
      <w:r>
        <w:t>89,8</w:t>
      </w:r>
      <w:r w:rsidRPr="00410E67">
        <w:t xml:space="preserve"> %.</w:t>
      </w:r>
    </w:p>
    <w:p w:rsidR="00623028" w:rsidRPr="0012765A" w:rsidRDefault="00623028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 xml:space="preserve">Расходы по обеспечению деятельности финансовых органов и органов финансово-бюджетного надзора </w:t>
      </w:r>
      <w:r w:rsidRPr="0012765A">
        <w:rPr>
          <w:rStyle w:val="10"/>
        </w:rPr>
        <w:t xml:space="preserve">за </w:t>
      </w:r>
      <w:r>
        <w:rPr>
          <w:rStyle w:val="10"/>
        </w:rPr>
        <w:t xml:space="preserve">9 месяцев </w:t>
      </w:r>
      <w:r w:rsidRPr="0012765A">
        <w:rPr>
          <w:rStyle w:val="10"/>
        </w:rPr>
        <w:t>201</w:t>
      </w:r>
      <w:r>
        <w:rPr>
          <w:rStyle w:val="10"/>
        </w:rPr>
        <w:t>8</w:t>
      </w:r>
      <w:r w:rsidRPr="0012765A">
        <w:rPr>
          <w:rStyle w:val="10"/>
        </w:rPr>
        <w:t xml:space="preserve"> года  </w:t>
      </w:r>
      <w:r>
        <w:rPr>
          <w:rStyle w:val="10"/>
        </w:rPr>
        <w:t xml:space="preserve">составили 1,2 тыс.рублей, при годовом уточненном плане 2,4 тыс.рублей. 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623028" w:rsidRDefault="00623028" w:rsidP="00E30E11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отсутствует;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322" w:lineRule="exact"/>
        <w:ind w:left="60" w:firstLine="700"/>
      </w:pPr>
    </w:p>
    <w:p w:rsidR="00623028" w:rsidRDefault="00623028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«Национальная оборона» составили в сумме </w:t>
      </w:r>
      <w:r>
        <w:rPr>
          <w:rStyle w:val="32"/>
          <w:b/>
          <w:sz w:val="27"/>
          <w:szCs w:val="27"/>
        </w:rPr>
        <w:t>48,0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плане </w:t>
      </w:r>
      <w:r>
        <w:rPr>
          <w:rStyle w:val="10"/>
        </w:rPr>
        <w:t>64,00</w:t>
      </w:r>
      <w:r>
        <w:rPr>
          <w:rStyle w:val="32"/>
          <w:b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рублей, или 75,0 %.П</w:t>
      </w:r>
      <w:r w:rsidRPr="00410E67">
        <w:rPr>
          <w:rStyle w:val="10"/>
        </w:rPr>
        <w:t>о отношению к аналогичному периоду 201</w:t>
      </w:r>
      <w:r>
        <w:rPr>
          <w:rStyle w:val="10"/>
        </w:rPr>
        <w:t>7</w:t>
      </w:r>
      <w:r w:rsidRPr="00410E67">
        <w:rPr>
          <w:rStyle w:val="10"/>
        </w:rPr>
        <w:t xml:space="preserve"> года расходы увеличились на </w:t>
      </w:r>
      <w:r>
        <w:rPr>
          <w:rStyle w:val="10"/>
        </w:rPr>
        <w:t>6,9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</w:p>
    <w:p w:rsidR="00623028" w:rsidRDefault="00623028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7,1</w:t>
      </w:r>
      <w:r w:rsidRPr="00410E67">
        <w:rPr>
          <w:rStyle w:val="10"/>
        </w:rPr>
        <w:t xml:space="preserve"> %.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</w:p>
    <w:p w:rsidR="00623028" w:rsidRPr="00606F65" w:rsidRDefault="00623028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606F65">
        <w:rPr>
          <w:rStyle w:val="10"/>
          <w:b/>
        </w:rPr>
        <w:t>Расходы по разделу 03</w:t>
      </w:r>
      <w:r w:rsidRPr="00606F65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>9 месяцев</w:t>
      </w:r>
      <w:r w:rsidRPr="00606F65">
        <w:rPr>
          <w:rStyle w:val="10"/>
        </w:rPr>
        <w:t xml:space="preserve"> 2018 года исполнение отсутствует.</w:t>
      </w:r>
    </w:p>
    <w:p w:rsidR="00623028" w:rsidRPr="00606F65" w:rsidRDefault="00623028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623028" w:rsidRDefault="00623028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606F65">
        <w:rPr>
          <w:rStyle w:val="10"/>
          <w:b/>
        </w:rPr>
        <w:t>Расходы по разделу 04</w:t>
      </w:r>
      <w:r w:rsidRPr="00606F65">
        <w:rPr>
          <w:rStyle w:val="10"/>
        </w:rPr>
        <w:t xml:space="preserve"> «Национальная экономика» исполнение составило </w:t>
      </w:r>
      <w:r>
        <w:rPr>
          <w:rStyle w:val="10"/>
        </w:rPr>
        <w:t>43,8</w:t>
      </w:r>
      <w:r w:rsidRPr="00606F65">
        <w:rPr>
          <w:rStyle w:val="10"/>
        </w:rPr>
        <w:t xml:space="preserve"> тыс.рублей, при годовом уточненном плане </w:t>
      </w:r>
      <w:r>
        <w:rPr>
          <w:rStyle w:val="10"/>
        </w:rPr>
        <w:t>213,9</w:t>
      </w:r>
      <w:r w:rsidRPr="00606F65">
        <w:rPr>
          <w:rStyle w:val="10"/>
        </w:rPr>
        <w:t xml:space="preserve"> тыс.рублей, или </w:t>
      </w:r>
      <w:r>
        <w:rPr>
          <w:rStyle w:val="10"/>
        </w:rPr>
        <w:t>20,5</w:t>
      </w:r>
      <w:r w:rsidRPr="00606F65">
        <w:rPr>
          <w:rStyle w:val="10"/>
        </w:rPr>
        <w:t xml:space="preserve"> %.</w:t>
      </w:r>
      <w:r>
        <w:rPr>
          <w:rStyle w:val="10"/>
        </w:rPr>
        <w:t xml:space="preserve"> 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623028" w:rsidRDefault="00623028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финансирование составило 0,5 тыс.рублей, или 24,5 % уточненного плана.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</w:p>
    <w:p w:rsidR="00623028" w:rsidRDefault="00623028" w:rsidP="00E30E11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298" w:lineRule="exact"/>
        <w:ind w:left="60" w:right="60" w:firstLine="700"/>
      </w:pPr>
    </w:p>
    <w:p w:rsidR="00623028" w:rsidRDefault="00623028" w:rsidP="00E30E1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отсутствуют.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</w:p>
    <w:p w:rsidR="00623028" w:rsidRDefault="00623028" w:rsidP="00E30E1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>9 месяцев 2018</w:t>
      </w:r>
      <w:r w:rsidRPr="00410E67">
        <w:rPr>
          <w:rStyle w:val="10"/>
        </w:rPr>
        <w:t xml:space="preserve"> года составили </w:t>
      </w:r>
      <w:r>
        <w:rPr>
          <w:rStyle w:val="10"/>
        </w:rPr>
        <w:t>29,8 тыс.</w:t>
      </w:r>
      <w:r w:rsidRPr="00410E67">
        <w:rPr>
          <w:rStyle w:val="10"/>
        </w:rPr>
        <w:t xml:space="preserve"> рублей, при</w:t>
      </w:r>
      <w:r>
        <w:rPr>
          <w:rStyle w:val="10"/>
        </w:rPr>
        <w:t xml:space="preserve"> уточненном </w:t>
      </w:r>
      <w:r w:rsidRPr="00410E67">
        <w:rPr>
          <w:rStyle w:val="10"/>
        </w:rPr>
        <w:t xml:space="preserve"> годов</w:t>
      </w:r>
      <w:r>
        <w:rPr>
          <w:rStyle w:val="10"/>
        </w:rPr>
        <w:t>ом плане 44,8 тыс. рублей .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317" w:lineRule="exact"/>
        <w:ind w:left="60" w:right="60" w:firstLine="700"/>
      </w:pPr>
    </w:p>
    <w:p w:rsidR="00623028" w:rsidRPr="00410E67" w:rsidRDefault="00623028" w:rsidP="00E30E11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</w:p>
    <w:p w:rsidR="00623028" w:rsidRDefault="00623028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Беловодского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623028" w:rsidRPr="00410E67" w:rsidRDefault="00623028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623028" w:rsidRPr="00410E67" w:rsidRDefault="00623028" w:rsidP="00E30E1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r>
        <w:t>Беловодского сельского</w:t>
      </w:r>
      <w:r w:rsidRPr="00410E67">
        <w:t xml:space="preserve">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</w:t>
        </w:r>
        <w:r>
          <w:t>7</w:t>
        </w:r>
        <w:r w:rsidRPr="00410E67">
          <w:t>.12.201</w:t>
        </w:r>
        <w:r>
          <w:t>7</w:t>
        </w:r>
      </w:smartTag>
      <w:r>
        <w:t xml:space="preserve"> г. №4-118</w:t>
      </w:r>
      <w:r w:rsidRPr="00410E67">
        <w:t xml:space="preserve"> «О бюджете </w:t>
      </w:r>
      <w:r>
        <w:t>муниципального образования» Беловодское</w:t>
      </w:r>
      <w:r w:rsidRPr="00410E67">
        <w:t xml:space="preserve"> сельско</w:t>
      </w:r>
      <w:r>
        <w:t>е</w:t>
      </w:r>
      <w:r w:rsidRPr="00410E67">
        <w:t xml:space="preserve"> поселени</w:t>
      </w:r>
      <w:r>
        <w:t>е, Мглинского района, Брянской области»</w:t>
      </w:r>
      <w:r w:rsidRPr="00410E67">
        <w:t xml:space="preserve"> на 201</w:t>
      </w:r>
      <w:r>
        <w:t>8</w:t>
      </w:r>
      <w:r w:rsidRPr="00410E67">
        <w:t xml:space="preserve"> год и на плановый период 201</w:t>
      </w:r>
      <w:r>
        <w:t>9</w:t>
      </w:r>
      <w:r w:rsidRPr="00410E67">
        <w:t xml:space="preserve"> и 20</w:t>
      </w:r>
      <w:r>
        <w:t>20</w:t>
      </w:r>
      <w:r w:rsidRPr="00410E67">
        <w:t xml:space="preserve"> годов» принят бездефицитный бюджет.</w:t>
      </w:r>
    </w:p>
    <w:p w:rsidR="00623028" w:rsidRDefault="00623028" w:rsidP="00E30E1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>С внесением изменений в бюджетную роспись дефицит бюджета</w:t>
      </w:r>
      <w:r>
        <w:t xml:space="preserve"> Беловодского</w:t>
      </w:r>
      <w:r w:rsidRPr="00410E67">
        <w:t xml:space="preserve"> сельского поселения изменен и утвержден в сумме </w:t>
      </w:r>
      <w:r>
        <w:t>17,1 тыс.</w:t>
      </w:r>
      <w:r w:rsidRPr="00410E67">
        <w:t xml:space="preserve"> руб</w:t>
      </w:r>
      <w:r>
        <w:t>лей</w:t>
      </w:r>
      <w:r w:rsidRPr="00410E67">
        <w:t>.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317" w:lineRule="exact"/>
        <w:ind w:left="20" w:firstLine="700"/>
      </w:pPr>
      <w:r>
        <w:t>Бюджет Беловодского сельского поселения исполнен с профицитом в сумме 11,5 тыс.рублей.</w:t>
      </w:r>
    </w:p>
    <w:p w:rsidR="00623028" w:rsidRPr="00410E67" w:rsidRDefault="00623028" w:rsidP="00E30E11">
      <w:pPr>
        <w:pStyle w:val="2"/>
        <w:shd w:val="clear" w:color="auto" w:fill="auto"/>
        <w:spacing w:before="0" w:after="338" w:line="317" w:lineRule="exact"/>
        <w:ind w:left="20" w:firstLine="700"/>
      </w:pPr>
      <w:r w:rsidRPr="00410E67">
        <w:rPr>
          <w:rStyle w:val="10"/>
        </w:rPr>
        <w:t>Проведенное эксп</w:t>
      </w:r>
      <w:r>
        <w:rPr>
          <w:rStyle w:val="10"/>
        </w:rPr>
        <w:t xml:space="preserve">ертно-аналитическое мероприятие </w:t>
      </w:r>
      <w:r w:rsidRPr="00410E67">
        <w:rPr>
          <w:rStyle w:val="10"/>
        </w:rPr>
        <w:t xml:space="preserve">о ходе исполнения бюджета за </w:t>
      </w:r>
      <w:r>
        <w:rPr>
          <w:rStyle w:val="10"/>
        </w:rPr>
        <w:t xml:space="preserve">9 месяцев </w:t>
      </w:r>
      <w:r w:rsidRPr="00410E67">
        <w:rPr>
          <w:rStyle w:val="10"/>
        </w:rPr>
        <w:t>201</w:t>
      </w:r>
      <w:r>
        <w:rPr>
          <w:rStyle w:val="10"/>
        </w:rPr>
        <w:t>8</w:t>
      </w:r>
      <w:r w:rsidRPr="00410E67">
        <w:rPr>
          <w:rStyle w:val="10"/>
        </w:rPr>
        <w:t xml:space="preserve"> года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позволяет сделать вывод, что отчет подготовлен в рамках полномочий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</w:t>
      </w:r>
      <w:r>
        <w:rPr>
          <w:rStyle w:val="10"/>
        </w:rPr>
        <w:t>с</w:t>
      </w:r>
      <w:r w:rsidRPr="00410E67">
        <w:rPr>
          <w:rStyle w:val="10"/>
        </w:rPr>
        <w:t>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623028" w:rsidRPr="00410E67" w:rsidRDefault="00623028" w:rsidP="00E30E11">
      <w:pPr>
        <w:pStyle w:val="110"/>
        <w:keepNext/>
        <w:keepLines/>
        <w:shd w:val="clear" w:color="auto" w:fill="auto"/>
        <w:spacing w:after="0" w:line="270" w:lineRule="exact"/>
        <w:ind w:left="20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623028" w:rsidRPr="00410E67" w:rsidRDefault="00623028" w:rsidP="00E30E11">
      <w:pPr>
        <w:pStyle w:val="2"/>
        <w:shd w:val="clear" w:color="auto" w:fill="auto"/>
        <w:spacing w:before="0" w:after="0" w:line="307" w:lineRule="exact"/>
        <w:ind w:left="20" w:firstLine="700"/>
        <w:sectPr w:rsidR="00623028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Беловодской 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С.И.Макаренко</w:t>
      </w:r>
    </w:p>
    <w:p w:rsidR="00623028" w:rsidRPr="00410E67" w:rsidRDefault="00623028" w:rsidP="00E30E11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623028" w:rsidRPr="00410E67" w:rsidRDefault="00623028" w:rsidP="00E30E11">
      <w:pPr>
        <w:rPr>
          <w:rFonts w:ascii="Times New Roman" w:hAnsi="Times New Roman" w:cs="Times New Roman"/>
          <w:sz w:val="27"/>
          <w:szCs w:val="27"/>
        </w:rPr>
        <w:sectPr w:rsidR="00623028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t>Председатель</w:t>
      </w:r>
    </w:p>
    <w:p w:rsidR="00623028" w:rsidRPr="00410E67" w:rsidRDefault="00623028" w:rsidP="00E30E11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r>
        <w:rPr>
          <w:rStyle w:val="10"/>
        </w:rPr>
        <w:t>Л.В.Чуприк</w:t>
      </w:r>
    </w:p>
    <w:p w:rsidR="00623028" w:rsidRPr="00410E67" w:rsidRDefault="00623028" w:rsidP="00E30E11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623028" w:rsidRDefault="00623028" w:rsidP="00E30E11">
      <w:pPr>
        <w:rPr>
          <w:sz w:val="20"/>
          <w:szCs w:val="20"/>
        </w:rPr>
      </w:pPr>
      <w:r w:rsidRPr="003C4BE4">
        <w:rPr>
          <w:rFonts w:hint="eastAsia"/>
          <w:sz w:val="20"/>
          <w:szCs w:val="20"/>
        </w:rPr>
        <w:t>Комкова</w:t>
      </w:r>
      <w:r w:rsidRPr="003C4BE4">
        <w:rPr>
          <w:sz w:val="20"/>
          <w:szCs w:val="20"/>
        </w:rPr>
        <w:t xml:space="preserve"> Наталья </w:t>
      </w:r>
      <w:r w:rsidRPr="003C4BE4">
        <w:rPr>
          <w:rFonts w:hint="eastAsia"/>
          <w:sz w:val="20"/>
          <w:szCs w:val="20"/>
        </w:rPr>
        <w:t>Егоровна</w:t>
      </w:r>
      <w:r w:rsidRPr="003C4BE4">
        <w:rPr>
          <w:sz w:val="20"/>
          <w:szCs w:val="20"/>
        </w:rPr>
        <w:t xml:space="preserve"> </w:t>
      </w:r>
    </w:p>
    <w:p w:rsidR="00623028" w:rsidRPr="003C4BE4" w:rsidRDefault="00623028" w:rsidP="00E30E11"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3C4BE4">
          <w:rPr>
            <w:sz w:val="20"/>
            <w:szCs w:val="20"/>
          </w:rPr>
          <w:t>2-11-51</w:t>
        </w:r>
      </w:smartTag>
    </w:p>
    <w:p w:rsidR="00623028" w:rsidRDefault="00623028" w:rsidP="003C4BE4">
      <w:pPr>
        <w:rPr>
          <w:sz w:val="28"/>
          <w:szCs w:val="28"/>
        </w:rPr>
      </w:pPr>
    </w:p>
    <w:p w:rsidR="00623028" w:rsidRDefault="00623028" w:rsidP="003C4BE4">
      <w:pPr>
        <w:rPr>
          <w:sz w:val="28"/>
          <w:szCs w:val="28"/>
        </w:rPr>
      </w:pPr>
    </w:p>
    <w:p w:rsidR="00623028" w:rsidRDefault="00623028" w:rsidP="003C4BE4">
      <w:pPr>
        <w:rPr>
          <w:sz w:val="28"/>
          <w:szCs w:val="28"/>
        </w:rPr>
      </w:pPr>
    </w:p>
    <w:p w:rsidR="00623028" w:rsidRDefault="00623028" w:rsidP="003C4BE4">
      <w:pPr>
        <w:rPr>
          <w:sz w:val="28"/>
          <w:szCs w:val="28"/>
        </w:rPr>
      </w:pPr>
    </w:p>
    <w:p w:rsidR="00623028" w:rsidRDefault="00623028" w:rsidP="003C4BE4">
      <w:pPr>
        <w:rPr>
          <w:sz w:val="28"/>
          <w:szCs w:val="28"/>
        </w:rPr>
      </w:pPr>
    </w:p>
    <w:p w:rsidR="00623028" w:rsidRDefault="00623028" w:rsidP="003C4BE4">
      <w:pPr>
        <w:rPr>
          <w:sz w:val="28"/>
          <w:szCs w:val="28"/>
        </w:rPr>
      </w:pPr>
    </w:p>
    <w:p w:rsidR="00623028" w:rsidRDefault="00623028" w:rsidP="003C4BE4">
      <w:pPr>
        <w:rPr>
          <w:sz w:val="28"/>
          <w:szCs w:val="28"/>
        </w:rPr>
      </w:pPr>
    </w:p>
    <w:p w:rsidR="00623028" w:rsidRDefault="00623028" w:rsidP="003C4BE4">
      <w:pPr>
        <w:rPr>
          <w:sz w:val="28"/>
          <w:szCs w:val="28"/>
        </w:rPr>
      </w:pPr>
    </w:p>
    <w:p w:rsidR="00623028" w:rsidRPr="00116C6E" w:rsidRDefault="00623028" w:rsidP="003C4BE4">
      <w:pPr>
        <w:rPr>
          <w:sz w:val="28"/>
          <w:szCs w:val="28"/>
        </w:rPr>
      </w:pPr>
    </w:p>
    <w:p w:rsidR="00623028" w:rsidRPr="00116C6E" w:rsidRDefault="00623028" w:rsidP="003C4BE4">
      <w:pPr>
        <w:rPr>
          <w:sz w:val="28"/>
          <w:szCs w:val="28"/>
        </w:rPr>
      </w:pPr>
    </w:p>
    <w:p w:rsidR="00623028" w:rsidRPr="00116C6E" w:rsidRDefault="00623028" w:rsidP="003C4BE4">
      <w:pPr>
        <w:rPr>
          <w:sz w:val="28"/>
          <w:szCs w:val="28"/>
        </w:rPr>
      </w:pPr>
    </w:p>
    <w:p w:rsidR="00623028" w:rsidRPr="003C4BE4" w:rsidRDefault="00623028" w:rsidP="003C4BE4"/>
    <w:p w:rsidR="00623028" w:rsidRPr="003C4BE4" w:rsidRDefault="00623028" w:rsidP="003C4BE4"/>
    <w:p w:rsidR="00623028" w:rsidRPr="003C4BE4" w:rsidRDefault="00623028" w:rsidP="003C4BE4"/>
    <w:p w:rsidR="00623028" w:rsidRPr="003C4BE4" w:rsidRDefault="00623028" w:rsidP="003C4BE4"/>
    <w:p w:rsidR="00623028" w:rsidRDefault="00623028" w:rsidP="003C4BE4"/>
    <w:p w:rsidR="00623028" w:rsidRDefault="00623028" w:rsidP="003C4BE4"/>
    <w:p w:rsidR="00623028" w:rsidRDefault="00623028" w:rsidP="003C4BE4"/>
    <w:p w:rsidR="00623028" w:rsidRDefault="00623028" w:rsidP="003C4BE4"/>
    <w:p w:rsidR="00623028" w:rsidRDefault="00623028" w:rsidP="003C4BE4"/>
    <w:p w:rsidR="00623028" w:rsidRPr="003C4BE4" w:rsidRDefault="00623028" w:rsidP="003C4BE4"/>
    <w:sectPr w:rsidR="00623028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028" w:rsidRDefault="00623028" w:rsidP="0050045E">
      <w:r>
        <w:separator/>
      </w:r>
    </w:p>
  </w:endnote>
  <w:endnote w:type="continuationSeparator" w:id="0">
    <w:p w:rsidR="00623028" w:rsidRDefault="00623028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028" w:rsidRDefault="00623028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5F766B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028" w:rsidRDefault="00623028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028" w:rsidRDefault="00623028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5F766B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028" w:rsidRDefault="00623028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028" w:rsidRDefault="00623028"/>
  </w:footnote>
  <w:footnote w:type="continuationSeparator" w:id="0">
    <w:p w:rsidR="00623028" w:rsidRDefault="0062302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309C2"/>
    <w:rsid w:val="00030D3F"/>
    <w:rsid w:val="0003512B"/>
    <w:rsid w:val="00037488"/>
    <w:rsid w:val="0004111D"/>
    <w:rsid w:val="00045D08"/>
    <w:rsid w:val="00057E77"/>
    <w:rsid w:val="000601DF"/>
    <w:rsid w:val="0006361D"/>
    <w:rsid w:val="00065EEB"/>
    <w:rsid w:val="0007548B"/>
    <w:rsid w:val="00075826"/>
    <w:rsid w:val="00092FD0"/>
    <w:rsid w:val="000935ED"/>
    <w:rsid w:val="00094FFA"/>
    <w:rsid w:val="00095231"/>
    <w:rsid w:val="000A2F64"/>
    <w:rsid w:val="000B44FC"/>
    <w:rsid w:val="000B62DF"/>
    <w:rsid w:val="000C375D"/>
    <w:rsid w:val="000D3B34"/>
    <w:rsid w:val="000F4E09"/>
    <w:rsid w:val="000F555A"/>
    <w:rsid w:val="001000E6"/>
    <w:rsid w:val="00102776"/>
    <w:rsid w:val="00105CDB"/>
    <w:rsid w:val="00110D15"/>
    <w:rsid w:val="0011224F"/>
    <w:rsid w:val="001139AE"/>
    <w:rsid w:val="00116C6E"/>
    <w:rsid w:val="00122CC0"/>
    <w:rsid w:val="00126DA1"/>
    <w:rsid w:val="0012765A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A6797"/>
    <w:rsid w:val="001A6F2A"/>
    <w:rsid w:val="001B1605"/>
    <w:rsid w:val="001B6ECC"/>
    <w:rsid w:val="001C714F"/>
    <w:rsid w:val="001D0D1E"/>
    <w:rsid w:val="001D7303"/>
    <w:rsid w:val="001E6301"/>
    <w:rsid w:val="001F3628"/>
    <w:rsid w:val="002077D0"/>
    <w:rsid w:val="00210186"/>
    <w:rsid w:val="00212769"/>
    <w:rsid w:val="00215974"/>
    <w:rsid w:val="002228B6"/>
    <w:rsid w:val="00223F96"/>
    <w:rsid w:val="00236237"/>
    <w:rsid w:val="00236FBB"/>
    <w:rsid w:val="0024517A"/>
    <w:rsid w:val="00252077"/>
    <w:rsid w:val="00252946"/>
    <w:rsid w:val="002570B7"/>
    <w:rsid w:val="0026024A"/>
    <w:rsid w:val="002747BE"/>
    <w:rsid w:val="00277237"/>
    <w:rsid w:val="00280B4B"/>
    <w:rsid w:val="002818F6"/>
    <w:rsid w:val="00290DFB"/>
    <w:rsid w:val="00297518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E7677"/>
    <w:rsid w:val="002F2E72"/>
    <w:rsid w:val="002F6ECD"/>
    <w:rsid w:val="00300C33"/>
    <w:rsid w:val="003028EC"/>
    <w:rsid w:val="0031065B"/>
    <w:rsid w:val="003115DA"/>
    <w:rsid w:val="00317E82"/>
    <w:rsid w:val="003226E4"/>
    <w:rsid w:val="00324207"/>
    <w:rsid w:val="00327516"/>
    <w:rsid w:val="003422EE"/>
    <w:rsid w:val="00353FA1"/>
    <w:rsid w:val="003641C6"/>
    <w:rsid w:val="00371A7E"/>
    <w:rsid w:val="0038031E"/>
    <w:rsid w:val="003864E9"/>
    <w:rsid w:val="00392EDF"/>
    <w:rsid w:val="0039365B"/>
    <w:rsid w:val="00396153"/>
    <w:rsid w:val="0039675D"/>
    <w:rsid w:val="003967EA"/>
    <w:rsid w:val="003A6E4A"/>
    <w:rsid w:val="003B3CAD"/>
    <w:rsid w:val="003B690E"/>
    <w:rsid w:val="003C2555"/>
    <w:rsid w:val="003C4BE4"/>
    <w:rsid w:val="003C7BB6"/>
    <w:rsid w:val="003D056B"/>
    <w:rsid w:val="003D1FBA"/>
    <w:rsid w:val="003D25BB"/>
    <w:rsid w:val="003D3E1F"/>
    <w:rsid w:val="003D5357"/>
    <w:rsid w:val="003F484E"/>
    <w:rsid w:val="004038D4"/>
    <w:rsid w:val="00410E67"/>
    <w:rsid w:val="00413139"/>
    <w:rsid w:val="00413DF6"/>
    <w:rsid w:val="0043318A"/>
    <w:rsid w:val="00436923"/>
    <w:rsid w:val="0044050B"/>
    <w:rsid w:val="004408CF"/>
    <w:rsid w:val="00453621"/>
    <w:rsid w:val="00465CBB"/>
    <w:rsid w:val="00472575"/>
    <w:rsid w:val="004808E0"/>
    <w:rsid w:val="004833E9"/>
    <w:rsid w:val="004A6CD5"/>
    <w:rsid w:val="004B0A18"/>
    <w:rsid w:val="004C0408"/>
    <w:rsid w:val="004C3BD2"/>
    <w:rsid w:val="004C7F49"/>
    <w:rsid w:val="004F0334"/>
    <w:rsid w:val="004F24EC"/>
    <w:rsid w:val="004F2D91"/>
    <w:rsid w:val="0050045E"/>
    <w:rsid w:val="00502702"/>
    <w:rsid w:val="0052374B"/>
    <w:rsid w:val="005304D7"/>
    <w:rsid w:val="00540041"/>
    <w:rsid w:val="005468A8"/>
    <w:rsid w:val="00547FED"/>
    <w:rsid w:val="00551D40"/>
    <w:rsid w:val="00561AF2"/>
    <w:rsid w:val="00561C7C"/>
    <w:rsid w:val="005763EE"/>
    <w:rsid w:val="00577353"/>
    <w:rsid w:val="00583C9D"/>
    <w:rsid w:val="0058480F"/>
    <w:rsid w:val="00584E6F"/>
    <w:rsid w:val="00595815"/>
    <w:rsid w:val="00595F2A"/>
    <w:rsid w:val="005A6130"/>
    <w:rsid w:val="005B15B4"/>
    <w:rsid w:val="005B2A54"/>
    <w:rsid w:val="005B4B19"/>
    <w:rsid w:val="005B6A5D"/>
    <w:rsid w:val="005E331B"/>
    <w:rsid w:val="005F096C"/>
    <w:rsid w:val="005F241E"/>
    <w:rsid w:val="005F766B"/>
    <w:rsid w:val="00605161"/>
    <w:rsid w:val="00606743"/>
    <w:rsid w:val="00606F65"/>
    <w:rsid w:val="00617328"/>
    <w:rsid w:val="006225C3"/>
    <w:rsid w:val="00623028"/>
    <w:rsid w:val="00630EB1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0BF2"/>
    <w:rsid w:val="00694A8A"/>
    <w:rsid w:val="00695CFA"/>
    <w:rsid w:val="006A19F7"/>
    <w:rsid w:val="006B1DA2"/>
    <w:rsid w:val="006B3095"/>
    <w:rsid w:val="006D569C"/>
    <w:rsid w:val="006F26A4"/>
    <w:rsid w:val="006F3522"/>
    <w:rsid w:val="006F7DF9"/>
    <w:rsid w:val="00710DD5"/>
    <w:rsid w:val="00721BCE"/>
    <w:rsid w:val="00721DEC"/>
    <w:rsid w:val="007229B6"/>
    <w:rsid w:val="00722C90"/>
    <w:rsid w:val="00722F08"/>
    <w:rsid w:val="007258C7"/>
    <w:rsid w:val="007263FF"/>
    <w:rsid w:val="00731E90"/>
    <w:rsid w:val="0073299E"/>
    <w:rsid w:val="007362C7"/>
    <w:rsid w:val="00740CFC"/>
    <w:rsid w:val="007455C2"/>
    <w:rsid w:val="00747C3F"/>
    <w:rsid w:val="00751943"/>
    <w:rsid w:val="0076597C"/>
    <w:rsid w:val="007839FC"/>
    <w:rsid w:val="007870B0"/>
    <w:rsid w:val="007879A5"/>
    <w:rsid w:val="007A18DB"/>
    <w:rsid w:val="007A208B"/>
    <w:rsid w:val="007A2D37"/>
    <w:rsid w:val="007A315C"/>
    <w:rsid w:val="007B4A8A"/>
    <w:rsid w:val="007B6DE7"/>
    <w:rsid w:val="007C3210"/>
    <w:rsid w:val="007E0FC3"/>
    <w:rsid w:val="007E33FC"/>
    <w:rsid w:val="007F0730"/>
    <w:rsid w:val="007F08B2"/>
    <w:rsid w:val="007F1122"/>
    <w:rsid w:val="007F1B16"/>
    <w:rsid w:val="007F2789"/>
    <w:rsid w:val="007F51E0"/>
    <w:rsid w:val="007F697D"/>
    <w:rsid w:val="0080315F"/>
    <w:rsid w:val="00805617"/>
    <w:rsid w:val="008102EB"/>
    <w:rsid w:val="0081098D"/>
    <w:rsid w:val="0081311A"/>
    <w:rsid w:val="00813321"/>
    <w:rsid w:val="00814303"/>
    <w:rsid w:val="00820BE7"/>
    <w:rsid w:val="00823748"/>
    <w:rsid w:val="0083049A"/>
    <w:rsid w:val="00835438"/>
    <w:rsid w:val="0083788F"/>
    <w:rsid w:val="00840D57"/>
    <w:rsid w:val="00841B50"/>
    <w:rsid w:val="00850E57"/>
    <w:rsid w:val="0086538C"/>
    <w:rsid w:val="0086546D"/>
    <w:rsid w:val="00866EA6"/>
    <w:rsid w:val="0086727D"/>
    <w:rsid w:val="00874021"/>
    <w:rsid w:val="0089592F"/>
    <w:rsid w:val="00896FCE"/>
    <w:rsid w:val="008A31BE"/>
    <w:rsid w:val="008A76C6"/>
    <w:rsid w:val="008C65D3"/>
    <w:rsid w:val="008D192E"/>
    <w:rsid w:val="008D4EE8"/>
    <w:rsid w:val="008D721A"/>
    <w:rsid w:val="008E57E5"/>
    <w:rsid w:val="008E7051"/>
    <w:rsid w:val="00903135"/>
    <w:rsid w:val="009107DE"/>
    <w:rsid w:val="0091127C"/>
    <w:rsid w:val="00911FBF"/>
    <w:rsid w:val="00912098"/>
    <w:rsid w:val="00914218"/>
    <w:rsid w:val="00914868"/>
    <w:rsid w:val="009169AC"/>
    <w:rsid w:val="00920E02"/>
    <w:rsid w:val="00921EE6"/>
    <w:rsid w:val="00930682"/>
    <w:rsid w:val="009307AB"/>
    <w:rsid w:val="00931763"/>
    <w:rsid w:val="00932378"/>
    <w:rsid w:val="00950D7D"/>
    <w:rsid w:val="009553FF"/>
    <w:rsid w:val="009734AB"/>
    <w:rsid w:val="0097631A"/>
    <w:rsid w:val="00983ED1"/>
    <w:rsid w:val="009876EA"/>
    <w:rsid w:val="009A3B6E"/>
    <w:rsid w:val="009A4886"/>
    <w:rsid w:val="009A7C95"/>
    <w:rsid w:val="009B252D"/>
    <w:rsid w:val="009B522A"/>
    <w:rsid w:val="009C360C"/>
    <w:rsid w:val="009C7F7A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13D7A"/>
    <w:rsid w:val="00A23173"/>
    <w:rsid w:val="00A3440A"/>
    <w:rsid w:val="00A522C7"/>
    <w:rsid w:val="00A52F6C"/>
    <w:rsid w:val="00A54A95"/>
    <w:rsid w:val="00A62EC7"/>
    <w:rsid w:val="00A64CE9"/>
    <w:rsid w:val="00A700B6"/>
    <w:rsid w:val="00A77089"/>
    <w:rsid w:val="00A918F3"/>
    <w:rsid w:val="00AB3D48"/>
    <w:rsid w:val="00AB50EF"/>
    <w:rsid w:val="00AB6829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142EF"/>
    <w:rsid w:val="00B22D08"/>
    <w:rsid w:val="00B250B2"/>
    <w:rsid w:val="00B2718F"/>
    <w:rsid w:val="00B271A9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72C0A"/>
    <w:rsid w:val="00B76130"/>
    <w:rsid w:val="00B80C1F"/>
    <w:rsid w:val="00B811C6"/>
    <w:rsid w:val="00B85AD2"/>
    <w:rsid w:val="00B959F2"/>
    <w:rsid w:val="00BA38A4"/>
    <w:rsid w:val="00BB19DF"/>
    <w:rsid w:val="00BB229B"/>
    <w:rsid w:val="00BC21FB"/>
    <w:rsid w:val="00BE0645"/>
    <w:rsid w:val="00BE37CF"/>
    <w:rsid w:val="00BF0BC0"/>
    <w:rsid w:val="00C035B4"/>
    <w:rsid w:val="00C075B1"/>
    <w:rsid w:val="00C229BB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3837"/>
    <w:rsid w:val="00C54DFF"/>
    <w:rsid w:val="00C63AB2"/>
    <w:rsid w:val="00C7353B"/>
    <w:rsid w:val="00C82410"/>
    <w:rsid w:val="00C915DB"/>
    <w:rsid w:val="00CB4BCD"/>
    <w:rsid w:val="00CC1BB4"/>
    <w:rsid w:val="00CC7118"/>
    <w:rsid w:val="00CD19AD"/>
    <w:rsid w:val="00CE31CE"/>
    <w:rsid w:val="00CE6ED3"/>
    <w:rsid w:val="00CF430C"/>
    <w:rsid w:val="00D0136E"/>
    <w:rsid w:val="00D071A9"/>
    <w:rsid w:val="00D1346E"/>
    <w:rsid w:val="00D31C6D"/>
    <w:rsid w:val="00D359A2"/>
    <w:rsid w:val="00D46F3D"/>
    <w:rsid w:val="00D52731"/>
    <w:rsid w:val="00D5439C"/>
    <w:rsid w:val="00D572FB"/>
    <w:rsid w:val="00D63BBD"/>
    <w:rsid w:val="00D67723"/>
    <w:rsid w:val="00D710E3"/>
    <w:rsid w:val="00D71653"/>
    <w:rsid w:val="00D74D50"/>
    <w:rsid w:val="00D75DA1"/>
    <w:rsid w:val="00D77DA3"/>
    <w:rsid w:val="00D800AA"/>
    <w:rsid w:val="00D9098B"/>
    <w:rsid w:val="00D91770"/>
    <w:rsid w:val="00D97BD0"/>
    <w:rsid w:val="00DA2563"/>
    <w:rsid w:val="00DA426E"/>
    <w:rsid w:val="00DA615D"/>
    <w:rsid w:val="00DA67AF"/>
    <w:rsid w:val="00DC209E"/>
    <w:rsid w:val="00DC2A51"/>
    <w:rsid w:val="00DC31BA"/>
    <w:rsid w:val="00DE4C9D"/>
    <w:rsid w:val="00DF4CE2"/>
    <w:rsid w:val="00E0598E"/>
    <w:rsid w:val="00E22534"/>
    <w:rsid w:val="00E259A5"/>
    <w:rsid w:val="00E300AC"/>
    <w:rsid w:val="00E30E11"/>
    <w:rsid w:val="00E312AD"/>
    <w:rsid w:val="00E31FCB"/>
    <w:rsid w:val="00E32761"/>
    <w:rsid w:val="00E35543"/>
    <w:rsid w:val="00E41ED4"/>
    <w:rsid w:val="00E42E55"/>
    <w:rsid w:val="00E43CDC"/>
    <w:rsid w:val="00E4402D"/>
    <w:rsid w:val="00E445DE"/>
    <w:rsid w:val="00E44F8B"/>
    <w:rsid w:val="00E462C2"/>
    <w:rsid w:val="00E50D40"/>
    <w:rsid w:val="00E55EAE"/>
    <w:rsid w:val="00E6056D"/>
    <w:rsid w:val="00E62F1C"/>
    <w:rsid w:val="00E67830"/>
    <w:rsid w:val="00E74EFA"/>
    <w:rsid w:val="00E754DF"/>
    <w:rsid w:val="00E83272"/>
    <w:rsid w:val="00E83C52"/>
    <w:rsid w:val="00E84F53"/>
    <w:rsid w:val="00E863EA"/>
    <w:rsid w:val="00E904DA"/>
    <w:rsid w:val="00E92899"/>
    <w:rsid w:val="00E92F03"/>
    <w:rsid w:val="00EA13A4"/>
    <w:rsid w:val="00EA4F64"/>
    <w:rsid w:val="00EA7A4A"/>
    <w:rsid w:val="00EB03E9"/>
    <w:rsid w:val="00EB10E1"/>
    <w:rsid w:val="00EB1C51"/>
    <w:rsid w:val="00EB6680"/>
    <w:rsid w:val="00EB785F"/>
    <w:rsid w:val="00ED0AE8"/>
    <w:rsid w:val="00ED4AAE"/>
    <w:rsid w:val="00EE153F"/>
    <w:rsid w:val="00EE170E"/>
    <w:rsid w:val="00EE18D4"/>
    <w:rsid w:val="00EE5413"/>
    <w:rsid w:val="00F06554"/>
    <w:rsid w:val="00F145EA"/>
    <w:rsid w:val="00F20E61"/>
    <w:rsid w:val="00F226AE"/>
    <w:rsid w:val="00F369DD"/>
    <w:rsid w:val="00F41A23"/>
    <w:rsid w:val="00F46E92"/>
    <w:rsid w:val="00F50349"/>
    <w:rsid w:val="00F51E0F"/>
    <w:rsid w:val="00F54BEF"/>
    <w:rsid w:val="00F56546"/>
    <w:rsid w:val="00F56BB6"/>
    <w:rsid w:val="00F5772A"/>
    <w:rsid w:val="00F63518"/>
    <w:rsid w:val="00F63D8D"/>
    <w:rsid w:val="00F64B49"/>
    <w:rsid w:val="00F66B65"/>
    <w:rsid w:val="00F77ADA"/>
    <w:rsid w:val="00F81A75"/>
    <w:rsid w:val="00F94A1A"/>
    <w:rsid w:val="00FA4102"/>
    <w:rsid w:val="00FA5316"/>
    <w:rsid w:val="00FC26B5"/>
    <w:rsid w:val="00FC3F33"/>
    <w:rsid w:val="00FD5023"/>
    <w:rsid w:val="00FE1552"/>
    <w:rsid w:val="00FE1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2852</TotalTime>
  <Pages>5</Pages>
  <Words>1198</Words>
  <Characters>6834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265</cp:revision>
  <cp:lastPrinted>2017-08-14T08:13:00Z</cp:lastPrinted>
  <dcterms:created xsi:type="dcterms:W3CDTF">2017-07-17T08:21:00Z</dcterms:created>
  <dcterms:modified xsi:type="dcterms:W3CDTF">2018-11-19T14:36:00Z</dcterms:modified>
</cp:coreProperties>
</file>