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F2" w:rsidRPr="00546468" w:rsidRDefault="001C0CF2" w:rsidP="0025298D">
      <w:pPr>
        <w:pStyle w:val="Title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1C0CF2" w:rsidRDefault="001C0CF2" w:rsidP="0025298D">
      <w:pPr>
        <w:pStyle w:val="Title"/>
      </w:pPr>
      <w:r>
        <w:t>Брянская область                                                Мглинский район</w:t>
      </w:r>
    </w:p>
    <w:p w:rsidR="001C0CF2" w:rsidRDefault="001C0CF2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Высокское сельское поселение</w:t>
      </w:r>
    </w:p>
    <w:p w:rsidR="001C0CF2" w:rsidRDefault="001C0CF2" w:rsidP="0025298D">
      <w:pPr>
        <w:shd w:val="clear" w:color="auto" w:fill="FFFFFF"/>
        <w:spacing w:before="72"/>
        <w:ind w:right="197"/>
        <w:jc w:val="center"/>
      </w:pPr>
      <w:r>
        <w:rPr>
          <w:b/>
          <w:bCs/>
          <w:color w:val="000000"/>
          <w:spacing w:val="-9"/>
          <w:sz w:val="41"/>
          <w:szCs w:val="41"/>
        </w:rPr>
        <w:t>Высокский сельский Совет народных депутатов</w:t>
      </w:r>
    </w:p>
    <w:p w:rsidR="001C0CF2" w:rsidRDefault="001C0CF2" w:rsidP="0025298D">
      <w:pPr>
        <w:pStyle w:val="ConsPlusTitle"/>
        <w:widowControl/>
        <w:jc w:val="center"/>
      </w:pPr>
    </w:p>
    <w:p w:rsidR="001C0CF2" w:rsidRDefault="001C0CF2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1C0CF2" w:rsidRPr="00A34AED" w:rsidRDefault="001C0CF2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1C0CF2" w:rsidRDefault="001C0CF2" w:rsidP="0025298D">
      <w:pPr>
        <w:pStyle w:val="ConsPlusTitle"/>
        <w:widowControl/>
        <w:jc w:val="center"/>
        <w:rPr>
          <w:sz w:val="28"/>
          <w:szCs w:val="28"/>
        </w:rPr>
      </w:pPr>
    </w:p>
    <w:p w:rsidR="001C0CF2" w:rsidRDefault="001C0CF2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C0CF2" w:rsidRPr="00B41559" w:rsidRDefault="001C0CF2" w:rsidP="0025298D">
      <w:pPr>
        <w:pStyle w:val="ConsPlusTitle"/>
        <w:widowControl/>
        <w:jc w:val="center"/>
        <w:rPr>
          <w:sz w:val="28"/>
          <w:szCs w:val="28"/>
        </w:rPr>
      </w:pPr>
    </w:p>
    <w:p w:rsidR="001C0CF2" w:rsidRDefault="001C0CF2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25.05.2018 №3-123</w:t>
      </w:r>
    </w:p>
    <w:p w:rsidR="001C0CF2" w:rsidRDefault="001C0CF2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с.Высокое</w:t>
      </w:r>
    </w:p>
    <w:p w:rsidR="001C0CF2" w:rsidRDefault="001C0CF2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1C0CF2" w:rsidRDefault="001C0CF2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 исполнении бюджета</w:t>
      </w:r>
    </w:p>
    <w:p w:rsidR="001C0CF2" w:rsidRDefault="001C0CF2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Высокского  сельского поселения</w:t>
      </w:r>
    </w:p>
    <w:p w:rsidR="001C0CF2" w:rsidRDefault="001C0CF2" w:rsidP="0052100F">
      <w:pPr>
        <w:pStyle w:val="ConsPlusTitle"/>
        <w:widowControl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за 2017 год</w:t>
      </w:r>
    </w:p>
    <w:p w:rsidR="001C0CF2" w:rsidRDefault="001C0CF2" w:rsidP="0025298D"/>
    <w:p w:rsidR="001C0CF2" w:rsidRPr="00B5781D" w:rsidRDefault="001C0CF2" w:rsidP="0025298D">
      <w:r w:rsidRPr="00B5781D">
        <w:t xml:space="preserve">         Рассмотрев проект  решения «Об исполнении бюджета  </w:t>
      </w:r>
      <w:r>
        <w:t>Высокского</w:t>
      </w:r>
      <w:r w:rsidRPr="00B5781D">
        <w:t xml:space="preserve">  сельского поселения за 201</w:t>
      </w:r>
      <w:r>
        <w:t>7</w:t>
      </w:r>
      <w:r w:rsidRPr="00B5781D">
        <w:t xml:space="preserve">  год» </w:t>
      </w:r>
      <w:r>
        <w:t>Высокский</w:t>
      </w:r>
      <w:r w:rsidRPr="00B5781D">
        <w:t xml:space="preserve">  сельский  Совет народных  депутатов</w:t>
      </w:r>
    </w:p>
    <w:p w:rsidR="001C0CF2" w:rsidRDefault="001C0CF2" w:rsidP="0025298D">
      <w:pPr>
        <w:rPr>
          <w:b/>
          <w:sz w:val="24"/>
          <w:szCs w:val="24"/>
        </w:rPr>
      </w:pPr>
    </w:p>
    <w:p w:rsidR="001C0CF2" w:rsidRDefault="001C0CF2" w:rsidP="0025298D">
      <w:pPr>
        <w:rPr>
          <w:b/>
          <w:sz w:val="24"/>
          <w:szCs w:val="24"/>
        </w:rPr>
      </w:pPr>
      <w:r w:rsidRPr="00B14E75">
        <w:rPr>
          <w:b/>
          <w:sz w:val="24"/>
          <w:szCs w:val="24"/>
        </w:rPr>
        <w:t>РЕШИЛ:</w:t>
      </w:r>
    </w:p>
    <w:p w:rsidR="001C0CF2" w:rsidRPr="00B14E75" w:rsidRDefault="001C0CF2" w:rsidP="0025298D">
      <w:pPr>
        <w:rPr>
          <w:sz w:val="24"/>
          <w:szCs w:val="24"/>
        </w:rPr>
      </w:pPr>
    </w:p>
    <w:p w:rsidR="001C0CF2" w:rsidRPr="00B5781D" w:rsidRDefault="001C0CF2" w:rsidP="00B5781D">
      <w:pPr>
        <w:tabs>
          <w:tab w:val="left" w:pos="810"/>
        </w:tabs>
      </w:pPr>
      <w:r w:rsidRPr="00B5781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B5781D">
        <w:t xml:space="preserve">1.Утвердить отчет об  исполнении  бюджета  </w:t>
      </w:r>
      <w:r>
        <w:t>Высокского</w:t>
      </w:r>
      <w:r w:rsidRPr="00B5781D">
        <w:t xml:space="preserve">  сельского  поселения  за  201</w:t>
      </w:r>
      <w:r>
        <w:t>7</w:t>
      </w:r>
      <w:r w:rsidRPr="00B5781D">
        <w:t xml:space="preserve">  год  по  до</w:t>
      </w:r>
      <w:r>
        <w:t>ходам  в  сумме  3356561рубль  68 копеек и расходам в сумме  1640893 рубля  43 копеек с превышением  доходов  над  расходами (профецит бюджета)  в  сумме  1715668 рублей 25 копеек и со следующими  показателями:</w:t>
      </w:r>
    </w:p>
    <w:p w:rsidR="001C0CF2" w:rsidRPr="00B5781D" w:rsidRDefault="001C0CF2" w:rsidP="00F24A36">
      <w:pPr>
        <w:pStyle w:val="ListParagraph"/>
        <w:ind w:left="921"/>
      </w:pPr>
    </w:p>
    <w:p w:rsidR="001C0CF2" w:rsidRDefault="001C0CF2" w:rsidP="0025298D">
      <w:r>
        <w:t xml:space="preserve">  </w:t>
      </w:r>
    </w:p>
    <w:p w:rsidR="001C0CF2" w:rsidRDefault="001C0CF2" w:rsidP="0025298D">
      <w:r>
        <w:t xml:space="preserve">       По  доходам  бюджета  Высокского  сельского  поселения  за  2017  год   по  кодам  классификации доходов  бюджета согласно  приложения  1  к  настоящему  решению.</w:t>
      </w:r>
    </w:p>
    <w:p w:rsidR="001C0CF2" w:rsidRDefault="001C0CF2" w:rsidP="0025298D"/>
    <w:p w:rsidR="001C0CF2" w:rsidRDefault="001C0CF2" w:rsidP="004602FC">
      <w:pPr>
        <w:ind w:firstLine="708"/>
      </w:pPr>
      <w:r>
        <w:t>По  доходам  бюджета  Высокского сельского  поселения  за  2017 год по кодам  видов  доходов, подвидов  доходов, классификации  операций  сектора  государственного  управления, относящихся  к  доходам  бюджетов  согласно  приложения 2  к  настоящему  решению;</w:t>
      </w:r>
    </w:p>
    <w:p w:rsidR="001C0CF2" w:rsidRDefault="001C0CF2" w:rsidP="004602FC">
      <w:pPr>
        <w:ind w:firstLine="708"/>
      </w:pPr>
    </w:p>
    <w:p w:rsidR="001C0CF2" w:rsidRDefault="001C0CF2" w:rsidP="004602FC">
      <w:pPr>
        <w:ind w:firstLine="708"/>
      </w:pPr>
      <w:r>
        <w:t>По  расходам  бюджета  Высокского  сельского  поселения  за  2017  год  по  ведомственной  структуре  расходов  бюджета  Высокского  сельского  поселения  согласно  приложения 3  к  настоящему  решению;</w:t>
      </w:r>
    </w:p>
    <w:p w:rsidR="001C0CF2" w:rsidRDefault="001C0CF2" w:rsidP="004602FC">
      <w:pPr>
        <w:ind w:firstLine="708"/>
      </w:pPr>
      <w:r>
        <w:t>По расходам  бюджета  Высокского  сельского  поселения  за  2017  год  по  разделам  и  подразделам  классификации  расходов  бюджетов  согласно  приложению  4  к  настоящему  решению;</w:t>
      </w:r>
    </w:p>
    <w:p w:rsidR="001C0CF2" w:rsidRDefault="001C0CF2" w:rsidP="004602FC">
      <w:pPr>
        <w:ind w:firstLine="708"/>
      </w:pPr>
    </w:p>
    <w:p w:rsidR="001C0CF2" w:rsidRDefault="001C0CF2" w:rsidP="004602FC">
      <w:pPr>
        <w:ind w:firstLine="708"/>
      </w:pPr>
      <w:r>
        <w:t>По  источникам  финансирования дефицита  бюджета  Высокского  сельского  поселения  за  2017  год по кодам  классификации  источников  финансирования  дефицитов  бюджетов  согласно  приложению  5 к  настоящему  решению.</w:t>
      </w:r>
    </w:p>
    <w:p w:rsidR="001C0CF2" w:rsidRDefault="001C0CF2" w:rsidP="004602FC">
      <w:pPr>
        <w:ind w:firstLine="708"/>
      </w:pPr>
    </w:p>
    <w:p w:rsidR="001C0CF2" w:rsidRDefault="001C0CF2" w:rsidP="004602FC">
      <w:pPr>
        <w:ind w:firstLine="708"/>
      </w:pPr>
      <w:r>
        <w:t>По источникам  финансирования  дефицита  бюджета  Высокского  сельского  поселения  за  2017  год  по кодам групп, подгрупп. статей, видов источников  финансирования дефицитов бюджетов классификации операций сектора  государственного  управления, относящихся  к  источникам   финансирования  дефицитов  бюджетов  согласно  приложения  6  к  настоящему  решению</w:t>
      </w:r>
    </w:p>
    <w:p w:rsidR="001C0CF2" w:rsidRPr="00B5781D" w:rsidRDefault="001C0CF2" w:rsidP="004602FC">
      <w:pPr>
        <w:ind w:firstLine="708"/>
      </w:pPr>
    </w:p>
    <w:p w:rsidR="001C0CF2" w:rsidRPr="00B5781D" w:rsidRDefault="001C0CF2" w:rsidP="0025298D"/>
    <w:p w:rsidR="001C0CF2" w:rsidRPr="00B5781D" w:rsidRDefault="001C0CF2" w:rsidP="00A157CE">
      <w:pPr>
        <w:pStyle w:val="ListParagraph"/>
        <w:numPr>
          <w:ilvl w:val="0"/>
          <w:numId w:val="2"/>
        </w:numPr>
      </w:pPr>
      <w:r w:rsidRPr="00B5781D">
        <w:t xml:space="preserve"> Настоящее  решение  вступает  в силу  со дня  его  подписания.</w:t>
      </w:r>
    </w:p>
    <w:p w:rsidR="001C0CF2" w:rsidRPr="00B5781D" w:rsidRDefault="001C0CF2" w:rsidP="0025298D"/>
    <w:p w:rsidR="001C0CF2" w:rsidRPr="00B5781D" w:rsidRDefault="001C0CF2" w:rsidP="00A157CE">
      <w:pPr>
        <w:pStyle w:val="ListParagraph"/>
        <w:numPr>
          <w:ilvl w:val="0"/>
          <w:numId w:val="2"/>
        </w:numPr>
      </w:pPr>
      <w:r w:rsidRPr="00B5781D">
        <w:t>Настоящее  Решение  опубликовать  в  официальном  печатном  издании  «Муниципальный  вестник».</w:t>
      </w:r>
    </w:p>
    <w:p w:rsidR="001C0CF2" w:rsidRPr="00B5781D" w:rsidRDefault="001C0CF2" w:rsidP="0025298D"/>
    <w:p w:rsidR="001C0CF2" w:rsidRPr="00B5781D" w:rsidRDefault="001C0CF2" w:rsidP="0025298D"/>
    <w:p w:rsidR="001C0CF2" w:rsidRPr="00B5781D" w:rsidRDefault="001C0CF2" w:rsidP="0025298D"/>
    <w:p w:rsidR="001C0CF2" w:rsidRPr="00B14E75" w:rsidRDefault="001C0CF2" w:rsidP="0025298D">
      <w:pPr>
        <w:rPr>
          <w:sz w:val="24"/>
          <w:szCs w:val="24"/>
        </w:rPr>
      </w:pPr>
    </w:p>
    <w:p w:rsidR="001C0CF2" w:rsidRPr="00A157CE" w:rsidRDefault="001C0CF2" w:rsidP="00941A41">
      <w:pPr>
        <w:tabs>
          <w:tab w:val="left" w:pos="7155"/>
        </w:tabs>
        <w:rPr>
          <w:sz w:val="32"/>
          <w:szCs w:val="32"/>
        </w:rPr>
      </w:pPr>
      <w:r w:rsidRPr="00A157CE">
        <w:rPr>
          <w:sz w:val="32"/>
          <w:szCs w:val="32"/>
        </w:rPr>
        <w:t xml:space="preserve">Глава </w:t>
      </w:r>
      <w:r>
        <w:rPr>
          <w:sz w:val="32"/>
          <w:szCs w:val="32"/>
        </w:rPr>
        <w:t>Высокского</w:t>
      </w:r>
      <w:r w:rsidRPr="00A157CE">
        <w:rPr>
          <w:sz w:val="32"/>
          <w:szCs w:val="32"/>
        </w:rPr>
        <w:t xml:space="preserve">  сельского поселения</w:t>
      </w:r>
      <w:r>
        <w:rPr>
          <w:sz w:val="32"/>
          <w:szCs w:val="32"/>
        </w:rPr>
        <w:t xml:space="preserve">                   А.М.Калмыкова</w:t>
      </w:r>
    </w:p>
    <w:p w:rsidR="001C0CF2" w:rsidRPr="004F1559" w:rsidRDefault="001C0CF2" w:rsidP="0025298D"/>
    <w:p w:rsidR="001C0CF2" w:rsidRPr="004F1559" w:rsidRDefault="001C0CF2" w:rsidP="0025298D"/>
    <w:p w:rsidR="001C0CF2" w:rsidRDefault="001C0CF2" w:rsidP="00941A41">
      <w:pPr>
        <w:tabs>
          <w:tab w:val="left" w:pos="6285"/>
        </w:tabs>
      </w:pPr>
      <w:r>
        <w:tab/>
      </w:r>
    </w:p>
    <w:sectPr w:rsidR="001C0CF2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CF2" w:rsidRDefault="001C0CF2" w:rsidP="00941A41">
      <w:r>
        <w:separator/>
      </w:r>
    </w:p>
  </w:endnote>
  <w:endnote w:type="continuationSeparator" w:id="1">
    <w:p w:rsidR="001C0CF2" w:rsidRDefault="001C0CF2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CF2" w:rsidRDefault="001C0CF2" w:rsidP="00941A41">
      <w:r>
        <w:separator/>
      </w:r>
    </w:p>
  </w:footnote>
  <w:footnote w:type="continuationSeparator" w:id="1">
    <w:p w:rsidR="001C0CF2" w:rsidRDefault="001C0CF2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46D8"/>
    <w:multiLevelType w:val="hybridMultilevel"/>
    <w:tmpl w:val="3C5E3F5E"/>
    <w:lvl w:ilvl="0" w:tplc="37A4D63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567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15491"/>
    <w:rsid w:val="00095FE4"/>
    <w:rsid w:val="000C30DF"/>
    <w:rsid w:val="001048F5"/>
    <w:rsid w:val="001067C4"/>
    <w:rsid w:val="001A2F34"/>
    <w:rsid w:val="001B27A4"/>
    <w:rsid w:val="001C0CF2"/>
    <w:rsid w:val="00217007"/>
    <w:rsid w:val="00244EE0"/>
    <w:rsid w:val="0025298D"/>
    <w:rsid w:val="002852FF"/>
    <w:rsid w:val="00294B86"/>
    <w:rsid w:val="002A63C5"/>
    <w:rsid w:val="002C7F1F"/>
    <w:rsid w:val="00311635"/>
    <w:rsid w:val="00316B58"/>
    <w:rsid w:val="00330E37"/>
    <w:rsid w:val="00394DA7"/>
    <w:rsid w:val="0039530A"/>
    <w:rsid w:val="003C22F9"/>
    <w:rsid w:val="003D50D0"/>
    <w:rsid w:val="003F5862"/>
    <w:rsid w:val="00400D75"/>
    <w:rsid w:val="00431E3E"/>
    <w:rsid w:val="004602FC"/>
    <w:rsid w:val="00492A59"/>
    <w:rsid w:val="004A3103"/>
    <w:rsid w:val="004C53F6"/>
    <w:rsid w:val="004C72FC"/>
    <w:rsid w:val="004F1559"/>
    <w:rsid w:val="00506B61"/>
    <w:rsid w:val="0052100F"/>
    <w:rsid w:val="00525FB8"/>
    <w:rsid w:val="00536B9E"/>
    <w:rsid w:val="00546468"/>
    <w:rsid w:val="005B1121"/>
    <w:rsid w:val="005C2B0B"/>
    <w:rsid w:val="005C6428"/>
    <w:rsid w:val="005F56A8"/>
    <w:rsid w:val="006178AE"/>
    <w:rsid w:val="00630295"/>
    <w:rsid w:val="00644988"/>
    <w:rsid w:val="0065063E"/>
    <w:rsid w:val="006808B1"/>
    <w:rsid w:val="006B1599"/>
    <w:rsid w:val="00745432"/>
    <w:rsid w:val="00751FEF"/>
    <w:rsid w:val="0076343B"/>
    <w:rsid w:val="007C1BA5"/>
    <w:rsid w:val="007D4790"/>
    <w:rsid w:val="007E0A6A"/>
    <w:rsid w:val="007F0046"/>
    <w:rsid w:val="00800A47"/>
    <w:rsid w:val="00811937"/>
    <w:rsid w:val="00867FED"/>
    <w:rsid w:val="008701B5"/>
    <w:rsid w:val="008B3EC7"/>
    <w:rsid w:val="00941A41"/>
    <w:rsid w:val="009560CD"/>
    <w:rsid w:val="00972D5A"/>
    <w:rsid w:val="00982C36"/>
    <w:rsid w:val="00A157CE"/>
    <w:rsid w:val="00A15F18"/>
    <w:rsid w:val="00A20ABD"/>
    <w:rsid w:val="00A34AED"/>
    <w:rsid w:val="00A37099"/>
    <w:rsid w:val="00A77DED"/>
    <w:rsid w:val="00A803AE"/>
    <w:rsid w:val="00A915B5"/>
    <w:rsid w:val="00AC3F03"/>
    <w:rsid w:val="00AF202F"/>
    <w:rsid w:val="00B14E75"/>
    <w:rsid w:val="00B33CD9"/>
    <w:rsid w:val="00B41559"/>
    <w:rsid w:val="00B5781D"/>
    <w:rsid w:val="00BB633A"/>
    <w:rsid w:val="00C0200B"/>
    <w:rsid w:val="00C10906"/>
    <w:rsid w:val="00C2506D"/>
    <w:rsid w:val="00C41C48"/>
    <w:rsid w:val="00C61BBD"/>
    <w:rsid w:val="00C67F2F"/>
    <w:rsid w:val="00C8261B"/>
    <w:rsid w:val="00CA13C6"/>
    <w:rsid w:val="00CE29D8"/>
    <w:rsid w:val="00CF5F87"/>
    <w:rsid w:val="00D05B49"/>
    <w:rsid w:val="00D73874"/>
    <w:rsid w:val="00D7428F"/>
    <w:rsid w:val="00DA4721"/>
    <w:rsid w:val="00DC63E2"/>
    <w:rsid w:val="00DF6264"/>
    <w:rsid w:val="00E17AED"/>
    <w:rsid w:val="00E4693F"/>
    <w:rsid w:val="00E953AC"/>
    <w:rsid w:val="00EA2DB9"/>
    <w:rsid w:val="00EA4848"/>
    <w:rsid w:val="00EA74A5"/>
    <w:rsid w:val="00EC28FB"/>
    <w:rsid w:val="00F0600E"/>
    <w:rsid w:val="00F24A36"/>
    <w:rsid w:val="00F465EE"/>
    <w:rsid w:val="00F54019"/>
    <w:rsid w:val="00F85D13"/>
    <w:rsid w:val="00FD21DE"/>
    <w:rsid w:val="00FE32D9"/>
    <w:rsid w:val="00FE4725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TitleChar">
    <w:name w:val="Title Char"/>
    <w:basedOn w:val="DefaultParagraphFont"/>
    <w:link w:val="Title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TableGrid">
    <w:name w:val="Table Grid"/>
    <w:basedOn w:val="TableNormal"/>
    <w:uiPriority w:val="99"/>
    <w:rsid w:val="002529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18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353</TotalTime>
  <Pages>2</Pages>
  <Words>381</Words>
  <Characters>2172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Glavbuhgalter</cp:lastModifiedBy>
  <cp:revision>52</cp:revision>
  <cp:lastPrinted>2018-06-05T12:40:00Z</cp:lastPrinted>
  <dcterms:created xsi:type="dcterms:W3CDTF">2016-06-27T06:12:00Z</dcterms:created>
  <dcterms:modified xsi:type="dcterms:W3CDTF">2018-06-05T12:40:00Z</dcterms:modified>
</cp:coreProperties>
</file>