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F2" w:rsidRDefault="000C51F2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0C51F2" w:rsidRDefault="000C51F2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20 января 2014 года </w:t>
      </w:r>
    </w:p>
    <w:p w:rsidR="000C51F2" w:rsidRDefault="000C51F2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0C51F2" w:rsidRPr="00603A7A" w:rsidRDefault="000C51F2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0C51F2" w:rsidRDefault="000C51F2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0C51F2" w:rsidRDefault="000C51F2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0C51F2" w:rsidRPr="00603A7A" w:rsidRDefault="000C51F2" w:rsidP="006467BC">
      <w:pPr>
        <w:jc w:val="center"/>
        <w:rPr>
          <w:rFonts w:ascii="Times New Roman" w:hAnsi="Times New Roman" w:cs="Times New Roman"/>
        </w:rPr>
      </w:pPr>
    </w:p>
    <w:p w:rsidR="000C51F2" w:rsidRPr="003B03C7" w:rsidRDefault="000C51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Style w:val="145pt"/>
          <w:i w:val="0"/>
          <w:sz w:val="24"/>
          <w:szCs w:val="24"/>
          <w:lang w:val="ru-RU" w:eastAsia="ru-RU"/>
        </w:rPr>
        <w:t xml:space="preserve">«29 </w:t>
      </w:r>
      <w:r w:rsidRPr="003B03C7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 декабря  </w:t>
      </w:r>
      <w:r w:rsidRPr="003B03C7">
        <w:rPr>
          <w:rFonts w:ascii="Times New Roman" w:hAnsi="Times New Roman" w:cs="Times New Roman"/>
        </w:rPr>
        <w:t>2014г.</w:t>
      </w:r>
    </w:p>
    <w:p w:rsidR="000C51F2" w:rsidRDefault="000C51F2">
      <w:pPr>
        <w:jc w:val="center"/>
        <w:rPr>
          <w:rFonts w:ascii="Times New Roman" w:hAnsi="Times New Roman" w:cs="Times New Roman"/>
        </w:rPr>
      </w:pPr>
    </w:p>
    <w:p w:rsidR="000C51F2" w:rsidRDefault="000C51F2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Ширко Александра </w:t>
      </w:r>
      <w:r w:rsidRPr="00603A7A">
        <w:rPr>
          <w:rFonts w:ascii="Times New Roman" w:hAnsi="Times New Roman" w:cs="Times New Roman"/>
        </w:rPr>
        <w:t xml:space="preserve"> Николаев</w:t>
      </w:r>
      <w:r>
        <w:rPr>
          <w:rFonts w:ascii="Times New Roman" w:hAnsi="Times New Roman" w:cs="Times New Roman"/>
        </w:rPr>
        <w:t>ича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 xml:space="preserve">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 xml:space="preserve">остановлением администрации Мглинского района от </w:t>
      </w:r>
      <w:r>
        <w:rPr>
          <w:rFonts w:ascii="Times New Roman" w:hAnsi="Times New Roman" w:cs="Times New Roman"/>
          <w:szCs w:val="28"/>
        </w:rPr>
        <w:t>22</w:t>
      </w:r>
      <w:r w:rsidRPr="00670FE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августа</w:t>
      </w:r>
      <w:r w:rsidRPr="00670FEB">
        <w:rPr>
          <w:rFonts w:ascii="Times New Roman" w:hAnsi="Times New Roman" w:cs="Times New Roman"/>
          <w:szCs w:val="28"/>
        </w:rPr>
        <w:t xml:space="preserve"> 201</w:t>
      </w:r>
      <w:r>
        <w:rPr>
          <w:rFonts w:ascii="Times New Roman" w:hAnsi="Times New Roman" w:cs="Times New Roman"/>
          <w:szCs w:val="28"/>
        </w:rPr>
        <w:t>2</w:t>
      </w:r>
      <w:r w:rsidRPr="00670FEB">
        <w:rPr>
          <w:rFonts w:ascii="Times New Roman" w:hAnsi="Times New Roman" w:cs="Times New Roman"/>
          <w:szCs w:val="28"/>
        </w:rPr>
        <w:t xml:space="preserve"> года № </w:t>
      </w:r>
      <w:r>
        <w:rPr>
          <w:rFonts w:ascii="Times New Roman" w:hAnsi="Times New Roman" w:cs="Times New Roman"/>
          <w:szCs w:val="28"/>
        </w:rPr>
        <w:t>513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0C51F2" w:rsidRDefault="000C51F2" w:rsidP="00603A7A">
      <w:pPr>
        <w:ind w:firstLine="851"/>
        <w:jc w:val="both"/>
        <w:rPr>
          <w:rFonts w:ascii="Times New Roman" w:hAnsi="Times New Roman" w:cs="Times New Roman"/>
        </w:rPr>
      </w:pPr>
    </w:p>
    <w:p w:rsidR="000C51F2" w:rsidRDefault="000C51F2" w:rsidP="00603A7A">
      <w:pPr>
        <w:ind w:firstLine="851"/>
        <w:jc w:val="both"/>
        <w:rPr>
          <w:rFonts w:ascii="Times New Roman" w:hAnsi="Times New Roman" w:cs="Times New Roman"/>
        </w:rPr>
      </w:pPr>
    </w:p>
    <w:p w:rsidR="000C51F2" w:rsidRDefault="000C51F2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0C51F2" w:rsidRDefault="000C51F2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0C51F2" w:rsidRPr="00DD2534" w:rsidRDefault="000C51F2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0C51F2" w:rsidRDefault="000C51F2" w:rsidP="00603A7A">
      <w:pPr>
        <w:ind w:firstLine="851"/>
        <w:jc w:val="both"/>
        <w:rPr>
          <w:rFonts w:ascii="Times New Roman" w:hAnsi="Times New Roman" w:cs="Times New Roman"/>
        </w:rPr>
      </w:pPr>
    </w:p>
    <w:p w:rsidR="000C51F2" w:rsidRDefault="000C51F2" w:rsidP="00603A7A">
      <w:pPr>
        <w:ind w:firstLine="851"/>
        <w:jc w:val="both"/>
        <w:rPr>
          <w:rFonts w:ascii="Times New Roman" w:hAnsi="Times New Roman" w:cs="Times New Roman"/>
        </w:rPr>
      </w:pPr>
    </w:p>
    <w:p w:rsidR="000C51F2" w:rsidRDefault="000C51F2" w:rsidP="00603A7A">
      <w:pPr>
        <w:ind w:firstLine="851"/>
        <w:jc w:val="both"/>
        <w:rPr>
          <w:rFonts w:ascii="Times New Roman" w:hAnsi="Times New Roman" w:cs="Times New Roman"/>
        </w:rPr>
      </w:pPr>
    </w:p>
    <w:p w:rsidR="000C51F2" w:rsidRPr="00DD2534" w:rsidRDefault="000C51F2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Ленина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19,21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БИК </w:t>
      </w:r>
      <w:r w:rsidRPr="00E51423">
        <w:rPr>
          <w:rStyle w:val="Exact"/>
          <w:sz w:val="22"/>
          <w:szCs w:val="22"/>
          <w:u w:val="none"/>
        </w:rPr>
        <w:t>041501001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51423">
        <w:rPr>
          <w:sz w:val="22"/>
          <w:szCs w:val="22"/>
        </w:rPr>
        <w:t>40701810000011000192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0C51F2" w:rsidRPr="00EE7E71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МЦБС</w:t>
      </w: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 _____________ Боровская А.А.</w:t>
      </w: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             </w:t>
      </w: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  <w:t>М.П.</w:t>
      </w: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0C51F2" w:rsidRDefault="000C51F2" w:rsidP="009777D4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C51F2" w:rsidRPr="005744AC" w:rsidRDefault="000C51F2" w:rsidP="009777D4">
      <w:pPr>
        <w:pStyle w:val="21"/>
        <w:keepNext/>
        <w:keepLines/>
        <w:shd w:val="clear" w:color="auto" w:fill="auto"/>
        <w:spacing w:before="0" w:after="252" w:line="240" w:lineRule="exact"/>
        <w:ind w:left="60"/>
        <w:rPr>
          <w:sz w:val="22"/>
          <w:szCs w:val="22"/>
        </w:rPr>
      </w:pPr>
      <w:bookmarkStart w:id="0" w:name="bookmark0"/>
      <w:r w:rsidRPr="005744AC">
        <w:rPr>
          <w:sz w:val="22"/>
          <w:szCs w:val="22"/>
        </w:rP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0C51F2" w:rsidTr="00F37786">
        <w:tc>
          <w:tcPr>
            <w:tcW w:w="7419" w:type="dxa"/>
          </w:tcPr>
          <w:p w:rsidR="000C51F2" w:rsidRPr="00293CDF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93CDF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293CDF">
              <w:rPr>
                <w:b/>
              </w:rPr>
              <w:t>Сумма, рублей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300000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550000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563505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550000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360000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373515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360000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360000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373505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 w:rsidRPr="00293CDF">
              <w:rPr>
                <w:rFonts w:ascii="Times New Roman" w:hAnsi="Times New Roman" w:cs="Times New Roman"/>
              </w:rPr>
              <w:t>525530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670439</w:t>
            </w:r>
          </w:p>
        </w:tc>
      </w:tr>
      <w:tr w:rsidR="000C51F2" w:rsidTr="00F37786">
        <w:tc>
          <w:tcPr>
            <w:tcW w:w="7419" w:type="dxa"/>
          </w:tcPr>
          <w:p w:rsidR="000C51F2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0C51F2" w:rsidRPr="005744AC" w:rsidRDefault="000C51F2" w:rsidP="005744AC">
            <w:pPr>
              <w:jc w:val="center"/>
              <w:rPr>
                <w:rFonts w:ascii="Times New Roman" w:hAnsi="Times New Roman" w:cs="Times New Roman"/>
              </w:rPr>
            </w:pPr>
            <w:r w:rsidRPr="005744AC">
              <w:rPr>
                <w:rFonts w:ascii="Times New Roman" w:hAnsi="Times New Roman" w:cs="Times New Roman"/>
              </w:rPr>
              <w:t>1356939.5</w:t>
            </w:r>
          </w:p>
          <w:p w:rsidR="000C51F2" w:rsidRPr="00293CDF" w:rsidRDefault="000C51F2" w:rsidP="00F3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1F2" w:rsidTr="00F37786">
        <w:tc>
          <w:tcPr>
            <w:tcW w:w="7419" w:type="dxa"/>
          </w:tcPr>
          <w:p w:rsidR="000C51F2" w:rsidRPr="00293CDF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93CD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0C51F2" w:rsidRPr="005A7AE1" w:rsidRDefault="000C51F2" w:rsidP="00F37786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6198524,50</w:t>
            </w:r>
          </w:p>
        </w:tc>
      </w:tr>
    </w:tbl>
    <w:p w:rsidR="000C51F2" w:rsidRDefault="000C51F2" w:rsidP="009777D4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</w:p>
    <w:p w:rsidR="000C51F2" w:rsidRDefault="000C51F2" w:rsidP="009777D4">
      <w:pPr>
        <w:rPr>
          <w:sz w:val="2"/>
          <w:szCs w:val="2"/>
        </w:rPr>
      </w:pPr>
    </w:p>
    <w:p w:rsidR="000C51F2" w:rsidRDefault="000C51F2" w:rsidP="009777D4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0C51F2" w:rsidRDefault="000C51F2" w:rsidP="009777D4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0C51F2" w:rsidRPr="009777D4" w:rsidRDefault="000C51F2" w:rsidP="009777D4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9777D4">
        <w:rPr>
          <w:rStyle w:val="Exact1"/>
          <w:b/>
          <w:u w:val="none"/>
        </w:rPr>
        <w:t xml:space="preserve">Учредитель </w:t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b/>
          <w:u w:val="none"/>
        </w:rPr>
        <w:t>Учреждение</w:t>
      </w:r>
    </w:p>
    <w:p w:rsidR="000C51F2" w:rsidRPr="009777D4" w:rsidRDefault="000C51F2" w:rsidP="009777D4">
      <w:pPr>
        <w:pStyle w:val="2"/>
        <w:shd w:val="clear" w:color="auto" w:fill="auto"/>
        <w:tabs>
          <w:tab w:val="left" w:pos="0"/>
        </w:tabs>
        <w:spacing w:line="264" w:lineRule="exact"/>
        <w:ind w:firstLine="426"/>
        <w:jc w:val="left"/>
        <w:rPr>
          <w:sz w:val="22"/>
          <w:shd w:val="clear" w:color="auto" w:fill="FFFFFF"/>
        </w:rPr>
      </w:pPr>
      <w:smartTag w:uri="urn:schemas-microsoft-com:office:smarttags" w:element="metricconverter">
        <w:smartTagPr>
          <w:attr w:name="ProductID" w:val="243220, г"/>
        </w:smartTagPr>
        <w:r w:rsidRPr="009777D4">
          <w:rPr>
            <w:rStyle w:val="Exact1"/>
            <w:u w:val="none"/>
          </w:rPr>
          <w:t>243220, г</w:t>
        </w:r>
      </w:smartTag>
      <w:r w:rsidRPr="009777D4">
        <w:rPr>
          <w:rStyle w:val="Exact1"/>
          <w:u w:val="none"/>
        </w:rPr>
        <w:t>. Мглин</w:t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r w:rsidRPr="009777D4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9777D4">
          <w:rPr>
            <w:sz w:val="22"/>
            <w:shd w:val="clear" w:color="auto" w:fill="FFFFFF"/>
          </w:rPr>
          <w:t>243220, г</w:t>
        </w:r>
      </w:smartTag>
      <w:r w:rsidRPr="009777D4">
        <w:rPr>
          <w:sz w:val="22"/>
          <w:shd w:val="clear" w:color="auto" w:fill="FFFFFF"/>
        </w:rPr>
        <w:t>. Мглин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0C51F2" w:rsidRPr="00301A09" w:rsidRDefault="000C51F2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МЦБС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Ширко 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.Н.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0C51F2" w:rsidRPr="00301A09" w:rsidRDefault="000C51F2" w:rsidP="009777D4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0C51F2" w:rsidRPr="00082060" w:rsidRDefault="000C51F2" w:rsidP="009777D4">
      <w:pPr>
        <w:tabs>
          <w:tab w:val="left" w:pos="0"/>
        </w:tabs>
        <w:spacing w:line="264" w:lineRule="exact"/>
        <w:ind w:left="426"/>
        <w:jc w:val="both"/>
      </w:pPr>
      <w:r w:rsidRPr="00301A09">
        <w:t>М.П.</w:t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  <w:t>М.П.</w:t>
      </w:r>
    </w:p>
    <w:sectPr w:rsidR="000C51F2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47ABF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7066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3F65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98E54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A9CF5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7425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A2D9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11428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8ED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E049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A2AD8"/>
    <w:rsid w:val="000C51F2"/>
    <w:rsid w:val="000D76D8"/>
    <w:rsid w:val="000F2A8F"/>
    <w:rsid w:val="00293CDF"/>
    <w:rsid w:val="002B5B25"/>
    <w:rsid w:val="002B725D"/>
    <w:rsid w:val="00301A09"/>
    <w:rsid w:val="003123BC"/>
    <w:rsid w:val="00343725"/>
    <w:rsid w:val="003A6EE4"/>
    <w:rsid w:val="003B03C7"/>
    <w:rsid w:val="00441AEF"/>
    <w:rsid w:val="004471DD"/>
    <w:rsid w:val="00447B79"/>
    <w:rsid w:val="00491FC2"/>
    <w:rsid w:val="004A50F5"/>
    <w:rsid w:val="004C070F"/>
    <w:rsid w:val="004F78A1"/>
    <w:rsid w:val="005647A1"/>
    <w:rsid w:val="005744AC"/>
    <w:rsid w:val="005A2962"/>
    <w:rsid w:val="005A7AE1"/>
    <w:rsid w:val="00603A7A"/>
    <w:rsid w:val="00615163"/>
    <w:rsid w:val="006467BC"/>
    <w:rsid w:val="00670FEB"/>
    <w:rsid w:val="00683476"/>
    <w:rsid w:val="0069049A"/>
    <w:rsid w:val="006958A9"/>
    <w:rsid w:val="006B36B4"/>
    <w:rsid w:val="006C2509"/>
    <w:rsid w:val="007461C7"/>
    <w:rsid w:val="0074705F"/>
    <w:rsid w:val="007C3FD1"/>
    <w:rsid w:val="00852F5A"/>
    <w:rsid w:val="008D71DB"/>
    <w:rsid w:val="009635C0"/>
    <w:rsid w:val="009777D4"/>
    <w:rsid w:val="00AB2F23"/>
    <w:rsid w:val="00AD03A3"/>
    <w:rsid w:val="00AD05F3"/>
    <w:rsid w:val="00AD7E61"/>
    <w:rsid w:val="00B00814"/>
    <w:rsid w:val="00B24DBE"/>
    <w:rsid w:val="00B76826"/>
    <w:rsid w:val="00C62FE3"/>
    <w:rsid w:val="00CB333E"/>
    <w:rsid w:val="00DD2534"/>
    <w:rsid w:val="00DE2192"/>
    <w:rsid w:val="00E131E0"/>
    <w:rsid w:val="00E51423"/>
    <w:rsid w:val="00EC584C"/>
    <w:rsid w:val="00EE7E71"/>
    <w:rsid w:val="00F37786"/>
    <w:rsid w:val="00F57073"/>
    <w:rsid w:val="00FD3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9777D4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9777D4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9777D4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1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2</Pages>
  <Words>462</Words>
  <Characters>2638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17</cp:revision>
  <cp:lastPrinted>2015-01-27T07:54:00Z</cp:lastPrinted>
  <dcterms:created xsi:type="dcterms:W3CDTF">2014-08-19T14:12:00Z</dcterms:created>
  <dcterms:modified xsi:type="dcterms:W3CDTF">2015-02-04T08:14:00Z</dcterms:modified>
</cp:coreProperties>
</file>