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D8" w:rsidRDefault="00636AD8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636AD8" w:rsidRPr="00116C6E" w:rsidRDefault="00636AD8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Краснокосаровской сельской администрации  о</w:t>
      </w:r>
      <w:r w:rsidRPr="00116C6E">
        <w:rPr>
          <w:sz w:val="28"/>
          <w:szCs w:val="28"/>
        </w:rPr>
        <w:t>б</w:t>
      </w:r>
      <w:r>
        <w:rPr>
          <w:sz w:val="28"/>
          <w:szCs w:val="28"/>
        </w:rPr>
        <w:t xml:space="preserve"> исполнении бюджета муниципального образования «Краснокосаровское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за 1 полугодие 2018 года.</w:t>
      </w:r>
    </w:p>
    <w:p w:rsidR="00636AD8" w:rsidRDefault="00636AD8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1614A0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09"/>
          <w:attr w:name="Month" w:val="08"/>
          <w:attr w:name="ls" w:val="trans"/>
        </w:smartTagPr>
        <w:r w:rsidRPr="001614A0">
          <w:rPr>
            <w:sz w:val="28"/>
            <w:szCs w:val="28"/>
          </w:rPr>
          <w:t>09.08.2018</w:t>
        </w:r>
      </w:smartTag>
      <w:r w:rsidRPr="001614A0">
        <w:rPr>
          <w:sz w:val="28"/>
          <w:szCs w:val="28"/>
        </w:rPr>
        <w:t xml:space="preserve"> г.№121</w:t>
      </w:r>
      <w:r>
        <w:rPr>
          <w:sz w:val="28"/>
          <w:szCs w:val="28"/>
        </w:rPr>
        <w:t xml:space="preserve">                                                 </w:t>
      </w:r>
      <w:r w:rsidRPr="002E6729">
        <w:rPr>
          <w:sz w:val="28"/>
          <w:szCs w:val="28"/>
        </w:rPr>
        <w:t xml:space="preserve">Главе </w:t>
      </w:r>
      <w:r>
        <w:rPr>
          <w:sz w:val="28"/>
          <w:szCs w:val="28"/>
        </w:rPr>
        <w:t xml:space="preserve">Краснокосаровской </w:t>
      </w:r>
    </w:p>
    <w:p w:rsidR="00636AD8" w:rsidRPr="002E6729" w:rsidRDefault="00636AD8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сельской администрации</w:t>
      </w:r>
    </w:p>
    <w:p w:rsidR="00636AD8" w:rsidRDefault="00636AD8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2E6729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Кабанову С.С.</w:t>
      </w:r>
    </w:p>
    <w:p w:rsidR="00636AD8" w:rsidRPr="005D7757" w:rsidRDefault="00636AD8" w:rsidP="000C6E42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636AD8" w:rsidRPr="00410E67" w:rsidRDefault="00636AD8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636AD8" w:rsidRPr="00410E67" w:rsidRDefault="00636AD8" w:rsidP="0059120A">
      <w:pPr>
        <w:pStyle w:val="TimesNewRoman"/>
        <w:spacing w:after="0" w:line="240" w:lineRule="auto"/>
        <w:ind w:left="0" w:firstLine="72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Краснокосаровского</w:t>
      </w:r>
      <w:r w:rsidRPr="00410E67">
        <w:t xml:space="preserve"> сельского поселеня  за 1 </w:t>
      </w:r>
      <w:r>
        <w:t>полугодие 2018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DB51AB">
          <w:t>26.10.2012</w:t>
        </w:r>
      </w:smartTag>
      <w:r w:rsidRPr="00DB51AB">
        <w:t xml:space="preserve"> №4-444,</w:t>
      </w:r>
      <w:r w:rsidRPr="00410E67">
        <w:t xml:space="preserve">пунктом </w:t>
      </w:r>
      <w:smartTag w:uri="urn:schemas-microsoft-com:office:smarttags" w:element="date">
        <w:smartTagPr>
          <w:attr w:name="Year" w:val="41"/>
          <w:attr w:name="Day" w:val="1"/>
          <w:attr w:name="Month" w:val="2"/>
          <w:attr w:name="ls" w:val="trans"/>
        </w:smartTagPr>
        <w:r w:rsidRPr="00410E67">
          <w:t>1.2.</w:t>
        </w:r>
        <w:r>
          <w:t>41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88</w:t>
      </w:r>
      <w:r w:rsidRPr="00410E67">
        <w:t>.</w:t>
      </w:r>
    </w:p>
    <w:p w:rsidR="00636AD8" w:rsidRPr="00410E67" w:rsidRDefault="00636AD8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36AD8" w:rsidRDefault="00636AD8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Краснокосаровского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№3-128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«Краснокосаровское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>
        <w:rPr>
          <w:rFonts w:ascii="Times New Roman" w:hAnsi="Times New Roman" w:cs="Times New Roman"/>
          <w:sz w:val="27"/>
          <w:szCs w:val="27"/>
        </w:rPr>
        <w:t>960,8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36AD8" w:rsidRDefault="00636AD8" w:rsidP="00670FE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0" w:name="_Toc482880904"/>
    </w:p>
    <w:p w:rsidR="00636AD8" w:rsidRPr="00410E67" w:rsidRDefault="00636AD8" w:rsidP="00670FE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636AD8" w:rsidRDefault="00636AD8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r>
        <w:t>Краснокосаровского</w:t>
      </w:r>
      <w:r w:rsidRPr="00410E67">
        <w:t xml:space="preserve"> сельского поселения за </w:t>
      </w:r>
      <w:r>
        <w:t>1 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358,1 тыс.</w:t>
      </w:r>
      <w:r w:rsidRPr="00410E67">
        <w:t xml:space="preserve"> рублей, или на </w:t>
      </w:r>
      <w:r>
        <w:t>37,3</w:t>
      </w:r>
      <w:r w:rsidRPr="00410E67">
        <w:t xml:space="preserve"> % к утвержденным назначениям с учетом изменений, что на </w:t>
      </w:r>
      <w:r>
        <w:t>731,3 тыс.</w:t>
      </w:r>
      <w:r w:rsidRPr="00410E67">
        <w:t xml:space="preserve"> рублей </w:t>
      </w:r>
      <w:r>
        <w:t>меньше</w:t>
      </w:r>
      <w:r w:rsidRPr="00410E67">
        <w:t xml:space="preserve"> чем </w:t>
      </w:r>
      <w:r>
        <w:t>в прошлом году.(1 полугодие 2017</w:t>
      </w:r>
      <w:r w:rsidRPr="00410E67">
        <w:t xml:space="preserve"> года </w:t>
      </w:r>
      <w:r>
        <w:t xml:space="preserve">1089,4 тыс.рублей). </w:t>
      </w:r>
    </w:p>
    <w:p w:rsidR="00636AD8" w:rsidRPr="00410E67" w:rsidRDefault="00636AD8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Краснокосаровского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636AD8" w:rsidRDefault="00636AD8" w:rsidP="005D36BE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326,9 тыс.</w:t>
      </w:r>
      <w:r w:rsidRPr="00410E67">
        <w:t xml:space="preserve"> рублей, или </w:t>
      </w:r>
      <w:r>
        <w:t>39,1</w:t>
      </w:r>
      <w:r w:rsidRPr="00410E67">
        <w:t xml:space="preserve"> % к утвержденным назначениям с учетом изменений, что на </w:t>
      </w:r>
      <w:r>
        <w:t>505,9 тыс.</w:t>
      </w:r>
      <w:r w:rsidRPr="00410E67">
        <w:t xml:space="preserve"> рублей </w:t>
      </w:r>
      <w:r>
        <w:t>меньше</w:t>
      </w:r>
      <w:r w:rsidRPr="00410E67">
        <w:t xml:space="preserve"> чем, поступивших в бюджет </w:t>
      </w:r>
      <w:r>
        <w:t>Краснокосаровского</w:t>
      </w:r>
      <w:r w:rsidRPr="00410E67">
        <w:t xml:space="preserve"> сельского посе</w:t>
      </w:r>
      <w:r>
        <w:t>ления за аналогичный период 2017</w:t>
      </w:r>
      <w:r w:rsidRPr="00410E67">
        <w:t xml:space="preserve"> года (</w:t>
      </w:r>
      <w:r>
        <w:t>832,00 тыс.</w:t>
      </w:r>
      <w:r w:rsidRPr="00410E67">
        <w:t xml:space="preserve"> рублей).</w:t>
      </w:r>
      <w:r>
        <w:t xml:space="preserve"> </w:t>
      </w:r>
    </w:p>
    <w:p w:rsidR="00636AD8" w:rsidRDefault="00636AD8" w:rsidP="005D36B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636AD8" w:rsidRPr="00410E67" w:rsidRDefault="00636AD8" w:rsidP="005D36B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636AD8" w:rsidRPr="00410E67" w:rsidRDefault="00636AD8" w:rsidP="00ED4AAE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Краснокосаровского</w:t>
      </w:r>
      <w:r w:rsidRPr="00410E67">
        <w:rPr>
          <w:b/>
          <w:bCs/>
        </w:rPr>
        <w:t xml:space="preserve"> сельского поселения.</w:t>
      </w:r>
    </w:p>
    <w:p w:rsidR="00636AD8" w:rsidRDefault="00636AD8" w:rsidP="001A6F2A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 1 полугодие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Краснокосаровское </w:t>
      </w:r>
      <w:r w:rsidRPr="00410E67">
        <w:t xml:space="preserve">сельское поселение составило </w:t>
      </w:r>
      <w:r>
        <w:t>316,99 тыс.</w:t>
      </w:r>
      <w:r w:rsidRPr="00410E67">
        <w:t xml:space="preserve"> рублей, или </w:t>
      </w:r>
      <w:r>
        <w:t>38,9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2017</w:t>
      </w:r>
      <w:r w:rsidRPr="00410E67">
        <w:t xml:space="preserve"> года </w:t>
      </w:r>
      <w:r>
        <w:t>поступления сократились на 14,3 тыс.рублей.</w:t>
      </w:r>
    </w:p>
    <w:p w:rsidR="00636AD8" w:rsidRPr="00410E67" w:rsidRDefault="00636AD8" w:rsidP="001A6F2A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>за 1 полугодие 2018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 w:rsidRPr="006B3F18">
        <w:rPr>
          <w:i/>
        </w:rPr>
        <w:t>совокупный доход,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99,9</w:t>
      </w:r>
      <w:r w:rsidRPr="00721BCE">
        <w:t> %</w:t>
      </w:r>
      <w:r w:rsidRPr="00410E67">
        <w:t xml:space="preserve"> поступивших налоговых доходов.</w:t>
      </w:r>
    </w:p>
    <w:p w:rsidR="00636AD8" w:rsidRPr="00410E67" w:rsidRDefault="00636AD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Краснокосаровское </w:t>
      </w:r>
      <w:r w:rsidRPr="00410E67">
        <w:t xml:space="preserve"> сельское поселение  в сумме </w:t>
      </w:r>
      <w:r>
        <w:t>32,51 тыс.</w:t>
      </w:r>
      <w:r w:rsidRPr="00410E67">
        <w:t xml:space="preserve"> рублей, годовые плановые назначения исполнены на </w:t>
      </w:r>
      <w:r>
        <w:t>52,3</w:t>
      </w:r>
      <w:r w:rsidRPr="00410E67">
        <w:t> %.</w:t>
      </w:r>
    </w:p>
    <w:p w:rsidR="00636AD8" w:rsidRPr="00410E67" w:rsidRDefault="00636AD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>К соответствующему периоду 201</w:t>
      </w:r>
      <w:r>
        <w:t>7</w:t>
      </w:r>
      <w:r w:rsidRPr="00410E67">
        <w:t xml:space="preserve"> года темп роста составил </w:t>
      </w:r>
      <w:r>
        <w:t>105,5</w:t>
      </w:r>
      <w:r w:rsidRPr="00410E67">
        <w:t xml:space="preserve"> %. </w:t>
      </w:r>
    </w:p>
    <w:p w:rsidR="00636AD8" w:rsidRDefault="00636AD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65,1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206,32 тыс. рублей или 28,3 %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90,42</w:t>
      </w:r>
      <w:r w:rsidRPr="00410E67">
        <w:t xml:space="preserve"> %, его поступления в бюджет </w:t>
      </w:r>
      <w:r>
        <w:t>Краснокосаровского сельского</w:t>
      </w:r>
      <w:r w:rsidRPr="00410E67">
        <w:t xml:space="preserve"> поселения  составили </w:t>
      </w:r>
      <w:r>
        <w:t xml:space="preserve">186,56 тыс. </w:t>
      </w:r>
      <w:r w:rsidRPr="00410E67">
        <w:t xml:space="preserve">рублей, годовые назначения исполнены на </w:t>
      </w:r>
      <w:r>
        <w:t>29,1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 87,64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19,76 тыс.</w:t>
      </w:r>
      <w:r w:rsidRPr="00410E67">
        <w:t xml:space="preserve"> рублей, или </w:t>
      </w:r>
      <w:r>
        <w:t>22,5</w:t>
      </w:r>
      <w:r w:rsidRPr="00410E67">
        <w:t xml:space="preserve"> % годовых плановых назначений. В структуре собственных доходов </w:t>
      </w:r>
      <w:r>
        <w:t>9,6</w:t>
      </w:r>
      <w:r w:rsidRPr="00410E67">
        <w:t xml:space="preserve"> %.</w:t>
      </w:r>
      <w:r w:rsidRPr="006F550A">
        <w:rPr>
          <w:i/>
        </w:rPr>
        <w:t xml:space="preserve"> </w:t>
      </w:r>
      <w:r w:rsidRPr="007969B0">
        <w:rPr>
          <w:i/>
        </w:rPr>
        <w:t xml:space="preserve">Налог на совокупный доход </w:t>
      </w:r>
      <w:r w:rsidRPr="007969B0">
        <w:t>составил  77,87 тыс. рублей, при годовом утвержденном плане 22,4 тыс. рублей.</w:t>
      </w:r>
      <w:r>
        <w:t xml:space="preserve"> </w:t>
      </w:r>
      <w:r w:rsidRPr="007969B0">
        <w:t>Удельный вес в общем</w:t>
      </w:r>
      <w:r>
        <w:t xml:space="preserve"> объеме доходов 21,8 %.</w:t>
      </w:r>
      <w:r w:rsidRPr="00410E67">
        <w:t xml:space="preserve">      </w:t>
      </w:r>
    </w:p>
    <w:p w:rsidR="00636AD8" w:rsidRDefault="00636AD8" w:rsidP="00A2725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0,30 тыс.</w:t>
      </w:r>
      <w:r w:rsidRPr="00410E67">
        <w:t xml:space="preserve"> рублей, при годовом плане </w:t>
      </w:r>
      <w:r>
        <w:t>1,5 тыс. рублей.Удельный вес в общей структуре расходов составил 0,1 %.</w:t>
      </w:r>
    </w:p>
    <w:p w:rsidR="00636AD8" w:rsidRPr="00410E67" w:rsidRDefault="00636AD8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Краснокосаровского </w:t>
      </w:r>
      <w:r w:rsidRPr="00410E67">
        <w:rPr>
          <w:b/>
          <w:bCs/>
        </w:rPr>
        <w:t>сельского поселения.</w:t>
      </w:r>
    </w:p>
    <w:p w:rsidR="00636AD8" w:rsidRDefault="00636AD8" w:rsidP="00A2725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1 </w:t>
      </w:r>
      <w:r>
        <w:rPr>
          <w:bCs/>
          <w:spacing w:val="-4"/>
        </w:rPr>
        <w:t>полугодие 2018</w:t>
      </w:r>
      <w:r w:rsidRPr="00410E67">
        <w:rPr>
          <w:bCs/>
          <w:spacing w:val="-4"/>
        </w:rPr>
        <w:t xml:space="preserve"> года исполнение составило </w:t>
      </w:r>
      <w:r>
        <w:rPr>
          <w:bCs/>
          <w:spacing w:val="-4"/>
        </w:rPr>
        <w:t>9,10 тыс.</w:t>
      </w:r>
      <w:r w:rsidRPr="00410E67">
        <w:rPr>
          <w:bCs/>
          <w:spacing w:val="-4"/>
        </w:rPr>
        <w:t xml:space="preserve"> рублей, или </w:t>
      </w:r>
      <w:r>
        <w:rPr>
          <w:bCs/>
        </w:rPr>
        <w:t>50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t>В общей структуре расходов составило 2,5 %.</w:t>
      </w:r>
    </w:p>
    <w:p w:rsidR="00636AD8" w:rsidRDefault="00636AD8" w:rsidP="00A2725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636AD8" w:rsidRPr="00410E67" w:rsidRDefault="00636AD8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31,99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25,0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225,4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36AD8" w:rsidRDefault="00636AD8" w:rsidP="00561AF2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>
        <w:rPr>
          <w:rFonts w:ascii="Times New Roman" w:hAnsi="Times New Roman" w:cs="Times New Roman"/>
          <w:sz w:val="27"/>
          <w:szCs w:val="27"/>
        </w:rPr>
        <w:t>100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субвенции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>
        <w:rPr>
          <w:rFonts w:ascii="Times New Roman" w:hAnsi="Times New Roman" w:cs="Times New Roman"/>
          <w:sz w:val="27"/>
          <w:szCs w:val="27"/>
        </w:rPr>
        <w:t>31,99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50,0 % .</w:t>
      </w:r>
    </w:p>
    <w:p w:rsidR="00636AD8" w:rsidRDefault="00636AD8" w:rsidP="002D211E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 в общей структуре доходов составляет 9,0 %.</w:t>
      </w:r>
    </w:p>
    <w:p w:rsidR="00636AD8" w:rsidRPr="00497596" w:rsidRDefault="00636AD8" w:rsidP="002D211E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636AD8" w:rsidRDefault="00636AD8" w:rsidP="002D211E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636AD8" w:rsidRDefault="00636AD8" w:rsidP="00670FE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Краснокосаровского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полугодие 2018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636AD8" w:rsidRPr="00410E67" w:rsidRDefault="00636AD8" w:rsidP="00670FE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Краснокосаровского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 xml:space="preserve">полугодие 2018 </w:t>
      </w:r>
      <w:r w:rsidRPr="00410E67">
        <w:rPr>
          <w:rStyle w:val="10"/>
        </w:rPr>
        <w:t xml:space="preserve">года исполнены в сумме </w:t>
      </w:r>
      <w:r>
        <w:rPr>
          <w:rStyle w:val="10"/>
        </w:rPr>
        <w:t>645,04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47,4</w:t>
      </w:r>
      <w:r w:rsidRPr="00410E67">
        <w:rPr>
          <w:rStyle w:val="10"/>
        </w:rPr>
        <w:t xml:space="preserve"> % от утвержденных годовых назначений.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right="20" w:firstLine="700"/>
        <w:sectPr w:rsidR="00636AD8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Краснокосаровского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78,5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>02 «Национальная оборона» - 5 %, «Жилищно-коммунальное хозяйство» - 12,5 %.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sz w:val="27"/>
          <w:szCs w:val="27"/>
        </w:rPr>
        <w:t>506,50</w:t>
      </w:r>
      <w:r w:rsidRPr="00C90F30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46,0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7,2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384,21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166,6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43,4</w:t>
      </w:r>
      <w:r w:rsidRPr="00410E67">
        <w:rPr>
          <w:rStyle w:val="10"/>
        </w:rPr>
        <w:t>%);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338,64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706,26 тыс. рублей</w:t>
      </w:r>
      <w:r w:rsidRPr="00410E67">
        <w:t xml:space="preserve">, темп роста составил </w:t>
      </w:r>
      <w:r>
        <w:t>106,3</w:t>
      </w:r>
      <w:r w:rsidRPr="00410E67">
        <w:t xml:space="preserve"> %.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36AD8" w:rsidRDefault="00636AD8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636AD8" w:rsidRDefault="00636AD8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117E97">
        <w:rPr>
          <w:rStyle w:val="10"/>
        </w:rPr>
        <w:t>исп</w:t>
      </w:r>
      <w:r>
        <w:rPr>
          <w:rStyle w:val="10"/>
        </w:rPr>
        <w:t>олнение за 1 полугодие 2018 года составило 1,2 тыс.рублей при годовом плане 2,4 тыс.рублей.</w:t>
      </w: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firstLine="700"/>
      </w:pPr>
    </w:p>
    <w:p w:rsidR="00636AD8" w:rsidRPr="00410E67" w:rsidRDefault="00636AD8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31,94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sz w:val="27"/>
          <w:szCs w:val="27"/>
        </w:rPr>
        <w:t>63,99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49,9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5,6 тыс. рублей. Темп роста составил 121,5 %</w:t>
      </w:r>
      <w:r w:rsidRPr="00410E67">
        <w:rPr>
          <w:rStyle w:val="10"/>
        </w:rPr>
        <w:t xml:space="preserve"> </w:t>
      </w:r>
      <w:r>
        <w:rPr>
          <w:rStyle w:val="10"/>
        </w:rPr>
        <w:t>.</w:t>
      </w:r>
    </w:p>
    <w:p w:rsidR="00636AD8" w:rsidRDefault="00636AD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 xml:space="preserve">5,0 </w:t>
      </w:r>
      <w:r w:rsidRPr="00410E67">
        <w:rPr>
          <w:rStyle w:val="10"/>
        </w:rPr>
        <w:t>%.</w:t>
      </w:r>
    </w:p>
    <w:p w:rsidR="00636AD8" w:rsidRDefault="00636AD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6,54 тыс. рублей, или 100 %.</w:t>
      </w:r>
      <w:r w:rsidRPr="00410E67">
        <w:rPr>
          <w:rStyle w:val="10"/>
        </w:rPr>
        <w:t xml:space="preserve"> </w:t>
      </w:r>
    </w:p>
    <w:p w:rsidR="00636AD8" w:rsidRDefault="00636AD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636AD8" w:rsidRDefault="00636AD8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за 1 полугодие 2018 года составило 80,84 тыс. рублей, или 54,5 % от уточненной бюджетной росписи. Темп роста составил 48,3 %.По сравнению с предыдущим годом исполнение сократилось на 86,38 тыс.рублей.</w:t>
      </w:r>
    </w:p>
    <w:p w:rsidR="00636AD8" w:rsidRDefault="00636AD8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36AD8" w:rsidRDefault="00636AD8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636AD8" w:rsidRDefault="00636AD8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19,22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38,45 тыс. рублей или 50,0</w:t>
      </w:r>
      <w:r w:rsidRPr="00410E67">
        <w:rPr>
          <w:rStyle w:val="10"/>
        </w:rPr>
        <w:t>%.</w:t>
      </w:r>
    </w:p>
    <w:p w:rsidR="00636AD8" w:rsidRDefault="00636AD8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36AD8" w:rsidRDefault="00636AD8" w:rsidP="00300C3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Краснокосаровского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636AD8" w:rsidRPr="00410E67" w:rsidRDefault="00636AD8" w:rsidP="00300C3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636AD8" w:rsidRPr="00410E67" w:rsidRDefault="00636AD8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Краснокосаровского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27,12,2017 г. №3-128</w:t>
      </w:r>
      <w:r w:rsidRPr="00410E67">
        <w:t xml:space="preserve"> «О бюджете </w:t>
      </w:r>
      <w:r>
        <w:t xml:space="preserve">муниципального образования «Краснокосаровское сельское поселение, Млинского района, Брянской области » на 2018 год </w:t>
      </w:r>
      <w:r w:rsidRPr="00410E67">
        <w:t xml:space="preserve"> принят бездефицитный бюджет.</w:t>
      </w:r>
    </w:p>
    <w:p w:rsidR="00636AD8" w:rsidRPr="00410E67" w:rsidRDefault="00636AD8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r>
        <w:t>Краснокосаровского</w:t>
      </w:r>
      <w:r w:rsidRPr="00410E67">
        <w:t xml:space="preserve"> сельского поселения изменен и утвержден в сумме </w:t>
      </w:r>
      <w:r>
        <w:t>400,9 тыс.</w:t>
      </w:r>
      <w:r w:rsidRPr="00410E67">
        <w:t xml:space="preserve"> руб.</w:t>
      </w:r>
    </w:p>
    <w:p w:rsidR="00636AD8" w:rsidRPr="00410E67" w:rsidRDefault="00636AD8">
      <w:pPr>
        <w:pStyle w:val="2"/>
        <w:shd w:val="clear" w:color="auto" w:fill="auto"/>
        <w:spacing w:before="0" w:after="0" w:line="317" w:lineRule="exact"/>
        <w:ind w:left="20" w:firstLine="700"/>
      </w:pPr>
      <w:r>
        <w:t>В состав источников внутреннего финансирования дефицита бюджета Краснокосаровского сельского поселения включены изменения остатков средств на счетах по учету средств бюджета в сумме 286,9 тыс. рублей.</w:t>
      </w:r>
    </w:p>
    <w:p w:rsidR="00636AD8" w:rsidRPr="00410E67" w:rsidRDefault="00636AD8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Краснокосаровского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636AD8" w:rsidRPr="00410E67" w:rsidRDefault="00636AD8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636AD8" w:rsidRPr="00410E67" w:rsidRDefault="00636AD8">
      <w:pPr>
        <w:pStyle w:val="2"/>
        <w:shd w:val="clear" w:color="auto" w:fill="auto"/>
        <w:spacing w:before="0" w:after="0" w:line="307" w:lineRule="exact"/>
        <w:ind w:left="20" w:firstLine="700"/>
        <w:sectPr w:rsidR="00636AD8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Краснокосаровской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С.С.Кабанову.</w:t>
      </w:r>
    </w:p>
    <w:p w:rsidR="00636AD8" w:rsidRPr="00410E67" w:rsidRDefault="00636AD8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636AD8" w:rsidRPr="00410E67" w:rsidRDefault="00636AD8">
      <w:pPr>
        <w:rPr>
          <w:rFonts w:ascii="Times New Roman" w:hAnsi="Times New Roman" w:cs="Times New Roman"/>
          <w:sz w:val="27"/>
          <w:szCs w:val="27"/>
        </w:rPr>
        <w:sectPr w:rsidR="00636AD8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36AD8" w:rsidRPr="00410E67" w:rsidRDefault="00636AD8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636AD8" w:rsidRPr="00410E67" w:rsidRDefault="00636AD8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636AD8" w:rsidRPr="00410E67" w:rsidRDefault="00636AD8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636AD8" w:rsidRPr="00410E67" w:rsidRDefault="00636AD8" w:rsidP="003C4B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Исп.Комкова Н.Е</w:t>
      </w:r>
    </w:p>
    <w:p w:rsidR="00636AD8" w:rsidRPr="00410E67" w:rsidRDefault="00636AD8" w:rsidP="003C4B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8(48339)2-11-51</w:t>
      </w:r>
    </w:p>
    <w:p w:rsidR="00636AD8" w:rsidRPr="00116C6E" w:rsidRDefault="00636AD8" w:rsidP="003C4BE4">
      <w:pPr>
        <w:rPr>
          <w:sz w:val="28"/>
          <w:szCs w:val="28"/>
        </w:rPr>
      </w:pPr>
    </w:p>
    <w:p w:rsidR="00636AD8" w:rsidRPr="00410E67" w:rsidRDefault="00636AD8" w:rsidP="003C4BE4">
      <w:pPr>
        <w:rPr>
          <w:rFonts w:ascii="Times New Roman" w:hAnsi="Times New Roman" w:cs="Times New Roman"/>
          <w:sz w:val="28"/>
          <w:szCs w:val="28"/>
        </w:rPr>
      </w:pPr>
    </w:p>
    <w:p w:rsidR="00636AD8" w:rsidRPr="00116C6E" w:rsidRDefault="00636AD8" w:rsidP="003C4BE4">
      <w:pPr>
        <w:rPr>
          <w:sz w:val="28"/>
          <w:szCs w:val="28"/>
        </w:rPr>
      </w:pPr>
    </w:p>
    <w:p w:rsidR="00636AD8" w:rsidRPr="00116C6E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Default="00636AD8" w:rsidP="003C4BE4">
      <w:pPr>
        <w:rPr>
          <w:sz w:val="28"/>
          <w:szCs w:val="28"/>
        </w:rPr>
      </w:pPr>
    </w:p>
    <w:p w:rsidR="00636AD8" w:rsidRPr="00116C6E" w:rsidRDefault="00636AD8" w:rsidP="003C4BE4">
      <w:pPr>
        <w:rPr>
          <w:sz w:val="28"/>
          <w:szCs w:val="28"/>
        </w:rPr>
      </w:pPr>
    </w:p>
    <w:p w:rsidR="00636AD8" w:rsidRPr="00116C6E" w:rsidRDefault="00636AD8" w:rsidP="003C4BE4">
      <w:pPr>
        <w:rPr>
          <w:sz w:val="28"/>
          <w:szCs w:val="28"/>
        </w:rPr>
      </w:pPr>
    </w:p>
    <w:p w:rsidR="00636AD8" w:rsidRDefault="00636AD8" w:rsidP="00410E67">
      <w:pPr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636AD8" w:rsidRPr="003C4BE4" w:rsidRDefault="00636AD8" w:rsidP="00410E67">
      <w:r w:rsidRPr="003C4BE4">
        <w:rPr>
          <w:sz w:val="20"/>
          <w:szCs w:val="20"/>
        </w:rPr>
        <w:t>2-11-51</w:t>
      </w:r>
    </w:p>
    <w:p w:rsidR="00636AD8" w:rsidRPr="00116C6E" w:rsidRDefault="00636AD8" w:rsidP="003C4BE4">
      <w:pPr>
        <w:rPr>
          <w:sz w:val="28"/>
          <w:szCs w:val="28"/>
        </w:rPr>
      </w:pPr>
    </w:p>
    <w:p w:rsidR="00636AD8" w:rsidRPr="003C4BE4" w:rsidRDefault="00636AD8" w:rsidP="003C4BE4"/>
    <w:p w:rsidR="00636AD8" w:rsidRPr="003C4BE4" w:rsidRDefault="00636AD8" w:rsidP="003C4BE4"/>
    <w:p w:rsidR="00636AD8" w:rsidRPr="003C4BE4" w:rsidRDefault="00636AD8" w:rsidP="003C4BE4"/>
    <w:p w:rsidR="00636AD8" w:rsidRPr="003C4BE4" w:rsidRDefault="00636AD8" w:rsidP="003C4BE4"/>
    <w:p w:rsidR="00636AD8" w:rsidRDefault="00636AD8" w:rsidP="003C4BE4"/>
    <w:p w:rsidR="00636AD8" w:rsidRDefault="00636AD8" w:rsidP="003C4BE4"/>
    <w:p w:rsidR="00636AD8" w:rsidRDefault="00636AD8" w:rsidP="003C4BE4"/>
    <w:p w:rsidR="00636AD8" w:rsidRDefault="00636AD8" w:rsidP="003C4BE4"/>
    <w:p w:rsidR="00636AD8" w:rsidRDefault="00636AD8" w:rsidP="003C4BE4"/>
    <w:p w:rsidR="00636AD8" w:rsidRPr="003C4BE4" w:rsidRDefault="00636AD8" w:rsidP="003C4BE4"/>
    <w:sectPr w:rsidR="00636AD8" w:rsidRPr="003C4BE4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AD8" w:rsidRDefault="00636AD8" w:rsidP="0050045E">
      <w:r>
        <w:separator/>
      </w:r>
    </w:p>
  </w:endnote>
  <w:endnote w:type="continuationSeparator" w:id="0">
    <w:p w:rsidR="00636AD8" w:rsidRDefault="00636AD8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AD8" w:rsidRDefault="00636AD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63547D">
        <w:rPr>
          <w:rStyle w:val="a0"/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AD8" w:rsidRDefault="00636AD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AD8" w:rsidRDefault="00636AD8"/>
  </w:footnote>
  <w:footnote w:type="continuationSeparator" w:id="0">
    <w:p w:rsidR="00636AD8" w:rsidRDefault="00636AD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11D1F"/>
    <w:rsid w:val="00014F61"/>
    <w:rsid w:val="00015658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92FD0"/>
    <w:rsid w:val="00094FFA"/>
    <w:rsid w:val="000A2F64"/>
    <w:rsid w:val="000B0287"/>
    <w:rsid w:val="000B44FC"/>
    <w:rsid w:val="000B62DF"/>
    <w:rsid w:val="000C375D"/>
    <w:rsid w:val="000C4198"/>
    <w:rsid w:val="000C6E42"/>
    <w:rsid w:val="000D3B34"/>
    <w:rsid w:val="000D63F6"/>
    <w:rsid w:val="000F4E09"/>
    <w:rsid w:val="000F555A"/>
    <w:rsid w:val="001000E6"/>
    <w:rsid w:val="00105CDB"/>
    <w:rsid w:val="00110D15"/>
    <w:rsid w:val="0011224F"/>
    <w:rsid w:val="001139AE"/>
    <w:rsid w:val="0011577D"/>
    <w:rsid w:val="00116C6E"/>
    <w:rsid w:val="00117E97"/>
    <w:rsid w:val="0012197E"/>
    <w:rsid w:val="00122CC0"/>
    <w:rsid w:val="00130C1A"/>
    <w:rsid w:val="00130C28"/>
    <w:rsid w:val="00131D3A"/>
    <w:rsid w:val="001360B3"/>
    <w:rsid w:val="001471AF"/>
    <w:rsid w:val="00153808"/>
    <w:rsid w:val="001614A0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2F2B"/>
    <w:rsid w:val="00215974"/>
    <w:rsid w:val="00223F96"/>
    <w:rsid w:val="00236237"/>
    <w:rsid w:val="00236FBB"/>
    <w:rsid w:val="0024517A"/>
    <w:rsid w:val="00245BDD"/>
    <w:rsid w:val="00252077"/>
    <w:rsid w:val="00252946"/>
    <w:rsid w:val="002570B7"/>
    <w:rsid w:val="00261952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115DA"/>
    <w:rsid w:val="003152E4"/>
    <w:rsid w:val="00317E82"/>
    <w:rsid w:val="003226E4"/>
    <w:rsid w:val="0032287B"/>
    <w:rsid w:val="00324207"/>
    <w:rsid w:val="00327516"/>
    <w:rsid w:val="00337BBB"/>
    <w:rsid w:val="003422EE"/>
    <w:rsid w:val="00362B5E"/>
    <w:rsid w:val="0038006C"/>
    <w:rsid w:val="0038031E"/>
    <w:rsid w:val="00381C0D"/>
    <w:rsid w:val="003864E9"/>
    <w:rsid w:val="003874F4"/>
    <w:rsid w:val="0039675D"/>
    <w:rsid w:val="003967EA"/>
    <w:rsid w:val="003A6E4A"/>
    <w:rsid w:val="003B19E4"/>
    <w:rsid w:val="003B3CAD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2326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97596"/>
    <w:rsid w:val="004A6CD5"/>
    <w:rsid w:val="004B0A18"/>
    <w:rsid w:val="004C0408"/>
    <w:rsid w:val="004C230F"/>
    <w:rsid w:val="004C3BD2"/>
    <w:rsid w:val="004C7F49"/>
    <w:rsid w:val="004D79B3"/>
    <w:rsid w:val="004F2D91"/>
    <w:rsid w:val="0050045E"/>
    <w:rsid w:val="00502702"/>
    <w:rsid w:val="0052374B"/>
    <w:rsid w:val="005304D7"/>
    <w:rsid w:val="00540041"/>
    <w:rsid w:val="00541341"/>
    <w:rsid w:val="005468A8"/>
    <w:rsid w:val="00547FED"/>
    <w:rsid w:val="005536C8"/>
    <w:rsid w:val="00560452"/>
    <w:rsid w:val="00561AF2"/>
    <w:rsid w:val="00562413"/>
    <w:rsid w:val="005763EE"/>
    <w:rsid w:val="00577353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547D"/>
    <w:rsid w:val="006362C9"/>
    <w:rsid w:val="00636AD8"/>
    <w:rsid w:val="006429F0"/>
    <w:rsid w:val="00651BC3"/>
    <w:rsid w:val="006525DA"/>
    <w:rsid w:val="0066369C"/>
    <w:rsid w:val="00664551"/>
    <w:rsid w:val="00670FE1"/>
    <w:rsid w:val="00674EA6"/>
    <w:rsid w:val="006751E3"/>
    <w:rsid w:val="006755BA"/>
    <w:rsid w:val="006771A0"/>
    <w:rsid w:val="00680245"/>
    <w:rsid w:val="00682B43"/>
    <w:rsid w:val="00694A8A"/>
    <w:rsid w:val="00695CFA"/>
    <w:rsid w:val="00697E9C"/>
    <w:rsid w:val="006B1DA2"/>
    <w:rsid w:val="006B3842"/>
    <w:rsid w:val="006B3F18"/>
    <w:rsid w:val="006C40B2"/>
    <w:rsid w:val="006E521F"/>
    <w:rsid w:val="006F3522"/>
    <w:rsid w:val="006F550A"/>
    <w:rsid w:val="006F7DF9"/>
    <w:rsid w:val="007012B6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94C1F"/>
    <w:rsid w:val="007969B0"/>
    <w:rsid w:val="007A18DB"/>
    <w:rsid w:val="007A2D37"/>
    <w:rsid w:val="007A315C"/>
    <w:rsid w:val="007A5485"/>
    <w:rsid w:val="007B4A8A"/>
    <w:rsid w:val="007C3210"/>
    <w:rsid w:val="007E33FC"/>
    <w:rsid w:val="007E72FF"/>
    <w:rsid w:val="007F0730"/>
    <w:rsid w:val="007F08B2"/>
    <w:rsid w:val="007F1122"/>
    <w:rsid w:val="007F1B16"/>
    <w:rsid w:val="007F2789"/>
    <w:rsid w:val="007F3D58"/>
    <w:rsid w:val="007F51E0"/>
    <w:rsid w:val="007F697D"/>
    <w:rsid w:val="00801C65"/>
    <w:rsid w:val="0081311A"/>
    <w:rsid w:val="00813321"/>
    <w:rsid w:val="00814303"/>
    <w:rsid w:val="0081648C"/>
    <w:rsid w:val="00823730"/>
    <w:rsid w:val="00823748"/>
    <w:rsid w:val="0083049A"/>
    <w:rsid w:val="00834469"/>
    <w:rsid w:val="00835438"/>
    <w:rsid w:val="008367E0"/>
    <w:rsid w:val="0083788F"/>
    <w:rsid w:val="00840D57"/>
    <w:rsid w:val="00841B50"/>
    <w:rsid w:val="00854BFF"/>
    <w:rsid w:val="0086538C"/>
    <w:rsid w:val="0086546D"/>
    <w:rsid w:val="00874021"/>
    <w:rsid w:val="00882D10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2846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5D4"/>
    <w:rsid w:val="00934E6C"/>
    <w:rsid w:val="00950D7D"/>
    <w:rsid w:val="00952DE2"/>
    <w:rsid w:val="009553FF"/>
    <w:rsid w:val="00956201"/>
    <w:rsid w:val="009734AB"/>
    <w:rsid w:val="00973D03"/>
    <w:rsid w:val="0097631A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20DD"/>
    <w:rsid w:val="009F6496"/>
    <w:rsid w:val="00A014C9"/>
    <w:rsid w:val="00A05182"/>
    <w:rsid w:val="00A05F2C"/>
    <w:rsid w:val="00A07FDD"/>
    <w:rsid w:val="00A23173"/>
    <w:rsid w:val="00A25747"/>
    <w:rsid w:val="00A2725E"/>
    <w:rsid w:val="00A3440A"/>
    <w:rsid w:val="00A52FAB"/>
    <w:rsid w:val="00A54A95"/>
    <w:rsid w:val="00A62EC7"/>
    <w:rsid w:val="00A64CE9"/>
    <w:rsid w:val="00A707A7"/>
    <w:rsid w:val="00A77089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5FC6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527D"/>
    <w:rsid w:val="00C075B1"/>
    <w:rsid w:val="00C17074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2AFC"/>
    <w:rsid w:val="00C7353B"/>
    <w:rsid w:val="00C82410"/>
    <w:rsid w:val="00C906BC"/>
    <w:rsid w:val="00C90F30"/>
    <w:rsid w:val="00C915DB"/>
    <w:rsid w:val="00CB2B95"/>
    <w:rsid w:val="00CB4BCD"/>
    <w:rsid w:val="00CC1BB4"/>
    <w:rsid w:val="00CC7118"/>
    <w:rsid w:val="00CD7693"/>
    <w:rsid w:val="00CE31CE"/>
    <w:rsid w:val="00D071A9"/>
    <w:rsid w:val="00D1346E"/>
    <w:rsid w:val="00D26102"/>
    <w:rsid w:val="00D31C6D"/>
    <w:rsid w:val="00D359A2"/>
    <w:rsid w:val="00D42CE1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ABA"/>
    <w:rsid w:val="00D77DA3"/>
    <w:rsid w:val="00D800AA"/>
    <w:rsid w:val="00D81849"/>
    <w:rsid w:val="00D84600"/>
    <w:rsid w:val="00D9098B"/>
    <w:rsid w:val="00D96968"/>
    <w:rsid w:val="00DA615D"/>
    <w:rsid w:val="00DA67AF"/>
    <w:rsid w:val="00DB51AB"/>
    <w:rsid w:val="00DC0E44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EF3563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46FE"/>
    <w:rsid w:val="00F46E92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83237"/>
    <w:rsid w:val="00F90BAC"/>
    <w:rsid w:val="00F94A1A"/>
    <w:rsid w:val="00FA3EC1"/>
    <w:rsid w:val="00FA4102"/>
    <w:rsid w:val="00FB4DD7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1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3150</TotalTime>
  <Pages>6</Pages>
  <Words>1434</Words>
  <Characters>8174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304</cp:revision>
  <cp:lastPrinted>2018-05-15T05:47:00Z</cp:lastPrinted>
  <dcterms:created xsi:type="dcterms:W3CDTF">2017-07-17T08:21:00Z</dcterms:created>
  <dcterms:modified xsi:type="dcterms:W3CDTF">2018-08-29T08:22:00Z</dcterms:modified>
</cp:coreProperties>
</file>