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AF" w:rsidRPr="00116C6E" w:rsidRDefault="00943AAF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943AAF" w:rsidRPr="00116C6E" w:rsidRDefault="00943AAF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Шуморовской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>б исполнении бюджета</w:t>
      </w:r>
      <w:r>
        <w:rPr>
          <w:sz w:val="28"/>
          <w:szCs w:val="28"/>
        </w:rPr>
        <w:t xml:space="preserve"> муниципального образования «Шумаровское сельское поселение, Мглинского района, Брянской области»</w:t>
      </w:r>
      <w:r w:rsidRPr="00116C6E">
        <w:rPr>
          <w:sz w:val="28"/>
          <w:szCs w:val="28"/>
        </w:rPr>
        <w:t xml:space="preserve"> за 1 </w:t>
      </w:r>
      <w:r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16C6E">
        <w:rPr>
          <w:sz w:val="28"/>
          <w:szCs w:val="28"/>
        </w:rPr>
        <w:t xml:space="preserve"> года»</w:t>
      </w:r>
    </w:p>
    <w:p w:rsidR="00943AAF" w:rsidRPr="00116C6E" w:rsidRDefault="00943AAF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0B7460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15"/>
          <w:attr w:name="Month" w:val="08"/>
          <w:attr w:name="ls" w:val="trans"/>
        </w:smartTagPr>
        <w:r w:rsidRPr="000B7460">
          <w:rPr>
            <w:sz w:val="28"/>
            <w:szCs w:val="28"/>
          </w:rPr>
          <w:t>15.08.2018</w:t>
        </w:r>
      </w:smartTag>
      <w:r w:rsidRPr="000B7460">
        <w:rPr>
          <w:sz w:val="28"/>
          <w:szCs w:val="28"/>
        </w:rPr>
        <w:t xml:space="preserve"> г.№124                                                                                       г.Мглин</w:t>
      </w:r>
    </w:p>
    <w:p w:rsidR="00943AAF" w:rsidRPr="005D7757" w:rsidRDefault="00943AAF" w:rsidP="00F0139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      </w:t>
      </w:r>
    </w:p>
    <w:p w:rsidR="00943AAF" w:rsidRDefault="00943AAF" w:rsidP="006E44C0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943AAF" w:rsidRPr="00410E67" w:rsidRDefault="00943AAF" w:rsidP="006E44C0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 w:right="34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,Шумаровского</w:t>
      </w:r>
      <w:r w:rsidRPr="00410E67">
        <w:t xml:space="preserve"> сельского поселеня  за 1 </w:t>
      </w:r>
      <w:r>
        <w:t xml:space="preserve">полугодие </w:t>
      </w:r>
      <w:r w:rsidRPr="00410E67">
        <w:t>201</w:t>
      </w:r>
      <w:r>
        <w:t>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</w:t>
      </w:r>
      <w:smartTag w:uri="urn:schemas-microsoft-com:office:smarttags" w:element="date">
        <w:smartTagPr>
          <w:attr w:name="Year" w:val="43"/>
          <w:attr w:name="Day" w:val="1"/>
          <w:attr w:name="Month" w:val="2"/>
          <w:attr w:name="ls" w:val="trans"/>
        </w:smartTagPr>
        <w:r w:rsidRPr="00410E67">
          <w:t>1.2.</w:t>
        </w:r>
        <w:r>
          <w:t>43</w:t>
        </w:r>
        <w:r w:rsidRPr="00410E67">
          <w:t>.</w:t>
        </w:r>
      </w:smartTag>
      <w:r w:rsidRPr="00410E67">
        <w:t xml:space="preserve"> плана работы Контрольно-счетной палаты на 201</w:t>
      </w:r>
      <w:r>
        <w:t>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>88.</w:t>
      </w:r>
    </w:p>
    <w:p w:rsidR="00943AAF" w:rsidRPr="00410E67" w:rsidRDefault="00943AAF" w:rsidP="006E44C0">
      <w:pPr>
        <w:ind w:right="34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Шуморовского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943AAF" w:rsidRDefault="00943AAF" w:rsidP="006E44C0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Шуморовского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№4-119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«Шумаровское </w:t>
      </w:r>
      <w:r w:rsidRPr="00410E67">
        <w:rPr>
          <w:rFonts w:ascii="Times New Roman" w:hAnsi="Times New Roman" w:cs="Times New Roman"/>
          <w:sz w:val="27"/>
          <w:szCs w:val="27"/>
        </w:rPr>
        <w:t>сельско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поселени</w:t>
      </w:r>
      <w:r>
        <w:rPr>
          <w:rFonts w:ascii="Times New Roman" w:hAnsi="Times New Roman" w:cs="Times New Roman"/>
          <w:sz w:val="27"/>
          <w:szCs w:val="27"/>
        </w:rPr>
        <w:t>е, Млинского района, Брянской области»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437,9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943AAF" w:rsidRPr="00410E67" w:rsidRDefault="00943AAF" w:rsidP="006E44C0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943AAF" w:rsidRDefault="00943AAF" w:rsidP="006E44C0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Шумаровского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943AAF" w:rsidRPr="00410E67" w:rsidRDefault="00943AAF" w:rsidP="006E44C0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943AAF" w:rsidRDefault="00943AAF" w:rsidP="006E44C0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r>
        <w:t>Шумаровского</w:t>
      </w:r>
      <w:r w:rsidRPr="00410E67">
        <w:t xml:space="preserve"> сельского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302,4 тыс.</w:t>
      </w:r>
      <w:r w:rsidRPr="00410E67">
        <w:t xml:space="preserve"> рублей, или на </w:t>
      </w:r>
      <w:r>
        <w:t>34,8</w:t>
      </w:r>
      <w:r w:rsidRPr="00410E67">
        <w:t xml:space="preserve"> % к утвержденным назначениям с учетом изменений, что на </w:t>
      </w:r>
      <w:r>
        <w:t>168,2 тыс.</w:t>
      </w:r>
      <w:r w:rsidRPr="00410E67">
        <w:t xml:space="preserve"> рублей </w:t>
      </w:r>
      <w:r>
        <w:t>меньше чем в прошлом году</w:t>
      </w:r>
      <w:r w:rsidRPr="00410E67">
        <w:t xml:space="preserve">(1 </w:t>
      </w:r>
      <w:r>
        <w:t xml:space="preserve">полугодие </w:t>
      </w:r>
      <w:r w:rsidRPr="00410E67">
        <w:t>201</w:t>
      </w:r>
      <w:r>
        <w:t>7</w:t>
      </w:r>
      <w:r w:rsidRPr="00410E67">
        <w:t xml:space="preserve"> года </w:t>
      </w:r>
      <w:r>
        <w:t>470,6 тыс. рублей). Темп роста составил 64,3 %.</w:t>
      </w:r>
    </w:p>
    <w:p w:rsidR="00943AAF" w:rsidRDefault="00943AAF" w:rsidP="006E44C0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Анализ исполнения доходной части бюджета </w:t>
      </w:r>
      <w:r>
        <w:t xml:space="preserve">Шумаровского </w:t>
      </w:r>
      <w:r w:rsidRPr="00410E67">
        <w:t xml:space="preserve">сельского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943AAF" w:rsidRPr="00410E67" w:rsidRDefault="00943AAF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</w:pPr>
      <w:r>
        <w:rPr>
          <w:b/>
          <w:bCs/>
        </w:rPr>
        <w:t xml:space="preserve">        1.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Шумаровского</w:t>
      </w:r>
      <w:r w:rsidRPr="00410E67">
        <w:rPr>
          <w:b/>
          <w:bCs/>
        </w:rPr>
        <w:t xml:space="preserve"> сельского поселения.</w:t>
      </w:r>
    </w:p>
    <w:p w:rsidR="00943AAF" w:rsidRDefault="00943AAF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За</w:t>
      </w:r>
      <w:r w:rsidRPr="00410E67">
        <w:t xml:space="preserve">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поступление налоговых доходов в </w:t>
      </w:r>
      <w:r>
        <w:t xml:space="preserve">Шуморовское  </w:t>
      </w:r>
      <w:r w:rsidRPr="00410E67">
        <w:t xml:space="preserve">сельское поселение составило </w:t>
      </w:r>
      <w:r>
        <w:t>123,2 тыс.</w:t>
      </w:r>
      <w:r w:rsidRPr="00410E67">
        <w:t xml:space="preserve"> рублей, или </w:t>
      </w:r>
      <w:r>
        <w:t>38,1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К соответствующему периоду 201</w:t>
      </w:r>
      <w:r>
        <w:t>7</w:t>
      </w:r>
      <w:r w:rsidRPr="00410E67">
        <w:t xml:space="preserve"> года темп роста поступлений составил </w:t>
      </w:r>
      <w:r>
        <w:t>62,1</w:t>
      </w:r>
      <w:r w:rsidRPr="00410E67">
        <w:t xml:space="preserve"> %. </w:t>
      </w:r>
    </w:p>
    <w:p w:rsidR="00943AAF" w:rsidRPr="00410E67" w:rsidRDefault="00943AAF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года, являются </w:t>
      </w:r>
      <w:r>
        <w:rPr>
          <w:i/>
        </w:rPr>
        <w:t>налог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93,3</w:t>
      </w:r>
      <w:r w:rsidRPr="00721BCE">
        <w:t> %</w:t>
      </w:r>
      <w:r w:rsidRPr="00410E67">
        <w:t xml:space="preserve"> поступивших налоговых доходов.</w:t>
      </w:r>
    </w:p>
    <w:p w:rsidR="00943AAF" w:rsidRDefault="00943AAF" w:rsidP="008025D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Объем поступлений составил </w:t>
      </w:r>
      <w:r>
        <w:t>115,3 тыс. рублей или 37,5 %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99,74</w:t>
      </w:r>
      <w:r w:rsidRPr="00410E67">
        <w:t xml:space="preserve"> %, его поступления в бюджет </w:t>
      </w:r>
      <w:r>
        <w:t>Шуморовского сельского</w:t>
      </w:r>
      <w:r w:rsidRPr="00410E67">
        <w:t xml:space="preserve"> поселения  составили </w:t>
      </w:r>
      <w:r>
        <w:t xml:space="preserve">115,0 тыс. </w:t>
      </w:r>
      <w:r w:rsidRPr="00410E67">
        <w:t xml:space="preserve">рублей, годовые назначения исполнены на </w:t>
      </w:r>
      <w:r>
        <w:t>41,4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 xml:space="preserve">сократилось </w:t>
      </w:r>
      <w:r w:rsidRPr="00410E67">
        <w:t xml:space="preserve">на </w:t>
      </w:r>
      <w:r>
        <w:t>74,7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0,4 тыс.</w:t>
      </w:r>
      <w:r w:rsidRPr="00410E67">
        <w:t xml:space="preserve"> рублей, или </w:t>
      </w:r>
      <w:r>
        <w:t>1,2</w:t>
      </w:r>
      <w:r w:rsidRPr="00410E67">
        <w:t xml:space="preserve"> % годовых плановых назначений. В структуре собственных доходов </w:t>
      </w:r>
      <w:r>
        <w:t>0,12</w:t>
      </w:r>
      <w:r w:rsidRPr="00410E67">
        <w:t xml:space="preserve"> %.Темп роста </w:t>
      </w:r>
      <w:r>
        <w:t>составил 72,4%.</w:t>
      </w:r>
    </w:p>
    <w:p w:rsidR="00943AAF" w:rsidRDefault="00943AAF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          Госпошлины </w:t>
      </w:r>
      <w:r>
        <w:t xml:space="preserve">поступило в сумме 0,2 тыс. рублей, </w:t>
      </w:r>
      <w:r w:rsidRPr="00410E67">
        <w:t>годово</w:t>
      </w:r>
      <w:r>
        <w:t>й</w:t>
      </w:r>
      <w:r w:rsidRPr="00410E67">
        <w:t xml:space="preserve"> план</w:t>
      </w:r>
      <w:r>
        <w:t xml:space="preserve"> составил</w:t>
      </w:r>
      <w:r w:rsidRPr="00410E67">
        <w:t xml:space="preserve"> 1</w:t>
      </w:r>
      <w:r>
        <w:t>,5 тыс.</w:t>
      </w:r>
      <w:r w:rsidRPr="00410E67">
        <w:t xml:space="preserve"> рублей. </w:t>
      </w:r>
    </w:p>
    <w:p w:rsidR="00943AAF" w:rsidRDefault="00943AAF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</w:p>
    <w:p w:rsidR="00943AAF" w:rsidRPr="00410E67" w:rsidRDefault="00943AAF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179,2 тыс.рублей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>
        <w:rPr>
          <w:rFonts w:ascii="Times New Roman" w:hAnsi="Times New Roman" w:cs="Times New Roman"/>
          <w:sz w:val="27"/>
          <w:szCs w:val="27"/>
        </w:rPr>
        <w:t>32,9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сравнению с аналогичным периодом 201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</w:t>
      </w:r>
      <w:r>
        <w:rPr>
          <w:rFonts w:ascii="Times New Roman" w:hAnsi="Times New Roman" w:cs="Times New Roman"/>
          <w:sz w:val="27"/>
          <w:szCs w:val="27"/>
        </w:rPr>
        <w:t>темп роста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>составил 65,8%</w:t>
      </w:r>
      <w:r w:rsidRPr="00410E67">
        <w:rPr>
          <w:rFonts w:ascii="Times New Roman" w:hAnsi="Times New Roman" w:cs="Times New Roman"/>
          <w:sz w:val="27"/>
          <w:szCs w:val="27"/>
        </w:rPr>
        <w:t>, или</w:t>
      </w:r>
      <w:r>
        <w:rPr>
          <w:rFonts w:ascii="Times New Roman" w:hAnsi="Times New Roman" w:cs="Times New Roman"/>
          <w:sz w:val="27"/>
          <w:szCs w:val="27"/>
        </w:rPr>
        <w:t xml:space="preserve"> уменьшился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93,0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943AAF" w:rsidRDefault="00943AAF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1 полугодие 2018 года составило в сумме 32,0 тыс. рублей, или 50%.В структуре безвозмездных поступлений субвенции составили  17,8 %.Темп роста составил  108,0 %. </w:t>
      </w:r>
    </w:p>
    <w:p w:rsidR="00943AAF" w:rsidRDefault="00943AAF" w:rsidP="005031EE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15 % в структуре безвозмездных поступлениях занимают </w:t>
      </w:r>
      <w:r w:rsidRPr="006C40B2">
        <w:rPr>
          <w:rFonts w:ascii="Times New Roman" w:hAnsi="Times New Roman" w:cs="Times New Roman"/>
          <w:b/>
          <w:sz w:val="27"/>
          <w:szCs w:val="27"/>
        </w:rPr>
        <w:t>дотации</w:t>
      </w:r>
      <w:r>
        <w:rPr>
          <w:rFonts w:ascii="Times New Roman" w:hAnsi="Times New Roman" w:cs="Times New Roman"/>
          <w:sz w:val="27"/>
          <w:szCs w:val="27"/>
        </w:rPr>
        <w:t>. Исполнение за 1 полугодие 2018 года составило 26,9 тыс. рублей, или 53,5%.Темп роста 131,5%.</w:t>
      </w:r>
    </w:p>
    <w:p w:rsidR="00943AAF" w:rsidRPr="004A7D00" w:rsidRDefault="00943AAF" w:rsidP="004A7D00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9.75pt;height:225.75pt">
            <v:imagedata r:id="rId7" o:title=""/>
          </v:shape>
        </w:pict>
      </w:r>
    </w:p>
    <w:p w:rsidR="00943AAF" w:rsidRDefault="00943AAF" w:rsidP="005031EE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943AAF" w:rsidRDefault="00943AAF" w:rsidP="005031EE">
      <w:pPr>
        <w:keepNext/>
        <w:keepLines/>
        <w:ind w:right="284" w:firstLine="709"/>
        <w:jc w:val="both"/>
        <w:outlineLvl w:val="0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Шуморовского</w:t>
      </w:r>
      <w:r w:rsidRPr="00410E67">
        <w:rPr>
          <w:rStyle w:val="12"/>
          <w:b/>
        </w:rPr>
        <w:t xml:space="preserve"> сельского поселения за 1 </w:t>
      </w:r>
      <w:r>
        <w:rPr>
          <w:rStyle w:val="12"/>
          <w:b/>
        </w:rPr>
        <w:t>полугодие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Шуморовского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410,9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41,8</w:t>
      </w:r>
      <w:r w:rsidRPr="00410E67">
        <w:rPr>
          <w:rStyle w:val="10"/>
        </w:rPr>
        <w:t xml:space="preserve"> % от утвержденных годовых назначений.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22" w:lineRule="exact"/>
        <w:ind w:right="284" w:firstLine="700"/>
        <w:sectPr w:rsidR="00943AAF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Шуморовского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Шуморовского сельского</w:t>
      </w:r>
      <w:r w:rsidRPr="00410E67">
        <w:rPr>
          <w:rStyle w:val="10"/>
        </w:rPr>
        <w:t xml:space="preserve"> поселения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92,6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 xml:space="preserve">02 </w:t>
      </w:r>
      <w:r w:rsidRPr="00410E67">
        <w:rPr>
          <w:i/>
        </w:rPr>
        <w:t>«</w:t>
      </w:r>
      <w:r>
        <w:rPr>
          <w:i/>
        </w:rPr>
        <w:t>Национальная оборона»-7</w:t>
      </w:r>
      <w:r w:rsidRPr="00410E67">
        <w:rPr>
          <w:i/>
        </w:rPr>
        <w:t xml:space="preserve"> %.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380,6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41,6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у</w:t>
      </w:r>
      <w:r>
        <w:rPr>
          <w:rStyle w:val="10"/>
        </w:rPr>
        <w:t>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17,3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392,37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10"/>
        </w:rPr>
        <w:t>169,47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43,2</w:t>
      </w:r>
      <w:r w:rsidRPr="00410E67">
        <w:rPr>
          <w:rStyle w:val="10"/>
        </w:rPr>
        <w:t>%);</w:t>
      </w:r>
    </w:p>
    <w:p w:rsidR="00943AAF" w:rsidRDefault="00943AAF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207,17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509,37 тыс.</w:t>
      </w:r>
      <w:r w:rsidRPr="00410E67">
        <w:t xml:space="preserve"> рубл</w:t>
      </w:r>
      <w:r>
        <w:t>ей</w:t>
      </w:r>
      <w:r w:rsidRPr="00410E67">
        <w:t xml:space="preserve">, темп роста составил </w:t>
      </w:r>
      <w:r>
        <w:t>99,8</w:t>
      </w:r>
      <w:r w:rsidRPr="00410E67">
        <w:t>%.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>Расходы на обеспечение деятельности финансовых органов финансово-бюджетного надзора</w:t>
      </w:r>
      <w:r w:rsidRPr="00FA4296">
        <w:rPr>
          <w:rStyle w:val="10"/>
        </w:rPr>
        <w:t xml:space="preserve"> </w:t>
      </w:r>
      <w:r>
        <w:rPr>
          <w:rStyle w:val="10"/>
        </w:rPr>
        <w:t>исполнение отсутствует.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</w:t>
      </w:r>
      <w:r>
        <w:rPr>
          <w:rStyle w:val="10"/>
        </w:rPr>
        <w:t xml:space="preserve"> составило 4,0 тыс.рублей, исполнение к уточненной бюджетной росписи составило 50 %</w:t>
      </w:r>
      <w:r w:rsidRPr="00410E67">
        <w:rPr>
          <w:rStyle w:val="10"/>
        </w:rPr>
        <w:t>.</w:t>
      </w:r>
    </w:p>
    <w:p w:rsidR="00943AAF" w:rsidRDefault="00943AAF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i/>
        </w:rPr>
        <w:t>Р</w:t>
      </w:r>
      <w:r w:rsidRPr="00410E67">
        <w:rPr>
          <w:rStyle w:val="10"/>
          <w:i/>
        </w:rPr>
        <w:t>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 201</w:t>
      </w:r>
      <w:r>
        <w:rPr>
          <w:rStyle w:val="10"/>
        </w:rPr>
        <w:t>8</w:t>
      </w:r>
      <w:r w:rsidRPr="00410E67">
        <w:rPr>
          <w:rStyle w:val="10"/>
        </w:rPr>
        <w:t>года отсутствует;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28,6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64,0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44,7</w:t>
      </w:r>
      <w:r w:rsidRPr="00410E67">
        <w:rPr>
          <w:rStyle w:val="10"/>
        </w:rPr>
        <w:t xml:space="preserve"> %, по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2,6 тыс.</w:t>
      </w:r>
      <w:r w:rsidRPr="00410E67">
        <w:rPr>
          <w:rStyle w:val="10"/>
        </w:rPr>
        <w:t xml:space="preserve"> рублей, или на </w:t>
      </w:r>
      <w:r>
        <w:rPr>
          <w:rStyle w:val="10"/>
        </w:rPr>
        <w:t>10</w:t>
      </w:r>
      <w:r w:rsidRPr="00410E67">
        <w:rPr>
          <w:rStyle w:val="10"/>
        </w:rPr>
        <w:t xml:space="preserve"> %. </w:t>
      </w:r>
    </w:p>
    <w:p w:rsidR="00943AAF" w:rsidRDefault="00943AAF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7</w:t>
      </w:r>
      <w:r w:rsidRPr="00410E67">
        <w:rPr>
          <w:rStyle w:val="10"/>
        </w:rPr>
        <w:t xml:space="preserve"> %.</w:t>
      </w:r>
    </w:p>
    <w:p w:rsidR="00943AAF" w:rsidRDefault="00943AAF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>
        <w:rPr>
          <w:rStyle w:val="10"/>
        </w:rPr>
        <w:t xml:space="preserve">полугодие 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943AAF" w:rsidRDefault="00943AAF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943AAF" w:rsidRDefault="00943AAF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расходы за 1 полугодие 2018 года составили 1,0 тыс.рублей или 28,2 % уточненного плана.</w:t>
      </w:r>
    </w:p>
    <w:p w:rsidR="00943AAF" w:rsidRDefault="00943AAF" w:rsidP="006E44C0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полугодие 2018</w:t>
      </w:r>
      <w:r w:rsidRPr="00410E67">
        <w:rPr>
          <w:rStyle w:val="10"/>
        </w:rPr>
        <w:t xml:space="preserve"> года отсутствуют.</w:t>
      </w:r>
    </w:p>
    <w:p w:rsidR="00943AAF" w:rsidRDefault="00943AAF" w:rsidP="006E44C0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17" w:lineRule="exact"/>
        <w:ind w:left="60"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943AAF" w:rsidRDefault="00943AAF" w:rsidP="006E44C0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943AAF" w:rsidRDefault="00943AAF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</w:p>
    <w:p w:rsidR="00943AAF" w:rsidRDefault="00943AAF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Шуморовского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r>
        <w:t>Шумаровского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>
          <w:t>27</w:t>
        </w:r>
        <w:r w:rsidRPr="00410E67">
          <w:t>.12.201</w:t>
        </w:r>
        <w:r>
          <w:t>7</w:t>
        </w:r>
      </w:smartTag>
      <w:r>
        <w:t xml:space="preserve"> г. №4/119</w:t>
      </w:r>
      <w:r w:rsidRPr="00410E67">
        <w:t xml:space="preserve"> «О бюджете</w:t>
      </w:r>
      <w:r>
        <w:t xml:space="preserve"> муниципального образования «</w:t>
      </w:r>
      <w:r w:rsidRPr="00410E67">
        <w:t xml:space="preserve"> </w:t>
      </w:r>
      <w:r>
        <w:t>Шуморовское</w:t>
      </w:r>
      <w:r w:rsidRPr="00410E67">
        <w:t xml:space="preserve"> сельско</w:t>
      </w:r>
      <w:r>
        <w:t>е поселение, Млинского района, Брянской области»</w:t>
      </w:r>
      <w:r w:rsidRPr="00410E67">
        <w:t xml:space="preserve"> на 201</w:t>
      </w:r>
      <w:r>
        <w:t xml:space="preserve">8 год и на плановый период 2019 </w:t>
      </w:r>
      <w:r w:rsidRPr="00410E67">
        <w:t>и 20</w:t>
      </w:r>
      <w:r>
        <w:t xml:space="preserve">20 </w:t>
      </w:r>
      <w:r w:rsidRPr="00410E67">
        <w:t>годов » принят бездефицитный бюджет.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r>
        <w:t>Шуморовского</w:t>
      </w:r>
      <w:r w:rsidRPr="00410E67">
        <w:t xml:space="preserve"> сельского поселения изменен и утвержден в сумме </w:t>
      </w:r>
      <w:r>
        <w:t>114,4 тыс.</w:t>
      </w:r>
      <w:r w:rsidRPr="00410E67">
        <w:t xml:space="preserve"> руб.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>
        <w:t>В состав источников внутреннего финансирования дефицита бюджета Шуморовского сельского поселения включены изменения остатков средств на счетах по учету средств бюджета в сумме 108,5 тыс. рублей.</w:t>
      </w:r>
    </w:p>
    <w:p w:rsidR="00943AAF" w:rsidRPr="00410E67" w:rsidRDefault="00943AAF" w:rsidP="006E44C0">
      <w:pPr>
        <w:pStyle w:val="2"/>
        <w:shd w:val="clear" w:color="auto" w:fill="auto"/>
        <w:spacing w:before="0" w:after="338" w:line="317" w:lineRule="exact"/>
        <w:ind w:left="20" w:right="284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Шумаровского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Шумаровского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943AAF" w:rsidRPr="00410E67" w:rsidRDefault="00943AAF" w:rsidP="006E44C0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943AAF" w:rsidRPr="00410E67" w:rsidRDefault="00943AAF" w:rsidP="006E44C0">
      <w:pPr>
        <w:pStyle w:val="2"/>
        <w:shd w:val="clear" w:color="auto" w:fill="auto"/>
        <w:spacing w:before="0" w:after="0" w:line="307" w:lineRule="exact"/>
        <w:ind w:left="20" w:right="284" w:firstLine="700"/>
        <w:sectPr w:rsidR="00943AAF" w:rsidRPr="00410E67">
          <w:footerReference w:type="default" r:id="rId8"/>
          <w:footerReference w:type="first" r:id="rId9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Шумаровскойсельской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И.А.Рыжинской</w:t>
      </w:r>
    </w:p>
    <w:p w:rsidR="00943AAF" w:rsidRPr="00410E67" w:rsidRDefault="00943AAF" w:rsidP="006E44C0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943AAF" w:rsidRPr="00410E67" w:rsidRDefault="00943AAF" w:rsidP="006E44C0">
      <w:pPr>
        <w:ind w:right="284"/>
        <w:rPr>
          <w:rFonts w:ascii="Times New Roman" w:hAnsi="Times New Roman" w:cs="Times New Roman"/>
          <w:sz w:val="27"/>
          <w:szCs w:val="27"/>
        </w:rPr>
        <w:sectPr w:rsidR="00943AAF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Председатель</w:t>
      </w:r>
    </w:p>
    <w:p w:rsidR="00943AAF" w:rsidRPr="00410E67" w:rsidRDefault="00943AAF" w:rsidP="006E44C0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Л.В.Чуприк</w:t>
      </w:r>
    </w:p>
    <w:p w:rsidR="00943AAF" w:rsidRPr="00410E67" w:rsidRDefault="00943AAF" w:rsidP="006E44C0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943AAF" w:rsidRPr="004D2FF2" w:rsidRDefault="00943AAF" w:rsidP="006E44C0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943AAF" w:rsidRPr="004D2FF2" w:rsidRDefault="00943AAF" w:rsidP="006E44C0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943AAF" w:rsidRDefault="00943AAF" w:rsidP="006E44C0">
      <w:pPr>
        <w:ind w:right="284"/>
        <w:rPr>
          <w:sz w:val="28"/>
          <w:szCs w:val="28"/>
        </w:rPr>
      </w:pPr>
    </w:p>
    <w:p w:rsidR="00943AAF" w:rsidRDefault="00943AAF" w:rsidP="006E44C0">
      <w:pPr>
        <w:ind w:right="284"/>
        <w:rPr>
          <w:sz w:val="28"/>
          <w:szCs w:val="28"/>
        </w:rPr>
      </w:pPr>
    </w:p>
    <w:p w:rsidR="00943AAF" w:rsidRDefault="00943AAF" w:rsidP="00B45A00">
      <w:pPr>
        <w:ind w:right="284"/>
        <w:rPr>
          <w:sz w:val="28"/>
          <w:szCs w:val="28"/>
        </w:rPr>
      </w:pPr>
    </w:p>
    <w:p w:rsidR="00943AAF" w:rsidRDefault="00943AAF" w:rsidP="00B45A00">
      <w:pPr>
        <w:ind w:right="284"/>
        <w:rPr>
          <w:sz w:val="28"/>
          <w:szCs w:val="28"/>
        </w:rPr>
      </w:pPr>
    </w:p>
    <w:p w:rsidR="00943AAF" w:rsidRDefault="00943AAF" w:rsidP="00B45A00">
      <w:pPr>
        <w:ind w:right="284"/>
        <w:rPr>
          <w:sz w:val="28"/>
          <w:szCs w:val="28"/>
        </w:rPr>
      </w:pPr>
    </w:p>
    <w:p w:rsidR="00943AAF" w:rsidRPr="00116C6E" w:rsidRDefault="00943AAF" w:rsidP="003C4BE4">
      <w:pPr>
        <w:rPr>
          <w:sz w:val="28"/>
          <w:szCs w:val="28"/>
        </w:rPr>
      </w:pPr>
    </w:p>
    <w:p w:rsidR="00943AAF" w:rsidRPr="003C4BE4" w:rsidRDefault="00943AAF" w:rsidP="003C4BE4"/>
    <w:p w:rsidR="00943AAF" w:rsidRPr="003C4BE4" w:rsidRDefault="00943AAF" w:rsidP="003C4BE4"/>
    <w:p w:rsidR="00943AAF" w:rsidRPr="003C4BE4" w:rsidRDefault="00943AAF" w:rsidP="003C4BE4"/>
    <w:p w:rsidR="00943AAF" w:rsidRPr="003C4BE4" w:rsidRDefault="00943AAF" w:rsidP="003C4BE4"/>
    <w:p w:rsidR="00943AAF" w:rsidRDefault="00943AAF" w:rsidP="003C4BE4"/>
    <w:p w:rsidR="00943AAF" w:rsidRDefault="00943AAF" w:rsidP="003C4BE4"/>
    <w:p w:rsidR="00943AAF" w:rsidRDefault="00943AAF" w:rsidP="003C4BE4"/>
    <w:p w:rsidR="00943AAF" w:rsidRDefault="00943AAF" w:rsidP="003C4BE4"/>
    <w:p w:rsidR="00943AAF" w:rsidRDefault="00943AAF" w:rsidP="003C4BE4"/>
    <w:p w:rsidR="00943AAF" w:rsidRPr="003C4BE4" w:rsidRDefault="00943AAF" w:rsidP="003C4BE4"/>
    <w:sectPr w:rsidR="00943AAF" w:rsidRPr="003C4BE4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AAF" w:rsidRDefault="00943AAF" w:rsidP="0050045E">
      <w:r>
        <w:separator/>
      </w:r>
    </w:p>
  </w:endnote>
  <w:endnote w:type="continuationSeparator" w:id="0">
    <w:p w:rsidR="00943AAF" w:rsidRDefault="00943AAF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AF" w:rsidRDefault="00943AAF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FA78C3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AF" w:rsidRDefault="00943AAF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AF" w:rsidRDefault="00943AAF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9F44F8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AF" w:rsidRDefault="00943AAF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AAF" w:rsidRDefault="00943AAF"/>
  </w:footnote>
  <w:footnote w:type="continuationSeparator" w:id="0">
    <w:p w:rsidR="00943AAF" w:rsidRDefault="00943AA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5D08"/>
    <w:rsid w:val="00053DFF"/>
    <w:rsid w:val="000601DF"/>
    <w:rsid w:val="00065EEB"/>
    <w:rsid w:val="00070F76"/>
    <w:rsid w:val="0007548B"/>
    <w:rsid w:val="00075826"/>
    <w:rsid w:val="00092FD0"/>
    <w:rsid w:val="00094FFA"/>
    <w:rsid w:val="000A2F64"/>
    <w:rsid w:val="000B44FC"/>
    <w:rsid w:val="000B62DF"/>
    <w:rsid w:val="000B7460"/>
    <w:rsid w:val="000C375D"/>
    <w:rsid w:val="000D3B34"/>
    <w:rsid w:val="000F4E09"/>
    <w:rsid w:val="000F555A"/>
    <w:rsid w:val="001000E6"/>
    <w:rsid w:val="00105CDB"/>
    <w:rsid w:val="00110D15"/>
    <w:rsid w:val="001114DD"/>
    <w:rsid w:val="0011224F"/>
    <w:rsid w:val="001139AE"/>
    <w:rsid w:val="00116C6E"/>
    <w:rsid w:val="00117848"/>
    <w:rsid w:val="00122CC0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75A8A"/>
    <w:rsid w:val="00185729"/>
    <w:rsid w:val="00185AE5"/>
    <w:rsid w:val="001A6797"/>
    <w:rsid w:val="001A6F2A"/>
    <w:rsid w:val="001B1605"/>
    <w:rsid w:val="001B6ECC"/>
    <w:rsid w:val="001D0D1E"/>
    <w:rsid w:val="001D3F64"/>
    <w:rsid w:val="001E6301"/>
    <w:rsid w:val="001F3628"/>
    <w:rsid w:val="001F65D9"/>
    <w:rsid w:val="00212769"/>
    <w:rsid w:val="00215974"/>
    <w:rsid w:val="00223F96"/>
    <w:rsid w:val="002268AB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2F7B39"/>
    <w:rsid w:val="00300C33"/>
    <w:rsid w:val="003028EC"/>
    <w:rsid w:val="00305EE2"/>
    <w:rsid w:val="003115DA"/>
    <w:rsid w:val="003152E4"/>
    <w:rsid w:val="00317E82"/>
    <w:rsid w:val="003226E4"/>
    <w:rsid w:val="00324207"/>
    <w:rsid w:val="00327516"/>
    <w:rsid w:val="00327E9D"/>
    <w:rsid w:val="003422EE"/>
    <w:rsid w:val="00366278"/>
    <w:rsid w:val="003744FF"/>
    <w:rsid w:val="0038006C"/>
    <w:rsid w:val="0038031E"/>
    <w:rsid w:val="00381C0D"/>
    <w:rsid w:val="003864E9"/>
    <w:rsid w:val="0039675D"/>
    <w:rsid w:val="003967EA"/>
    <w:rsid w:val="003A6E4A"/>
    <w:rsid w:val="003B3CAD"/>
    <w:rsid w:val="003B690E"/>
    <w:rsid w:val="003C2555"/>
    <w:rsid w:val="003C43BF"/>
    <w:rsid w:val="003C4A1F"/>
    <w:rsid w:val="003C4BE4"/>
    <w:rsid w:val="003C7BB6"/>
    <w:rsid w:val="003D045F"/>
    <w:rsid w:val="003D1FBA"/>
    <w:rsid w:val="003D25BB"/>
    <w:rsid w:val="003D2804"/>
    <w:rsid w:val="003D3E1F"/>
    <w:rsid w:val="003D5357"/>
    <w:rsid w:val="003E14B1"/>
    <w:rsid w:val="003F484E"/>
    <w:rsid w:val="004038D4"/>
    <w:rsid w:val="004046F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0799"/>
    <w:rsid w:val="00472575"/>
    <w:rsid w:val="00474E83"/>
    <w:rsid w:val="004808E0"/>
    <w:rsid w:val="004833E9"/>
    <w:rsid w:val="00493B45"/>
    <w:rsid w:val="004A6CD5"/>
    <w:rsid w:val="004A7D00"/>
    <w:rsid w:val="004B0A18"/>
    <w:rsid w:val="004C0408"/>
    <w:rsid w:val="004C230F"/>
    <w:rsid w:val="004C3BD2"/>
    <w:rsid w:val="004C7F49"/>
    <w:rsid w:val="004D2FF2"/>
    <w:rsid w:val="004F2D91"/>
    <w:rsid w:val="004F5C31"/>
    <w:rsid w:val="0050045E"/>
    <w:rsid w:val="00502702"/>
    <w:rsid w:val="005031EE"/>
    <w:rsid w:val="0052374B"/>
    <w:rsid w:val="005251C3"/>
    <w:rsid w:val="005304D7"/>
    <w:rsid w:val="00540041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5F2197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00A8"/>
    <w:rsid w:val="006B1DA2"/>
    <w:rsid w:val="006B3842"/>
    <w:rsid w:val="006C40B2"/>
    <w:rsid w:val="006E44C0"/>
    <w:rsid w:val="006F3522"/>
    <w:rsid w:val="006F550A"/>
    <w:rsid w:val="006F7DF9"/>
    <w:rsid w:val="00704610"/>
    <w:rsid w:val="00710DD5"/>
    <w:rsid w:val="00715710"/>
    <w:rsid w:val="00721BCE"/>
    <w:rsid w:val="00721DEC"/>
    <w:rsid w:val="007229B6"/>
    <w:rsid w:val="00722BF4"/>
    <w:rsid w:val="00722C90"/>
    <w:rsid w:val="00722F08"/>
    <w:rsid w:val="007258C7"/>
    <w:rsid w:val="00725F47"/>
    <w:rsid w:val="007263FF"/>
    <w:rsid w:val="00731E90"/>
    <w:rsid w:val="0073299E"/>
    <w:rsid w:val="00735407"/>
    <w:rsid w:val="007362C7"/>
    <w:rsid w:val="007405FF"/>
    <w:rsid w:val="00740CFC"/>
    <w:rsid w:val="0075501F"/>
    <w:rsid w:val="00761262"/>
    <w:rsid w:val="0076597C"/>
    <w:rsid w:val="00774432"/>
    <w:rsid w:val="007839FC"/>
    <w:rsid w:val="007870B0"/>
    <w:rsid w:val="007A18DB"/>
    <w:rsid w:val="007A2D37"/>
    <w:rsid w:val="007A315C"/>
    <w:rsid w:val="007B082A"/>
    <w:rsid w:val="007B4A8A"/>
    <w:rsid w:val="007C3210"/>
    <w:rsid w:val="007E33FC"/>
    <w:rsid w:val="007F0730"/>
    <w:rsid w:val="007F08B2"/>
    <w:rsid w:val="007F1122"/>
    <w:rsid w:val="007F1B16"/>
    <w:rsid w:val="007F2789"/>
    <w:rsid w:val="007F5012"/>
    <w:rsid w:val="007F51E0"/>
    <w:rsid w:val="007F66DC"/>
    <w:rsid w:val="007F697D"/>
    <w:rsid w:val="008025DF"/>
    <w:rsid w:val="00804111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010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B0181"/>
    <w:rsid w:val="008B2D4F"/>
    <w:rsid w:val="008B6CBF"/>
    <w:rsid w:val="008C3A6E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43AAF"/>
    <w:rsid w:val="00950D7D"/>
    <w:rsid w:val="009553FF"/>
    <w:rsid w:val="00956201"/>
    <w:rsid w:val="009676A8"/>
    <w:rsid w:val="009734AB"/>
    <w:rsid w:val="00973D03"/>
    <w:rsid w:val="0097631A"/>
    <w:rsid w:val="009876EA"/>
    <w:rsid w:val="009957C0"/>
    <w:rsid w:val="009A3B6E"/>
    <w:rsid w:val="009A64A5"/>
    <w:rsid w:val="009A7C95"/>
    <w:rsid w:val="009B0A03"/>
    <w:rsid w:val="009B522A"/>
    <w:rsid w:val="009C360C"/>
    <w:rsid w:val="009C568E"/>
    <w:rsid w:val="009D018B"/>
    <w:rsid w:val="009D6B62"/>
    <w:rsid w:val="009E0FD8"/>
    <w:rsid w:val="009E3707"/>
    <w:rsid w:val="009E5CAD"/>
    <w:rsid w:val="009F44F8"/>
    <w:rsid w:val="009F6496"/>
    <w:rsid w:val="00A014C9"/>
    <w:rsid w:val="00A05F2C"/>
    <w:rsid w:val="00A07FDD"/>
    <w:rsid w:val="00A23173"/>
    <w:rsid w:val="00A3440A"/>
    <w:rsid w:val="00A45A8B"/>
    <w:rsid w:val="00A45C4F"/>
    <w:rsid w:val="00A54A95"/>
    <w:rsid w:val="00A62EC7"/>
    <w:rsid w:val="00A64CE9"/>
    <w:rsid w:val="00A77089"/>
    <w:rsid w:val="00A860B6"/>
    <w:rsid w:val="00A86C96"/>
    <w:rsid w:val="00A918F3"/>
    <w:rsid w:val="00AB3D48"/>
    <w:rsid w:val="00AB6829"/>
    <w:rsid w:val="00AC7B99"/>
    <w:rsid w:val="00AD0E91"/>
    <w:rsid w:val="00AD6458"/>
    <w:rsid w:val="00AF0CB1"/>
    <w:rsid w:val="00B02514"/>
    <w:rsid w:val="00B05413"/>
    <w:rsid w:val="00B05AD3"/>
    <w:rsid w:val="00B0635F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0767"/>
    <w:rsid w:val="00B45A00"/>
    <w:rsid w:val="00B50985"/>
    <w:rsid w:val="00B53382"/>
    <w:rsid w:val="00B54F4B"/>
    <w:rsid w:val="00B60950"/>
    <w:rsid w:val="00B61D74"/>
    <w:rsid w:val="00B636FD"/>
    <w:rsid w:val="00B73FFA"/>
    <w:rsid w:val="00B76130"/>
    <w:rsid w:val="00B811C6"/>
    <w:rsid w:val="00B85AD2"/>
    <w:rsid w:val="00B959F2"/>
    <w:rsid w:val="00BA38A4"/>
    <w:rsid w:val="00BB19DF"/>
    <w:rsid w:val="00BB229B"/>
    <w:rsid w:val="00BE0645"/>
    <w:rsid w:val="00BE37CF"/>
    <w:rsid w:val="00BF0BC0"/>
    <w:rsid w:val="00C01611"/>
    <w:rsid w:val="00C075B1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1605"/>
    <w:rsid w:val="00C82410"/>
    <w:rsid w:val="00C906BC"/>
    <w:rsid w:val="00C915DB"/>
    <w:rsid w:val="00CB34CB"/>
    <w:rsid w:val="00CB4BCD"/>
    <w:rsid w:val="00CC1BB4"/>
    <w:rsid w:val="00CC7118"/>
    <w:rsid w:val="00CE31CE"/>
    <w:rsid w:val="00D071A9"/>
    <w:rsid w:val="00D1346E"/>
    <w:rsid w:val="00D26102"/>
    <w:rsid w:val="00D31C6D"/>
    <w:rsid w:val="00D359A2"/>
    <w:rsid w:val="00D4544C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9098B"/>
    <w:rsid w:val="00DA615D"/>
    <w:rsid w:val="00DA67AF"/>
    <w:rsid w:val="00DC209E"/>
    <w:rsid w:val="00DC2A51"/>
    <w:rsid w:val="00DC31BA"/>
    <w:rsid w:val="00DC3E6C"/>
    <w:rsid w:val="00DC6994"/>
    <w:rsid w:val="00DE6883"/>
    <w:rsid w:val="00DE7F88"/>
    <w:rsid w:val="00DF4CE2"/>
    <w:rsid w:val="00E0188B"/>
    <w:rsid w:val="00E22534"/>
    <w:rsid w:val="00E312AD"/>
    <w:rsid w:val="00E32761"/>
    <w:rsid w:val="00E35543"/>
    <w:rsid w:val="00E4057E"/>
    <w:rsid w:val="00E41ED4"/>
    <w:rsid w:val="00E423FB"/>
    <w:rsid w:val="00E42E55"/>
    <w:rsid w:val="00E44BFF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2E7F"/>
    <w:rsid w:val="00EB785F"/>
    <w:rsid w:val="00EC5277"/>
    <w:rsid w:val="00ED0AE8"/>
    <w:rsid w:val="00ED4AAE"/>
    <w:rsid w:val="00EE153F"/>
    <w:rsid w:val="00EE170E"/>
    <w:rsid w:val="00EE18D4"/>
    <w:rsid w:val="00EE669B"/>
    <w:rsid w:val="00EE6D93"/>
    <w:rsid w:val="00F01391"/>
    <w:rsid w:val="00F048FE"/>
    <w:rsid w:val="00F06554"/>
    <w:rsid w:val="00F11B3C"/>
    <w:rsid w:val="00F145EA"/>
    <w:rsid w:val="00F14E55"/>
    <w:rsid w:val="00F20B26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798"/>
    <w:rsid w:val="00F77ADA"/>
    <w:rsid w:val="00F94A1A"/>
    <w:rsid w:val="00FA4102"/>
    <w:rsid w:val="00FA4296"/>
    <w:rsid w:val="00FA78C3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95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3013</TotalTime>
  <Pages>5</Pages>
  <Words>1197</Words>
  <Characters>6826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294</cp:revision>
  <cp:lastPrinted>2017-08-14T07:17:00Z</cp:lastPrinted>
  <dcterms:created xsi:type="dcterms:W3CDTF">2017-07-17T08:21:00Z</dcterms:created>
  <dcterms:modified xsi:type="dcterms:W3CDTF">2018-08-15T11:59:00Z</dcterms:modified>
</cp:coreProperties>
</file>