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64" w:rsidRDefault="00C35264" w:rsidP="002F0AAE">
      <w:pPr>
        <w:jc w:val="center"/>
        <w:rPr>
          <w:b/>
          <w:sz w:val="28"/>
          <w:szCs w:val="28"/>
        </w:rPr>
      </w:pPr>
    </w:p>
    <w:p w:rsidR="00C35264" w:rsidRPr="006A7719" w:rsidRDefault="00C35264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>СОГЛАШЕНИЕ №___</w:t>
      </w:r>
    </w:p>
    <w:p w:rsidR="00C35264" w:rsidRPr="006A7719" w:rsidRDefault="00C35264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 xml:space="preserve">о передаче администрации Мглинского района полномочий по осуществлению внутреннего муниципального финансового контроля </w:t>
      </w:r>
      <w:r>
        <w:rPr>
          <w:b/>
          <w:sz w:val="28"/>
          <w:szCs w:val="28"/>
        </w:rPr>
        <w:t>Мглинского городского</w:t>
      </w:r>
      <w:r w:rsidRPr="006A7719">
        <w:rPr>
          <w:b/>
          <w:sz w:val="28"/>
          <w:szCs w:val="28"/>
        </w:rPr>
        <w:t xml:space="preserve"> поселения </w:t>
      </w:r>
      <w:r>
        <w:rPr>
          <w:b/>
          <w:sz w:val="28"/>
          <w:szCs w:val="28"/>
        </w:rPr>
        <w:t>на 2021 год и на плановый период 2022 и 2023</w:t>
      </w:r>
      <w:r w:rsidRPr="0044754B">
        <w:rPr>
          <w:b/>
          <w:sz w:val="28"/>
          <w:szCs w:val="28"/>
        </w:rPr>
        <w:t xml:space="preserve"> годов.</w:t>
      </w:r>
    </w:p>
    <w:p w:rsidR="00C35264" w:rsidRPr="006A7719" w:rsidRDefault="00C35264" w:rsidP="002F0AAE">
      <w:pPr>
        <w:jc w:val="center"/>
        <w:rPr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6A7719">
        <w:rPr>
          <w:sz w:val="28"/>
          <w:szCs w:val="28"/>
        </w:rPr>
        <w:t>В целях реализации Бюджетного кодекса Российской Федерации, в соответствии с Федеральным законом от 06.10.2003года № 131-ФЗ «Об общих принципах организации местного самоуправления в Российской Федерации», Мглинский районный Совет народных депутатов (далее - представительный орган муниципального района)  в лице главы</w:t>
      </w:r>
      <w:r>
        <w:rPr>
          <w:sz w:val="28"/>
          <w:szCs w:val="28"/>
        </w:rPr>
        <w:t xml:space="preserve"> Мглинского</w:t>
      </w:r>
      <w:r w:rsidRPr="006A7719">
        <w:rPr>
          <w:sz w:val="28"/>
          <w:szCs w:val="28"/>
        </w:rPr>
        <w:t xml:space="preserve"> района Воликовой Натальи Васильевны, действующего на основании Устава Мглинского района Брянской области, администрация Мглинского района в лице </w:t>
      </w:r>
      <w:r w:rsidRPr="00B61193">
        <w:rPr>
          <w:sz w:val="28"/>
          <w:szCs w:val="28"/>
        </w:rPr>
        <w:t>главы администрации Мглинского района</w:t>
      </w:r>
      <w:r>
        <w:rPr>
          <w:sz w:val="28"/>
          <w:szCs w:val="28"/>
        </w:rPr>
        <w:t>Полоника Андрея Васильевича,</w:t>
      </w:r>
      <w:r w:rsidRPr="006A7719">
        <w:rPr>
          <w:sz w:val="28"/>
          <w:szCs w:val="28"/>
        </w:rPr>
        <w:t xml:space="preserve"> действующего на основании Устава Мглинского района</w:t>
      </w:r>
      <w:r>
        <w:rPr>
          <w:sz w:val="28"/>
          <w:szCs w:val="28"/>
        </w:rPr>
        <w:t xml:space="preserve"> Брянской области</w:t>
      </w:r>
      <w:r w:rsidRPr="006A7719">
        <w:rPr>
          <w:sz w:val="28"/>
          <w:szCs w:val="28"/>
        </w:rPr>
        <w:t xml:space="preserve"> и Совет народных депутатов </w:t>
      </w:r>
      <w:r>
        <w:rPr>
          <w:sz w:val="28"/>
          <w:szCs w:val="28"/>
        </w:rPr>
        <w:t>г. Мглина</w:t>
      </w:r>
      <w:r w:rsidRPr="006A7719">
        <w:rPr>
          <w:sz w:val="28"/>
          <w:szCs w:val="28"/>
        </w:rPr>
        <w:t xml:space="preserve"> (далее – представительный орган поселения) в лице главы </w:t>
      </w:r>
      <w:r>
        <w:rPr>
          <w:sz w:val="28"/>
          <w:szCs w:val="28"/>
        </w:rPr>
        <w:t>города Мглина Перлухиной Людмилы Александровны</w:t>
      </w:r>
      <w:r w:rsidRPr="006A7719">
        <w:rPr>
          <w:sz w:val="28"/>
          <w:szCs w:val="28"/>
        </w:rPr>
        <w:t xml:space="preserve">,  действующего на основании Устава </w:t>
      </w:r>
      <w:r>
        <w:rPr>
          <w:sz w:val="28"/>
          <w:szCs w:val="28"/>
        </w:rPr>
        <w:t>Мглинскогогородского</w:t>
      </w:r>
      <w:r w:rsidRPr="006A7719">
        <w:rPr>
          <w:sz w:val="28"/>
          <w:szCs w:val="28"/>
        </w:rPr>
        <w:t xml:space="preserve"> поселения Мглинского</w:t>
      </w:r>
      <w:r>
        <w:rPr>
          <w:sz w:val="28"/>
          <w:szCs w:val="28"/>
        </w:rPr>
        <w:t xml:space="preserve"> муниципального</w:t>
      </w:r>
      <w:r w:rsidRPr="006A7719">
        <w:rPr>
          <w:sz w:val="28"/>
          <w:szCs w:val="28"/>
        </w:rPr>
        <w:t xml:space="preserve"> района Брянской области</w:t>
      </w:r>
      <w:r>
        <w:rPr>
          <w:sz w:val="28"/>
          <w:szCs w:val="28"/>
        </w:rPr>
        <w:t>,</w:t>
      </w:r>
      <w:r w:rsidRPr="006A7719">
        <w:rPr>
          <w:sz w:val="28"/>
          <w:szCs w:val="28"/>
        </w:rPr>
        <w:t xml:space="preserve"> далее именуемые «Стороны», заключили настоящее Соглашение  о нижеследующем: </w:t>
      </w:r>
    </w:p>
    <w:p w:rsidR="00C35264" w:rsidRPr="006A7719" w:rsidRDefault="00C35264" w:rsidP="002F0AA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C35264" w:rsidRDefault="00C35264" w:rsidP="002F0AA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A7719">
        <w:rPr>
          <w:b/>
          <w:color w:val="000000"/>
          <w:sz w:val="28"/>
          <w:szCs w:val="28"/>
        </w:rPr>
        <w:t>1. Предмет Соглашения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1.1. Предметом настоящего Соглашения является передача </w:t>
      </w:r>
      <w:r w:rsidRPr="006A7719">
        <w:rPr>
          <w:sz w:val="28"/>
          <w:szCs w:val="28"/>
        </w:rPr>
        <w:t>администрации Мглинского района полномочий по осуществлению внутреннего муниципального финансового контроля</w:t>
      </w:r>
      <w:r>
        <w:rPr>
          <w:color w:val="000000"/>
          <w:sz w:val="28"/>
          <w:szCs w:val="28"/>
        </w:rPr>
        <w:t>Мглинского городского</w:t>
      </w:r>
      <w:r w:rsidRPr="006A7719">
        <w:rPr>
          <w:color w:val="000000"/>
          <w:sz w:val="28"/>
          <w:szCs w:val="28"/>
        </w:rPr>
        <w:t xml:space="preserve"> поселения и передача из бюджета </w:t>
      </w:r>
      <w:r>
        <w:rPr>
          <w:color w:val="000000"/>
          <w:sz w:val="28"/>
          <w:szCs w:val="28"/>
        </w:rPr>
        <w:t>Мглинского городского</w:t>
      </w:r>
      <w:r w:rsidRPr="006A7719">
        <w:rPr>
          <w:color w:val="000000"/>
          <w:sz w:val="28"/>
          <w:szCs w:val="28"/>
        </w:rPr>
        <w:t xml:space="preserve"> поселения </w:t>
      </w:r>
      <w:r>
        <w:rPr>
          <w:color w:val="000000"/>
          <w:sz w:val="28"/>
          <w:szCs w:val="28"/>
        </w:rPr>
        <w:t xml:space="preserve">Мглинского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района Брянской области (далее – бюджет поселения) в бюджет Мглинского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района Брянской области (далее – бюджет муниципального района) иных </w:t>
      </w:r>
      <w:r w:rsidRPr="006A7719">
        <w:rPr>
          <w:color w:val="000000"/>
          <w:sz w:val="28"/>
          <w:szCs w:val="28"/>
        </w:rPr>
        <w:t>межбюджетных трансфертов на осуществление переданных полномочий.</w:t>
      </w:r>
    </w:p>
    <w:p w:rsidR="00C35264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1.2. Администрации Мглинского района передаются полномочия </w:t>
      </w:r>
      <w:r w:rsidRPr="006A7719">
        <w:rPr>
          <w:sz w:val="28"/>
          <w:szCs w:val="28"/>
        </w:rPr>
        <w:t>по осуществлению внутреннего муниципального финансового контроля</w:t>
      </w:r>
      <w:r w:rsidRPr="006A7719">
        <w:rPr>
          <w:color w:val="000000"/>
          <w:sz w:val="28"/>
          <w:szCs w:val="28"/>
        </w:rPr>
        <w:t>, установленные федеральными зако</w:t>
      </w:r>
      <w:r>
        <w:rPr>
          <w:color w:val="000000"/>
          <w:sz w:val="28"/>
          <w:szCs w:val="28"/>
        </w:rPr>
        <w:t>нами, законами Брянской области</w:t>
      </w:r>
      <w:r w:rsidRPr="006A7719">
        <w:rPr>
          <w:color w:val="000000"/>
          <w:sz w:val="28"/>
          <w:szCs w:val="28"/>
        </w:rPr>
        <w:t xml:space="preserve"> и нормативными правовыми актами органов местного самоуправления Мглинского района</w:t>
      </w:r>
      <w:r>
        <w:rPr>
          <w:color w:val="000000"/>
          <w:sz w:val="28"/>
          <w:szCs w:val="28"/>
        </w:rPr>
        <w:t>:</w:t>
      </w:r>
    </w:p>
    <w:p w:rsidR="00C35264" w:rsidRPr="0044754B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44754B">
        <w:rPr>
          <w:sz w:val="28"/>
          <w:szCs w:val="28"/>
        </w:rPr>
        <w:t>- бюджетные полномочия по внутреннему муниципальному финансовому контролю (статья 269.2 Бюджетного кодекса Российской Федерации);</w:t>
      </w:r>
    </w:p>
    <w:p w:rsidR="00C35264" w:rsidRPr="002F0AAE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44754B">
        <w:rPr>
          <w:sz w:val="28"/>
          <w:szCs w:val="28"/>
        </w:rPr>
        <w:t>- бюджетные полномочия по проведению анализа осуществления главными администраторами бюджетных средств вн</w:t>
      </w:r>
      <w:r>
        <w:rPr>
          <w:sz w:val="28"/>
          <w:szCs w:val="28"/>
        </w:rPr>
        <w:t xml:space="preserve">утреннего финансового контроля </w:t>
      </w:r>
      <w:r w:rsidRPr="0044754B">
        <w:rPr>
          <w:sz w:val="28"/>
          <w:szCs w:val="28"/>
        </w:rPr>
        <w:t>и внутреннего финансового аудита (пункт 4 статьи 157 Бюджетного кодекса Российской Федерации).</w:t>
      </w:r>
    </w:p>
    <w:p w:rsidR="00C35264" w:rsidRPr="00840FD4" w:rsidRDefault="00C35264" w:rsidP="00840FD4">
      <w:pPr>
        <w:shd w:val="clear" w:color="auto" w:fill="FFFFFF"/>
        <w:ind w:firstLine="720"/>
        <w:jc w:val="both"/>
        <w:rPr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1.3. </w:t>
      </w:r>
      <w:r w:rsidRPr="00840FD4">
        <w:rPr>
          <w:sz w:val="28"/>
          <w:szCs w:val="28"/>
        </w:rPr>
        <w:t>Контрольные и экспертно-аналитические мероприятия включаются в план работы сектора контроля администрации Мглинского района на основании  предложений органов местного самоуправления поселения, представляемых в сроки, установленные для формирования плана работы сектора контроля</w:t>
      </w:r>
      <w:r>
        <w:rPr>
          <w:sz w:val="28"/>
          <w:szCs w:val="28"/>
        </w:rPr>
        <w:t xml:space="preserve"> а</w:t>
      </w:r>
      <w:r w:rsidRPr="00840FD4">
        <w:rPr>
          <w:sz w:val="28"/>
          <w:szCs w:val="28"/>
        </w:rPr>
        <w:t xml:space="preserve">дминистрацииМглинского района. </w:t>
      </w:r>
    </w:p>
    <w:p w:rsidR="00C35264" w:rsidRDefault="00C35264" w:rsidP="007C363A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</w:p>
    <w:p w:rsidR="00C35264" w:rsidRDefault="00C35264" w:rsidP="007C363A">
      <w:pPr>
        <w:shd w:val="clear" w:color="auto" w:fill="FFFFFF"/>
        <w:ind w:firstLine="720"/>
        <w:jc w:val="center"/>
        <w:rPr>
          <w:b/>
          <w:color w:val="000000"/>
          <w:sz w:val="28"/>
          <w:szCs w:val="28"/>
        </w:rPr>
      </w:pPr>
    </w:p>
    <w:p w:rsidR="00C35264" w:rsidRPr="007C363A" w:rsidRDefault="00C35264" w:rsidP="007C363A">
      <w:pPr>
        <w:shd w:val="clear" w:color="auto" w:fill="FFFFFF"/>
        <w:ind w:firstLine="720"/>
        <w:jc w:val="center"/>
        <w:rPr>
          <w:b/>
          <w:color w:val="000000"/>
          <w:sz w:val="28"/>
          <w:szCs w:val="28"/>
        </w:rPr>
      </w:pPr>
      <w:r w:rsidRPr="006A7719">
        <w:rPr>
          <w:b/>
          <w:color w:val="000000"/>
          <w:sz w:val="28"/>
          <w:szCs w:val="28"/>
        </w:rPr>
        <w:t>2.</w:t>
      </w:r>
      <w:r w:rsidRPr="006A7719">
        <w:rPr>
          <w:b/>
          <w:color w:val="000000"/>
          <w:spacing w:val="-2"/>
          <w:sz w:val="28"/>
          <w:szCs w:val="28"/>
        </w:rPr>
        <w:t xml:space="preserve">  Права и обязанности сторон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  <w:vertAlign w:val="superscript"/>
        </w:rPr>
      </w:pPr>
      <w:r w:rsidRPr="006A7719">
        <w:rPr>
          <w:color w:val="000000"/>
          <w:sz w:val="28"/>
          <w:szCs w:val="28"/>
        </w:rPr>
        <w:t>2.1. Представительный орган муниципального района: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2.1.1.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2.1.2. может устанавливать случаи и порядок использования собственных материальных ресурсов и финансовых средств бюджета муниципального </w:t>
      </w:r>
      <w:r>
        <w:rPr>
          <w:color w:val="000000"/>
          <w:sz w:val="28"/>
          <w:szCs w:val="28"/>
        </w:rPr>
        <w:t xml:space="preserve">района </w:t>
      </w:r>
      <w:r w:rsidRPr="006A7719">
        <w:rPr>
          <w:color w:val="000000"/>
          <w:sz w:val="28"/>
          <w:szCs w:val="28"/>
        </w:rPr>
        <w:t xml:space="preserve"> для осуществления,  предусмотренных настоящим Соглашением полномочий;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2.1.3. получает от администрации Мглинского района информацию об осуществлении предусмотренных настоящим Соглашением полномочий </w:t>
      </w:r>
      <w:r>
        <w:rPr>
          <w:color w:val="000000"/>
          <w:sz w:val="28"/>
          <w:szCs w:val="28"/>
        </w:rPr>
        <w:t xml:space="preserve">о </w:t>
      </w:r>
      <w:r w:rsidRPr="006A7719">
        <w:rPr>
          <w:color w:val="000000"/>
          <w:sz w:val="28"/>
          <w:szCs w:val="28"/>
        </w:rPr>
        <w:t>результатах проведенных контрольных и экспертно-аналитических мероприятий.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 Администрация Мглинского  района: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6A7719">
        <w:rPr>
          <w:sz w:val="28"/>
          <w:szCs w:val="28"/>
        </w:rPr>
        <w:t xml:space="preserve">2.2.1. Осуществляет функцию внутреннего муниципального финансового контроля в соответствии с </w:t>
      </w:r>
      <w:r w:rsidRPr="006A7719">
        <w:rPr>
          <w:bCs/>
          <w:sz w:val="28"/>
          <w:szCs w:val="28"/>
        </w:rPr>
        <w:t>Порядком определенным муниципальным нормативно</w:t>
      </w:r>
      <w:r>
        <w:rPr>
          <w:bCs/>
          <w:sz w:val="28"/>
          <w:szCs w:val="28"/>
        </w:rPr>
        <w:t>-</w:t>
      </w:r>
      <w:r w:rsidRPr="006A7719">
        <w:rPr>
          <w:bCs/>
          <w:sz w:val="28"/>
          <w:szCs w:val="28"/>
        </w:rPr>
        <w:t xml:space="preserve"> правовым актом администрации Мглинского района;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2.2.2 включает в план работы сектора контроля </w:t>
      </w:r>
      <w:r w:rsidRPr="006A7719">
        <w:rPr>
          <w:sz w:val="28"/>
          <w:szCs w:val="28"/>
        </w:rPr>
        <w:t>в сроки, не противоречащие законодательству – контрольные и экспертно-аналитические мероприятия;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sz w:val="28"/>
          <w:szCs w:val="28"/>
        </w:rPr>
      </w:pPr>
      <w:r w:rsidRPr="006A7719">
        <w:rPr>
          <w:bCs/>
          <w:sz w:val="28"/>
          <w:szCs w:val="28"/>
        </w:rPr>
        <w:t xml:space="preserve">2.2.3. </w:t>
      </w:r>
      <w:r>
        <w:rPr>
          <w:bCs/>
          <w:sz w:val="28"/>
          <w:szCs w:val="28"/>
        </w:rPr>
        <w:t>ежегодно предоставляет представительному органу поселения информацию об осуществлении предусмотренных настоящим Соглашением полномочий</w:t>
      </w:r>
      <w:r w:rsidRPr="006A7719">
        <w:rPr>
          <w:bCs/>
          <w:sz w:val="28"/>
          <w:szCs w:val="28"/>
        </w:rPr>
        <w:t>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2.2.4. проводит предусмотренные планом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2.2.5.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2.2.6.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2.2.7. размещает информацию о проведенных мероприятиях на официальном сайте в сети «Интернет»;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2.2.8.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2.2.9. в случае возникновения препятствий для осуществления предусмотренных настоящим Соглашением полномочий может обращаться в представительный  орган поселения с предложениями по их устранению;</w:t>
      </w:r>
    </w:p>
    <w:p w:rsidR="00C35264" w:rsidRDefault="00C35264" w:rsidP="00840FD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2.2.10. обес</w:t>
      </w:r>
      <w:r>
        <w:rPr>
          <w:color w:val="000000"/>
          <w:sz w:val="28"/>
          <w:szCs w:val="28"/>
        </w:rPr>
        <w:t>печивает использование средств, п</w:t>
      </w:r>
      <w:r w:rsidRPr="006A7719">
        <w:rPr>
          <w:color w:val="000000"/>
          <w:sz w:val="28"/>
          <w:szCs w:val="28"/>
        </w:rPr>
        <w:t>редусмотренных</w:t>
      </w:r>
    </w:p>
    <w:p w:rsidR="00C35264" w:rsidRPr="006A7719" w:rsidRDefault="00C35264" w:rsidP="00840FD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настоящим Соглашением</w:t>
      </w:r>
      <w:r>
        <w:rPr>
          <w:color w:val="000000"/>
          <w:sz w:val="28"/>
          <w:szCs w:val="28"/>
        </w:rPr>
        <w:t xml:space="preserve"> иных </w:t>
      </w:r>
      <w:r w:rsidRPr="006A7719">
        <w:rPr>
          <w:color w:val="000000"/>
          <w:sz w:val="28"/>
          <w:szCs w:val="28"/>
        </w:rPr>
        <w:t>межбюджетных трансфертов на материально-техническое обеспечение своей деятельности;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2.2.11. имеет право использовать средства, предусмотренных настоящим Соглашением  иных межбюджетных трансфертов на компенсацию расходов, осуществленных до поступления  иных межбюджетных трансфертов в бюджет муниципального</w:t>
      </w:r>
      <w:r>
        <w:rPr>
          <w:color w:val="000000"/>
          <w:sz w:val="28"/>
          <w:szCs w:val="28"/>
        </w:rPr>
        <w:t xml:space="preserve"> района</w:t>
      </w:r>
      <w:r w:rsidRPr="006A7719">
        <w:rPr>
          <w:color w:val="000000"/>
          <w:sz w:val="28"/>
          <w:szCs w:val="28"/>
        </w:rPr>
        <w:t>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2.2.12.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 иных межбюджетных трансфертов в бюджет муниципального</w:t>
      </w:r>
      <w:r>
        <w:rPr>
          <w:color w:val="000000"/>
          <w:sz w:val="28"/>
          <w:szCs w:val="28"/>
        </w:rPr>
        <w:t xml:space="preserve"> района</w:t>
      </w:r>
      <w:r w:rsidRPr="006A7719">
        <w:rPr>
          <w:color w:val="000000"/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 Представительный орган поселения: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2.3.1. утверждает в решении о бюджете поселения иные межбюджетные трансферты бюджету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 xml:space="preserve">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</w:t>
      </w:r>
      <w:r>
        <w:rPr>
          <w:color w:val="000000"/>
          <w:sz w:val="28"/>
          <w:szCs w:val="28"/>
        </w:rPr>
        <w:t xml:space="preserve"> района</w:t>
      </w:r>
      <w:r w:rsidRPr="006A7719">
        <w:rPr>
          <w:color w:val="000000"/>
          <w:sz w:val="28"/>
          <w:szCs w:val="28"/>
        </w:rPr>
        <w:t>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2.3.2. направляет в  администрацию Мглинского района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2.3.3. рассматривает отчеты и заключения по результатам проведения контрольных и экспертно-аналитических мероприятий;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2.3.4. имеет право опубликовывать информацию о проведенных мероприятиях в средствах массовой информации;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2.3.5.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2.3.6. имеет право приостановить перечисление предусмотренных настоящим Соглашением иных межбюджетных трансфертов в случае невыполнения  администрацией  Мглинского района своих обязательств.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2.4. Стороны имеют право принимать иные меры, необходимые для реализации настоящего Соглашения.</w:t>
      </w:r>
    </w:p>
    <w:p w:rsidR="00C35264" w:rsidRPr="006A7719" w:rsidRDefault="00C35264" w:rsidP="009A72B6">
      <w:pPr>
        <w:rPr>
          <w:b/>
          <w:sz w:val="28"/>
          <w:szCs w:val="28"/>
        </w:rPr>
      </w:pPr>
    </w:p>
    <w:p w:rsidR="00C35264" w:rsidRDefault="00C35264" w:rsidP="002F0AAE">
      <w:pPr>
        <w:jc w:val="center"/>
        <w:rPr>
          <w:b/>
          <w:sz w:val="28"/>
          <w:szCs w:val="28"/>
        </w:rPr>
      </w:pPr>
    </w:p>
    <w:p w:rsidR="00C35264" w:rsidRPr="006A7719" w:rsidRDefault="00C35264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>3. Порядок определения и предоставления ежегодного объема</w:t>
      </w:r>
    </w:p>
    <w:p w:rsidR="00C35264" w:rsidRPr="006A7719" w:rsidRDefault="00C35264" w:rsidP="002F0AAE">
      <w:pPr>
        <w:jc w:val="center"/>
        <w:rPr>
          <w:b/>
          <w:sz w:val="28"/>
          <w:szCs w:val="28"/>
        </w:rPr>
      </w:pPr>
      <w:r w:rsidRPr="006A7719">
        <w:rPr>
          <w:b/>
          <w:sz w:val="28"/>
          <w:szCs w:val="28"/>
        </w:rPr>
        <w:t xml:space="preserve"> иных межбюджетных трансфертов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C35264" w:rsidRPr="006A7719" w:rsidRDefault="00C35264" w:rsidP="002F0AAE">
      <w:pPr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        3.1. </w:t>
      </w:r>
      <w:r w:rsidRPr="0044754B">
        <w:rPr>
          <w:color w:val="000000"/>
          <w:sz w:val="28"/>
          <w:szCs w:val="28"/>
        </w:rPr>
        <w:t xml:space="preserve">Объем иных </w:t>
      </w:r>
      <w:r>
        <w:rPr>
          <w:color w:val="000000"/>
          <w:sz w:val="28"/>
          <w:szCs w:val="28"/>
        </w:rPr>
        <w:t>межбюджетных трансфертов на 2021 год и на плановый период 2022 и 2023</w:t>
      </w:r>
      <w:r w:rsidRPr="0044754B">
        <w:rPr>
          <w:color w:val="000000"/>
          <w:sz w:val="28"/>
          <w:szCs w:val="28"/>
        </w:rPr>
        <w:t xml:space="preserve"> годов</w:t>
      </w:r>
      <w:r w:rsidRPr="006A7719">
        <w:rPr>
          <w:color w:val="000000"/>
          <w:sz w:val="28"/>
          <w:szCs w:val="28"/>
        </w:rPr>
        <w:t xml:space="preserve">, предоставляемых из бюджета поселения в бюджет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 xml:space="preserve"> на осуществление полномочий, предусмотренных настоящим Соглашением определяется</w:t>
      </w:r>
      <w:r w:rsidRPr="006A7719">
        <w:rPr>
          <w:sz w:val="28"/>
          <w:szCs w:val="28"/>
        </w:rPr>
        <w:t xml:space="preserve"> из</w:t>
      </w:r>
      <w:r w:rsidRPr="006A7719">
        <w:rPr>
          <w:color w:val="000000"/>
          <w:sz w:val="28"/>
          <w:szCs w:val="28"/>
        </w:rPr>
        <w:t xml:space="preserve">  текущих расходов на обеспечение деятельности сектора контроля администрации Мглинского района (кроме расходов на оплату труда и начислений на выплаты по оплате труда), пропорционально </w:t>
      </w:r>
      <w:r>
        <w:rPr>
          <w:color w:val="000000"/>
          <w:sz w:val="28"/>
          <w:szCs w:val="28"/>
        </w:rPr>
        <w:t>расходам бюджетов,</w:t>
      </w:r>
      <w:r w:rsidRPr="006A7719">
        <w:rPr>
          <w:color w:val="000000"/>
          <w:sz w:val="28"/>
          <w:szCs w:val="28"/>
        </w:rPr>
        <w:t xml:space="preserve"> заключивших Соглашение о передаче</w:t>
      </w:r>
      <w:r w:rsidRPr="006A7719">
        <w:rPr>
          <w:sz w:val="28"/>
          <w:szCs w:val="28"/>
        </w:rPr>
        <w:t>администрации Мглинского района полномочий по осуществлению внутреннего муниципального финансового контроля</w:t>
      </w:r>
      <w:r>
        <w:rPr>
          <w:sz w:val="28"/>
          <w:szCs w:val="28"/>
        </w:rPr>
        <w:t xml:space="preserve"> на 2021 год и на плановый период 2022 и 2023 годов</w:t>
      </w:r>
      <w:r w:rsidRPr="006A7719">
        <w:rPr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3.2. Объем  иных межбюджетных трансфертов передаваемых на реализацию полномочий, указанных в п.1.2. настоящего Соглашения составляет:</w:t>
      </w:r>
    </w:p>
    <w:p w:rsidR="00C35264" w:rsidRDefault="00C35264" w:rsidP="00972C8C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</w:t>
      </w:r>
      <w:r w:rsidRPr="006A7719">
        <w:rPr>
          <w:color w:val="000000"/>
          <w:sz w:val="28"/>
          <w:szCs w:val="28"/>
        </w:rPr>
        <w:t xml:space="preserve"> год </w:t>
      </w:r>
      <w:r>
        <w:rPr>
          <w:color w:val="000000"/>
          <w:sz w:val="28"/>
          <w:szCs w:val="28"/>
        </w:rPr>
        <w:t>–29 337 рублей;</w:t>
      </w:r>
    </w:p>
    <w:p w:rsidR="00C35264" w:rsidRDefault="00C35264" w:rsidP="00972C8C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2022год–29 337 рублей;</w:t>
      </w:r>
    </w:p>
    <w:p w:rsidR="00C35264" w:rsidRPr="006A7719" w:rsidRDefault="00C35264" w:rsidP="00972C8C">
      <w:pPr>
        <w:shd w:val="clear" w:color="auto" w:fill="FFFFFF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год–29 337 рублей</w:t>
      </w:r>
      <w:bookmarkStart w:id="0" w:name="_GoBack"/>
      <w:bookmarkEnd w:id="0"/>
      <w:r>
        <w:rPr>
          <w:color w:val="000000"/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3.3.Расчетный объем иных межбюджетных трансфертов на очередной год</w:t>
      </w:r>
      <w:r>
        <w:rPr>
          <w:color w:val="000000"/>
          <w:sz w:val="28"/>
          <w:szCs w:val="28"/>
        </w:rPr>
        <w:t>,</w:t>
      </w:r>
      <w:r w:rsidRPr="006A7719">
        <w:rPr>
          <w:color w:val="000000"/>
          <w:sz w:val="28"/>
          <w:szCs w:val="28"/>
        </w:rPr>
        <w:t xml:space="preserve"> определенный в соответствии с настоящим Соглашением, доводится администрацией Мглинского района до представительного органа и администрации поселения не позднее чем за </w:t>
      </w:r>
      <w:r>
        <w:rPr>
          <w:color w:val="000000"/>
          <w:sz w:val="28"/>
          <w:szCs w:val="28"/>
        </w:rPr>
        <w:t>3</w:t>
      </w:r>
      <w:r w:rsidRPr="006A7719">
        <w:rPr>
          <w:color w:val="000000"/>
          <w:sz w:val="28"/>
          <w:szCs w:val="28"/>
        </w:rPr>
        <w:t xml:space="preserve"> месяц</w:t>
      </w:r>
      <w:r>
        <w:rPr>
          <w:color w:val="000000"/>
          <w:sz w:val="28"/>
          <w:szCs w:val="28"/>
        </w:rPr>
        <w:t>а</w:t>
      </w:r>
      <w:r w:rsidRPr="006A7719">
        <w:rPr>
          <w:color w:val="000000"/>
          <w:sz w:val="28"/>
          <w:szCs w:val="28"/>
        </w:rPr>
        <w:t xml:space="preserve"> до начала </w:t>
      </w:r>
      <w:r>
        <w:rPr>
          <w:color w:val="000000"/>
          <w:sz w:val="28"/>
          <w:szCs w:val="28"/>
        </w:rPr>
        <w:t>очередного года</w:t>
      </w:r>
      <w:r w:rsidRPr="006A7719">
        <w:rPr>
          <w:color w:val="000000"/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3.4. Для проведения администрацией Мглинского районаконтрольных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иного межбюджетного трансферта, размер которого определяется дополнительным соглашением в установленном настоящим Соглашением порядке.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3.5. </w:t>
      </w:r>
      <w:r>
        <w:rPr>
          <w:color w:val="000000"/>
          <w:sz w:val="28"/>
          <w:szCs w:val="28"/>
        </w:rPr>
        <w:t>И</w:t>
      </w:r>
      <w:r w:rsidRPr="006A7719">
        <w:rPr>
          <w:color w:val="000000"/>
          <w:sz w:val="28"/>
          <w:szCs w:val="28"/>
        </w:rPr>
        <w:t>ны</w:t>
      </w:r>
      <w:r>
        <w:rPr>
          <w:color w:val="000000"/>
          <w:sz w:val="28"/>
          <w:szCs w:val="28"/>
        </w:rPr>
        <w:t>е</w:t>
      </w:r>
      <w:r w:rsidRPr="006A7719">
        <w:rPr>
          <w:color w:val="000000"/>
          <w:sz w:val="28"/>
          <w:szCs w:val="28"/>
        </w:rPr>
        <w:t xml:space="preserve"> межбюджетны</w:t>
      </w:r>
      <w:r>
        <w:rPr>
          <w:color w:val="000000"/>
          <w:sz w:val="28"/>
          <w:szCs w:val="28"/>
        </w:rPr>
        <w:t>е</w:t>
      </w:r>
      <w:r w:rsidRPr="006A7719">
        <w:rPr>
          <w:color w:val="000000"/>
          <w:sz w:val="28"/>
          <w:szCs w:val="28"/>
        </w:rPr>
        <w:t xml:space="preserve"> трансферт</w:t>
      </w:r>
      <w:r>
        <w:rPr>
          <w:color w:val="000000"/>
          <w:sz w:val="28"/>
          <w:szCs w:val="28"/>
        </w:rPr>
        <w:t>ы перечисляю</w:t>
      </w:r>
      <w:r w:rsidRPr="006A7719">
        <w:rPr>
          <w:color w:val="000000"/>
          <w:sz w:val="28"/>
          <w:szCs w:val="28"/>
        </w:rPr>
        <w:t>тся ежеквартально</w:t>
      </w:r>
      <w:r>
        <w:rPr>
          <w:color w:val="000000"/>
          <w:sz w:val="28"/>
          <w:szCs w:val="28"/>
        </w:rPr>
        <w:t xml:space="preserve"> в размере ¼ годового объема</w:t>
      </w:r>
      <w:r w:rsidRPr="006A7719">
        <w:rPr>
          <w:color w:val="000000"/>
          <w:sz w:val="28"/>
          <w:szCs w:val="28"/>
        </w:rPr>
        <w:t xml:space="preserve"> до 15 числа первого месяца квартала.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 Дополнительный объем иных межбюджетных трансфертов перечисляется в сроки, установленные дополнительным соглашением.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sz w:val="28"/>
          <w:szCs w:val="28"/>
        </w:rPr>
      </w:pPr>
      <w:r w:rsidRPr="006A7719">
        <w:rPr>
          <w:sz w:val="28"/>
          <w:szCs w:val="28"/>
        </w:rPr>
        <w:t xml:space="preserve">3.6. Расходы бюджета поселения на предоставление  иных межбюджетных трансфертов и расходы бюджета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sz w:val="28"/>
          <w:szCs w:val="28"/>
        </w:rPr>
        <w:t>, осуществляемые за счет иных межбюджетных трансфертов, планируются и исполняются по соответствующему разделу бюджетной классификации.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sz w:val="28"/>
          <w:szCs w:val="28"/>
        </w:rPr>
      </w:pPr>
      <w:r w:rsidRPr="006A7719">
        <w:rPr>
          <w:sz w:val="28"/>
          <w:szCs w:val="28"/>
        </w:rPr>
        <w:t xml:space="preserve">3.7.Иные межбюджетные трансферты зачисляются в бюджет </w:t>
      </w:r>
      <w:r w:rsidRPr="006A7719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sz w:val="28"/>
          <w:szCs w:val="28"/>
        </w:rPr>
        <w:t>по соответствующему коду бюджетной классификации доходов.</w:t>
      </w:r>
    </w:p>
    <w:p w:rsidR="00C35264" w:rsidRDefault="00C35264" w:rsidP="00A316BD">
      <w:pPr>
        <w:keepNext/>
        <w:shd w:val="clear" w:color="auto" w:fill="FFFFFF"/>
        <w:tabs>
          <w:tab w:val="left" w:pos="2085"/>
          <w:tab w:val="center" w:pos="4627"/>
        </w:tabs>
        <w:spacing w:before="120"/>
        <w:jc w:val="center"/>
        <w:rPr>
          <w:b/>
          <w:color w:val="000000"/>
          <w:sz w:val="28"/>
          <w:szCs w:val="28"/>
        </w:rPr>
      </w:pPr>
    </w:p>
    <w:p w:rsidR="00C35264" w:rsidRDefault="00C35264" w:rsidP="00A316BD">
      <w:pPr>
        <w:keepNext/>
        <w:shd w:val="clear" w:color="auto" w:fill="FFFFFF"/>
        <w:tabs>
          <w:tab w:val="left" w:pos="2085"/>
          <w:tab w:val="center" w:pos="4627"/>
        </w:tabs>
        <w:spacing w:before="120"/>
        <w:jc w:val="center"/>
        <w:rPr>
          <w:b/>
          <w:color w:val="000000"/>
          <w:sz w:val="28"/>
          <w:szCs w:val="28"/>
        </w:rPr>
      </w:pPr>
      <w:r w:rsidRPr="006A7719">
        <w:rPr>
          <w:b/>
          <w:color w:val="000000"/>
          <w:sz w:val="28"/>
          <w:szCs w:val="28"/>
        </w:rPr>
        <w:t>4. Срок действия Соглашения</w:t>
      </w:r>
    </w:p>
    <w:p w:rsidR="00C35264" w:rsidRPr="00A316BD" w:rsidRDefault="00C35264" w:rsidP="00A316BD">
      <w:pPr>
        <w:keepNext/>
        <w:shd w:val="clear" w:color="auto" w:fill="FFFFFF"/>
        <w:tabs>
          <w:tab w:val="left" w:pos="2085"/>
          <w:tab w:val="center" w:pos="4627"/>
        </w:tabs>
        <w:spacing w:before="120"/>
        <w:jc w:val="center"/>
        <w:rPr>
          <w:b/>
          <w:color w:val="000000"/>
          <w:sz w:val="28"/>
          <w:szCs w:val="28"/>
        </w:rPr>
      </w:pPr>
    </w:p>
    <w:p w:rsidR="00C35264" w:rsidRPr="006A7719" w:rsidRDefault="00C35264" w:rsidP="00A316BD">
      <w:pPr>
        <w:ind w:firstLine="708"/>
        <w:jc w:val="both"/>
        <w:rPr>
          <w:color w:val="FF0000"/>
          <w:sz w:val="28"/>
          <w:szCs w:val="28"/>
        </w:rPr>
      </w:pPr>
      <w:r w:rsidRPr="006A7719">
        <w:rPr>
          <w:sz w:val="28"/>
          <w:szCs w:val="28"/>
        </w:rPr>
        <w:t xml:space="preserve">4.1. </w:t>
      </w:r>
      <w:r w:rsidRPr="0044754B">
        <w:rPr>
          <w:sz w:val="28"/>
          <w:szCs w:val="28"/>
        </w:rPr>
        <w:t>Соглашение</w:t>
      </w:r>
      <w:r>
        <w:rPr>
          <w:sz w:val="28"/>
          <w:szCs w:val="28"/>
        </w:rPr>
        <w:t xml:space="preserve"> заключенона 2021</w:t>
      </w:r>
      <w:r w:rsidRPr="0044754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плановый2022и 2023</w:t>
      </w:r>
      <w:r w:rsidRPr="0044754B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44754B">
        <w:rPr>
          <w:sz w:val="28"/>
          <w:szCs w:val="28"/>
        </w:rPr>
        <w:t>.</w:t>
      </w:r>
    </w:p>
    <w:p w:rsidR="00C35264" w:rsidRPr="006A7719" w:rsidRDefault="00C35264" w:rsidP="002F0AA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4.2.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>, предусмотренные настоящим Соглашением, действие Соглашения приостанавливается с начала финансового года до момента утверждения соответствующих  иных межбюджетных трансфертов.</w:t>
      </w:r>
    </w:p>
    <w:p w:rsidR="00C35264" w:rsidRDefault="00C35264" w:rsidP="00A316BD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  <w:sz w:val="28"/>
          <w:szCs w:val="28"/>
        </w:rPr>
      </w:pPr>
    </w:p>
    <w:p w:rsidR="00C35264" w:rsidRPr="006A7719" w:rsidRDefault="00C35264" w:rsidP="00A316BD">
      <w:pPr>
        <w:keepNext/>
        <w:shd w:val="clear" w:color="auto" w:fill="FFFFFF"/>
        <w:spacing w:before="120"/>
        <w:ind w:firstLine="708"/>
        <w:jc w:val="center"/>
        <w:rPr>
          <w:b/>
          <w:color w:val="000000"/>
          <w:spacing w:val="-2"/>
          <w:sz w:val="28"/>
          <w:szCs w:val="28"/>
        </w:rPr>
      </w:pPr>
      <w:r w:rsidRPr="006A7719">
        <w:rPr>
          <w:b/>
          <w:color w:val="000000"/>
          <w:spacing w:val="-2"/>
          <w:sz w:val="28"/>
          <w:szCs w:val="28"/>
        </w:rPr>
        <w:t>5. Ответственность сторон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5.2. В случае неисполнения (ненадлежащего исполнения) администрацией Мглинского района, предусмотренных настоящим Соглашением полномочий, производится возврат в бюджет поселения части объема, предусмотренных настоящим Соглашением  иных межбюджетных трансфертов, приходящихся на невыполненные (ненадлежаще</w:t>
      </w:r>
      <w:r>
        <w:rPr>
          <w:color w:val="000000"/>
          <w:sz w:val="28"/>
          <w:szCs w:val="28"/>
        </w:rPr>
        <w:t>е</w:t>
      </w:r>
      <w:r w:rsidRPr="006A7719">
        <w:rPr>
          <w:color w:val="000000"/>
          <w:sz w:val="28"/>
          <w:szCs w:val="28"/>
        </w:rPr>
        <w:t xml:space="preserve"> выполненные) полномочия.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sz w:val="28"/>
          <w:szCs w:val="28"/>
        </w:rPr>
        <w:t xml:space="preserve">5.3. </w:t>
      </w:r>
      <w:r w:rsidRPr="006A7719">
        <w:rPr>
          <w:color w:val="000000"/>
          <w:sz w:val="28"/>
          <w:szCs w:val="28"/>
        </w:rPr>
        <w:t xml:space="preserve">В случае неисполнения </w:t>
      </w:r>
      <w:r>
        <w:rPr>
          <w:color w:val="000000"/>
          <w:sz w:val="28"/>
          <w:szCs w:val="28"/>
        </w:rPr>
        <w:t>Мглинским городским</w:t>
      </w:r>
      <w:r w:rsidRPr="006A7719">
        <w:rPr>
          <w:color w:val="000000"/>
          <w:sz w:val="28"/>
          <w:szCs w:val="28"/>
        </w:rPr>
        <w:t xml:space="preserve">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администрация Мглинского района вправе требовать расторжения данного Соглашения, 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 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5.4.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 иных   межбюджетных трансфертов.</w:t>
      </w:r>
    </w:p>
    <w:p w:rsidR="00C35264" w:rsidRDefault="00C35264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</w:p>
    <w:p w:rsidR="00C35264" w:rsidRDefault="00C35264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</w:p>
    <w:p w:rsidR="00C35264" w:rsidRDefault="00C35264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  <w:r w:rsidRPr="006A7719">
        <w:rPr>
          <w:b/>
          <w:color w:val="000000"/>
          <w:spacing w:val="-2"/>
          <w:sz w:val="28"/>
          <w:szCs w:val="28"/>
        </w:rPr>
        <w:t>6. Заключительные положения</w:t>
      </w:r>
    </w:p>
    <w:p w:rsidR="00C35264" w:rsidRPr="006A7719" w:rsidRDefault="00C35264" w:rsidP="002F0AAE">
      <w:pPr>
        <w:keepNext/>
        <w:shd w:val="clear" w:color="auto" w:fill="FFFFFF"/>
        <w:spacing w:before="120"/>
        <w:jc w:val="center"/>
        <w:rPr>
          <w:b/>
          <w:color w:val="000000"/>
          <w:spacing w:val="-2"/>
          <w:sz w:val="28"/>
          <w:szCs w:val="28"/>
        </w:rPr>
      </w:pPr>
    </w:p>
    <w:p w:rsidR="00C35264" w:rsidRPr="006A7719" w:rsidRDefault="00C35264" w:rsidP="002F0AAE">
      <w:pPr>
        <w:shd w:val="clear" w:color="auto" w:fill="FFFFFF"/>
        <w:spacing w:before="120"/>
        <w:ind w:firstLine="709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6.1. Настоящее Соглашение вступает в силу после </w:t>
      </w:r>
      <w:r>
        <w:rPr>
          <w:color w:val="000000"/>
          <w:sz w:val="28"/>
          <w:szCs w:val="28"/>
        </w:rPr>
        <w:t>его официального опубликования</w:t>
      </w:r>
      <w:r w:rsidRPr="006A7719">
        <w:rPr>
          <w:color w:val="000000"/>
          <w:sz w:val="28"/>
          <w:szCs w:val="28"/>
        </w:rPr>
        <w:t xml:space="preserve">. 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6.3. Действие настоящего Соглашения может быть прекращено досрочно по соглашению Сторон</w:t>
      </w:r>
      <w:r>
        <w:rPr>
          <w:color w:val="000000"/>
          <w:sz w:val="28"/>
          <w:szCs w:val="28"/>
        </w:rPr>
        <w:t>,</w:t>
      </w:r>
      <w:r w:rsidRPr="006A7719">
        <w:rPr>
          <w:color w:val="000000"/>
          <w:sz w:val="28"/>
          <w:szCs w:val="28"/>
        </w:rPr>
        <w:t xml:space="preserve"> либо в случае направления представительным органом муниципального района или представительным органом поселения, другим Сторонам уведомления о расторжении Соглашения.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 xml:space="preserve">6.5. При прекращении действия Соглашения представительный орган поселения обеспечивает перечисление в бюджет муниципального </w:t>
      </w:r>
      <w:r>
        <w:rPr>
          <w:color w:val="000000"/>
          <w:sz w:val="28"/>
          <w:szCs w:val="28"/>
        </w:rPr>
        <w:t>района</w:t>
      </w:r>
      <w:r w:rsidRPr="006A7719">
        <w:rPr>
          <w:color w:val="000000"/>
          <w:sz w:val="28"/>
          <w:szCs w:val="28"/>
        </w:rPr>
        <w:t xml:space="preserve"> определенную в соответствии с настоящим Соглашением часть объема  иных межбюджетных трансфертов, приходящуюся на проведенные мероприятия.</w:t>
      </w:r>
    </w:p>
    <w:p w:rsidR="00C35264" w:rsidRPr="006A7719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6.6. При прекращении действия Соглашения,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трансфертов, приходящуюся на не проведенные мероприятия.</w:t>
      </w:r>
    </w:p>
    <w:p w:rsidR="00C35264" w:rsidRPr="006A7719" w:rsidRDefault="00C35264" w:rsidP="00887EB2">
      <w:pPr>
        <w:shd w:val="clear" w:color="auto" w:fill="FFFFFF"/>
        <w:ind w:firstLine="708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6.7.</w:t>
      </w:r>
      <w:r>
        <w:rPr>
          <w:color w:val="000000"/>
          <w:sz w:val="28"/>
          <w:szCs w:val="28"/>
        </w:rPr>
        <w:t xml:space="preserve">  Неурегулированные С</w:t>
      </w:r>
      <w:r w:rsidRPr="006A7719">
        <w:rPr>
          <w:color w:val="000000"/>
          <w:sz w:val="28"/>
          <w:szCs w:val="28"/>
        </w:rPr>
        <w:t>торонами споры и разногласия,</w:t>
      </w:r>
      <w:r>
        <w:rPr>
          <w:color w:val="000000"/>
          <w:sz w:val="28"/>
          <w:szCs w:val="28"/>
        </w:rPr>
        <w:t xml:space="preserve"> в</w:t>
      </w:r>
      <w:r w:rsidRPr="006A7719">
        <w:rPr>
          <w:color w:val="000000"/>
          <w:sz w:val="28"/>
          <w:szCs w:val="28"/>
        </w:rPr>
        <w:t>озникшиепри исполнении настоящего Согл</w:t>
      </w:r>
      <w:r>
        <w:rPr>
          <w:color w:val="000000"/>
          <w:sz w:val="28"/>
          <w:szCs w:val="28"/>
        </w:rPr>
        <w:t xml:space="preserve">ашения, подлежат рассмотрению в </w:t>
      </w:r>
      <w:r w:rsidRPr="006A7719">
        <w:rPr>
          <w:color w:val="000000"/>
          <w:sz w:val="28"/>
          <w:szCs w:val="28"/>
        </w:rPr>
        <w:t>порядке, предусмотренном законодательством.</w:t>
      </w:r>
    </w:p>
    <w:p w:rsidR="00C35264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Pr="005F4D41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6A7719">
        <w:rPr>
          <w:color w:val="000000"/>
          <w:sz w:val="28"/>
          <w:szCs w:val="28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C35264" w:rsidRPr="005F4D41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C35264" w:rsidRPr="005F4D41" w:rsidRDefault="00C35264" w:rsidP="002F0AA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67"/>
        <w:gridCol w:w="4704"/>
      </w:tblGrid>
      <w:tr w:rsidR="00C35264" w:rsidRPr="005F4D41" w:rsidTr="003936EB">
        <w:tc>
          <w:tcPr>
            <w:tcW w:w="4767" w:type="dxa"/>
          </w:tcPr>
          <w:p w:rsidR="00C35264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Глава</w:t>
            </w:r>
            <w:r>
              <w:rPr>
                <w:color w:val="000000"/>
                <w:sz w:val="28"/>
                <w:szCs w:val="28"/>
              </w:rPr>
              <w:t xml:space="preserve"> Мглинского</w:t>
            </w:r>
            <w:r w:rsidRPr="005F4D41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C35264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_____________</w:t>
            </w:r>
            <w:r>
              <w:rPr>
                <w:color w:val="000000"/>
                <w:sz w:val="28"/>
                <w:szCs w:val="28"/>
              </w:rPr>
              <w:t>Н. В. Воликова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 xml:space="preserve">                                года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___________________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(Дата подписания)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704" w:type="dxa"/>
          </w:tcPr>
          <w:p w:rsidR="00C35264" w:rsidRPr="005F4D41" w:rsidRDefault="00C35264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Глава</w:t>
            </w:r>
            <w:r>
              <w:rPr>
                <w:color w:val="000000"/>
                <w:sz w:val="28"/>
                <w:szCs w:val="28"/>
              </w:rPr>
              <w:t>города Мглина</w:t>
            </w:r>
          </w:p>
          <w:p w:rsidR="00C35264" w:rsidRPr="005F4D41" w:rsidRDefault="00C35264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</w:p>
          <w:p w:rsidR="00C35264" w:rsidRDefault="00C35264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</w:t>
            </w:r>
            <w:r>
              <w:rPr>
                <w:color w:val="000000"/>
                <w:sz w:val="28"/>
                <w:szCs w:val="28"/>
              </w:rPr>
              <w:t>_Л.А.Перлухина</w:t>
            </w:r>
          </w:p>
          <w:p w:rsidR="00C35264" w:rsidRPr="005F4D41" w:rsidRDefault="00C35264" w:rsidP="003936EB">
            <w:pPr>
              <w:ind w:right="284"/>
              <w:jc w:val="both"/>
              <w:rPr>
                <w:color w:val="000000"/>
                <w:sz w:val="28"/>
                <w:szCs w:val="28"/>
              </w:rPr>
            </w:pP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___________________</w:t>
            </w:r>
          </w:p>
          <w:p w:rsidR="00C35264" w:rsidRPr="005F4D41" w:rsidRDefault="00C35264" w:rsidP="003936EB">
            <w:pPr>
              <w:ind w:right="284"/>
              <w:rPr>
                <w:color w:val="000000"/>
                <w:sz w:val="28"/>
                <w:szCs w:val="28"/>
              </w:rPr>
            </w:pPr>
            <w:r w:rsidRPr="005F4D41">
              <w:rPr>
                <w:color w:val="000000"/>
                <w:sz w:val="28"/>
                <w:szCs w:val="28"/>
              </w:rPr>
              <w:t>(Дата подписания)</w:t>
            </w:r>
          </w:p>
          <w:p w:rsidR="00C35264" w:rsidRDefault="00C35264" w:rsidP="003936EB">
            <w:pPr>
              <w:rPr>
                <w:sz w:val="28"/>
                <w:szCs w:val="28"/>
              </w:rPr>
            </w:pPr>
          </w:p>
          <w:p w:rsidR="00C35264" w:rsidRDefault="00C35264" w:rsidP="003936EB">
            <w:pPr>
              <w:rPr>
                <w:sz w:val="28"/>
                <w:szCs w:val="28"/>
              </w:rPr>
            </w:pPr>
          </w:p>
          <w:p w:rsidR="00C35264" w:rsidRPr="005F4D41" w:rsidRDefault="00C35264" w:rsidP="003936EB">
            <w:pPr>
              <w:rPr>
                <w:sz w:val="28"/>
                <w:szCs w:val="28"/>
              </w:rPr>
            </w:pPr>
            <w:r w:rsidRPr="005F4D41">
              <w:rPr>
                <w:sz w:val="28"/>
                <w:szCs w:val="28"/>
              </w:rPr>
              <w:t>М.п.</w:t>
            </w:r>
          </w:p>
        </w:tc>
      </w:tr>
    </w:tbl>
    <w:p w:rsidR="00C35264" w:rsidRPr="005F4D41" w:rsidRDefault="00C35264" w:rsidP="002F0AAE">
      <w:pPr>
        <w:rPr>
          <w:sz w:val="28"/>
          <w:szCs w:val="28"/>
        </w:rPr>
      </w:pPr>
    </w:p>
    <w:p w:rsidR="00C35264" w:rsidRPr="005F4D41" w:rsidRDefault="00C35264" w:rsidP="002F0AAE">
      <w:pPr>
        <w:rPr>
          <w:sz w:val="28"/>
          <w:szCs w:val="28"/>
        </w:rPr>
      </w:pPr>
    </w:p>
    <w:p w:rsidR="00C35264" w:rsidRDefault="00C35264" w:rsidP="002F0AAE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35264" w:rsidRPr="005F4D41" w:rsidRDefault="00C35264" w:rsidP="002F0AAE">
      <w:pPr>
        <w:rPr>
          <w:sz w:val="28"/>
          <w:szCs w:val="28"/>
        </w:rPr>
      </w:pPr>
      <w:r>
        <w:rPr>
          <w:sz w:val="28"/>
          <w:szCs w:val="28"/>
        </w:rPr>
        <w:t>Мглинского района</w:t>
      </w:r>
    </w:p>
    <w:p w:rsidR="00C35264" w:rsidRPr="005F4D41" w:rsidRDefault="00C35264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>А.В.Полоник</w:t>
      </w:r>
    </w:p>
    <w:p w:rsidR="00C35264" w:rsidRPr="005F4D41" w:rsidRDefault="00C35264" w:rsidP="002F0AAE">
      <w:pPr>
        <w:rPr>
          <w:sz w:val="28"/>
          <w:szCs w:val="28"/>
        </w:rPr>
      </w:pPr>
    </w:p>
    <w:p w:rsidR="00C35264" w:rsidRPr="005F4D41" w:rsidRDefault="00C35264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>________________________</w:t>
      </w:r>
    </w:p>
    <w:p w:rsidR="00C35264" w:rsidRPr="005F4D41" w:rsidRDefault="00C35264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>(</w:t>
      </w:r>
      <w:r>
        <w:rPr>
          <w:sz w:val="28"/>
          <w:szCs w:val="28"/>
        </w:rPr>
        <w:t>Д</w:t>
      </w:r>
      <w:r w:rsidRPr="005F4D41">
        <w:rPr>
          <w:sz w:val="28"/>
          <w:szCs w:val="28"/>
        </w:rPr>
        <w:t>ата подписания)</w:t>
      </w:r>
    </w:p>
    <w:p w:rsidR="00C35264" w:rsidRPr="005F4D41" w:rsidRDefault="00C35264" w:rsidP="002F0AAE">
      <w:pPr>
        <w:rPr>
          <w:sz w:val="28"/>
          <w:szCs w:val="28"/>
        </w:rPr>
      </w:pPr>
    </w:p>
    <w:p w:rsidR="00C35264" w:rsidRPr="005F4D41" w:rsidRDefault="00C35264" w:rsidP="002F0AAE">
      <w:pPr>
        <w:rPr>
          <w:sz w:val="28"/>
          <w:szCs w:val="28"/>
        </w:rPr>
      </w:pPr>
      <w:r w:rsidRPr="005F4D41">
        <w:rPr>
          <w:sz w:val="28"/>
          <w:szCs w:val="28"/>
        </w:rPr>
        <w:t>М.п.</w:t>
      </w:r>
    </w:p>
    <w:p w:rsidR="00C35264" w:rsidRDefault="00C35264"/>
    <w:sectPr w:rsidR="00C35264" w:rsidSect="005F4C14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305" w:right="707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264" w:rsidRDefault="00C35264">
      <w:r>
        <w:separator/>
      </w:r>
    </w:p>
  </w:endnote>
  <w:endnote w:type="continuationSeparator" w:id="1">
    <w:p w:rsidR="00C35264" w:rsidRDefault="00C35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264" w:rsidRDefault="00C35264" w:rsidP="001D56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5264" w:rsidRDefault="00C35264" w:rsidP="00432E4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264" w:rsidRDefault="00C35264" w:rsidP="001D56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35264" w:rsidRDefault="00C35264" w:rsidP="00432E4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264" w:rsidRDefault="00C35264">
      <w:r>
        <w:separator/>
      </w:r>
    </w:p>
  </w:footnote>
  <w:footnote w:type="continuationSeparator" w:id="1">
    <w:p w:rsidR="00C35264" w:rsidRDefault="00C352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264" w:rsidRDefault="00C35264" w:rsidP="008B524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5264" w:rsidRDefault="00C352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264" w:rsidRDefault="00C35264" w:rsidP="008B5242">
    <w:pPr>
      <w:pStyle w:val="Header"/>
      <w:framePr w:wrap="around" w:vAnchor="text" w:hAnchor="margin" w:xAlign="center" w:y="1"/>
      <w:rPr>
        <w:rStyle w:val="PageNumber"/>
      </w:rPr>
    </w:pPr>
  </w:p>
  <w:p w:rsidR="00C35264" w:rsidRDefault="00C35264" w:rsidP="0024261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AAE"/>
    <w:rsid w:val="0000132A"/>
    <w:rsid w:val="00006D3F"/>
    <w:rsid w:val="00016221"/>
    <w:rsid w:val="00023BA6"/>
    <w:rsid w:val="000506F8"/>
    <w:rsid w:val="000557B9"/>
    <w:rsid w:val="00064935"/>
    <w:rsid w:val="000651C4"/>
    <w:rsid w:val="000656B3"/>
    <w:rsid w:val="00065AC8"/>
    <w:rsid w:val="0007288B"/>
    <w:rsid w:val="00073356"/>
    <w:rsid w:val="000738E1"/>
    <w:rsid w:val="0007633B"/>
    <w:rsid w:val="00081166"/>
    <w:rsid w:val="00086588"/>
    <w:rsid w:val="00087CAB"/>
    <w:rsid w:val="00092004"/>
    <w:rsid w:val="000A2707"/>
    <w:rsid w:val="000A4773"/>
    <w:rsid w:val="000A6FA0"/>
    <w:rsid w:val="000B0F1E"/>
    <w:rsid w:val="000B185B"/>
    <w:rsid w:val="000C5F9D"/>
    <w:rsid w:val="000D655F"/>
    <w:rsid w:val="000D72EB"/>
    <w:rsid w:val="000E1E18"/>
    <w:rsid w:val="000E24CB"/>
    <w:rsid w:val="000F24F9"/>
    <w:rsid w:val="001025C7"/>
    <w:rsid w:val="00105645"/>
    <w:rsid w:val="00106D03"/>
    <w:rsid w:val="00107495"/>
    <w:rsid w:val="00126919"/>
    <w:rsid w:val="00130026"/>
    <w:rsid w:val="0013184A"/>
    <w:rsid w:val="00146AF3"/>
    <w:rsid w:val="00152B89"/>
    <w:rsid w:val="001624A2"/>
    <w:rsid w:val="00163660"/>
    <w:rsid w:val="00163901"/>
    <w:rsid w:val="001820FE"/>
    <w:rsid w:val="00182372"/>
    <w:rsid w:val="001873EF"/>
    <w:rsid w:val="001878B6"/>
    <w:rsid w:val="001A1509"/>
    <w:rsid w:val="001A2A32"/>
    <w:rsid w:val="001A3F12"/>
    <w:rsid w:val="001A63F7"/>
    <w:rsid w:val="001C73FC"/>
    <w:rsid w:val="001D47C5"/>
    <w:rsid w:val="001D56E0"/>
    <w:rsid w:val="001D5DE6"/>
    <w:rsid w:val="001D74A6"/>
    <w:rsid w:val="001D7CCB"/>
    <w:rsid w:val="001E2FF9"/>
    <w:rsid w:val="001E5D5E"/>
    <w:rsid w:val="001F15A9"/>
    <w:rsid w:val="001F2C69"/>
    <w:rsid w:val="001F72BE"/>
    <w:rsid w:val="002033E4"/>
    <w:rsid w:val="002105B2"/>
    <w:rsid w:val="00210AAA"/>
    <w:rsid w:val="0023673A"/>
    <w:rsid w:val="0024261F"/>
    <w:rsid w:val="0024556A"/>
    <w:rsid w:val="00246B13"/>
    <w:rsid w:val="00252989"/>
    <w:rsid w:val="00265E06"/>
    <w:rsid w:val="00270416"/>
    <w:rsid w:val="0027304F"/>
    <w:rsid w:val="00282F4C"/>
    <w:rsid w:val="00283455"/>
    <w:rsid w:val="002923A4"/>
    <w:rsid w:val="00295D6D"/>
    <w:rsid w:val="002A70E8"/>
    <w:rsid w:val="002A7F93"/>
    <w:rsid w:val="002C6957"/>
    <w:rsid w:val="002D0005"/>
    <w:rsid w:val="002D59AC"/>
    <w:rsid w:val="002E1872"/>
    <w:rsid w:val="002F0AAE"/>
    <w:rsid w:val="002F26C1"/>
    <w:rsid w:val="002F2A71"/>
    <w:rsid w:val="002F5E7B"/>
    <w:rsid w:val="0030169B"/>
    <w:rsid w:val="0030212E"/>
    <w:rsid w:val="0032241D"/>
    <w:rsid w:val="003331CD"/>
    <w:rsid w:val="003350B6"/>
    <w:rsid w:val="0033670F"/>
    <w:rsid w:val="003376B3"/>
    <w:rsid w:val="003412ED"/>
    <w:rsid w:val="0034484B"/>
    <w:rsid w:val="00356233"/>
    <w:rsid w:val="0036383D"/>
    <w:rsid w:val="00370F9A"/>
    <w:rsid w:val="00372862"/>
    <w:rsid w:val="00380F64"/>
    <w:rsid w:val="003936EB"/>
    <w:rsid w:val="003C1ADD"/>
    <w:rsid w:val="003C5F78"/>
    <w:rsid w:val="003D55F3"/>
    <w:rsid w:val="003D6CF7"/>
    <w:rsid w:val="003E0FF3"/>
    <w:rsid w:val="003E608F"/>
    <w:rsid w:val="003F0B21"/>
    <w:rsid w:val="003F4DF5"/>
    <w:rsid w:val="004018BE"/>
    <w:rsid w:val="00407BF4"/>
    <w:rsid w:val="00410841"/>
    <w:rsid w:val="00426607"/>
    <w:rsid w:val="00432E4E"/>
    <w:rsid w:val="00434310"/>
    <w:rsid w:val="004406E7"/>
    <w:rsid w:val="00442FB5"/>
    <w:rsid w:val="00446D07"/>
    <w:rsid w:val="0044754B"/>
    <w:rsid w:val="0046005B"/>
    <w:rsid w:val="004731F9"/>
    <w:rsid w:val="004742B9"/>
    <w:rsid w:val="00482B14"/>
    <w:rsid w:val="00486F14"/>
    <w:rsid w:val="00493841"/>
    <w:rsid w:val="00496314"/>
    <w:rsid w:val="004973F6"/>
    <w:rsid w:val="004A4ACD"/>
    <w:rsid w:val="004C6DCF"/>
    <w:rsid w:val="004C6FF4"/>
    <w:rsid w:val="004D0568"/>
    <w:rsid w:val="004D1B1E"/>
    <w:rsid w:val="004D416C"/>
    <w:rsid w:val="00502592"/>
    <w:rsid w:val="00504ECB"/>
    <w:rsid w:val="00507577"/>
    <w:rsid w:val="00514838"/>
    <w:rsid w:val="00523BAF"/>
    <w:rsid w:val="00524872"/>
    <w:rsid w:val="00530B8B"/>
    <w:rsid w:val="005447E2"/>
    <w:rsid w:val="00552E3C"/>
    <w:rsid w:val="00555B4B"/>
    <w:rsid w:val="00563B9C"/>
    <w:rsid w:val="00566EB6"/>
    <w:rsid w:val="00570805"/>
    <w:rsid w:val="00574809"/>
    <w:rsid w:val="005762EA"/>
    <w:rsid w:val="00593409"/>
    <w:rsid w:val="005961A0"/>
    <w:rsid w:val="005B48F3"/>
    <w:rsid w:val="005B4EE3"/>
    <w:rsid w:val="005B6893"/>
    <w:rsid w:val="005D2ED9"/>
    <w:rsid w:val="005E2B4C"/>
    <w:rsid w:val="005F274A"/>
    <w:rsid w:val="005F4522"/>
    <w:rsid w:val="005F4C14"/>
    <w:rsid w:val="005F4D41"/>
    <w:rsid w:val="005F76D9"/>
    <w:rsid w:val="00601009"/>
    <w:rsid w:val="006075FE"/>
    <w:rsid w:val="00615836"/>
    <w:rsid w:val="006171DB"/>
    <w:rsid w:val="00617A29"/>
    <w:rsid w:val="00622F19"/>
    <w:rsid w:val="00624A2B"/>
    <w:rsid w:val="006404CA"/>
    <w:rsid w:val="00642D81"/>
    <w:rsid w:val="00651C17"/>
    <w:rsid w:val="00652CB9"/>
    <w:rsid w:val="00662171"/>
    <w:rsid w:val="00676468"/>
    <w:rsid w:val="00677790"/>
    <w:rsid w:val="00677B5A"/>
    <w:rsid w:val="0068271B"/>
    <w:rsid w:val="00684C60"/>
    <w:rsid w:val="00685181"/>
    <w:rsid w:val="00690584"/>
    <w:rsid w:val="006913DE"/>
    <w:rsid w:val="00693442"/>
    <w:rsid w:val="0069553A"/>
    <w:rsid w:val="006960B3"/>
    <w:rsid w:val="006A54A9"/>
    <w:rsid w:val="006A6572"/>
    <w:rsid w:val="006A7719"/>
    <w:rsid w:val="006C052E"/>
    <w:rsid w:val="006C07A9"/>
    <w:rsid w:val="006D4A3D"/>
    <w:rsid w:val="006D6045"/>
    <w:rsid w:val="006F00A6"/>
    <w:rsid w:val="006F5F43"/>
    <w:rsid w:val="00703B64"/>
    <w:rsid w:val="00714B96"/>
    <w:rsid w:val="00721C80"/>
    <w:rsid w:val="00721E85"/>
    <w:rsid w:val="00723EAB"/>
    <w:rsid w:val="00730A9F"/>
    <w:rsid w:val="00733FD9"/>
    <w:rsid w:val="007363FD"/>
    <w:rsid w:val="00737682"/>
    <w:rsid w:val="00747E29"/>
    <w:rsid w:val="0075435C"/>
    <w:rsid w:val="00756357"/>
    <w:rsid w:val="007702F9"/>
    <w:rsid w:val="0077243D"/>
    <w:rsid w:val="00772FF4"/>
    <w:rsid w:val="007767E9"/>
    <w:rsid w:val="00786390"/>
    <w:rsid w:val="0078707D"/>
    <w:rsid w:val="007930BB"/>
    <w:rsid w:val="007945FC"/>
    <w:rsid w:val="007A71A4"/>
    <w:rsid w:val="007B2576"/>
    <w:rsid w:val="007C363A"/>
    <w:rsid w:val="007C6C1C"/>
    <w:rsid w:val="007D224C"/>
    <w:rsid w:val="007E611F"/>
    <w:rsid w:val="007F052A"/>
    <w:rsid w:val="007F0DD1"/>
    <w:rsid w:val="007F1B26"/>
    <w:rsid w:val="007F1F4D"/>
    <w:rsid w:val="007F502C"/>
    <w:rsid w:val="007F73B9"/>
    <w:rsid w:val="0080567B"/>
    <w:rsid w:val="008065F4"/>
    <w:rsid w:val="0081472C"/>
    <w:rsid w:val="0081500C"/>
    <w:rsid w:val="008217CD"/>
    <w:rsid w:val="00822534"/>
    <w:rsid w:val="0082281B"/>
    <w:rsid w:val="00823992"/>
    <w:rsid w:val="0082488A"/>
    <w:rsid w:val="00827E59"/>
    <w:rsid w:val="00840FD4"/>
    <w:rsid w:val="00857BFD"/>
    <w:rsid w:val="0086015A"/>
    <w:rsid w:val="0086203C"/>
    <w:rsid w:val="00874CF9"/>
    <w:rsid w:val="00884A71"/>
    <w:rsid w:val="00887EB2"/>
    <w:rsid w:val="008A79AD"/>
    <w:rsid w:val="008B11BD"/>
    <w:rsid w:val="008B3D4F"/>
    <w:rsid w:val="008B4E75"/>
    <w:rsid w:val="008B5242"/>
    <w:rsid w:val="008B565A"/>
    <w:rsid w:val="008C06C6"/>
    <w:rsid w:val="008C18D1"/>
    <w:rsid w:val="008C2EB5"/>
    <w:rsid w:val="008C3278"/>
    <w:rsid w:val="008D20B8"/>
    <w:rsid w:val="008E675C"/>
    <w:rsid w:val="008E68F3"/>
    <w:rsid w:val="00903C74"/>
    <w:rsid w:val="00912889"/>
    <w:rsid w:val="00912AEA"/>
    <w:rsid w:val="009211F5"/>
    <w:rsid w:val="00922352"/>
    <w:rsid w:val="0092364E"/>
    <w:rsid w:val="00941482"/>
    <w:rsid w:val="00943E76"/>
    <w:rsid w:val="00950CC9"/>
    <w:rsid w:val="00955C1F"/>
    <w:rsid w:val="00960219"/>
    <w:rsid w:val="00962E66"/>
    <w:rsid w:val="009657E7"/>
    <w:rsid w:val="00972C8C"/>
    <w:rsid w:val="00981EA7"/>
    <w:rsid w:val="00985BE5"/>
    <w:rsid w:val="009A026E"/>
    <w:rsid w:val="009A72B6"/>
    <w:rsid w:val="009B1414"/>
    <w:rsid w:val="009B317F"/>
    <w:rsid w:val="009B3C26"/>
    <w:rsid w:val="009B4C75"/>
    <w:rsid w:val="009E0DFA"/>
    <w:rsid w:val="009E5F19"/>
    <w:rsid w:val="009F1454"/>
    <w:rsid w:val="009F367E"/>
    <w:rsid w:val="009F4171"/>
    <w:rsid w:val="009F42C4"/>
    <w:rsid w:val="00A076A4"/>
    <w:rsid w:val="00A1112E"/>
    <w:rsid w:val="00A13F34"/>
    <w:rsid w:val="00A14A8F"/>
    <w:rsid w:val="00A17B7E"/>
    <w:rsid w:val="00A2113D"/>
    <w:rsid w:val="00A301FA"/>
    <w:rsid w:val="00A316BD"/>
    <w:rsid w:val="00A31CF9"/>
    <w:rsid w:val="00A353E9"/>
    <w:rsid w:val="00A40E64"/>
    <w:rsid w:val="00A41187"/>
    <w:rsid w:val="00A41B3D"/>
    <w:rsid w:val="00A4441F"/>
    <w:rsid w:val="00A44DCA"/>
    <w:rsid w:val="00A5425C"/>
    <w:rsid w:val="00A573E1"/>
    <w:rsid w:val="00A630CD"/>
    <w:rsid w:val="00A65CD4"/>
    <w:rsid w:val="00A83EA5"/>
    <w:rsid w:val="00A87057"/>
    <w:rsid w:val="00A967B9"/>
    <w:rsid w:val="00A9739B"/>
    <w:rsid w:val="00AA00B7"/>
    <w:rsid w:val="00AA5024"/>
    <w:rsid w:val="00AA6053"/>
    <w:rsid w:val="00AC46C8"/>
    <w:rsid w:val="00AD53EC"/>
    <w:rsid w:val="00AE3C27"/>
    <w:rsid w:val="00AE4CCB"/>
    <w:rsid w:val="00AF04DD"/>
    <w:rsid w:val="00AF486B"/>
    <w:rsid w:val="00AF555A"/>
    <w:rsid w:val="00B04C8E"/>
    <w:rsid w:val="00B14B9C"/>
    <w:rsid w:val="00B21697"/>
    <w:rsid w:val="00B23072"/>
    <w:rsid w:val="00B43686"/>
    <w:rsid w:val="00B44038"/>
    <w:rsid w:val="00B509F2"/>
    <w:rsid w:val="00B51B0C"/>
    <w:rsid w:val="00B54D2D"/>
    <w:rsid w:val="00B61193"/>
    <w:rsid w:val="00B63219"/>
    <w:rsid w:val="00B649F7"/>
    <w:rsid w:val="00B724B3"/>
    <w:rsid w:val="00B72AF3"/>
    <w:rsid w:val="00B9218B"/>
    <w:rsid w:val="00BA1E06"/>
    <w:rsid w:val="00BB2AD7"/>
    <w:rsid w:val="00BB40F8"/>
    <w:rsid w:val="00BB543D"/>
    <w:rsid w:val="00BB75AC"/>
    <w:rsid w:val="00BC0A17"/>
    <w:rsid w:val="00BC1E45"/>
    <w:rsid w:val="00BD1E58"/>
    <w:rsid w:val="00BD2C80"/>
    <w:rsid w:val="00BD614C"/>
    <w:rsid w:val="00BD71E2"/>
    <w:rsid w:val="00BD76D5"/>
    <w:rsid w:val="00BE10CD"/>
    <w:rsid w:val="00BE410A"/>
    <w:rsid w:val="00BE593E"/>
    <w:rsid w:val="00BF3AB3"/>
    <w:rsid w:val="00C0137B"/>
    <w:rsid w:val="00C06C1D"/>
    <w:rsid w:val="00C1574D"/>
    <w:rsid w:val="00C15A56"/>
    <w:rsid w:val="00C260C4"/>
    <w:rsid w:val="00C319A3"/>
    <w:rsid w:val="00C3438E"/>
    <w:rsid w:val="00C35264"/>
    <w:rsid w:val="00C43551"/>
    <w:rsid w:val="00C5766C"/>
    <w:rsid w:val="00C65A39"/>
    <w:rsid w:val="00C67AD3"/>
    <w:rsid w:val="00C71BD7"/>
    <w:rsid w:val="00C71C95"/>
    <w:rsid w:val="00C867D3"/>
    <w:rsid w:val="00C90369"/>
    <w:rsid w:val="00C909E7"/>
    <w:rsid w:val="00CA103E"/>
    <w:rsid w:val="00CA4C83"/>
    <w:rsid w:val="00CA69FA"/>
    <w:rsid w:val="00CB5198"/>
    <w:rsid w:val="00CB5ADE"/>
    <w:rsid w:val="00CD441A"/>
    <w:rsid w:val="00CE12B1"/>
    <w:rsid w:val="00CE273E"/>
    <w:rsid w:val="00CE4293"/>
    <w:rsid w:val="00CF56C8"/>
    <w:rsid w:val="00CF6B0B"/>
    <w:rsid w:val="00D25766"/>
    <w:rsid w:val="00D40298"/>
    <w:rsid w:val="00D43F47"/>
    <w:rsid w:val="00D6052B"/>
    <w:rsid w:val="00D60D98"/>
    <w:rsid w:val="00D60EDF"/>
    <w:rsid w:val="00D66E08"/>
    <w:rsid w:val="00D67DE7"/>
    <w:rsid w:val="00D717CE"/>
    <w:rsid w:val="00D73705"/>
    <w:rsid w:val="00D74EB3"/>
    <w:rsid w:val="00D82851"/>
    <w:rsid w:val="00D86062"/>
    <w:rsid w:val="00D862D5"/>
    <w:rsid w:val="00D9488E"/>
    <w:rsid w:val="00DA15C3"/>
    <w:rsid w:val="00DB5C81"/>
    <w:rsid w:val="00DC1984"/>
    <w:rsid w:val="00DC4434"/>
    <w:rsid w:val="00DC4765"/>
    <w:rsid w:val="00DD147A"/>
    <w:rsid w:val="00DD66CD"/>
    <w:rsid w:val="00DE4E01"/>
    <w:rsid w:val="00DE6815"/>
    <w:rsid w:val="00E3790B"/>
    <w:rsid w:val="00E47E94"/>
    <w:rsid w:val="00E6550D"/>
    <w:rsid w:val="00E879C3"/>
    <w:rsid w:val="00E92C5E"/>
    <w:rsid w:val="00E9733A"/>
    <w:rsid w:val="00EA419F"/>
    <w:rsid w:val="00EA51AA"/>
    <w:rsid w:val="00EA7A55"/>
    <w:rsid w:val="00EA7C2D"/>
    <w:rsid w:val="00EA7E14"/>
    <w:rsid w:val="00EB1992"/>
    <w:rsid w:val="00EC633F"/>
    <w:rsid w:val="00ED02BE"/>
    <w:rsid w:val="00ED7CB0"/>
    <w:rsid w:val="00EE14D8"/>
    <w:rsid w:val="00F01DE7"/>
    <w:rsid w:val="00F0284B"/>
    <w:rsid w:val="00F03874"/>
    <w:rsid w:val="00F06B8B"/>
    <w:rsid w:val="00F11B3F"/>
    <w:rsid w:val="00F2120F"/>
    <w:rsid w:val="00F27A9C"/>
    <w:rsid w:val="00F64CC9"/>
    <w:rsid w:val="00F66C46"/>
    <w:rsid w:val="00F75E81"/>
    <w:rsid w:val="00F94177"/>
    <w:rsid w:val="00F97639"/>
    <w:rsid w:val="00FA1BAF"/>
    <w:rsid w:val="00FA1D24"/>
    <w:rsid w:val="00FB11A9"/>
    <w:rsid w:val="00FB4DD3"/>
    <w:rsid w:val="00FB5515"/>
    <w:rsid w:val="00FC6042"/>
    <w:rsid w:val="00FC6BBB"/>
    <w:rsid w:val="00FC6C92"/>
    <w:rsid w:val="00FD7219"/>
    <w:rsid w:val="00FD7E31"/>
    <w:rsid w:val="00FE1703"/>
    <w:rsid w:val="00FF27D7"/>
    <w:rsid w:val="00FF6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A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0A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0AAE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2F0A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F0A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F0AA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6</Pages>
  <Words>1930</Words>
  <Characters>11002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Kzakupok</dc:creator>
  <cp:keywords/>
  <dc:description/>
  <cp:lastModifiedBy>Admin</cp:lastModifiedBy>
  <cp:revision>6</cp:revision>
  <cp:lastPrinted>2019-12-12T07:17:00Z</cp:lastPrinted>
  <dcterms:created xsi:type="dcterms:W3CDTF">2020-11-17T11:45:00Z</dcterms:created>
  <dcterms:modified xsi:type="dcterms:W3CDTF">2020-12-22T10:24:00Z</dcterms:modified>
</cp:coreProperties>
</file>