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B0" w:rsidRPr="00D66C50" w:rsidRDefault="00AE1CB0" w:rsidP="004B51CF">
      <w:pPr>
        <w:jc w:val="center"/>
        <w:rPr>
          <w:rFonts w:ascii="Times New Roman" w:hAnsi="Times New Roman"/>
          <w:sz w:val="30"/>
          <w:szCs w:val="30"/>
          <w:shd w:val="clear" w:color="auto" w:fill="FFFFFF"/>
        </w:rPr>
      </w:pPr>
      <w:r w:rsidRPr="00D66C50">
        <w:rPr>
          <w:rFonts w:ascii="Times New Roman" w:hAnsi="Times New Roman"/>
          <w:sz w:val="30"/>
          <w:szCs w:val="30"/>
          <w:shd w:val="clear" w:color="auto" w:fill="FFFFFF"/>
        </w:rPr>
        <w:t>Уважаемые жители города Мглина и Мглинского района!</w:t>
      </w:r>
    </w:p>
    <w:p w:rsidR="00AE1CB0" w:rsidRPr="00D66C50" w:rsidRDefault="00AE1CB0" w:rsidP="00B26010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30"/>
          <w:szCs w:val="30"/>
        </w:rPr>
      </w:pPr>
    </w:p>
    <w:p w:rsidR="00AE1CB0" w:rsidRPr="00D66C50" w:rsidRDefault="00AE1CB0" w:rsidP="004B51CF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30"/>
          <w:szCs w:val="30"/>
        </w:rPr>
      </w:pPr>
      <w:r w:rsidRPr="00D66C50">
        <w:rPr>
          <w:sz w:val="30"/>
          <w:szCs w:val="30"/>
        </w:rPr>
        <w:t>Сегодня мы начинаем памятные мероприятия, посвященные Дню Победы. Знаменитая фраза «Это надо не павшим, это надо живым.» - для нас очень многое означает. Мы видим, как многие страны сегодня перекраивают историю, переносят празднование Дня Победы. В некоторых государствах георгиевская лента представляет опасность. Но люди все равно с гордостью ее носят и продолжают отмечать 9 Мая. Поэтому для нас очень важно суметь сохранить этот праздник.</w:t>
      </w:r>
    </w:p>
    <w:p w:rsidR="00AE1CB0" w:rsidRPr="00D66C50" w:rsidRDefault="00AE1CB0" w:rsidP="004B51CF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30"/>
          <w:szCs w:val="30"/>
          <w:shd w:val="clear" w:color="auto" w:fill="FFFFFF"/>
        </w:rPr>
      </w:pPr>
      <w:r w:rsidRPr="00D66C50">
        <w:rPr>
          <w:sz w:val="30"/>
          <w:szCs w:val="30"/>
        </w:rPr>
        <w:t xml:space="preserve">Георгиевская ленточка </w:t>
      </w:r>
      <w:r w:rsidRPr="00D66C50">
        <w:rPr>
          <w:sz w:val="30"/>
          <w:szCs w:val="30"/>
        </w:rPr>
        <w:softHyphen/>
        <w:t xml:space="preserve"> — это не только символ Победы, это символ нашего всенародного праздника. Для нас это лучший день в году, поскольку мы в очередной раз можем вспомнить</w:t>
      </w:r>
      <w:r w:rsidRPr="00D66C50">
        <w:rPr>
          <w:sz w:val="30"/>
          <w:szCs w:val="30"/>
          <w:shd w:val="clear" w:color="auto" w:fill="FFFFFF"/>
        </w:rPr>
        <w:t xml:space="preserve"> защитников Отечества, отстоявших родную землю. Мы гордимся мужеством, героизмом, стойкостью русских солдат, офицеров, партизан, самоотверженностью тружеников тыла — женщин, стариков, детей. В этот священный день мы низко склоняем головы перед светлой памятью погибших. </w:t>
      </w:r>
    </w:p>
    <w:p w:rsidR="00AE1CB0" w:rsidRPr="00D66C50" w:rsidRDefault="00AE1CB0" w:rsidP="004B51CF">
      <w:pPr>
        <w:jc w:val="both"/>
        <w:rPr>
          <w:sz w:val="30"/>
          <w:szCs w:val="30"/>
        </w:rPr>
      </w:pPr>
      <w:r w:rsidRPr="00D66C50">
        <w:rPr>
          <w:rStyle w:val="Strong"/>
          <w:rFonts w:ascii="Times New Roman" w:hAnsi="Times New Roman"/>
          <w:b w:val="0"/>
          <w:iCs/>
          <w:sz w:val="30"/>
          <w:szCs w:val="30"/>
          <w:shd w:val="clear" w:color="auto" w:fill="FFFFFF"/>
        </w:rPr>
        <w:t xml:space="preserve"> Именно сегодняшняя акция- это свидетельство нашей благодарности и глубокого уважения к тем людям, кому мы обязаны возможностью и счастьем жить и работать в свободной России.</w:t>
      </w:r>
      <w:r w:rsidRPr="00D66C50">
        <w:rPr>
          <w:sz w:val="30"/>
          <w:szCs w:val="30"/>
        </w:rPr>
        <w:t xml:space="preserve"> </w:t>
      </w:r>
    </w:p>
    <w:p w:rsidR="00AE1CB0" w:rsidRPr="00D66C50" w:rsidRDefault="00AE1CB0" w:rsidP="00D66C50">
      <w:pPr>
        <w:ind w:firstLine="708"/>
        <w:jc w:val="both"/>
        <w:rPr>
          <w:rFonts w:ascii="Times New Roman" w:hAnsi="Times New Roman"/>
          <w:b/>
          <w:sz w:val="30"/>
          <w:szCs w:val="30"/>
        </w:rPr>
      </w:pPr>
      <w:r w:rsidRPr="00D66C50">
        <w:rPr>
          <w:rFonts w:ascii="Times New Roman" w:hAnsi="Times New Roman"/>
          <w:sz w:val="30"/>
          <w:szCs w:val="30"/>
        </w:rPr>
        <w:t>Акция «Георгиевская ленточка» – это лишь то немногое, что мы можем сделать, чтобы почтить память советских воинов, отдать дань уважения героям Великой Отечественной войны. – Приближается День Победы – самый главный праздник для всех жителей нашей страны. Каждый год 9 Мая мы вспоминаем тех, кто отдал свою жизнь ради нашего будущего, поздравляем участников войны, ветеранов и тружеников тыла. Очень важно передавать воспоминания ветеранов о войне из поколения в поколение и на примере воинов-победителей воспитывать нашу молодежь – будущее России. Я бы хотел призвать нашу молодежь, находящуюся сегодня на площади изучать историю и не допускать попыток переписать ее страницы, рассказывающие о подвиге советского народа в Великой Отечественной войне. – Советский народ победил, защитил не только свою страну, но и освободил Европу от фашизма. Мы все должны об этом помнить. Георгиевская ленточка – символ мужества и отваги советских людей, и нужно четко понимать, что мы несем этот символ как потомки и наследники наших отцов, дедов и прадедов. Отрадно, что молодежь носит на груди эти ленты, тем самым давая понять всем, что она разделяет боль и радость эт</w:t>
      </w:r>
      <w:r>
        <w:rPr>
          <w:rFonts w:ascii="Times New Roman" w:hAnsi="Times New Roman"/>
          <w:sz w:val="30"/>
          <w:szCs w:val="30"/>
        </w:rPr>
        <w:t>ого события, чтит память героев.</w:t>
      </w:r>
      <w:r w:rsidRPr="00D66C50">
        <w:rPr>
          <w:rFonts w:ascii="Times New Roman" w:hAnsi="Times New Roman"/>
          <w:sz w:val="30"/>
          <w:szCs w:val="30"/>
        </w:rPr>
        <w:br/>
      </w:r>
      <w:r w:rsidRPr="00D66C50">
        <w:rPr>
          <w:rStyle w:val="Strong"/>
          <w:rFonts w:ascii="Times New Roman" w:hAnsi="Times New Roman"/>
          <w:b w:val="0"/>
          <w:sz w:val="30"/>
          <w:szCs w:val="30"/>
          <w:shd w:val="clear" w:color="auto" w:fill="FFFFFF"/>
        </w:rPr>
        <w:t>Береги</w:t>
      </w:r>
      <w:r>
        <w:rPr>
          <w:rStyle w:val="Strong"/>
          <w:rFonts w:ascii="Times New Roman" w:hAnsi="Times New Roman"/>
          <w:b w:val="0"/>
          <w:sz w:val="30"/>
          <w:szCs w:val="30"/>
          <w:shd w:val="clear" w:color="auto" w:fill="FFFFFF"/>
        </w:rPr>
        <w:t>те</w:t>
      </w:r>
      <w:r w:rsidRPr="00D66C50">
        <w:rPr>
          <w:rStyle w:val="Strong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 мир, и обязательно посетите в День Победы ветеранов, пообщайтесь ними, окажите посильную помощь, их с каждым годом становится меньше. Ветеранам очень нужна наша забота и поддержка!</w:t>
      </w:r>
    </w:p>
    <w:sectPr w:rsidR="00AE1CB0" w:rsidRPr="00D66C50" w:rsidSect="00D66C5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FEAA2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4B000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A548B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61E8C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0FE09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EAAD3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549B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CCDE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440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E4A78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010"/>
    <w:rsid w:val="003B4CD8"/>
    <w:rsid w:val="00481714"/>
    <w:rsid w:val="004B51CF"/>
    <w:rsid w:val="00584EA9"/>
    <w:rsid w:val="00593DE5"/>
    <w:rsid w:val="00AE1CB0"/>
    <w:rsid w:val="00B26010"/>
    <w:rsid w:val="00C32103"/>
    <w:rsid w:val="00D6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71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B26010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B260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26010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B2601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372</Words>
  <Characters>2124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2017-04-28T06:19:00Z</cp:lastPrinted>
  <dcterms:created xsi:type="dcterms:W3CDTF">2017-04-27T18:03:00Z</dcterms:created>
  <dcterms:modified xsi:type="dcterms:W3CDTF">2017-04-28T06:19:00Z</dcterms:modified>
</cp:coreProperties>
</file>