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05" w:rsidRDefault="00D47D05" w:rsidP="00D636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47D05" w:rsidRDefault="00D47D05" w:rsidP="005D2D4E">
      <w:pPr>
        <w:jc w:val="center"/>
        <w:rPr>
          <w:b/>
          <w:sz w:val="28"/>
          <w:szCs w:val="28"/>
        </w:rPr>
      </w:pPr>
    </w:p>
    <w:p w:rsidR="00D47D05" w:rsidRPr="00D636F2" w:rsidRDefault="00D47D05" w:rsidP="005D2D4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636F2">
        <w:rPr>
          <w:b/>
          <w:sz w:val="28"/>
          <w:szCs w:val="28"/>
        </w:rPr>
        <w:t>ПОЯСНИТЕЛЬНАЯ ЗАПИСКА</w:t>
      </w:r>
    </w:p>
    <w:p w:rsidR="00D47D05" w:rsidRPr="00D636F2" w:rsidRDefault="00D47D05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D47D05" w:rsidRPr="00D636F2" w:rsidRDefault="00D47D05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>
        <w:rPr>
          <w:b/>
          <w:sz w:val="28"/>
          <w:szCs w:val="28"/>
        </w:rPr>
        <w:t>17 .12. 2021</w:t>
      </w:r>
      <w:r w:rsidRPr="00D636F2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1/118</w:t>
      </w:r>
    </w:p>
    <w:p w:rsidR="00D47D05" w:rsidRDefault="00D47D05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 Ветлевского сельского поселения Мглинского муниципального района, Брянской области </w:t>
      </w:r>
    </w:p>
    <w:p w:rsidR="00D47D05" w:rsidRPr="00D636F2" w:rsidRDefault="00D47D05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22</w:t>
      </w:r>
      <w:r w:rsidRPr="00D636F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D636F2">
        <w:rPr>
          <w:b/>
          <w:sz w:val="28"/>
          <w:szCs w:val="28"/>
        </w:rPr>
        <w:t>»</w:t>
      </w:r>
    </w:p>
    <w:p w:rsidR="00D47D05" w:rsidRPr="00D636F2" w:rsidRDefault="00D47D05" w:rsidP="005D2D4E">
      <w:pPr>
        <w:jc w:val="center"/>
        <w:rPr>
          <w:b/>
          <w:sz w:val="28"/>
          <w:szCs w:val="28"/>
        </w:rPr>
      </w:pPr>
    </w:p>
    <w:p w:rsidR="00D47D05" w:rsidRDefault="00D47D05" w:rsidP="00E6643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Pr="00D636F2">
        <w:rPr>
          <w:b/>
          <w:i/>
          <w:sz w:val="28"/>
          <w:szCs w:val="28"/>
        </w:rPr>
        <w:t>ДОХОДЫ</w:t>
      </w:r>
    </w:p>
    <w:p w:rsidR="00D47D05" w:rsidRPr="00D636F2" w:rsidRDefault="00D47D05" w:rsidP="00E66432">
      <w:pPr>
        <w:jc w:val="center"/>
        <w:rPr>
          <w:b/>
          <w:i/>
          <w:sz w:val="28"/>
          <w:szCs w:val="28"/>
        </w:rPr>
      </w:pPr>
    </w:p>
    <w:p w:rsidR="00D47D05" w:rsidRPr="006F42CB" w:rsidRDefault="00D47D05" w:rsidP="00E66432">
      <w:pPr>
        <w:spacing w:line="276" w:lineRule="auto"/>
        <w:jc w:val="both"/>
        <w:rPr>
          <w:b/>
          <w:sz w:val="28"/>
          <w:szCs w:val="28"/>
        </w:rPr>
      </w:pPr>
      <w:r w:rsidRPr="006F42CB">
        <w:rPr>
          <w:sz w:val="28"/>
          <w:szCs w:val="28"/>
        </w:rPr>
        <w:t>Доходная часть бюджета муниципальног</w:t>
      </w:r>
      <w:r>
        <w:rPr>
          <w:sz w:val="28"/>
          <w:szCs w:val="28"/>
        </w:rPr>
        <w:t>о района остается без изменений</w:t>
      </w:r>
      <w:r w:rsidRPr="006F42CB">
        <w:rPr>
          <w:sz w:val="28"/>
          <w:szCs w:val="28"/>
        </w:rPr>
        <w:t xml:space="preserve">      </w:t>
      </w:r>
    </w:p>
    <w:p w:rsidR="00D47D05" w:rsidRDefault="00D47D05" w:rsidP="00E66432">
      <w:pPr>
        <w:jc w:val="both"/>
        <w:rPr>
          <w:sz w:val="28"/>
          <w:szCs w:val="28"/>
        </w:rPr>
      </w:pPr>
    </w:p>
    <w:p w:rsidR="00D47D05" w:rsidRDefault="00D47D05" w:rsidP="005D2D4E">
      <w:pPr>
        <w:jc w:val="both"/>
        <w:rPr>
          <w:b/>
          <w:i/>
          <w:color w:val="FF0000"/>
          <w:sz w:val="28"/>
          <w:szCs w:val="28"/>
        </w:rPr>
      </w:pPr>
    </w:p>
    <w:p w:rsidR="00D47D05" w:rsidRDefault="00D47D05" w:rsidP="005D2D4E">
      <w:pPr>
        <w:jc w:val="both"/>
        <w:rPr>
          <w:b/>
          <w:i/>
          <w:color w:val="FF0000"/>
          <w:sz w:val="28"/>
          <w:szCs w:val="28"/>
        </w:rPr>
      </w:pPr>
    </w:p>
    <w:p w:rsidR="00D47D05" w:rsidRPr="0006605A" w:rsidRDefault="00D47D05" w:rsidP="005D2D4E">
      <w:pPr>
        <w:jc w:val="both"/>
        <w:rPr>
          <w:b/>
          <w:i/>
          <w:color w:val="FF0000"/>
          <w:sz w:val="28"/>
          <w:szCs w:val="28"/>
        </w:rPr>
      </w:pPr>
    </w:p>
    <w:p w:rsidR="00D47D05" w:rsidRPr="0006605A" w:rsidRDefault="00D47D05" w:rsidP="005D2D4E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                                                РАСХОДЫ</w:t>
      </w:r>
    </w:p>
    <w:p w:rsidR="00D47D05" w:rsidRPr="0006605A" w:rsidRDefault="00D47D05" w:rsidP="005D2D4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Расходная часть бюджета муниципального района на 20</w:t>
      </w:r>
      <w:r>
        <w:rPr>
          <w:sz w:val="28"/>
          <w:szCs w:val="28"/>
        </w:rPr>
        <w:t>22</w:t>
      </w:r>
      <w:r w:rsidRPr="0006605A">
        <w:rPr>
          <w:sz w:val="28"/>
          <w:szCs w:val="28"/>
        </w:rPr>
        <w:t xml:space="preserve"> год увеличивается на сумму </w:t>
      </w:r>
      <w:r>
        <w:rPr>
          <w:sz w:val="28"/>
          <w:szCs w:val="28"/>
        </w:rPr>
        <w:t xml:space="preserve">314000,00 руб. </w:t>
      </w:r>
      <w:r w:rsidRPr="0006605A">
        <w:rPr>
          <w:sz w:val="28"/>
          <w:szCs w:val="28"/>
        </w:rPr>
        <w:t>в том числе по разделам:</w:t>
      </w:r>
    </w:p>
    <w:p w:rsidR="00D47D05" w:rsidRDefault="00D47D05" w:rsidP="005D2D4E">
      <w:pPr>
        <w:jc w:val="both"/>
        <w:rPr>
          <w:sz w:val="28"/>
          <w:szCs w:val="28"/>
        </w:rPr>
      </w:pPr>
    </w:p>
    <w:p w:rsidR="00D47D05" w:rsidRDefault="00D47D05" w:rsidP="005D2D4E">
      <w:pPr>
        <w:jc w:val="both"/>
        <w:rPr>
          <w:b/>
          <w:sz w:val="28"/>
          <w:szCs w:val="28"/>
        </w:rPr>
      </w:pPr>
    </w:p>
    <w:p w:rsidR="00D47D05" w:rsidRPr="009D779D" w:rsidRDefault="00D47D05" w:rsidP="009D68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13  «Другие общегосударственные вопросы»                   +6 000,00 руб.                           </w:t>
      </w:r>
    </w:p>
    <w:p w:rsidR="00D47D05" w:rsidRDefault="00D47D05" w:rsidP="005D2D4E">
      <w:pPr>
        <w:jc w:val="both"/>
        <w:rPr>
          <w:sz w:val="28"/>
          <w:szCs w:val="28"/>
        </w:rPr>
      </w:pPr>
    </w:p>
    <w:p w:rsidR="00D47D05" w:rsidRPr="009D6819" w:rsidRDefault="00D47D05" w:rsidP="005D2D4E">
      <w:pPr>
        <w:jc w:val="both"/>
        <w:rPr>
          <w:sz w:val="28"/>
          <w:szCs w:val="28"/>
        </w:rPr>
      </w:pPr>
      <w:r w:rsidRPr="009D6819">
        <w:rPr>
          <w:sz w:val="28"/>
          <w:szCs w:val="28"/>
        </w:rPr>
        <w:t xml:space="preserve">Расходы по уплате членских взносов не коммерческим организациям </w:t>
      </w:r>
      <w:r>
        <w:rPr>
          <w:sz w:val="28"/>
          <w:szCs w:val="28"/>
        </w:rPr>
        <w:t>(взносы Ассоциации СМО)</w:t>
      </w:r>
    </w:p>
    <w:p w:rsidR="00D47D05" w:rsidRPr="009D6819" w:rsidRDefault="00D47D05" w:rsidP="005D2D4E">
      <w:pPr>
        <w:jc w:val="both"/>
        <w:rPr>
          <w:sz w:val="28"/>
          <w:szCs w:val="28"/>
        </w:rPr>
      </w:pPr>
      <w:r w:rsidRPr="009D6819">
        <w:rPr>
          <w:sz w:val="28"/>
          <w:szCs w:val="28"/>
        </w:rPr>
        <w:t xml:space="preserve"> </w:t>
      </w:r>
    </w:p>
    <w:p w:rsidR="00D47D05" w:rsidRDefault="00D47D05" w:rsidP="005D2D4E">
      <w:pPr>
        <w:jc w:val="both"/>
        <w:rPr>
          <w:b/>
          <w:sz w:val="28"/>
          <w:szCs w:val="28"/>
        </w:rPr>
      </w:pPr>
      <w:r w:rsidRPr="00FB7195">
        <w:rPr>
          <w:sz w:val="28"/>
          <w:szCs w:val="28"/>
        </w:rPr>
        <w:t xml:space="preserve">КБК </w:t>
      </w:r>
      <w:r>
        <w:rPr>
          <w:sz w:val="28"/>
          <w:szCs w:val="28"/>
        </w:rPr>
        <w:t xml:space="preserve"> 01 13 35 4 14 81410 850</w:t>
      </w:r>
      <w:r w:rsidRPr="00FB719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     </w:t>
      </w:r>
      <w:r w:rsidRPr="00FB7195">
        <w:rPr>
          <w:sz w:val="28"/>
          <w:szCs w:val="28"/>
        </w:rPr>
        <w:t xml:space="preserve"> </w:t>
      </w:r>
      <w:r>
        <w:rPr>
          <w:sz w:val="28"/>
          <w:szCs w:val="28"/>
        </w:rPr>
        <w:t>+ 6 000,00 руб.</w:t>
      </w:r>
    </w:p>
    <w:p w:rsidR="00D47D05" w:rsidRDefault="00D47D05" w:rsidP="005D2D4E">
      <w:pPr>
        <w:jc w:val="both"/>
        <w:rPr>
          <w:b/>
          <w:sz w:val="28"/>
          <w:szCs w:val="28"/>
        </w:rPr>
      </w:pPr>
    </w:p>
    <w:p w:rsidR="00D47D05" w:rsidRPr="000D4B3A" w:rsidRDefault="00D47D05" w:rsidP="00D772F9">
      <w:pPr>
        <w:jc w:val="both"/>
        <w:rPr>
          <w:b/>
          <w:sz w:val="28"/>
          <w:szCs w:val="28"/>
        </w:rPr>
      </w:pPr>
      <w:r w:rsidRPr="004E60DB">
        <w:rPr>
          <w:b/>
          <w:sz w:val="28"/>
          <w:szCs w:val="28"/>
        </w:rPr>
        <w:t xml:space="preserve">  </w:t>
      </w:r>
    </w:p>
    <w:p w:rsidR="00D47D05" w:rsidRDefault="00D47D05" w:rsidP="008F3C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03 10 «Обеспечение пожарной безопасности»                      + 82 574,00 руб.</w:t>
      </w:r>
    </w:p>
    <w:p w:rsidR="00D47D05" w:rsidRPr="005A78A4" w:rsidRDefault="00D47D05" w:rsidP="005A78A4">
      <w:pPr>
        <w:tabs>
          <w:tab w:val="left" w:pos="7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03 10 35 4 15 81140 244 226                                           </w:t>
      </w:r>
      <w:r w:rsidRPr="005A78A4">
        <w:rPr>
          <w:sz w:val="28"/>
          <w:szCs w:val="28"/>
        </w:rPr>
        <w:t>+ 28 293,00 руб.</w:t>
      </w:r>
    </w:p>
    <w:p w:rsidR="00D47D05" w:rsidRDefault="00D47D05" w:rsidP="005A78A4">
      <w:pPr>
        <w:rPr>
          <w:sz w:val="28"/>
          <w:szCs w:val="28"/>
        </w:rPr>
      </w:pPr>
      <w:r>
        <w:rPr>
          <w:sz w:val="28"/>
          <w:szCs w:val="28"/>
        </w:rPr>
        <w:t xml:space="preserve">Опашка минерализованных полос                                                                   </w:t>
      </w:r>
    </w:p>
    <w:p w:rsidR="00D47D05" w:rsidRDefault="00D47D05" w:rsidP="005A78A4">
      <w:pPr>
        <w:rPr>
          <w:sz w:val="28"/>
          <w:szCs w:val="28"/>
        </w:rPr>
      </w:pPr>
    </w:p>
    <w:p w:rsidR="00D47D05" w:rsidRDefault="00D47D05" w:rsidP="005A78A4">
      <w:pPr>
        <w:rPr>
          <w:sz w:val="28"/>
          <w:szCs w:val="28"/>
        </w:rPr>
      </w:pPr>
      <w:r>
        <w:rPr>
          <w:sz w:val="28"/>
          <w:szCs w:val="28"/>
        </w:rPr>
        <w:t>КБК 03 10  35 4 15 81140 244 225                                                + 54 281,00 руб.</w:t>
      </w:r>
    </w:p>
    <w:p w:rsidR="00D47D05" w:rsidRPr="00C70FB8" w:rsidRDefault="00D47D05" w:rsidP="005A78A4">
      <w:pPr>
        <w:rPr>
          <w:sz w:val="28"/>
          <w:szCs w:val="28"/>
        </w:rPr>
      </w:pPr>
      <w:r>
        <w:rPr>
          <w:sz w:val="28"/>
          <w:szCs w:val="28"/>
        </w:rPr>
        <w:t xml:space="preserve">Оплата услуг пожарника по профилактике и тушению пожаров, з/плата на три месяца                                                                                 </w:t>
      </w:r>
    </w:p>
    <w:p w:rsidR="00D47D05" w:rsidRDefault="00D47D05" w:rsidP="008F3C98">
      <w:pPr>
        <w:jc w:val="both"/>
        <w:rPr>
          <w:b/>
          <w:sz w:val="28"/>
          <w:szCs w:val="28"/>
        </w:rPr>
      </w:pPr>
    </w:p>
    <w:p w:rsidR="00D47D05" w:rsidRDefault="00D47D05" w:rsidP="008F3C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05 03  «Организация и содержание мест захоронения (кладбищ)</w:t>
      </w:r>
    </w:p>
    <w:p w:rsidR="00D47D05" w:rsidRPr="008D0E14" w:rsidRDefault="00D47D05" w:rsidP="008D0E14">
      <w:pPr>
        <w:tabs>
          <w:tab w:val="left" w:pos="76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+225 426,00 руб.</w:t>
      </w:r>
    </w:p>
    <w:p w:rsidR="00D47D05" w:rsidRDefault="00D47D05" w:rsidP="00F70345">
      <w:pPr>
        <w:jc w:val="both"/>
        <w:rPr>
          <w:sz w:val="28"/>
          <w:szCs w:val="28"/>
        </w:rPr>
      </w:pPr>
    </w:p>
    <w:p w:rsidR="00D47D05" w:rsidRDefault="00D47D05" w:rsidP="00F70345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05 03 354 18 817 10 244                                                   + 225 426,00 руб.</w:t>
      </w:r>
    </w:p>
    <w:p w:rsidR="00D47D05" w:rsidRPr="0006605A" w:rsidRDefault="00D47D05" w:rsidP="00D96682">
      <w:pPr>
        <w:jc w:val="both"/>
        <w:rPr>
          <w:color w:val="FF0000"/>
          <w:sz w:val="28"/>
          <w:szCs w:val="28"/>
        </w:rPr>
      </w:pPr>
    </w:p>
    <w:p w:rsidR="00D47D05" w:rsidRDefault="00D47D05" w:rsidP="005D2D4E">
      <w:pPr>
        <w:jc w:val="both"/>
        <w:rPr>
          <w:b/>
          <w:sz w:val="28"/>
          <w:szCs w:val="28"/>
        </w:rPr>
      </w:pPr>
    </w:p>
    <w:p w:rsidR="00D47D05" w:rsidRPr="0048719A" w:rsidRDefault="00D47D05" w:rsidP="005D2D4E">
      <w:pPr>
        <w:jc w:val="both"/>
        <w:rPr>
          <w:sz w:val="24"/>
          <w:szCs w:val="24"/>
        </w:rPr>
      </w:pPr>
    </w:p>
    <w:sectPr w:rsidR="00D47D05" w:rsidRPr="0048719A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89C"/>
    <w:rsid w:val="000208BF"/>
    <w:rsid w:val="0002497E"/>
    <w:rsid w:val="00027683"/>
    <w:rsid w:val="00040DD0"/>
    <w:rsid w:val="00051B71"/>
    <w:rsid w:val="0005538D"/>
    <w:rsid w:val="000563A4"/>
    <w:rsid w:val="000569AD"/>
    <w:rsid w:val="00061C7E"/>
    <w:rsid w:val="0006605A"/>
    <w:rsid w:val="0007270A"/>
    <w:rsid w:val="00091096"/>
    <w:rsid w:val="00097A89"/>
    <w:rsid w:val="000A4010"/>
    <w:rsid w:val="000B2A4A"/>
    <w:rsid w:val="000C607A"/>
    <w:rsid w:val="000D4B3A"/>
    <w:rsid w:val="000E1436"/>
    <w:rsid w:val="0010221C"/>
    <w:rsid w:val="00102D86"/>
    <w:rsid w:val="00111BD3"/>
    <w:rsid w:val="00113880"/>
    <w:rsid w:val="00122FF4"/>
    <w:rsid w:val="001239DE"/>
    <w:rsid w:val="00125A60"/>
    <w:rsid w:val="001262B6"/>
    <w:rsid w:val="00130343"/>
    <w:rsid w:val="00142A14"/>
    <w:rsid w:val="001445E1"/>
    <w:rsid w:val="00146A5E"/>
    <w:rsid w:val="00164DC6"/>
    <w:rsid w:val="00165734"/>
    <w:rsid w:val="00171D25"/>
    <w:rsid w:val="001778F8"/>
    <w:rsid w:val="00177F0E"/>
    <w:rsid w:val="001874CF"/>
    <w:rsid w:val="0019460D"/>
    <w:rsid w:val="00196F78"/>
    <w:rsid w:val="001B4C57"/>
    <w:rsid w:val="001B5782"/>
    <w:rsid w:val="001F0664"/>
    <w:rsid w:val="001F3140"/>
    <w:rsid w:val="00204E69"/>
    <w:rsid w:val="00207246"/>
    <w:rsid w:val="002075E0"/>
    <w:rsid w:val="002202FA"/>
    <w:rsid w:val="00220FB9"/>
    <w:rsid w:val="00233685"/>
    <w:rsid w:val="0023657C"/>
    <w:rsid w:val="00237B9B"/>
    <w:rsid w:val="002428CB"/>
    <w:rsid w:val="00243256"/>
    <w:rsid w:val="002701F2"/>
    <w:rsid w:val="00271C0F"/>
    <w:rsid w:val="002755FA"/>
    <w:rsid w:val="00276079"/>
    <w:rsid w:val="002910F6"/>
    <w:rsid w:val="002964A2"/>
    <w:rsid w:val="00297CBC"/>
    <w:rsid w:val="002A3AA2"/>
    <w:rsid w:val="002C3394"/>
    <w:rsid w:val="002C6188"/>
    <w:rsid w:val="002C667D"/>
    <w:rsid w:val="002D3FF2"/>
    <w:rsid w:val="002E21A8"/>
    <w:rsid w:val="002E35EF"/>
    <w:rsid w:val="002E4092"/>
    <w:rsid w:val="002F3356"/>
    <w:rsid w:val="00302CEE"/>
    <w:rsid w:val="0032292D"/>
    <w:rsid w:val="00325958"/>
    <w:rsid w:val="003401F3"/>
    <w:rsid w:val="00342CEE"/>
    <w:rsid w:val="003478C4"/>
    <w:rsid w:val="00372B91"/>
    <w:rsid w:val="003821E4"/>
    <w:rsid w:val="00383007"/>
    <w:rsid w:val="003A11DC"/>
    <w:rsid w:val="003B1E47"/>
    <w:rsid w:val="003B5620"/>
    <w:rsid w:val="003C7ED6"/>
    <w:rsid w:val="003E12DC"/>
    <w:rsid w:val="003F3372"/>
    <w:rsid w:val="004005B2"/>
    <w:rsid w:val="00406ED8"/>
    <w:rsid w:val="00410E23"/>
    <w:rsid w:val="004233B0"/>
    <w:rsid w:val="00424482"/>
    <w:rsid w:val="00433D7D"/>
    <w:rsid w:val="00434454"/>
    <w:rsid w:val="00435E67"/>
    <w:rsid w:val="004470C3"/>
    <w:rsid w:val="004505C4"/>
    <w:rsid w:val="00456285"/>
    <w:rsid w:val="00456FB3"/>
    <w:rsid w:val="00464747"/>
    <w:rsid w:val="00476A40"/>
    <w:rsid w:val="0048719A"/>
    <w:rsid w:val="00495212"/>
    <w:rsid w:val="004959C0"/>
    <w:rsid w:val="004A27BB"/>
    <w:rsid w:val="004A3290"/>
    <w:rsid w:val="004A743A"/>
    <w:rsid w:val="004B3743"/>
    <w:rsid w:val="004C25A3"/>
    <w:rsid w:val="004C352B"/>
    <w:rsid w:val="004C60B1"/>
    <w:rsid w:val="004D31A5"/>
    <w:rsid w:val="004D486C"/>
    <w:rsid w:val="004E4135"/>
    <w:rsid w:val="004E60DB"/>
    <w:rsid w:val="004E788C"/>
    <w:rsid w:val="004F276E"/>
    <w:rsid w:val="004F423C"/>
    <w:rsid w:val="004F656D"/>
    <w:rsid w:val="00514FDD"/>
    <w:rsid w:val="00520F46"/>
    <w:rsid w:val="00541DD7"/>
    <w:rsid w:val="00547778"/>
    <w:rsid w:val="0055544D"/>
    <w:rsid w:val="0057158A"/>
    <w:rsid w:val="0057222F"/>
    <w:rsid w:val="005750C9"/>
    <w:rsid w:val="005762F5"/>
    <w:rsid w:val="00576728"/>
    <w:rsid w:val="00577A4F"/>
    <w:rsid w:val="00577B7C"/>
    <w:rsid w:val="00581A87"/>
    <w:rsid w:val="00582954"/>
    <w:rsid w:val="00585DAF"/>
    <w:rsid w:val="005A17D3"/>
    <w:rsid w:val="005A78A4"/>
    <w:rsid w:val="005B2F5A"/>
    <w:rsid w:val="005B3173"/>
    <w:rsid w:val="005B4D78"/>
    <w:rsid w:val="005B7B38"/>
    <w:rsid w:val="005C312B"/>
    <w:rsid w:val="005D2D4E"/>
    <w:rsid w:val="005E32C4"/>
    <w:rsid w:val="005F2A5F"/>
    <w:rsid w:val="005F31B8"/>
    <w:rsid w:val="005F5708"/>
    <w:rsid w:val="00603F1F"/>
    <w:rsid w:val="006058FB"/>
    <w:rsid w:val="006161FB"/>
    <w:rsid w:val="00624E44"/>
    <w:rsid w:val="00645144"/>
    <w:rsid w:val="00650378"/>
    <w:rsid w:val="00652150"/>
    <w:rsid w:val="00664313"/>
    <w:rsid w:val="006655C7"/>
    <w:rsid w:val="00665F2B"/>
    <w:rsid w:val="006872CF"/>
    <w:rsid w:val="006875B7"/>
    <w:rsid w:val="0069560D"/>
    <w:rsid w:val="0069589C"/>
    <w:rsid w:val="006A403C"/>
    <w:rsid w:val="006B5F6E"/>
    <w:rsid w:val="006C591E"/>
    <w:rsid w:val="006D0DD4"/>
    <w:rsid w:val="006D3F5E"/>
    <w:rsid w:val="006D79E6"/>
    <w:rsid w:val="006E6532"/>
    <w:rsid w:val="006F42CB"/>
    <w:rsid w:val="00702DB7"/>
    <w:rsid w:val="007044AC"/>
    <w:rsid w:val="0071248D"/>
    <w:rsid w:val="00717843"/>
    <w:rsid w:val="007205D8"/>
    <w:rsid w:val="007216FB"/>
    <w:rsid w:val="00726849"/>
    <w:rsid w:val="00737A1E"/>
    <w:rsid w:val="00737B3B"/>
    <w:rsid w:val="00741266"/>
    <w:rsid w:val="00744C00"/>
    <w:rsid w:val="0075546E"/>
    <w:rsid w:val="00755AA4"/>
    <w:rsid w:val="007601EB"/>
    <w:rsid w:val="00761CF2"/>
    <w:rsid w:val="007658BE"/>
    <w:rsid w:val="00766F49"/>
    <w:rsid w:val="00776D61"/>
    <w:rsid w:val="007772C9"/>
    <w:rsid w:val="00782E2D"/>
    <w:rsid w:val="00792AC2"/>
    <w:rsid w:val="007A092B"/>
    <w:rsid w:val="007A2613"/>
    <w:rsid w:val="007B69AE"/>
    <w:rsid w:val="007D764D"/>
    <w:rsid w:val="007D7BB1"/>
    <w:rsid w:val="007E4C56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31593"/>
    <w:rsid w:val="008346F8"/>
    <w:rsid w:val="00850862"/>
    <w:rsid w:val="00852852"/>
    <w:rsid w:val="00855DCB"/>
    <w:rsid w:val="00861AEF"/>
    <w:rsid w:val="0086470D"/>
    <w:rsid w:val="00866228"/>
    <w:rsid w:val="00866CDC"/>
    <w:rsid w:val="00874D58"/>
    <w:rsid w:val="00897F1A"/>
    <w:rsid w:val="008B1AA0"/>
    <w:rsid w:val="008B26B3"/>
    <w:rsid w:val="008B77F7"/>
    <w:rsid w:val="008C472A"/>
    <w:rsid w:val="008D0E14"/>
    <w:rsid w:val="008D2D6B"/>
    <w:rsid w:val="008E6005"/>
    <w:rsid w:val="008E7F72"/>
    <w:rsid w:val="008F3C98"/>
    <w:rsid w:val="00906095"/>
    <w:rsid w:val="0092044B"/>
    <w:rsid w:val="009236A0"/>
    <w:rsid w:val="00924F8D"/>
    <w:rsid w:val="00940793"/>
    <w:rsid w:val="00941040"/>
    <w:rsid w:val="009567D3"/>
    <w:rsid w:val="00966365"/>
    <w:rsid w:val="009838C7"/>
    <w:rsid w:val="0099373D"/>
    <w:rsid w:val="009A382C"/>
    <w:rsid w:val="009A4121"/>
    <w:rsid w:val="009B19F2"/>
    <w:rsid w:val="009B2108"/>
    <w:rsid w:val="009B2476"/>
    <w:rsid w:val="009B6605"/>
    <w:rsid w:val="009B7308"/>
    <w:rsid w:val="009C1602"/>
    <w:rsid w:val="009C4B83"/>
    <w:rsid w:val="009D4AA5"/>
    <w:rsid w:val="009D6819"/>
    <w:rsid w:val="009D779D"/>
    <w:rsid w:val="009F05E9"/>
    <w:rsid w:val="009F5346"/>
    <w:rsid w:val="009F5F6B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50F9B"/>
    <w:rsid w:val="00A56F63"/>
    <w:rsid w:val="00A61F25"/>
    <w:rsid w:val="00A819FD"/>
    <w:rsid w:val="00A83D5B"/>
    <w:rsid w:val="00A91CEC"/>
    <w:rsid w:val="00AC3D93"/>
    <w:rsid w:val="00AC721F"/>
    <w:rsid w:val="00AD2EB8"/>
    <w:rsid w:val="00AE035A"/>
    <w:rsid w:val="00AE144F"/>
    <w:rsid w:val="00AF0AD3"/>
    <w:rsid w:val="00AF256E"/>
    <w:rsid w:val="00AF2A9D"/>
    <w:rsid w:val="00AF6712"/>
    <w:rsid w:val="00B11B9C"/>
    <w:rsid w:val="00B17CEB"/>
    <w:rsid w:val="00B21FAD"/>
    <w:rsid w:val="00B26E37"/>
    <w:rsid w:val="00B2745D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71066"/>
    <w:rsid w:val="00B81ABF"/>
    <w:rsid w:val="00B875C7"/>
    <w:rsid w:val="00B90FD8"/>
    <w:rsid w:val="00BA305B"/>
    <w:rsid w:val="00BA4074"/>
    <w:rsid w:val="00BA6116"/>
    <w:rsid w:val="00BD563C"/>
    <w:rsid w:val="00BD5F2F"/>
    <w:rsid w:val="00BD7040"/>
    <w:rsid w:val="00BD7B57"/>
    <w:rsid w:val="00BE6654"/>
    <w:rsid w:val="00BF2A49"/>
    <w:rsid w:val="00BF5349"/>
    <w:rsid w:val="00C1742B"/>
    <w:rsid w:val="00C20625"/>
    <w:rsid w:val="00C23DAC"/>
    <w:rsid w:val="00C3646F"/>
    <w:rsid w:val="00C51A7C"/>
    <w:rsid w:val="00C62804"/>
    <w:rsid w:val="00C70FB8"/>
    <w:rsid w:val="00C72124"/>
    <w:rsid w:val="00C871A5"/>
    <w:rsid w:val="00C95B78"/>
    <w:rsid w:val="00C96354"/>
    <w:rsid w:val="00CA26F6"/>
    <w:rsid w:val="00CA4E7D"/>
    <w:rsid w:val="00CA6147"/>
    <w:rsid w:val="00CA68E9"/>
    <w:rsid w:val="00CB1709"/>
    <w:rsid w:val="00CB73E8"/>
    <w:rsid w:val="00CC13A3"/>
    <w:rsid w:val="00CC37B1"/>
    <w:rsid w:val="00CC7895"/>
    <w:rsid w:val="00CD178E"/>
    <w:rsid w:val="00CE18AD"/>
    <w:rsid w:val="00CE39AE"/>
    <w:rsid w:val="00CE669C"/>
    <w:rsid w:val="00CF370E"/>
    <w:rsid w:val="00D02F5C"/>
    <w:rsid w:val="00D073AE"/>
    <w:rsid w:val="00D10281"/>
    <w:rsid w:val="00D2189A"/>
    <w:rsid w:val="00D26F0F"/>
    <w:rsid w:val="00D30144"/>
    <w:rsid w:val="00D40738"/>
    <w:rsid w:val="00D43989"/>
    <w:rsid w:val="00D47D05"/>
    <w:rsid w:val="00D52C55"/>
    <w:rsid w:val="00D636F2"/>
    <w:rsid w:val="00D70EFC"/>
    <w:rsid w:val="00D715DA"/>
    <w:rsid w:val="00D73AFD"/>
    <w:rsid w:val="00D772F9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10234"/>
    <w:rsid w:val="00E1288F"/>
    <w:rsid w:val="00E20264"/>
    <w:rsid w:val="00E30D28"/>
    <w:rsid w:val="00E32E57"/>
    <w:rsid w:val="00E345DA"/>
    <w:rsid w:val="00E34CD4"/>
    <w:rsid w:val="00E36287"/>
    <w:rsid w:val="00E36E30"/>
    <w:rsid w:val="00E508A6"/>
    <w:rsid w:val="00E66432"/>
    <w:rsid w:val="00E7123A"/>
    <w:rsid w:val="00E72B06"/>
    <w:rsid w:val="00E8013F"/>
    <w:rsid w:val="00E8253E"/>
    <w:rsid w:val="00E85673"/>
    <w:rsid w:val="00E87A85"/>
    <w:rsid w:val="00EA1AD8"/>
    <w:rsid w:val="00EA48C5"/>
    <w:rsid w:val="00EB1867"/>
    <w:rsid w:val="00EB3E76"/>
    <w:rsid w:val="00EB665C"/>
    <w:rsid w:val="00ED3CD3"/>
    <w:rsid w:val="00EE1D1D"/>
    <w:rsid w:val="00EE2CC6"/>
    <w:rsid w:val="00EE605E"/>
    <w:rsid w:val="00EE7AFF"/>
    <w:rsid w:val="00EF5D91"/>
    <w:rsid w:val="00F14F14"/>
    <w:rsid w:val="00F17CE7"/>
    <w:rsid w:val="00F27425"/>
    <w:rsid w:val="00F31C0C"/>
    <w:rsid w:val="00F36DFE"/>
    <w:rsid w:val="00F41265"/>
    <w:rsid w:val="00F52BF7"/>
    <w:rsid w:val="00F61752"/>
    <w:rsid w:val="00F627B3"/>
    <w:rsid w:val="00F6793E"/>
    <w:rsid w:val="00F70345"/>
    <w:rsid w:val="00F70404"/>
    <w:rsid w:val="00F72F67"/>
    <w:rsid w:val="00F8261C"/>
    <w:rsid w:val="00F92E40"/>
    <w:rsid w:val="00F96A6A"/>
    <w:rsid w:val="00FB7195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b/>
      <w:sz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b/>
      <w:sz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i/>
      <w:sz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E035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35A"/>
    <w:rPr>
      <w:rFonts w:ascii="Tahoma" w:hAnsi="Tahoma"/>
      <w:sz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62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241</Words>
  <Characters>1379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Admin</cp:lastModifiedBy>
  <cp:revision>2</cp:revision>
  <cp:lastPrinted>2020-02-28T12:22:00Z</cp:lastPrinted>
  <dcterms:created xsi:type="dcterms:W3CDTF">2022-05-20T06:33:00Z</dcterms:created>
  <dcterms:modified xsi:type="dcterms:W3CDTF">2022-05-20T06:33:00Z</dcterms:modified>
</cp:coreProperties>
</file>