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7E4" w:rsidRDefault="00FA77E4" w:rsidP="00AE185D">
      <w:pPr>
        <w:tabs>
          <w:tab w:val="left" w:pos="8730"/>
          <w:tab w:val="right" w:pos="9354"/>
        </w:tabs>
        <w:jc w:val="center"/>
      </w:pPr>
      <w:r w:rsidRPr="009B078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pt;height:75.75pt;visibility:visible">
            <v:imagedata r:id="rId7" o:title=""/>
          </v:shape>
        </w:pict>
      </w:r>
    </w:p>
    <w:p w:rsidR="00FA77E4" w:rsidRDefault="00FA77E4" w:rsidP="005D373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Российская </w:t>
      </w:r>
      <w:r w:rsidRPr="005D3735">
        <w:rPr>
          <w:b/>
          <w:sz w:val="40"/>
          <w:szCs w:val="40"/>
        </w:rPr>
        <w:t>Федерация</w:t>
      </w:r>
    </w:p>
    <w:p w:rsidR="00FA77E4" w:rsidRDefault="00FA77E4" w:rsidP="00F158F0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Брянская область</w:t>
      </w:r>
    </w:p>
    <w:p w:rsidR="00FA77E4" w:rsidRDefault="00FA77E4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Мглинский районный Совет народных депутатов</w:t>
      </w:r>
    </w:p>
    <w:p w:rsidR="00FA77E4" w:rsidRPr="001B13D6" w:rsidRDefault="00FA77E4">
      <w:pPr>
        <w:jc w:val="center"/>
        <w:rPr>
          <w:b/>
          <w:sz w:val="40"/>
          <w:szCs w:val="40"/>
        </w:rPr>
      </w:pPr>
      <w:r w:rsidRPr="001B13D6">
        <w:rPr>
          <w:b/>
          <w:sz w:val="40"/>
          <w:szCs w:val="40"/>
        </w:rPr>
        <w:t>Р</w:t>
      </w:r>
      <w:r>
        <w:rPr>
          <w:b/>
          <w:sz w:val="40"/>
          <w:szCs w:val="40"/>
        </w:rPr>
        <w:t>ЕШЕНИ</w:t>
      </w:r>
      <w:r w:rsidRPr="001B13D6">
        <w:rPr>
          <w:b/>
          <w:sz w:val="40"/>
          <w:szCs w:val="40"/>
        </w:rPr>
        <w:t>Е</w:t>
      </w:r>
    </w:p>
    <w:p w:rsidR="00FA77E4" w:rsidRPr="00AE185D" w:rsidRDefault="00FA77E4" w:rsidP="00AE185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</w:t>
      </w:r>
    </w:p>
    <w:p w:rsidR="00FA77E4" w:rsidRDefault="00FA77E4" w:rsidP="00AB6498">
      <w:pPr>
        <w:rPr>
          <w:sz w:val="28"/>
          <w:szCs w:val="28"/>
        </w:rPr>
      </w:pPr>
      <w:r>
        <w:rPr>
          <w:sz w:val="28"/>
          <w:szCs w:val="28"/>
        </w:rPr>
        <w:t>от ___________</w:t>
      </w:r>
      <w:r w:rsidRPr="00BE3F84">
        <w:rPr>
          <w:sz w:val="28"/>
          <w:szCs w:val="28"/>
          <w:u w:val="single"/>
        </w:rPr>
        <w:t>2022</w:t>
      </w:r>
      <w:r>
        <w:rPr>
          <w:sz w:val="28"/>
          <w:szCs w:val="28"/>
        </w:rPr>
        <w:t xml:space="preserve"> </w:t>
      </w:r>
      <w:r w:rsidRPr="00BE3F84">
        <w:rPr>
          <w:sz w:val="28"/>
          <w:szCs w:val="28"/>
        </w:rPr>
        <w:t>года</w:t>
      </w:r>
      <w:r>
        <w:rPr>
          <w:sz w:val="28"/>
          <w:szCs w:val="28"/>
        </w:rPr>
        <w:t xml:space="preserve">  № _____ </w:t>
      </w:r>
    </w:p>
    <w:p w:rsidR="00FA77E4" w:rsidRDefault="00FA77E4" w:rsidP="00AB6498">
      <w:pPr>
        <w:rPr>
          <w:sz w:val="28"/>
          <w:szCs w:val="28"/>
        </w:rPr>
      </w:pPr>
      <w:r>
        <w:rPr>
          <w:sz w:val="28"/>
          <w:szCs w:val="28"/>
        </w:rPr>
        <w:t>г.Мглин</w:t>
      </w:r>
    </w:p>
    <w:p w:rsidR="00FA77E4" w:rsidRDefault="00FA77E4" w:rsidP="00AB6498">
      <w:pPr>
        <w:rPr>
          <w:sz w:val="28"/>
          <w:szCs w:val="28"/>
        </w:rPr>
      </w:pPr>
    </w:p>
    <w:p w:rsidR="00FA77E4" w:rsidRDefault="00FA77E4" w:rsidP="00F9770F">
      <w:pPr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 бюджета Мглинского муниципального района  Брянской области           за 2021год</w:t>
      </w:r>
    </w:p>
    <w:p w:rsidR="00FA77E4" w:rsidRDefault="00FA77E4" w:rsidP="00AB6498">
      <w:pPr>
        <w:rPr>
          <w:sz w:val="28"/>
          <w:szCs w:val="28"/>
        </w:rPr>
      </w:pPr>
    </w:p>
    <w:p w:rsidR="00FA77E4" w:rsidRPr="002B1789" w:rsidRDefault="00FA77E4" w:rsidP="00BD2B00">
      <w:pPr>
        <w:pStyle w:val="Heading2"/>
        <w:jc w:val="both"/>
        <w:rPr>
          <w:b w:val="0"/>
          <w:szCs w:val="28"/>
        </w:rPr>
      </w:pPr>
      <w:bookmarkStart w:id="0" w:name="_GoBack"/>
      <w:r w:rsidRPr="00BD2B00">
        <w:rPr>
          <w:b w:val="0"/>
          <w:szCs w:val="28"/>
        </w:rPr>
        <w:t xml:space="preserve">Рассмотрев </w:t>
      </w:r>
      <w:bookmarkEnd w:id="0"/>
      <w:r>
        <w:rPr>
          <w:b w:val="0"/>
          <w:szCs w:val="28"/>
        </w:rPr>
        <w:t>представленный годовой отчет об исполнении бюджета Мглинского муниципального района Брянской области за 2021 год, Мглинский</w:t>
      </w:r>
      <w:r w:rsidRPr="002B1789">
        <w:rPr>
          <w:b w:val="0"/>
          <w:szCs w:val="28"/>
        </w:rPr>
        <w:t xml:space="preserve"> районный Совет народных депутатов</w:t>
      </w:r>
    </w:p>
    <w:p w:rsidR="00FA77E4" w:rsidRDefault="00FA77E4" w:rsidP="002B1789">
      <w:pPr>
        <w:rPr>
          <w:sz w:val="28"/>
          <w:szCs w:val="28"/>
        </w:rPr>
      </w:pPr>
      <w:r>
        <w:rPr>
          <w:bCs/>
          <w:sz w:val="27"/>
          <w:szCs w:val="27"/>
        </w:rPr>
        <w:t xml:space="preserve">        РЕШИЛ:</w:t>
      </w:r>
    </w:p>
    <w:p w:rsidR="00FA77E4" w:rsidRPr="00495106" w:rsidRDefault="00FA77E4" w:rsidP="00495106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95106">
        <w:rPr>
          <w:sz w:val="28"/>
          <w:szCs w:val="28"/>
        </w:rPr>
        <w:t>Утвердить отчет об исполнении бюджета</w:t>
      </w:r>
      <w:r>
        <w:rPr>
          <w:sz w:val="28"/>
          <w:szCs w:val="28"/>
        </w:rPr>
        <w:t xml:space="preserve"> Мглинского </w:t>
      </w:r>
      <w:r w:rsidRPr="00495106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района Брянской области </w:t>
      </w:r>
      <w:r w:rsidRPr="00495106">
        <w:rPr>
          <w:sz w:val="28"/>
          <w:szCs w:val="28"/>
        </w:rPr>
        <w:t>за</w:t>
      </w:r>
      <w:r>
        <w:rPr>
          <w:sz w:val="28"/>
          <w:szCs w:val="28"/>
        </w:rPr>
        <w:t xml:space="preserve"> 2021</w:t>
      </w:r>
      <w:r w:rsidRPr="00495106">
        <w:rPr>
          <w:sz w:val="28"/>
          <w:szCs w:val="28"/>
        </w:rPr>
        <w:t xml:space="preserve"> год по доходам в сумме </w:t>
      </w:r>
      <w:r>
        <w:rPr>
          <w:sz w:val="28"/>
          <w:szCs w:val="28"/>
        </w:rPr>
        <w:t>375 173 678,12</w:t>
      </w:r>
      <w:r w:rsidRPr="00495106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, по расходам </w:t>
      </w:r>
      <w:r w:rsidRPr="00495106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370 981 676,53</w:t>
      </w:r>
      <w:r w:rsidRPr="00495106">
        <w:rPr>
          <w:sz w:val="28"/>
          <w:szCs w:val="28"/>
        </w:rPr>
        <w:t>рублей с превышением доходов над расходами</w:t>
      </w:r>
      <w:r>
        <w:rPr>
          <w:sz w:val="28"/>
          <w:szCs w:val="28"/>
        </w:rPr>
        <w:t xml:space="preserve"> </w:t>
      </w:r>
      <w:r w:rsidRPr="00495106">
        <w:rPr>
          <w:sz w:val="28"/>
          <w:szCs w:val="28"/>
        </w:rPr>
        <w:t xml:space="preserve">(профицит бюджета муниципального района) в сумме </w:t>
      </w:r>
      <w:r>
        <w:rPr>
          <w:sz w:val="28"/>
          <w:szCs w:val="28"/>
        </w:rPr>
        <w:t>4 192 001,59</w:t>
      </w:r>
      <w:r w:rsidRPr="00495106">
        <w:rPr>
          <w:sz w:val="28"/>
          <w:szCs w:val="28"/>
        </w:rPr>
        <w:t>ру</w:t>
      </w:r>
      <w:r>
        <w:rPr>
          <w:sz w:val="28"/>
          <w:szCs w:val="28"/>
        </w:rPr>
        <w:t>блей</w:t>
      </w:r>
      <w:r w:rsidRPr="00495106">
        <w:rPr>
          <w:sz w:val="28"/>
          <w:szCs w:val="28"/>
        </w:rPr>
        <w:t xml:space="preserve"> и со следующими показателями:</w:t>
      </w:r>
    </w:p>
    <w:p w:rsidR="00FA77E4" w:rsidRDefault="00FA77E4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97072F">
        <w:rPr>
          <w:sz w:val="28"/>
          <w:szCs w:val="28"/>
        </w:rPr>
        <w:t xml:space="preserve">доходов  бюджета </w:t>
      </w:r>
      <w:r>
        <w:rPr>
          <w:sz w:val="28"/>
          <w:szCs w:val="28"/>
        </w:rPr>
        <w:t xml:space="preserve">Мглинского </w:t>
      </w:r>
      <w:r w:rsidRPr="0097072F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97072F">
        <w:rPr>
          <w:sz w:val="28"/>
          <w:szCs w:val="28"/>
        </w:rPr>
        <w:t>район</w:t>
      </w:r>
      <w:r>
        <w:rPr>
          <w:sz w:val="28"/>
          <w:szCs w:val="28"/>
        </w:rPr>
        <w:t xml:space="preserve">а Брянской области </w:t>
      </w:r>
      <w:r w:rsidRPr="0097072F">
        <w:rPr>
          <w:sz w:val="28"/>
          <w:szCs w:val="28"/>
        </w:rPr>
        <w:t>з</w:t>
      </w:r>
      <w:r>
        <w:rPr>
          <w:sz w:val="28"/>
          <w:szCs w:val="28"/>
        </w:rPr>
        <w:t>а 2021</w:t>
      </w:r>
      <w:r w:rsidRPr="0097072F">
        <w:rPr>
          <w:sz w:val="28"/>
          <w:szCs w:val="28"/>
        </w:rPr>
        <w:t xml:space="preserve"> год по кода</w:t>
      </w:r>
      <w:r>
        <w:rPr>
          <w:sz w:val="28"/>
          <w:szCs w:val="28"/>
        </w:rPr>
        <w:t>м классификации доходов бюджетов</w:t>
      </w:r>
      <w:r w:rsidRPr="0097072F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1 к настоящему решению;</w:t>
      </w:r>
    </w:p>
    <w:p w:rsidR="00FA77E4" w:rsidRDefault="00FA77E4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2) расходов  бюджета  Мглинского</w:t>
      </w:r>
      <w:r w:rsidRPr="0097072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97072F">
        <w:rPr>
          <w:sz w:val="28"/>
          <w:szCs w:val="28"/>
        </w:rPr>
        <w:t>район</w:t>
      </w:r>
      <w:r>
        <w:rPr>
          <w:sz w:val="28"/>
          <w:szCs w:val="28"/>
        </w:rPr>
        <w:t>а Брянской области за 2021 год по ведомственной структуре расходов бюджета муниципального района  согласно приложению 2 к настоящему решению;</w:t>
      </w:r>
    </w:p>
    <w:p w:rsidR="00FA77E4" w:rsidRDefault="00FA77E4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расходов  бюджета  Мглинского</w:t>
      </w:r>
      <w:r w:rsidRPr="0097072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97072F">
        <w:rPr>
          <w:sz w:val="28"/>
          <w:szCs w:val="28"/>
        </w:rPr>
        <w:t>район</w:t>
      </w:r>
      <w:r>
        <w:rPr>
          <w:sz w:val="28"/>
          <w:szCs w:val="28"/>
        </w:rPr>
        <w:t>а Брянской области за 2021 год по разделам и подразделам классификации расходов бюджетов согласно приложению 3к настоящему решению;</w:t>
      </w:r>
    </w:p>
    <w:p w:rsidR="00FA77E4" w:rsidRDefault="00FA77E4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4) источников финансирования дефицита бюджета Мглинского</w:t>
      </w:r>
      <w:r w:rsidRPr="0097072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97072F">
        <w:rPr>
          <w:sz w:val="28"/>
          <w:szCs w:val="28"/>
        </w:rPr>
        <w:t>район</w:t>
      </w:r>
      <w:r>
        <w:rPr>
          <w:sz w:val="28"/>
          <w:szCs w:val="28"/>
        </w:rPr>
        <w:t>а Брянской области за 2021 год по кодам классификации источников финансирования дефицитов бюджетов согласно приложению 4 к настоящему решению;</w:t>
      </w:r>
    </w:p>
    <w:p w:rsidR="00FA77E4" w:rsidRPr="00495106" w:rsidRDefault="00FA77E4" w:rsidP="00495106">
      <w:pPr>
        <w:jc w:val="both"/>
        <w:rPr>
          <w:sz w:val="28"/>
          <w:szCs w:val="28"/>
        </w:rPr>
      </w:pPr>
      <w:r w:rsidRPr="00BD126B">
        <w:rPr>
          <w:sz w:val="28"/>
          <w:szCs w:val="28"/>
        </w:rPr>
        <w:t xml:space="preserve">2.Настоящее </w:t>
      </w:r>
      <w:r>
        <w:rPr>
          <w:sz w:val="28"/>
          <w:szCs w:val="28"/>
        </w:rPr>
        <w:t>р</w:t>
      </w:r>
      <w:r w:rsidRPr="00BD126B">
        <w:rPr>
          <w:sz w:val="28"/>
          <w:szCs w:val="28"/>
        </w:rPr>
        <w:t>ешение вступ</w:t>
      </w:r>
      <w:r>
        <w:rPr>
          <w:sz w:val="28"/>
          <w:szCs w:val="28"/>
        </w:rPr>
        <w:t>ает в силу со дня его официального опубликования</w:t>
      </w:r>
      <w:r w:rsidRPr="00BD126B">
        <w:rPr>
          <w:sz w:val="28"/>
          <w:szCs w:val="28"/>
        </w:rPr>
        <w:t>.</w:t>
      </w:r>
    </w:p>
    <w:p w:rsidR="00FA77E4" w:rsidRPr="00BD126B" w:rsidRDefault="00FA77E4" w:rsidP="00BD126B">
      <w:pPr>
        <w:rPr>
          <w:sz w:val="28"/>
          <w:szCs w:val="28"/>
        </w:rPr>
      </w:pPr>
      <w:r w:rsidRPr="00BD126B">
        <w:rPr>
          <w:sz w:val="28"/>
          <w:szCs w:val="28"/>
        </w:rPr>
        <w:t xml:space="preserve">3.Настоящее </w:t>
      </w:r>
      <w:r>
        <w:rPr>
          <w:sz w:val="28"/>
          <w:szCs w:val="28"/>
        </w:rPr>
        <w:t>р</w:t>
      </w:r>
      <w:r w:rsidRPr="00BD126B">
        <w:rPr>
          <w:sz w:val="28"/>
          <w:szCs w:val="28"/>
        </w:rPr>
        <w:t xml:space="preserve">ешение опубликовать </w:t>
      </w:r>
      <w:r>
        <w:rPr>
          <w:sz w:val="28"/>
          <w:szCs w:val="28"/>
        </w:rPr>
        <w:t xml:space="preserve">в официальном печатном издании </w:t>
      </w:r>
      <w:r w:rsidRPr="00BD126B">
        <w:rPr>
          <w:sz w:val="28"/>
          <w:szCs w:val="28"/>
        </w:rPr>
        <w:t>«Муниципальный вестник».</w:t>
      </w:r>
    </w:p>
    <w:p w:rsidR="00FA77E4" w:rsidRDefault="00FA77E4" w:rsidP="00732AB2">
      <w:pPr>
        <w:jc w:val="both"/>
        <w:rPr>
          <w:sz w:val="28"/>
          <w:szCs w:val="28"/>
        </w:rPr>
      </w:pPr>
    </w:p>
    <w:p w:rsidR="00FA77E4" w:rsidRDefault="00FA77E4" w:rsidP="00732AB2">
      <w:pPr>
        <w:jc w:val="both"/>
        <w:rPr>
          <w:sz w:val="28"/>
          <w:szCs w:val="28"/>
        </w:rPr>
      </w:pPr>
    </w:p>
    <w:p w:rsidR="00FA77E4" w:rsidRPr="006B4814" w:rsidRDefault="00FA77E4" w:rsidP="002966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Глава Мглинского района                                           Н.В.Воликова</w:t>
      </w:r>
    </w:p>
    <w:sectPr w:rsidR="00FA77E4" w:rsidRPr="006B4814" w:rsidSect="002348FB">
      <w:pgSz w:w="11906" w:h="16838"/>
      <w:pgMar w:top="426" w:right="113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7E4" w:rsidRDefault="00FA77E4" w:rsidP="00623489">
      <w:r>
        <w:separator/>
      </w:r>
    </w:p>
  </w:endnote>
  <w:endnote w:type="continuationSeparator" w:id="1">
    <w:p w:rsidR="00FA77E4" w:rsidRDefault="00FA77E4" w:rsidP="006234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7E4" w:rsidRDefault="00FA77E4" w:rsidP="00623489">
      <w:r>
        <w:separator/>
      </w:r>
    </w:p>
  </w:footnote>
  <w:footnote w:type="continuationSeparator" w:id="1">
    <w:p w:rsidR="00FA77E4" w:rsidRDefault="00FA77E4" w:rsidP="006234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FC82AC5"/>
    <w:multiLevelType w:val="hybridMultilevel"/>
    <w:tmpl w:val="00D41F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4062BB"/>
    <w:multiLevelType w:val="hybridMultilevel"/>
    <w:tmpl w:val="4718D5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4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735"/>
    <w:rsid w:val="000411B5"/>
    <w:rsid w:val="00084B26"/>
    <w:rsid w:val="00100D7E"/>
    <w:rsid w:val="00105171"/>
    <w:rsid w:val="001167C1"/>
    <w:rsid w:val="001A36B9"/>
    <w:rsid w:val="001B13D6"/>
    <w:rsid w:val="001C125B"/>
    <w:rsid w:val="001F7F67"/>
    <w:rsid w:val="002348FB"/>
    <w:rsid w:val="00260A28"/>
    <w:rsid w:val="00296673"/>
    <w:rsid w:val="002B1789"/>
    <w:rsid w:val="002F0522"/>
    <w:rsid w:val="00302D07"/>
    <w:rsid w:val="00350E9E"/>
    <w:rsid w:val="003962A0"/>
    <w:rsid w:val="003E60B9"/>
    <w:rsid w:val="003F473D"/>
    <w:rsid w:val="00432577"/>
    <w:rsid w:val="00495106"/>
    <w:rsid w:val="004A27BB"/>
    <w:rsid w:val="004A6EC6"/>
    <w:rsid w:val="004D68E6"/>
    <w:rsid w:val="004F4495"/>
    <w:rsid w:val="00524958"/>
    <w:rsid w:val="005762F5"/>
    <w:rsid w:val="00586B03"/>
    <w:rsid w:val="005952A4"/>
    <w:rsid w:val="005B15AB"/>
    <w:rsid w:val="005D3735"/>
    <w:rsid w:val="005F777F"/>
    <w:rsid w:val="00600379"/>
    <w:rsid w:val="006224F1"/>
    <w:rsid w:val="00623489"/>
    <w:rsid w:val="00637241"/>
    <w:rsid w:val="0068798F"/>
    <w:rsid w:val="006A308D"/>
    <w:rsid w:val="006B4814"/>
    <w:rsid w:val="006C7853"/>
    <w:rsid w:val="00706CF1"/>
    <w:rsid w:val="00732AB2"/>
    <w:rsid w:val="00792AB1"/>
    <w:rsid w:val="007E48D6"/>
    <w:rsid w:val="007F0F1B"/>
    <w:rsid w:val="00907F24"/>
    <w:rsid w:val="0097072F"/>
    <w:rsid w:val="009A2B13"/>
    <w:rsid w:val="009B078D"/>
    <w:rsid w:val="009F2290"/>
    <w:rsid w:val="00A058C2"/>
    <w:rsid w:val="00A67F45"/>
    <w:rsid w:val="00AB6498"/>
    <w:rsid w:val="00AB6C6C"/>
    <w:rsid w:val="00AE185D"/>
    <w:rsid w:val="00B34ADC"/>
    <w:rsid w:val="00B829A7"/>
    <w:rsid w:val="00B861BF"/>
    <w:rsid w:val="00BD126B"/>
    <w:rsid w:val="00BD2B00"/>
    <w:rsid w:val="00BE3F84"/>
    <w:rsid w:val="00BE617C"/>
    <w:rsid w:val="00BF0FB1"/>
    <w:rsid w:val="00C168B9"/>
    <w:rsid w:val="00C174D9"/>
    <w:rsid w:val="00C82DDD"/>
    <w:rsid w:val="00CB325A"/>
    <w:rsid w:val="00CC5C83"/>
    <w:rsid w:val="00CD2124"/>
    <w:rsid w:val="00CE41C8"/>
    <w:rsid w:val="00D33D19"/>
    <w:rsid w:val="00D437FA"/>
    <w:rsid w:val="00D90607"/>
    <w:rsid w:val="00D92554"/>
    <w:rsid w:val="00DA2573"/>
    <w:rsid w:val="00DF1DFF"/>
    <w:rsid w:val="00E50F3F"/>
    <w:rsid w:val="00E54F8F"/>
    <w:rsid w:val="00E615BE"/>
    <w:rsid w:val="00E74184"/>
    <w:rsid w:val="00E91CB7"/>
    <w:rsid w:val="00EE1E17"/>
    <w:rsid w:val="00EF17AF"/>
    <w:rsid w:val="00EF4C3F"/>
    <w:rsid w:val="00EF61CE"/>
    <w:rsid w:val="00F158F0"/>
    <w:rsid w:val="00F614FF"/>
    <w:rsid w:val="00F9770F"/>
    <w:rsid w:val="00FA1B97"/>
    <w:rsid w:val="00FA77E4"/>
    <w:rsid w:val="00FB1DF8"/>
    <w:rsid w:val="00FB2C9D"/>
    <w:rsid w:val="00FB4E9D"/>
    <w:rsid w:val="00FC3061"/>
    <w:rsid w:val="00FE4EF3"/>
    <w:rsid w:val="00FF5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041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6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617C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62348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23489"/>
    <w:rPr>
      <w:rFonts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62348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23489"/>
    <w:rPr>
      <w:rFonts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01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169</TotalTime>
  <Pages>1</Pages>
  <Words>262</Words>
  <Characters>1500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38</cp:revision>
  <cp:lastPrinted>2022-05-05T04:51:00Z</cp:lastPrinted>
  <dcterms:created xsi:type="dcterms:W3CDTF">2019-01-24T08:45:00Z</dcterms:created>
  <dcterms:modified xsi:type="dcterms:W3CDTF">2022-05-05T04:51:00Z</dcterms:modified>
</cp:coreProperties>
</file>