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7B" w:rsidRPr="00976798" w:rsidRDefault="00FE587B" w:rsidP="001C1EBF">
      <w:pPr>
        <w:tabs>
          <w:tab w:val="left" w:pos="5103"/>
        </w:tabs>
        <w:ind w:left="6096"/>
        <w:rPr>
          <w:sz w:val="28"/>
          <w:szCs w:val="28"/>
        </w:rPr>
      </w:pPr>
      <w:r w:rsidRPr="00976798">
        <w:rPr>
          <w:sz w:val="28"/>
          <w:szCs w:val="28"/>
        </w:rPr>
        <w:t xml:space="preserve">       Приложение №1</w:t>
      </w: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  <w:bookmarkStart w:id="0" w:name="_GoBack"/>
      <w:bookmarkEnd w:id="0"/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Pr="00247D18" w:rsidRDefault="00FE587B" w:rsidP="00266B0C">
      <w:pPr>
        <w:jc w:val="center"/>
        <w:rPr>
          <w:b/>
          <w:sz w:val="36"/>
          <w:szCs w:val="36"/>
          <w:lang w:eastAsia="ru-RU"/>
        </w:rPr>
      </w:pPr>
      <w:r w:rsidRPr="00247D18">
        <w:rPr>
          <w:b/>
          <w:sz w:val="36"/>
          <w:szCs w:val="36"/>
          <w:lang w:eastAsia="ru-RU"/>
        </w:rPr>
        <w:t>ВНЕСЕНИЕ ИЗМЕНЕНИЙ В</w:t>
      </w:r>
    </w:p>
    <w:p w:rsidR="00FE587B" w:rsidRPr="001F6962" w:rsidRDefault="00FE587B" w:rsidP="001C1EBF">
      <w:pPr>
        <w:jc w:val="center"/>
        <w:rPr>
          <w:b/>
          <w:sz w:val="40"/>
          <w:szCs w:val="40"/>
        </w:rPr>
      </w:pPr>
      <w:r w:rsidRPr="001F6962">
        <w:rPr>
          <w:b/>
          <w:sz w:val="40"/>
          <w:szCs w:val="40"/>
        </w:rPr>
        <w:t>ГЕНЕРАЛЬНЫЙ ПЛАН</w:t>
      </w:r>
    </w:p>
    <w:p w:rsidR="00FE587B" w:rsidRPr="001F6962" w:rsidRDefault="00FE587B" w:rsidP="001C1EBF">
      <w:pPr>
        <w:jc w:val="center"/>
        <w:rPr>
          <w:b/>
          <w:sz w:val="40"/>
          <w:szCs w:val="40"/>
        </w:rPr>
      </w:pPr>
    </w:p>
    <w:p w:rsidR="00FE587B" w:rsidRPr="001F6962" w:rsidRDefault="00FE587B" w:rsidP="001C1EB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Симонтовского</w:t>
      </w:r>
      <w:r w:rsidRPr="001F6962">
        <w:rPr>
          <w:b/>
          <w:sz w:val="40"/>
          <w:szCs w:val="40"/>
        </w:rPr>
        <w:t xml:space="preserve"> сельского поселения </w:t>
      </w:r>
    </w:p>
    <w:p w:rsidR="00FE587B" w:rsidRPr="001F6962" w:rsidRDefault="00FE587B" w:rsidP="001C1EBF">
      <w:pPr>
        <w:jc w:val="center"/>
        <w:rPr>
          <w:b/>
          <w:sz w:val="40"/>
          <w:szCs w:val="40"/>
        </w:rPr>
      </w:pPr>
      <w:r w:rsidRPr="001F6962">
        <w:rPr>
          <w:b/>
          <w:sz w:val="40"/>
          <w:szCs w:val="40"/>
        </w:rPr>
        <w:t xml:space="preserve">Мглинского </w:t>
      </w:r>
      <w:r>
        <w:rPr>
          <w:b/>
          <w:sz w:val="40"/>
          <w:szCs w:val="40"/>
        </w:rPr>
        <w:t xml:space="preserve">муниципального </w:t>
      </w:r>
      <w:r w:rsidRPr="001F6962">
        <w:rPr>
          <w:b/>
          <w:sz w:val="40"/>
          <w:szCs w:val="40"/>
        </w:rPr>
        <w:t xml:space="preserve">района </w:t>
      </w:r>
    </w:p>
    <w:p w:rsidR="00FE587B" w:rsidRPr="001F6962" w:rsidRDefault="00FE587B" w:rsidP="001C1EBF">
      <w:pPr>
        <w:jc w:val="center"/>
        <w:rPr>
          <w:b/>
          <w:sz w:val="40"/>
          <w:szCs w:val="40"/>
        </w:rPr>
      </w:pPr>
      <w:r w:rsidRPr="001F6962">
        <w:rPr>
          <w:b/>
          <w:sz w:val="40"/>
          <w:szCs w:val="40"/>
        </w:rPr>
        <w:t>Брянской области</w:t>
      </w: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</w:p>
    <w:p w:rsidR="00FE587B" w:rsidRDefault="00FE587B" w:rsidP="001C1EBF">
      <w:pPr>
        <w:tabs>
          <w:tab w:val="left" w:pos="5103"/>
        </w:tabs>
        <w:ind w:hanging="284"/>
        <w:jc w:val="center"/>
      </w:pPr>
      <w:r>
        <w:t>2022</w:t>
      </w:r>
    </w:p>
    <w:p w:rsidR="00FE587B" w:rsidRPr="005D0FA0" w:rsidRDefault="00FE587B" w:rsidP="0042241A">
      <w:pPr>
        <w:rPr>
          <w:b/>
          <w:sz w:val="36"/>
          <w:szCs w:val="36"/>
        </w:rPr>
      </w:pPr>
      <w:r w:rsidRPr="001B0BE1">
        <w:rPr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66.5pt;height:76.5pt;visibility:visible">
            <v:imagedata r:id="rId7" o:title=""/>
          </v:shape>
        </w:pict>
      </w:r>
    </w:p>
    <w:p w:rsidR="00FE587B" w:rsidRPr="005D0FA0" w:rsidRDefault="00FE587B" w:rsidP="0042241A">
      <w:pPr>
        <w:rPr>
          <w:b/>
          <w:sz w:val="36"/>
          <w:szCs w:val="36"/>
        </w:rPr>
      </w:pPr>
    </w:p>
    <w:p w:rsidR="00FE587B" w:rsidRDefault="00FE587B" w:rsidP="0065555E">
      <w:pPr>
        <w:jc w:val="right"/>
      </w:pPr>
      <w:r>
        <w:t xml:space="preserve">Утверждено решением Мглинского районного </w:t>
      </w:r>
    </w:p>
    <w:p w:rsidR="00FE587B" w:rsidRDefault="00FE587B" w:rsidP="0065555E">
      <w:pPr>
        <w:jc w:val="right"/>
      </w:pPr>
      <w:r>
        <w:t xml:space="preserve">Совета народных депутатов </w:t>
      </w:r>
    </w:p>
    <w:p w:rsidR="00FE587B" w:rsidRDefault="00FE587B" w:rsidP="0065555E">
      <w:pPr>
        <w:jc w:val="right"/>
      </w:pPr>
      <w:r>
        <w:t xml:space="preserve">от </w:t>
      </w:r>
      <w:r>
        <w:rPr>
          <w:u w:val="single"/>
        </w:rPr>
        <w:t>14 ноября 2023</w:t>
      </w:r>
      <w:r>
        <w:t xml:space="preserve"> года №</w:t>
      </w:r>
      <w:r>
        <w:rPr>
          <w:u w:val="single"/>
        </w:rPr>
        <w:t>6-375</w:t>
      </w:r>
      <w:r>
        <w:t xml:space="preserve"> </w:t>
      </w:r>
    </w:p>
    <w:p w:rsidR="00FE587B" w:rsidRDefault="00FE587B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FE587B" w:rsidRDefault="00FE587B" w:rsidP="0042241A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FE587B" w:rsidRPr="00247D18" w:rsidRDefault="00FE587B" w:rsidP="00266B0C">
      <w:pPr>
        <w:jc w:val="center"/>
        <w:rPr>
          <w:b/>
          <w:sz w:val="36"/>
          <w:szCs w:val="36"/>
          <w:lang w:eastAsia="ru-RU"/>
        </w:rPr>
      </w:pPr>
      <w:r w:rsidRPr="00247D18">
        <w:rPr>
          <w:b/>
          <w:sz w:val="36"/>
          <w:szCs w:val="36"/>
          <w:lang w:eastAsia="ru-RU"/>
        </w:rPr>
        <w:t>ВНЕСЕНИЕ ИЗМЕНЕНИЙ В</w:t>
      </w:r>
    </w:p>
    <w:p w:rsidR="00FE587B" w:rsidRPr="00CA0B7D" w:rsidRDefault="00FE587B" w:rsidP="001F196E">
      <w:pPr>
        <w:pStyle w:val="BodyText"/>
        <w:jc w:val="center"/>
        <w:rPr>
          <w:b/>
          <w:sz w:val="40"/>
          <w:szCs w:val="40"/>
        </w:rPr>
      </w:pPr>
      <w:r w:rsidRPr="00CA0B7D">
        <w:rPr>
          <w:b/>
          <w:sz w:val="40"/>
          <w:szCs w:val="40"/>
        </w:rPr>
        <w:t>ГЕНЕРАЛЬНЫЙ ПЛАН</w:t>
      </w:r>
    </w:p>
    <w:p w:rsidR="00FE587B" w:rsidRPr="00CA0B7D" w:rsidRDefault="00FE587B" w:rsidP="00CA0B7D">
      <w:pPr>
        <w:pStyle w:val="BodyText"/>
        <w:jc w:val="center"/>
        <w:rPr>
          <w:b/>
          <w:sz w:val="40"/>
          <w:szCs w:val="40"/>
        </w:rPr>
      </w:pPr>
      <w:r w:rsidRPr="00CA0B7D">
        <w:rPr>
          <w:b/>
          <w:sz w:val="40"/>
          <w:szCs w:val="40"/>
        </w:rPr>
        <w:t xml:space="preserve">СИМОНТОВСКОГО  СЕЛЬСКОГО ПОСЕЛЕНИЯМГЛИНСКОГО </w:t>
      </w:r>
      <w:r>
        <w:rPr>
          <w:b/>
          <w:sz w:val="40"/>
          <w:szCs w:val="40"/>
        </w:rPr>
        <w:t xml:space="preserve">МУНИЦИПАЛЬНОГО </w:t>
      </w:r>
      <w:r w:rsidRPr="00CA0B7D">
        <w:rPr>
          <w:b/>
          <w:sz w:val="40"/>
          <w:szCs w:val="40"/>
        </w:rPr>
        <w:t>РАЙОНА</w:t>
      </w:r>
    </w:p>
    <w:p w:rsidR="00FE587B" w:rsidRPr="00CA0B7D" w:rsidRDefault="00FE587B" w:rsidP="005C7C8B">
      <w:pPr>
        <w:pStyle w:val="BodyText"/>
        <w:jc w:val="center"/>
        <w:rPr>
          <w:b/>
          <w:sz w:val="40"/>
          <w:szCs w:val="40"/>
        </w:rPr>
      </w:pPr>
      <w:r w:rsidRPr="00CA0B7D">
        <w:rPr>
          <w:b/>
          <w:sz w:val="40"/>
          <w:szCs w:val="40"/>
        </w:rPr>
        <w:t>БРЯНСКОЙ ОБЛАСТИ</w:t>
      </w:r>
    </w:p>
    <w:p w:rsidR="00FE587B" w:rsidRDefault="00FE587B" w:rsidP="00CA0B7D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</w:rPr>
      </w:pPr>
      <w:r w:rsidRPr="00C77AD5">
        <w:rPr>
          <w:rFonts w:ascii="ISOCPEUR" w:hAnsi="ISOCPEUR" w:cs="ISOCPEUR"/>
          <w:i/>
          <w:iCs/>
          <w:color w:val="000000"/>
        </w:rPr>
        <w:br/>
      </w:r>
    </w:p>
    <w:p w:rsidR="00FE587B" w:rsidRDefault="00FE587B" w:rsidP="00CA0B7D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</w:rPr>
      </w:pPr>
    </w:p>
    <w:p w:rsidR="00FE587B" w:rsidRDefault="00FE587B" w:rsidP="00CA0B7D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</w:rPr>
      </w:pPr>
    </w:p>
    <w:p w:rsidR="00FE587B" w:rsidRDefault="00FE587B" w:rsidP="00CA0B7D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  <w:kern w:val="0"/>
        </w:rPr>
      </w:pPr>
      <w:r>
        <w:rPr>
          <w:rFonts w:ascii="Times New Roman" w:hAnsi="Times New Roman"/>
        </w:rPr>
        <w:t>Муниципальный контракт №0127300019420000030 от 19.10.2020 года</w:t>
      </w:r>
    </w:p>
    <w:p w:rsidR="00FE587B" w:rsidRDefault="00FE587B" w:rsidP="00CA0B7D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CA0B7D">
      <w:pPr>
        <w:autoSpaceDE w:val="0"/>
        <w:autoSpaceDN w:val="0"/>
        <w:adjustRightInd w:val="0"/>
        <w:jc w:val="center"/>
        <w:rPr>
          <w:b/>
        </w:rPr>
      </w:pPr>
    </w:p>
    <w:p w:rsidR="00FE587B" w:rsidRDefault="00FE587B" w:rsidP="001F196E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E587B" w:rsidRDefault="00FE587B" w:rsidP="0042241A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42241A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tbl>
      <w:tblPr>
        <w:tblW w:w="10632" w:type="dxa"/>
        <w:tblInd w:w="-318" w:type="dxa"/>
        <w:tblLook w:val="00A0"/>
      </w:tblPr>
      <w:tblGrid>
        <w:gridCol w:w="3545"/>
        <w:gridCol w:w="7087"/>
      </w:tblGrid>
      <w:tr w:rsidR="00FE587B" w:rsidRPr="00BA7385" w:rsidTr="007872EE">
        <w:tc>
          <w:tcPr>
            <w:tcW w:w="3545" w:type="dxa"/>
          </w:tcPr>
          <w:p w:rsidR="00FE587B" w:rsidRPr="00C3059C" w:rsidRDefault="00FE587B" w:rsidP="007872EE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FE587B" w:rsidRPr="00BA7385" w:rsidRDefault="00FE587B" w:rsidP="00BA7385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</w:p>
        </w:tc>
      </w:tr>
      <w:tr w:rsidR="00FE587B" w:rsidRPr="00BA7385" w:rsidTr="007872EE">
        <w:tc>
          <w:tcPr>
            <w:tcW w:w="3545" w:type="dxa"/>
          </w:tcPr>
          <w:p w:rsidR="00FE587B" w:rsidRPr="00BA7385" w:rsidRDefault="00FE587B" w:rsidP="00BA7385">
            <w:pPr>
              <w:widowControl/>
              <w:autoSpaceDE w:val="0"/>
              <w:spacing w:line="480" w:lineRule="auto"/>
              <w:ind w:left="284"/>
              <w:rPr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FE587B" w:rsidRPr="00BA7385" w:rsidRDefault="00FE587B" w:rsidP="00BA7385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</w:p>
        </w:tc>
      </w:tr>
    </w:tbl>
    <w:p w:rsidR="00FE587B" w:rsidRDefault="00FE587B" w:rsidP="005956D0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E587B" w:rsidRDefault="00FE587B" w:rsidP="005956D0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E587B" w:rsidRDefault="00FE587B" w:rsidP="005956D0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E587B" w:rsidRDefault="00FE587B" w:rsidP="005956D0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E587B" w:rsidRDefault="00FE587B" w:rsidP="005956D0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E587B" w:rsidRDefault="00FE587B" w:rsidP="005956D0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  <w:r w:rsidRPr="00BA738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20 </w:t>
      </w:r>
      <w:r w:rsidRPr="00BA7385">
        <w:rPr>
          <w:rFonts w:ascii="Times New Roman" w:hAnsi="Times New Roman"/>
          <w:sz w:val="26"/>
          <w:szCs w:val="26"/>
        </w:rPr>
        <w:t>г.</w:t>
      </w:r>
    </w:p>
    <w:p w:rsidR="00FE587B" w:rsidRDefault="00FE587B">
      <w:pPr>
        <w:widowControl/>
        <w:suppressAutoHyphens w:val="0"/>
        <w:spacing w:after="160" w:line="259" w:lineRule="auto"/>
        <w:rPr>
          <w:sz w:val="26"/>
          <w:szCs w:val="26"/>
          <w:lang w:eastAsia="ar-SA"/>
        </w:rPr>
      </w:pPr>
      <w:r>
        <w:rPr>
          <w:sz w:val="26"/>
          <w:szCs w:val="26"/>
        </w:rPr>
        <w:br w:type="page"/>
      </w:r>
    </w:p>
    <w:p w:rsidR="00FE587B" w:rsidRDefault="00FE587B" w:rsidP="0012226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/>
          <w:b/>
          <w:kern w:val="0"/>
          <w:sz w:val="28"/>
          <w:szCs w:val="28"/>
          <w:lang w:eastAsia="ru-RU"/>
        </w:rPr>
      </w:pPr>
      <w:r w:rsidRPr="001B0BE1">
        <w:rPr>
          <w:b/>
          <w:noProof/>
          <w:sz w:val="36"/>
          <w:szCs w:val="36"/>
          <w:lang w:eastAsia="ru-RU"/>
        </w:rPr>
        <w:pict>
          <v:shape id="Рисунок 4" o:spid="_x0000_i1026" type="#_x0000_t75" style="width:466.5pt;height:76.5pt;visibility:visible">
            <v:imagedata r:id="rId7" o:title=""/>
          </v:shape>
        </w:pict>
      </w:r>
    </w:p>
    <w:p w:rsidR="00FE587B" w:rsidRDefault="00FE587B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/>
          <w:b/>
          <w:kern w:val="0"/>
          <w:sz w:val="28"/>
          <w:szCs w:val="28"/>
          <w:lang w:eastAsia="ru-RU"/>
        </w:rPr>
      </w:pPr>
    </w:p>
    <w:p w:rsidR="00FE587B" w:rsidRPr="001816DA" w:rsidRDefault="00FE587B" w:rsidP="001816DA">
      <w:pPr>
        <w:pStyle w:val="ConsPlusNormal"/>
        <w:widowControl/>
        <w:spacing w:line="360" w:lineRule="auto"/>
        <w:ind w:firstLine="0"/>
        <w:rPr>
          <w:rFonts w:ascii="Times New Roman" w:hAnsi="Times New Roman"/>
        </w:rPr>
      </w:pPr>
    </w:p>
    <w:p w:rsidR="00FE587B" w:rsidRPr="007872EE" w:rsidRDefault="00FE587B" w:rsidP="00D7734D">
      <w:pPr>
        <w:pStyle w:val="ConsPlusNormal"/>
        <w:widowControl/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FE587B" w:rsidRDefault="00FE587B" w:rsidP="0065555E">
      <w:pPr>
        <w:jc w:val="right"/>
      </w:pPr>
      <w:r>
        <w:t xml:space="preserve">Утверждено  решением Мглинского районного </w:t>
      </w:r>
    </w:p>
    <w:p w:rsidR="00FE587B" w:rsidRDefault="00FE587B" w:rsidP="0065555E">
      <w:pPr>
        <w:jc w:val="right"/>
      </w:pPr>
      <w:r>
        <w:t xml:space="preserve">Совета народных депутатов </w:t>
      </w:r>
    </w:p>
    <w:p w:rsidR="00FE587B" w:rsidRDefault="00FE587B" w:rsidP="0065555E">
      <w:pPr>
        <w:jc w:val="right"/>
      </w:pPr>
      <w:r>
        <w:t xml:space="preserve">от </w:t>
      </w:r>
      <w:r>
        <w:rPr>
          <w:u w:val="single"/>
        </w:rPr>
        <w:t>14 ноября 2023</w:t>
      </w:r>
      <w:r>
        <w:t xml:space="preserve"> года №</w:t>
      </w:r>
      <w:r>
        <w:rPr>
          <w:u w:val="single"/>
        </w:rPr>
        <w:t>6-375</w:t>
      </w:r>
      <w:r>
        <w:t xml:space="preserve"> </w:t>
      </w:r>
    </w:p>
    <w:p w:rsidR="00FE587B" w:rsidRDefault="00FE587B" w:rsidP="00490214">
      <w:pPr>
        <w:jc w:val="right"/>
      </w:pPr>
    </w:p>
    <w:p w:rsidR="00FE587B" w:rsidRDefault="00FE587B" w:rsidP="00490214">
      <w:pPr>
        <w:jc w:val="right"/>
        <w:rPr>
          <w:b/>
          <w:sz w:val="32"/>
          <w:szCs w:val="32"/>
        </w:rPr>
      </w:pPr>
    </w:p>
    <w:p w:rsidR="00FE587B" w:rsidRPr="00247D18" w:rsidRDefault="00FE587B" w:rsidP="00266B0C">
      <w:pPr>
        <w:jc w:val="center"/>
        <w:rPr>
          <w:b/>
          <w:sz w:val="36"/>
          <w:szCs w:val="36"/>
          <w:lang w:eastAsia="ru-RU"/>
        </w:rPr>
      </w:pPr>
      <w:r w:rsidRPr="00247D18">
        <w:rPr>
          <w:b/>
          <w:sz w:val="36"/>
          <w:szCs w:val="36"/>
          <w:lang w:eastAsia="ru-RU"/>
        </w:rPr>
        <w:t>ВНЕСЕНИЕ ИЗМЕНЕНИЙ В</w:t>
      </w:r>
    </w:p>
    <w:p w:rsidR="00FE587B" w:rsidRPr="00CA0B7D" w:rsidRDefault="00FE587B" w:rsidP="001F196E">
      <w:pPr>
        <w:pStyle w:val="BodyText"/>
        <w:jc w:val="center"/>
        <w:rPr>
          <w:b/>
          <w:sz w:val="40"/>
          <w:szCs w:val="40"/>
        </w:rPr>
      </w:pPr>
      <w:r w:rsidRPr="00CA0B7D">
        <w:rPr>
          <w:b/>
          <w:sz w:val="40"/>
          <w:szCs w:val="40"/>
        </w:rPr>
        <w:t>ГЕНЕРАЛЬНЫЙ ПЛАН</w:t>
      </w:r>
    </w:p>
    <w:p w:rsidR="00FE587B" w:rsidRPr="00CA0B7D" w:rsidRDefault="00FE587B" w:rsidP="001C1EBF">
      <w:pPr>
        <w:pStyle w:val="BodyText"/>
        <w:jc w:val="center"/>
        <w:rPr>
          <w:b/>
          <w:sz w:val="40"/>
          <w:szCs w:val="40"/>
        </w:rPr>
      </w:pPr>
      <w:r w:rsidRPr="00CA0B7D">
        <w:rPr>
          <w:b/>
          <w:sz w:val="40"/>
          <w:szCs w:val="40"/>
        </w:rPr>
        <w:t>СИМОНТОВСКОГО  СЕЛЬСКОГО ПОСЕЛЕНИЯМГЛИНСКОГО</w:t>
      </w:r>
      <w:r>
        <w:rPr>
          <w:b/>
          <w:sz w:val="40"/>
          <w:szCs w:val="40"/>
        </w:rPr>
        <w:t xml:space="preserve"> МУНИЦИПАЛЬНОГО</w:t>
      </w:r>
      <w:r w:rsidRPr="00CA0B7D">
        <w:rPr>
          <w:b/>
          <w:sz w:val="40"/>
          <w:szCs w:val="40"/>
        </w:rPr>
        <w:t xml:space="preserve"> РАЙОНА</w:t>
      </w:r>
    </w:p>
    <w:p w:rsidR="00FE587B" w:rsidRPr="00CA0B7D" w:rsidRDefault="00FE587B" w:rsidP="00C77AD5">
      <w:pPr>
        <w:pStyle w:val="BodyText"/>
        <w:jc w:val="center"/>
        <w:rPr>
          <w:b/>
          <w:sz w:val="40"/>
          <w:szCs w:val="40"/>
        </w:rPr>
      </w:pPr>
      <w:r w:rsidRPr="00CA0B7D">
        <w:rPr>
          <w:b/>
          <w:sz w:val="40"/>
          <w:szCs w:val="40"/>
        </w:rPr>
        <w:t>БРЯНСКОЙ ОБЛАСТИ</w:t>
      </w:r>
    </w:p>
    <w:p w:rsidR="00FE587B" w:rsidRDefault="00FE587B" w:rsidP="00C77AD5">
      <w:pPr>
        <w:autoSpaceDE w:val="0"/>
        <w:autoSpaceDN w:val="0"/>
        <w:adjustRightInd w:val="0"/>
        <w:jc w:val="center"/>
        <w:rPr>
          <w:rFonts w:ascii="ISOCPEUR" w:hAnsi="ISOCPEUR" w:cs="ISOCPEUR"/>
          <w:i/>
          <w:iCs/>
          <w:color w:val="000000"/>
        </w:rPr>
      </w:pPr>
      <w:r w:rsidRPr="00C77AD5">
        <w:rPr>
          <w:rFonts w:ascii="ISOCPEUR" w:hAnsi="ISOCPEUR" w:cs="ISOCPEUR"/>
          <w:i/>
          <w:iCs/>
          <w:color w:val="000000"/>
        </w:rPr>
        <w:br/>
      </w:r>
    </w:p>
    <w:p w:rsidR="00FE587B" w:rsidRDefault="00FE587B" w:rsidP="00293A16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0A2AE8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0C56A0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0C56A0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0C56A0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p w:rsidR="00FE587B" w:rsidRDefault="00FE587B" w:rsidP="000C56A0">
      <w:pPr>
        <w:pStyle w:val="ConsPlusNormal"/>
        <w:widowControl/>
        <w:ind w:firstLine="0"/>
        <w:rPr>
          <w:rFonts w:ascii="Times New Roman" w:hAnsi="Times New Roman"/>
          <w:sz w:val="26"/>
          <w:szCs w:val="26"/>
        </w:rPr>
      </w:pPr>
    </w:p>
    <w:tbl>
      <w:tblPr>
        <w:tblW w:w="10632" w:type="dxa"/>
        <w:tblInd w:w="-318" w:type="dxa"/>
        <w:tblLook w:val="00A0"/>
      </w:tblPr>
      <w:tblGrid>
        <w:gridCol w:w="3545"/>
        <w:gridCol w:w="7087"/>
      </w:tblGrid>
      <w:tr w:rsidR="00FE587B" w:rsidRPr="00BA7385" w:rsidTr="000C56A0">
        <w:tc>
          <w:tcPr>
            <w:tcW w:w="3545" w:type="dxa"/>
          </w:tcPr>
          <w:p w:rsidR="00FE587B" w:rsidRPr="00C027AD" w:rsidRDefault="00FE587B" w:rsidP="000C56A0">
            <w:pPr>
              <w:widowControl/>
              <w:autoSpaceDE w:val="0"/>
              <w:spacing w:line="480" w:lineRule="auto"/>
              <w:ind w:left="284"/>
              <w:rPr>
                <w:sz w:val="26"/>
                <w:szCs w:val="26"/>
                <w:lang w:eastAsia="ar-SA"/>
              </w:rPr>
            </w:pPr>
            <w:r w:rsidRPr="00C027AD">
              <w:rPr>
                <w:sz w:val="26"/>
                <w:szCs w:val="26"/>
                <w:lang w:eastAsia="ar-SA"/>
              </w:rPr>
              <w:t>Начальник отдела:</w:t>
            </w:r>
          </w:p>
          <w:p w:rsidR="00FE587B" w:rsidRPr="00BA7385" w:rsidRDefault="00FE587B" w:rsidP="005653E8">
            <w:pPr>
              <w:widowControl/>
              <w:autoSpaceDE w:val="0"/>
              <w:spacing w:line="480" w:lineRule="auto"/>
              <w:ind w:left="318"/>
              <w:rPr>
                <w:sz w:val="26"/>
                <w:szCs w:val="26"/>
                <w:lang w:val="en-US" w:eastAsia="ar-SA"/>
              </w:rPr>
            </w:pPr>
            <w:r>
              <w:rPr>
                <w:sz w:val="26"/>
                <w:szCs w:val="26"/>
                <w:lang w:eastAsia="ar-SA"/>
              </w:rPr>
              <w:t>Инженер</w:t>
            </w:r>
            <w:r w:rsidRPr="00BA7385">
              <w:rPr>
                <w:sz w:val="26"/>
                <w:szCs w:val="26"/>
                <w:lang w:eastAsia="ar-SA"/>
              </w:rPr>
              <w:t>:</w:t>
            </w:r>
          </w:p>
        </w:tc>
        <w:tc>
          <w:tcPr>
            <w:tcW w:w="7087" w:type="dxa"/>
          </w:tcPr>
          <w:p w:rsidR="00FE587B" w:rsidRPr="00C027AD" w:rsidRDefault="00FE587B" w:rsidP="000C56A0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  <w:r w:rsidRPr="00C027AD">
              <w:rPr>
                <w:sz w:val="26"/>
                <w:szCs w:val="26"/>
                <w:lang w:eastAsia="ar-SA"/>
              </w:rPr>
              <w:t>Т.С. Грудева</w:t>
            </w:r>
          </w:p>
          <w:p w:rsidR="00FE587B" w:rsidRPr="00BA7385" w:rsidRDefault="00FE587B" w:rsidP="000C56A0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Т.Г. Максимовская</w:t>
            </w:r>
          </w:p>
          <w:p w:rsidR="00FE587B" w:rsidRPr="00BA7385" w:rsidRDefault="00FE587B" w:rsidP="000C56A0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</w:p>
          <w:p w:rsidR="00FE587B" w:rsidRPr="00BA7385" w:rsidRDefault="00FE587B" w:rsidP="000C56A0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</w:p>
        </w:tc>
      </w:tr>
      <w:tr w:rsidR="00FE587B" w:rsidRPr="00BA7385" w:rsidTr="000C56A0">
        <w:tc>
          <w:tcPr>
            <w:tcW w:w="3545" w:type="dxa"/>
          </w:tcPr>
          <w:p w:rsidR="00FE587B" w:rsidRPr="00BA7385" w:rsidRDefault="00FE587B" w:rsidP="000C56A0">
            <w:pPr>
              <w:widowControl/>
              <w:autoSpaceDE w:val="0"/>
              <w:spacing w:line="480" w:lineRule="auto"/>
              <w:ind w:left="284"/>
              <w:rPr>
                <w:sz w:val="26"/>
                <w:szCs w:val="26"/>
                <w:lang w:eastAsia="ar-SA"/>
              </w:rPr>
            </w:pPr>
          </w:p>
        </w:tc>
        <w:tc>
          <w:tcPr>
            <w:tcW w:w="7087" w:type="dxa"/>
          </w:tcPr>
          <w:p w:rsidR="00FE587B" w:rsidRPr="00BA7385" w:rsidRDefault="00FE587B" w:rsidP="000C56A0">
            <w:pPr>
              <w:widowControl/>
              <w:autoSpaceDE w:val="0"/>
              <w:spacing w:line="480" w:lineRule="auto"/>
              <w:rPr>
                <w:sz w:val="26"/>
                <w:szCs w:val="26"/>
                <w:lang w:eastAsia="ar-SA"/>
              </w:rPr>
            </w:pPr>
          </w:p>
        </w:tc>
      </w:tr>
    </w:tbl>
    <w:p w:rsidR="00FE587B" w:rsidRDefault="00FE587B" w:rsidP="000C56A0">
      <w:pPr>
        <w:pStyle w:val="ConsPlusNormal"/>
        <w:widowControl/>
        <w:ind w:firstLine="0"/>
        <w:jc w:val="center"/>
        <w:rPr>
          <w:b/>
          <w:kern w:val="0"/>
          <w:sz w:val="28"/>
          <w:szCs w:val="28"/>
          <w:lang w:eastAsia="ru-RU"/>
        </w:rPr>
        <w:sectPr w:rsidR="00FE587B" w:rsidSect="0032022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A738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20</w:t>
      </w:r>
      <w:r w:rsidRPr="00BA7385">
        <w:rPr>
          <w:rFonts w:ascii="Times New Roman" w:hAnsi="Times New Roman"/>
          <w:sz w:val="26"/>
          <w:szCs w:val="26"/>
        </w:rPr>
        <w:t xml:space="preserve"> г.</w:t>
      </w:r>
      <w:r>
        <w:rPr>
          <w:b/>
          <w:kern w:val="0"/>
          <w:sz w:val="28"/>
          <w:szCs w:val="28"/>
          <w:lang w:eastAsia="ru-RU"/>
        </w:rPr>
        <w:br w:type="page"/>
      </w:r>
    </w:p>
    <w:p w:rsidR="00FE587B" w:rsidRPr="00C160FA" w:rsidRDefault="00FE587B" w:rsidP="00C2653D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/>
          <w:b/>
          <w:kern w:val="0"/>
          <w:sz w:val="24"/>
          <w:szCs w:val="24"/>
          <w:lang w:eastAsia="ru-RU"/>
        </w:rPr>
      </w:pPr>
      <w:r w:rsidRPr="00C160FA">
        <w:rPr>
          <w:rFonts w:ascii="Times New Roman" w:hAnsi="Times New Roman"/>
          <w:b/>
          <w:kern w:val="0"/>
          <w:sz w:val="24"/>
          <w:szCs w:val="24"/>
          <w:lang w:eastAsia="ru-RU"/>
        </w:rPr>
        <w:t xml:space="preserve">Проект </w:t>
      </w:r>
    </w:p>
    <w:p w:rsidR="00FE587B" w:rsidRDefault="00FE587B" w:rsidP="00C77AD5">
      <w:pPr>
        <w:pStyle w:val="BodyText"/>
        <w:spacing w:line="360" w:lineRule="auto"/>
        <w:jc w:val="center"/>
        <w:rPr>
          <w:b/>
          <w:kern w:val="0"/>
          <w:lang w:eastAsia="ru-RU"/>
        </w:rPr>
      </w:pPr>
      <w:r>
        <w:rPr>
          <w:b/>
          <w:kern w:val="0"/>
          <w:lang w:eastAsia="ru-RU"/>
        </w:rPr>
        <w:t xml:space="preserve">Генерального планаСимонтовского сельского поселения </w:t>
      </w:r>
    </w:p>
    <w:p w:rsidR="00FE587B" w:rsidRPr="005C7C8B" w:rsidRDefault="00FE587B" w:rsidP="00C77AD5">
      <w:pPr>
        <w:pStyle w:val="BodyText"/>
        <w:spacing w:line="360" w:lineRule="auto"/>
        <w:jc w:val="center"/>
        <w:rPr>
          <w:b/>
          <w:kern w:val="0"/>
          <w:lang w:eastAsia="ru-RU"/>
        </w:rPr>
      </w:pPr>
      <w:r>
        <w:rPr>
          <w:b/>
          <w:kern w:val="0"/>
          <w:lang w:eastAsia="ru-RU"/>
        </w:rPr>
        <w:t>Мглинскогомуниципального района Брянской области</w:t>
      </w:r>
    </w:p>
    <w:p w:rsidR="00FE587B" w:rsidRPr="005C7C8B" w:rsidRDefault="00FE587B" w:rsidP="005C7C8B">
      <w:pPr>
        <w:autoSpaceDE w:val="0"/>
        <w:autoSpaceDN w:val="0"/>
        <w:adjustRightInd w:val="0"/>
        <w:spacing w:line="360" w:lineRule="auto"/>
        <w:ind w:firstLine="709"/>
        <w:jc w:val="both"/>
        <w:rPr>
          <w:lang w:eastAsia="ar-SA"/>
        </w:rPr>
      </w:pPr>
      <w:r w:rsidRPr="005C7C8B">
        <w:rPr>
          <w:lang w:eastAsia="ar-SA"/>
        </w:rPr>
        <w:t>Разработка проекта Генеральн</w:t>
      </w:r>
      <w:r>
        <w:rPr>
          <w:lang w:eastAsia="ar-SA"/>
        </w:rPr>
        <w:t>ого</w:t>
      </w:r>
      <w:r w:rsidRPr="005C7C8B">
        <w:rPr>
          <w:lang w:eastAsia="ar-SA"/>
        </w:rPr>
        <w:t xml:space="preserve"> план</w:t>
      </w:r>
      <w:r>
        <w:rPr>
          <w:lang w:eastAsia="ar-SA"/>
        </w:rPr>
        <w:t>а</w:t>
      </w:r>
      <w:r w:rsidRPr="00C12C6E">
        <w:rPr>
          <w:lang w:eastAsia="ar-SA"/>
        </w:rPr>
        <w:t>Симонтовского</w:t>
      </w:r>
      <w:r w:rsidRPr="001816DA">
        <w:rPr>
          <w:lang w:eastAsia="ar-SA"/>
        </w:rPr>
        <w:t xml:space="preserve"> сельского поселения </w:t>
      </w:r>
      <w:r w:rsidRPr="00C12C6E">
        <w:rPr>
          <w:lang w:eastAsia="ar-SA"/>
        </w:rPr>
        <w:t>Мглинского</w:t>
      </w:r>
      <w:r>
        <w:rPr>
          <w:lang w:eastAsia="ar-SA"/>
        </w:rPr>
        <w:t xml:space="preserve"> муниципального</w:t>
      </w:r>
      <w:r w:rsidRPr="00C12C6E">
        <w:rPr>
          <w:lang w:eastAsia="ar-SA"/>
        </w:rPr>
        <w:t xml:space="preserve"> района Брянской области</w:t>
      </w:r>
      <w:r w:rsidRPr="001816DA">
        <w:rPr>
          <w:lang w:eastAsia="ar-SA"/>
        </w:rPr>
        <w:t xml:space="preserve"> выполняется в соответствии с </w:t>
      </w:r>
      <w:r>
        <w:rPr>
          <w:lang w:eastAsia="ar-SA"/>
        </w:rPr>
        <w:t>Муниципальным</w:t>
      </w:r>
      <w:r w:rsidRPr="00C12C6E">
        <w:rPr>
          <w:lang w:eastAsia="ar-SA"/>
        </w:rPr>
        <w:t xml:space="preserve"> контракт</w:t>
      </w:r>
      <w:r>
        <w:rPr>
          <w:lang w:eastAsia="ar-SA"/>
        </w:rPr>
        <w:t>ом</w:t>
      </w:r>
      <w:r w:rsidRPr="00C12C6E">
        <w:rPr>
          <w:lang w:eastAsia="ar-SA"/>
        </w:rPr>
        <w:t xml:space="preserve"> №0127300019420000030 от 19.10.2020 года.</w:t>
      </w:r>
    </w:p>
    <w:p w:rsidR="00FE587B" w:rsidRPr="00122266" w:rsidRDefault="00FE587B" w:rsidP="006969A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22266">
        <w:t>В настоящей работе представлены материалы комплексной градостроительной оценки территории</w:t>
      </w:r>
      <w:r w:rsidRPr="00C12C6E">
        <w:rPr>
          <w:lang w:eastAsia="ar-SA"/>
        </w:rPr>
        <w:t>Симонтовского</w:t>
      </w:r>
      <w:r w:rsidRPr="001816DA">
        <w:rPr>
          <w:lang w:eastAsia="ar-SA"/>
        </w:rPr>
        <w:t xml:space="preserve"> сельского поселения </w:t>
      </w:r>
      <w:r w:rsidRPr="00C12C6E">
        <w:rPr>
          <w:lang w:eastAsia="ar-SA"/>
        </w:rPr>
        <w:t>Мглинского района Брянской области</w:t>
      </w:r>
      <w:r w:rsidRPr="00122266">
        <w:t>, являющиеся</w:t>
      </w:r>
      <w:r w:rsidRPr="00122266">
        <w:rPr>
          <w:lang w:eastAsia="ar-SA"/>
        </w:rPr>
        <w:t xml:space="preserve"> основой для проектного зонирования территории с учетом экологических, историко-культурных, социально-экономических и других планировочных факторов оценки, что позволило выявить основные планировочные ограничения и целесообразные направления градостроительной организации и развития территории.</w:t>
      </w:r>
    </w:p>
    <w:p w:rsidR="00FE587B" w:rsidRDefault="00FE587B" w:rsidP="002B5865">
      <w:pPr>
        <w:spacing w:line="360" w:lineRule="auto"/>
        <w:ind w:firstLine="709"/>
        <w:jc w:val="both"/>
        <w:rPr>
          <w:lang w:eastAsia="ar-SA"/>
        </w:rPr>
      </w:pPr>
    </w:p>
    <w:p w:rsidR="00FE587B" w:rsidRPr="00122266" w:rsidRDefault="00FE587B" w:rsidP="002B5865">
      <w:pPr>
        <w:spacing w:line="360" w:lineRule="auto"/>
        <w:ind w:firstLine="709"/>
        <w:jc w:val="both"/>
        <w:rPr>
          <w:lang w:eastAsia="ar-SA"/>
        </w:rPr>
      </w:pPr>
      <w:r w:rsidRPr="00122266">
        <w:rPr>
          <w:lang w:eastAsia="ar-SA"/>
        </w:rPr>
        <w:t>Авторский коллектив</w:t>
      </w:r>
    </w:p>
    <w:p w:rsidR="00FE587B" w:rsidRPr="00122266" w:rsidRDefault="00FE587B" w:rsidP="00C027AD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lang w:eastAsia="ar-SA"/>
        </w:rPr>
      </w:pPr>
      <w:r>
        <w:rPr>
          <w:lang w:eastAsia="ar-SA"/>
        </w:rPr>
        <w:t>Начальник отделаТ.С</w:t>
      </w:r>
      <w:r w:rsidRPr="00122266">
        <w:rPr>
          <w:lang w:eastAsia="ar-SA"/>
        </w:rPr>
        <w:t xml:space="preserve">. </w:t>
      </w:r>
      <w:r>
        <w:rPr>
          <w:lang w:eastAsia="ar-SA"/>
        </w:rPr>
        <w:t>Грудева</w:t>
      </w:r>
    </w:p>
    <w:p w:rsidR="00FE587B" w:rsidRPr="00122266" w:rsidRDefault="00FE587B" w:rsidP="002B5865">
      <w:pPr>
        <w:numPr>
          <w:ilvl w:val="0"/>
          <w:numId w:val="1"/>
        </w:numPr>
        <w:tabs>
          <w:tab w:val="num" w:pos="567"/>
        </w:tabs>
        <w:spacing w:line="360" w:lineRule="auto"/>
        <w:ind w:left="0" w:firstLine="709"/>
        <w:jc w:val="both"/>
        <w:rPr>
          <w:lang w:eastAsia="ar-SA"/>
        </w:rPr>
      </w:pPr>
      <w:r w:rsidRPr="00122266">
        <w:rPr>
          <w:lang w:eastAsia="ar-SA"/>
        </w:rPr>
        <w:t xml:space="preserve">Инженер </w:t>
      </w:r>
      <w:r w:rsidRPr="00B66DDA">
        <w:rPr>
          <w:lang w:eastAsia="ar-SA"/>
        </w:rPr>
        <w:t>Т.Г. Максимовская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ab/>
      </w:r>
    </w:p>
    <w:p w:rsidR="00FE587B" w:rsidRPr="00122266" w:rsidRDefault="00FE587B" w:rsidP="002B5865">
      <w:pPr>
        <w:spacing w:line="360" w:lineRule="auto"/>
        <w:ind w:firstLine="709"/>
        <w:jc w:val="both"/>
        <w:rPr>
          <w:lang w:eastAsia="ar-SA"/>
        </w:rPr>
      </w:pPr>
      <w:r w:rsidRPr="00122266">
        <w:rPr>
          <w:lang w:eastAsia="ar-SA"/>
        </w:rPr>
        <w:t xml:space="preserve">Разработка </w:t>
      </w:r>
      <w:r>
        <w:rPr>
          <w:lang w:eastAsia="ar-SA"/>
        </w:rPr>
        <w:t>проекта</w:t>
      </w:r>
      <w:r w:rsidRPr="0060486A">
        <w:rPr>
          <w:lang w:eastAsia="ar-SA"/>
        </w:rPr>
        <w:t>Генеральн</w:t>
      </w:r>
      <w:r>
        <w:rPr>
          <w:lang w:eastAsia="ar-SA"/>
        </w:rPr>
        <w:t>ого</w:t>
      </w:r>
      <w:r w:rsidRPr="0060486A">
        <w:rPr>
          <w:lang w:eastAsia="ar-SA"/>
        </w:rPr>
        <w:t xml:space="preserve"> план</w:t>
      </w:r>
      <w:r>
        <w:rPr>
          <w:lang w:eastAsia="ar-SA"/>
        </w:rPr>
        <w:t>а</w:t>
      </w:r>
      <w:r w:rsidRPr="00C12C6E">
        <w:rPr>
          <w:lang w:eastAsia="ar-SA"/>
        </w:rPr>
        <w:t>Симонтовского</w:t>
      </w:r>
      <w:r w:rsidRPr="001816DA">
        <w:rPr>
          <w:lang w:eastAsia="ar-SA"/>
        </w:rPr>
        <w:t xml:space="preserve"> сельского поселения </w:t>
      </w:r>
      <w:r w:rsidRPr="00C12C6E">
        <w:rPr>
          <w:lang w:eastAsia="ar-SA"/>
        </w:rPr>
        <w:t>Мглинского района Брянской области</w:t>
      </w:r>
      <w:r w:rsidRPr="00122266">
        <w:rPr>
          <w:lang w:eastAsia="ar-SA"/>
        </w:rPr>
        <w:t>осуществляется с соблюдением требований следующих нормативных документов: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 xml:space="preserve">- Градостроительный кодекс Российской Федерации; 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Земельный кодекс Российской Федерации, Лесной кодекс Российской Федерации, Водный кодекс Российской Федерации;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Федеральный закон «Об общих принципах организации местного самоуправления в Российской Федерации» (№ 131-ФЗ от 06.10.2003);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Федеральный закон «Об охране окружающей среды» от 10.01.2002 № 7 ФЗ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 санитарно-эпидемиологическом  благополучии населения» от 30.03.1999 № 52 ФЗ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«Об отходах производства и потребления» от 24.06.1998 № 89-ФЗ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«Об особо охраняемых природных территориях» от 14.03.1995 № 33 ФЗ</w:t>
      </w:r>
    </w:p>
    <w:p w:rsidR="00FE587B" w:rsidRDefault="00FE587B" w:rsidP="002B5865">
      <w:pPr>
        <w:spacing w:line="360" w:lineRule="auto"/>
        <w:ind w:firstLine="709"/>
        <w:jc w:val="both"/>
      </w:pPr>
      <w:r w:rsidRPr="00122266">
        <w:t>- Федеральный закон Российской Федерации «Об объектах культурного наследия (памятниках истории и культуры) народов Ро</w:t>
      </w:r>
      <w:r>
        <w:t>ссийской Федерации » от 25.06.2</w:t>
      </w:r>
      <w:r w:rsidRPr="00122266">
        <w:t>0</w:t>
      </w:r>
      <w:r>
        <w:t>0</w:t>
      </w:r>
      <w:r w:rsidRPr="00122266">
        <w:t>5 № 73 ФЗ</w:t>
      </w:r>
    </w:p>
    <w:p w:rsidR="00FE587B" w:rsidRDefault="00FE587B" w:rsidP="00761E40">
      <w:pPr>
        <w:spacing w:line="360" w:lineRule="auto"/>
        <w:ind w:firstLine="709"/>
        <w:jc w:val="both"/>
      </w:pPr>
      <w:r w:rsidRPr="00761E40">
        <w:t>- Федеральный закон Российской Федерации «О внесении изменений вГрадостроительный кодекс Российской Федерации и отдельные законодательные акты Российской Федерации</w:t>
      </w:r>
      <w:r>
        <w:t xml:space="preserve">» от 31.12.2017 </w:t>
      </w:r>
      <w:r w:rsidRPr="00122266">
        <w:t xml:space="preserve"> № </w:t>
      </w:r>
      <w:r>
        <w:t>507-</w:t>
      </w:r>
      <w:r w:rsidRPr="00122266">
        <w:t xml:space="preserve"> ФЗ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 w:rsidRPr="00122266">
        <w:t>- Приказ Минэкономразвития РФ от 20.10.2010№503 «Об установлении требований к формату документов, представляемых в электронном виде в процессе информационного взаимодействия при видении государственного кадастра недвижимости»</w:t>
      </w:r>
    </w:p>
    <w:p w:rsidR="00FE587B" w:rsidRDefault="00FE587B" w:rsidP="002B5865">
      <w:pPr>
        <w:spacing w:line="360" w:lineRule="auto"/>
        <w:ind w:firstLine="709"/>
        <w:jc w:val="both"/>
        <w:rPr>
          <w:b/>
          <w:bCs/>
          <w:color w:val="494949"/>
          <w:shd w:val="clear" w:color="auto" w:fill="FFFFFF"/>
        </w:rPr>
      </w:pPr>
      <w:r w:rsidRPr="00122266">
        <w:t xml:space="preserve">- Приказ Федеральной службы государственной регистрации, кадастра и картографии от 08.02.2012№П/54 </w:t>
      </w:r>
      <w:r w:rsidRPr="00122266">
        <w:rPr>
          <w:b/>
          <w:bCs/>
          <w:color w:val="494949"/>
          <w:shd w:val="clear" w:color="auto" w:fill="FFFFFF"/>
        </w:rPr>
        <w:t>"</w:t>
      </w:r>
      <w:r w:rsidRPr="00122266">
        <w:t>О внесении изменений в Приказ Федеральной службы государственной регистрации, кадастра и картографии от 24.03.2011 N П/83 "О реализации информационного взаимодействия при ведении государственного кадастра недвижимости в электронном виде</w:t>
      </w:r>
      <w:r w:rsidRPr="00122266">
        <w:rPr>
          <w:b/>
          <w:bCs/>
          <w:color w:val="494949"/>
          <w:shd w:val="clear" w:color="auto" w:fill="FFFFFF"/>
        </w:rPr>
        <w:t>"</w:t>
      </w:r>
    </w:p>
    <w:p w:rsidR="00FE587B" w:rsidRPr="00122266" w:rsidRDefault="00FE587B" w:rsidP="002B5865">
      <w:pPr>
        <w:spacing w:line="360" w:lineRule="auto"/>
        <w:ind w:firstLine="709"/>
        <w:jc w:val="both"/>
      </w:pPr>
      <w:r>
        <w:t xml:space="preserve">- </w:t>
      </w:r>
      <w:r w:rsidRPr="00976798">
        <w:t>Приказ Федеральной службы государственной регистрации, кадастра и картографии от 10 ноября 2020 г. №П/0412 «Об утверждении классификатора видов разрешенного использования земельных участков</w:t>
      </w:r>
      <w:r w:rsidRPr="008B6116">
        <w:t>»</w:t>
      </w:r>
    </w:p>
    <w:p w:rsidR="00FE587B" w:rsidRDefault="00FE587B" w:rsidP="002B5865">
      <w:pPr>
        <w:spacing w:line="360" w:lineRule="auto"/>
        <w:ind w:firstLine="709"/>
        <w:jc w:val="both"/>
      </w:pPr>
      <w:r w:rsidRPr="00122266">
        <w:t>- СанПиН 2.2.1/2.1.1.1200-03 «Санитарно-защитные зоны и санитарная классификация предприятий, сооружений и иных объектов»;</w:t>
      </w:r>
    </w:p>
    <w:p w:rsidR="00FE587B" w:rsidRPr="000C7D79" w:rsidRDefault="00FE587B" w:rsidP="00081752">
      <w:pPr>
        <w:spacing w:line="360" w:lineRule="auto"/>
        <w:ind w:firstLine="709"/>
        <w:jc w:val="both"/>
      </w:pPr>
      <w:r w:rsidRPr="005C7C8B">
        <w:t xml:space="preserve">-  </w:t>
      </w:r>
      <w:r>
        <w:t>Местные нормативы градостроительного проектирования Брянской области (утверждены Постановлением Администрации Брянской области от 04.12.2012 №1121).</w:t>
      </w:r>
    </w:p>
    <w:p w:rsidR="00FE587B" w:rsidRPr="000C7D79" w:rsidRDefault="00FE587B" w:rsidP="004670E0">
      <w:pPr>
        <w:spacing w:line="360" w:lineRule="auto"/>
        <w:ind w:firstLine="709"/>
        <w:jc w:val="both"/>
      </w:pPr>
      <w:r w:rsidRPr="000C7D79">
        <w:t>При разработке проекта</w:t>
      </w:r>
      <w:r w:rsidRPr="000C7D79">
        <w:rPr>
          <w:lang w:eastAsia="ar-SA"/>
        </w:rPr>
        <w:t>Генеральн</w:t>
      </w:r>
      <w:r>
        <w:rPr>
          <w:lang w:eastAsia="ar-SA"/>
        </w:rPr>
        <w:t>ого</w:t>
      </w:r>
      <w:r w:rsidRPr="000C7D79">
        <w:rPr>
          <w:lang w:eastAsia="ar-SA"/>
        </w:rPr>
        <w:t xml:space="preserve"> план</w:t>
      </w:r>
      <w:r>
        <w:rPr>
          <w:lang w:eastAsia="ar-SA"/>
        </w:rPr>
        <w:t>а</w:t>
      </w:r>
      <w:r w:rsidRPr="00C12C6E">
        <w:rPr>
          <w:lang w:eastAsia="ar-SA"/>
        </w:rPr>
        <w:t>Симонтовского</w:t>
      </w:r>
      <w:r w:rsidRPr="001816DA">
        <w:rPr>
          <w:lang w:eastAsia="ar-SA"/>
        </w:rPr>
        <w:t xml:space="preserve"> сельского поселения </w:t>
      </w:r>
      <w:r w:rsidRPr="00C12C6E">
        <w:rPr>
          <w:lang w:eastAsia="ar-SA"/>
        </w:rPr>
        <w:t xml:space="preserve">Мглинского </w:t>
      </w:r>
      <w:r>
        <w:rPr>
          <w:lang w:eastAsia="ar-SA"/>
        </w:rPr>
        <w:t xml:space="preserve">муниципального </w:t>
      </w:r>
      <w:r w:rsidRPr="00C12C6E">
        <w:rPr>
          <w:lang w:eastAsia="ar-SA"/>
        </w:rPr>
        <w:t>района Брянской области</w:t>
      </w:r>
      <w:r w:rsidRPr="000C7D79">
        <w:t>использовались следующие материалы:</w:t>
      </w:r>
    </w:p>
    <w:p w:rsidR="00FE587B" w:rsidRPr="000C7D79" w:rsidRDefault="00FE587B" w:rsidP="001816DA">
      <w:pPr>
        <w:spacing w:line="360" w:lineRule="auto"/>
        <w:ind w:firstLine="709"/>
        <w:jc w:val="both"/>
      </w:pPr>
      <w:r w:rsidRPr="000C7D79">
        <w:rPr>
          <w:kern w:val="0"/>
          <w:lang w:eastAsia="ru-RU"/>
        </w:rPr>
        <w:t xml:space="preserve">- </w:t>
      </w:r>
      <w:r w:rsidRPr="000C7D79">
        <w:rPr>
          <w:lang w:eastAsia="ar-SA"/>
        </w:rPr>
        <w:t>Генеральны</w:t>
      </w:r>
      <w:r>
        <w:rPr>
          <w:lang w:eastAsia="ar-SA"/>
        </w:rPr>
        <w:t>е</w:t>
      </w:r>
      <w:r w:rsidRPr="000C7D79">
        <w:rPr>
          <w:lang w:eastAsia="ar-SA"/>
        </w:rPr>
        <w:t xml:space="preserve"> план</w:t>
      </w:r>
      <w:r>
        <w:rPr>
          <w:lang w:eastAsia="ar-SA"/>
        </w:rPr>
        <w:t>ы</w:t>
      </w:r>
      <w:r w:rsidRPr="00C12C6E">
        <w:rPr>
          <w:lang w:eastAsia="ar-SA"/>
        </w:rPr>
        <w:t>Симонтовского</w:t>
      </w:r>
      <w:r>
        <w:rPr>
          <w:lang w:eastAsia="ar-SA"/>
        </w:rPr>
        <w:t>, Высокского, Соколовского,Беловодского сельских</w:t>
      </w:r>
      <w:r w:rsidRPr="001816DA">
        <w:rPr>
          <w:lang w:eastAsia="ar-SA"/>
        </w:rPr>
        <w:t xml:space="preserve"> поселени</w:t>
      </w:r>
      <w:r>
        <w:rPr>
          <w:lang w:eastAsia="ar-SA"/>
        </w:rPr>
        <w:t>й</w:t>
      </w:r>
      <w:r w:rsidRPr="00C12C6E">
        <w:rPr>
          <w:lang w:eastAsia="ar-SA"/>
        </w:rPr>
        <w:t>Мглинского района Брянской области</w:t>
      </w:r>
      <w:r>
        <w:rPr>
          <w:lang w:eastAsia="ar-SA"/>
        </w:rPr>
        <w:t>;</w:t>
      </w:r>
    </w:p>
    <w:p w:rsidR="00FE587B" w:rsidRPr="000C7D79" w:rsidRDefault="00FE587B" w:rsidP="001816DA">
      <w:pPr>
        <w:spacing w:line="360" w:lineRule="auto"/>
        <w:ind w:firstLine="709"/>
        <w:jc w:val="both"/>
        <w:rPr>
          <w:kern w:val="0"/>
          <w:lang w:eastAsia="ru-RU"/>
        </w:rPr>
      </w:pPr>
      <w:r w:rsidRPr="000C7D79">
        <w:rPr>
          <w:kern w:val="0"/>
          <w:lang w:eastAsia="ru-RU"/>
        </w:rPr>
        <w:t xml:space="preserve">- </w:t>
      </w:r>
      <w:r w:rsidRPr="000C7D79">
        <w:t xml:space="preserve">Муниципальный контракт- </w:t>
      </w:r>
      <w:r w:rsidRPr="000C7D79">
        <w:rPr>
          <w:lang w:eastAsia="ar-SA"/>
        </w:rPr>
        <w:t xml:space="preserve">№ </w:t>
      </w:r>
      <w:r w:rsidRPr="00B66DDA">
        <w:t>0127300019420000030 от 19.10.2020 года.</w:t>
      </w:r>
    </w:p>
    <w:p w:rsidR="00FE587B" w:rsidRPr="000C7D79" w:rsidRDefault="00FE587B" w:rsidP="0049044A">
      <w:pPr>
        <w:spacing w:line="360" w:lineRule="auto"/>
        <w:ind w:firstLine="709"/>
        <w:jc w:val="both"/>
        <w:rPr>
          <w:kern w:val="28"/>
        </w:rPr>
      </w:pPr>
      <w:r w:rsidRPr="000C7D79">
        <w:rPr>
          <w:kern w:val="28"/>
        </w:rPr>
        <w:t>Основная цель внесения изменений в документацию:</w:t>
      </w:r>
    </w:p>
    <w:p w:rsidR="00FE587B" w:rsidRPr="000C7D79" w:rsidRDefault="00FE587B" w:rsidP="0049044A">
      <w:pPr>
        <w:spacing w:line="360" w:lineRule="auto"/>
        <w:ind w:firstLine="709"/>
        <w:jc w:val="both"/>
        <w:rPr>
          <w:kern w:val="28"/>
        </w:rPr>
      </w:pPr>
      <w:r w:rsidRPr="000C7D79">
        <w:rPr>
          <w:kern w:val="28"/>
        </w:rPr>
        <w:t>-приведение состава и содержания</w:t>
      </w:r>
      <w:r w:rsidRPr="000C7D79">
        <w:rPr>
          <w:kern w:val="0"/>
          <w:lang w:eastAsia="ru-RU"/>
        </w:rPr>
        <w:t xml:space="preserve">Генерального плана </w:t>
      </w:r>
      <w:r w:rsidRPr="000C7D79">
        <w:rPr>
          <w:kern w:val="28"/>
        </w:rPr>
        <w:t>в соответствие с требованиями действующего законодательства в сфере градостроительства,</w:t>
      </w:r>
    </w:p>
    <w:p w:rsidR="00FE587B" w:rsidRDefault="00FE587B" w:rsidP="001F196E">
      <w:pPr>
        <w:spacing w:line="360" w:lineRule="auto"/>
        <w:ind w:firstLine="709"/>
        <w:jc w:val="both"/>
        <w:rPr>
          <w:kern w:val="0"/>
          <w:lang w:eastAsia="ru-RU"/>
        </w:rPr>
      </w:pPr>
      <w:r w:rsidRPr="000C7D79">
        <w:rPr>
          <w:kern w:val="0"/>
          <w:lang w:eastAsia="ru-RU"/>
        </w:rPr>
        <w:t>- приведение границ</w:t>
      </w:r>
      <w:r w:rsidRPr="000E7594">
        <w:rPr>
          <w:kern w:val="0"/>
          <w:lang w:eastAsia="ru-RU"/>
        </w:rPr>
        <w:t xml:space="preserve"> населенных пунктов, а также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FE587B" w:rsidRPr="005C7C8B" w:rsidRDefault="00FE587B" w:rsidP="005C7C8B">
      <w:pPr>
        <w:spacing w:line="360" w:lineRule="auto"/>
        <w:ind w:firstLine="709"/>
        <w:jc w:val="both"/>
        <w:rPr>
          <w:kern w:val="28"/>
        </w:rPr>
      </w:pPr>
      <w:r w:rsidRPr="005C7C8B">
        <w:rPr>
          <w:kern w:val="28"/>
        </w:rPr>
        <w:t xml:space="preserve">- актуализация Генерального плана </w:t>
      </w:r>
      <w:r w:rsidRPr="00C12C6E">
        <w:rPr>
          <w:lang w:eastAsia="ar-SA"/>
        </w:rPr>
        <w:t>Симонтовского</w:t>
      </w:r>
      <w:r w:rsidRPr="001816DA">
        <w:rPr>
          <w:lang w:eastAsia="ar-SA"/>
        </w:rPr>
        <w:t xml:space="preserve"> сельского поселения </w:t>
      </w:r>
      <w:r w:rsidRPr="00C12C6E">
        <w:rPr>
          <w:lang w:eastAsia="ar-SA"/>
        </w:rPr>
        <w:t>Мглинского района Брянской области</w:t>
      </w:r>
      <w:r>
        <w:rPr>
          <w:kern w:val="28"/>
        </w:rPr>
        <w:t>на текущий момент.</w:t>
      </w:r>
    </w:p>
    <w:p w:rsidR="00FE587B" w:rsidRPr="001F196E" w:rsidRDefault="00FE587B" w:rsidP="001F196E">
      <w:pPr>
        <w:spacing w:line="360" w:lineRule="auto"/>
        <w:ind w:firstLine="709"/>
        <w:jc w:val="both"/>
        <w:rPr>
          <w:kern w:val="0"/>
          <w:lang w:eastAsia="ru-RU"/>
        </w:rPr>
      </w:pPr>
    </w:p>
    <w:p w:rsidR="00FE587B" w:rsidRPr="00C1168C" w:rsidRDefault="00FE587B" w:rsidP="00D7734D">
      <w:pPr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SimSun"/>
          <w:b/>
          <w:u w:val="single"/>
        </w:rPr>
      </w:pPr>
      <w:r w:rsidRPr="00C1168C">
        <w:rPr>
          <w:rFonts w:eastAsia="SimSun"/>
          <w:b/>
          <w:u w:val="single"/>
        </w:rPr>
        <w:t>Вносимые изменения: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Вносимые изменения: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1</w:t>
      </w:r>
      <w:r>
        <w:rPr>
          <w:kern w:val="0"/>
          <w:lang w:eastAsia="ru-RU"/>
        </w:rPr>
        <w:t>.</w:t>
      </w:r>
      <w:r w:rsidRPr="000E7594">
        <w:rPr>
          <w:kern w:val="0"/>
          <w:lang w:eastAsia="ru-RU"/>
        </w:rPr>
        <w:t xml:space="preserve">1  В текстовую часть Положение о территориальном планировании внесены изменения в части приведение с соответствие с требованиями действующего законодательства состава и содержания документов 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1.2. В графическую часть Положения о территориальном планировании внесены следующие изменения: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- приведение границ населенных пунктов, а также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Графический материал выполнен в виде полных карт с учетом вносимых изменений.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Изменения коснулись следующих карт: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- Карта границ населенных пунктов</w:t>
      </w:r>
      <w:r>
        <w:rPr>
          <w:kern w:val="0"/>
          <w:lang w:eastAsia="ru-RU"/>
        </w:rPr>
        <w:t>;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- Карта планируемого размещения объектов;</w:t>
      </w:r>
    </w:p>
    <w:p w:rsidR="00FE587B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 xml:space="preserve">- Карты функциональных зон </w:t>
      </w:r>
      <w:r>
        <w:rPr>
          <w:kern w:val="0"/>
          <w:lang w:eastAsia="ru-RU"/>
        </w:rPr>
        <w:t>поселения или городского округа.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2.1. В текстовую часть Материалы по обоснованию внесены изменения в части приведение с соответствие с требованиями действующего законодательства состава и содержания документов.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2.2. Графическая часть Материалов по обоснованию планировании внесены следующие изменения: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- приведение границ населенных пунктов, а также функционального зонирования в соответствии со сложившейся градостроительной ситуацией с учетом данных государственного кадастра недвижимости</w:t>
      </w:r>
    </w:p>
    <w:p w:rsidR="00FE587B" w:rsidRPr="000E7594" w:rsidRDefault="00FE587B" w:rsidP="0060486A">
      <w:pPr>
        <w:spacing w:line="360" w:lineRule="auto"/>
        <w:ind w:firstLine="709"/>
        <w:jc w:val="both"/>
        <w:rPr>
          <w:kern w:val="0"/>
          <w:lang w:eastAsia="ru-RU"/>
        </w:rPr>
      </w:pPr>
      <w:r w:rsidRPr="000E7594">
        <w:rPr>
          <w:kern w:val="0"/>
          <w:lang w:eastAsia="ru-RU"/>
        </w:rPr>
        <w:t>Изменения коснулись следующих карт:</w:t>
      </w:r>
    </w:p>
    <w:p w:rsidR="00FE587B" w:rsidRPr="003E7FD4" w:rsidRDefault="00FE587B" w:rsidP="003E7FD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rPr>
          <w:kern w:val="0"/>
          <w:lang w:eastAsia="ru-RU"/>
        </w:rPr>
      </w:pPr>
      <w:r w:rsidRPr="000E7594">
        <w:rPr>
          <w:kern w:val="0"/>
          <w:lang w:eastAsia="ru-RU"/>
        </w:rPr>
        <w:t xml:space="preserve">- Карта зон с особыми условиями использования территории. </w:t>
      </w:r>
    </w:p>
    <w:p w:rsidR="00FE587B" w:rsidRPr="00C76788" w:rsidRDefault="00FE587B" w:rsidP="003E7FD4">
      <w:pPr>
        <w:spacing w:line="360" w:lineRule="auto"/>
        <w:jc w:val="both"/>
        <w:rPr>
          <w:kern w:val="0"/>
          <w:lang w:eastAsia="ru-RU"/>
        </w:rPr>
      </w:pPr>
    </w:p>
    <w:sectPr w:rsidR="00FE587B" w:rsidRPr="00C76788" w:rsidSect="002B5865"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87B" w:rsidRDefault="00FE587B" w:rsidP="002B5865">
      <w:r>
        <w:separator/>
      </w:r>
    </w:p>
  </w:endnote>
  <w:endnote w:type="continuationSeparator" w:id="1">
    <w:p w:rsidR="00FE587B" w:rsidRDefault="00FE587B" w:rsidP="002B5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S Standard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7B" w:rsidRDefault="00FE587B">
    <w:pPr>
      <w:pStyle w:val="Footer"/>
      <w:jc w:val="right"/>
    </w:pPr>
  </w:p>
  <w:p w:rsidR="00FE587B" w:rsidRDefault="00FE587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7B" w:rsidRPr="0032022F" w:rsidRDefault="00FE587B" w:rsidP="0032022F">
    <w:pPr>
      <w:pStyle w:val="Footer"/>
      <w:jc w:val="right"/>
    </w:pPr>
    <w:r>
      <w:t>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7B" w:rsidRDefault="00FE587B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FE587B" w:rsidRDefault="00FE58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87B" w:rsidRDefault="00FE587B" w:rsidP="002B5865">
      <w:r>
        <w:separator/>
      </w:r>
    </w:p>
  </w:footnote>
  <w:footnote w:type="continuationSeparator" w:id="1">
    <w:p w:rsidR="00FE587B" w:rsidRDefault="00FE587B" w:rsidP="002B5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7B" w:rsidRDefault="00FE587B">
    <w:pPr>
      <w:pStyle w:val="Header"/>
    </w:pPr>
    <w:r>
      <w:rPr>
        <w:noProof/>
        <w:lang w:eastAsia="ru-RU"/>
      </w:rPr>
      <w:pict>
        <v:rect id="Прямоугольник 181" o:spid="_x0000_s2049" style="position:absolute;margin-left:-25.1pt;margin-top:-16.45pt;width:515.8pt;height:803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2azIAMAAF0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B1GnJQQoubb5tPma/O7udl8br43N82vzZfmT/Oj+Yn80DeK1ZUawcXL&#10;6kIazqp6JpK3CnER54Qv6URVoHuLuFuSUtQ5JSm4biHcIwxjKEBDi/q5SMEHstLC6rnOZGneAKXQ&#10;2obteh82utYogcV+r+f1+xDdBPZ8zx8OuwMbWZeMdvcrqfQTKkpkJhGW4KDFJ1fPlAZKcHR3xDzH&#10;xZwVhU2OgqM6wh0YPXtDiYKlZtdSl8tFXEh0RUx+2WEEArSjYyXTkOUFKyMc7g+RkRFkxlP7jCas&#10;aOdwueAGnNr8bf0Da61hateBt82tD0NvOAtnYeAEnf7MCbzp1JnM48Dpz/1Bb9qdxvHU/2i89oNR&#10;ztKUcuP4Ls/94N/yaFtxbYbuM/2IoDrUYW7HfR3cYzesTMDqmNJk3vMGQTd0BoNe1wm6M885D+ex&#10;M4n9fn8wO4/PZ3cozaxM6mFY7TU3XokVhO0yT2uUMpM13d6wA2WSMmggnUEbSESKJXS+REuMpNBv&#10;mM5t2ZosNRhHyoSe+W2V2aO3QuyCbax9uLbcbqWC5Nglgi0hUzVtQS5Eeg0VBD6Yp01Phkku5HuM&#10;auhvEVbvVkRSjIqnHKpw6AeBaYjWCHqDDhjycGdxuEN4AlAR1hi101i3TXRVSbbM4SXfsuViApWb&#10;MVtSpqpbr8B/Y0APs0y2/dY0yUPbnrr9Vxj/BQAA//8DAFBLAwQUAAYACAAAACEAQLJB8uIAAAAM&#10;AQAADwAAAGRycy9kb3ducmV2LnhtbEyPTUvDQBCG74L/YRnBW7v5MNrGbIqoRSherIJ422SnSTA7&#10;G7LbNP33jie9zTAP7zxvsZltLyYcfedIQbyMQCDVznTUKPh43y5WIHzQZHTvCBWc0cOmvLwodG7c&#10;id5w2odGcAj5XCtoQxhyKX3dotV+6QYkvh3caHXgdWykGfWJw20vkyi6lVZ3xB9aPeBji/X3/mgV&#10;ZHW1a6x/fjrYVxNvz18vU/+ZKnV9NT/cgwg4hz8YfvVZHUp2qtyRjBe9gkUWJYzykCZrEEysV/EN&#10;iIrR7C5NQZaF/F+i/AEAAP//AwBQSwECLQAUAAYACAAAACEAtoM4kv4AAADhAQAAEwAAAAAAAAAA&#10;AAAAAAAAAAAAW0NvbnRlbnRfVHlwZXNdLnhtbFBLAQItABQABgAIAAAAIQA4/SH/1gAAAJQBAAAL&#10;AAAAAAAAAAAAAAAAAC8BAABfcmVscy8ucmVsc1BLAQItABQABgAIAAAAIQDbm2azIAMAAF0GAAAO&#10;AAAAAAAAAAAAAAAAAC4CAABkcnMvZTJvRG9jLnhtbFBLAQItABQABgAIAAAAIQBAskHy4gAAAAwB&#10;AAAPAAAAAAAAAAAAAAAAAHoFAABkcnMvZG93bnJldi54bWxQSwUGAAAAAAQABADzAAAAiQYAAAAA&#10;" o:allowincell="f" filled="f" strokeweight="1.75pt">
          <o:lock v:ext="edit" aspectratio="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7B" w:rsidRDefault="00FE587B">
    <w:pPr>
      <w:pStyle w:val="Header"/>
    </w:pPr>
    <w:r>
      <w:rPr>
        <w:noProof/>
        <w:lang w:eastAsia="ru-RU"/>
      </w:rPr>
      <w:pict>
        <v:rect id="_x0000_s2050" style="position:absolute;margin-left:-24.35pt;margin-top:-4.45pt;width:515.8pt;height:803.1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2oRIwMAAF8GAAAOAAAAZHJzL2Uyb0RvYy54bWysVcuK2zAU3Rf6D0J7j+3ESZwwzpBxklLo&#10;Y2BaulZsORa1JVdSxpmWQqHbQj+hH9FN6WO+wfmjXslJJpnZlDIKGF09ju4595HTs3VZoCsqFRM8&#10;wv6JhxHliUgZX0b49au5E2KkNOEpKQSnEb6mCp+NHz86rasR7YhcFCmVCEC4GtVVhHOtq5HrqiSn&#10;JVEnoqIcNjMhS6LBlEs3laQG9LJwO57Xd2sh00qKhCoFq9N2E48tfpbRRL/MMkU1KiIMvmn7lfa7&#10;MF93fEpGS0mqnCVbN8h/eFESxuHRPdSUaIJWkt2DKlkihRKZPklE6YosYwm1HICN791hc5mTilou&#10;II6q9jKph4NNXlxdSMRSiF0X9OGkhCA13zafNl+b383N5nPzvblpfm2+NH+aH81P5Ie+0ayu1Aiu&#10;XlYX0rBW1TORvFWIizgnfEknqgLlARMQd0tSijqnJAXnLYR7hGEMBWhoUT8XKfhAVlpYRdeZLM0b&#10;oBVa28Bd7wNH1xolsNjv9bx+H/xPYM/3/OGwO7Cxdclod7+SSj+hokRmEmEJDlp8cvVMaaAER3dH&#10;zHNczFlR2PQoOKoj3IHRszeUKFhqdi11uVzEhURXxGSYHUYgQDs6VjINeV6wMsLh/hAZGUFmPLXP&#10;aMKKdg6XC27Aqc3g1j+w1hqmdh142+z6MPSGs3AWBk7Q6c+cwJtOnck8Dpz+3B/0pt1pHE/9j8Zr&#10;PxjlLE0pN47vMt0P/i2TtjXX5ug+148IqkMd5nbc18E9dsPKBKyOKU3mPW8QdENnMOh1naA785zz&#10;cB47k9jv9wez8/h8dofSzMqkHobVXnPjlVhB2C7ztEYpM1nT7Q07kNQpgxbSGbSBRKRYQu9LtMRI&#10;Cv2G6dwWrslSg3GkTOiZ31aZPXorxC7YxtqHa8vtVipIjl0i2BIyVdMW5EKk11BB4IN52nRlmORC&#10;vseohg4XYfVuRSTFqHjKoQqHfhCYlmiNoDfogCEPdxaHO4QnABVhjVE7jXXbRleVZMscXvItWy4m&#10;ULkZsyVlqrr1Cvw3BnQxy2TbcU2bPLTtqdv/hfFfAAAA//8DAFBLAwQUAAYACAAAACEADQ5Zl+EA&#10;AAALAQAADwAAAGRycy9kb3ducmV2LnhtbEyPwU7DMAyG70i8Q2Qkblu6jbG2NJ0QMCEhLgwkxC1t&#10;vLYicaom67q3x5zg9lv+9PtzsZ2cFSMOofOkYDFPQCDV3nTUKPh4381SECFqMtp6QgVnDLAtLy8K&#10;nRt/ojcc97ERXEIh1wraGPtcylC36HSY+x6Jdwc/OB15HBppBn3icmflMklupdMd8YVW9/jQYv29&#10;PzoF67p6aVx4ejy4V7PYnb+eR/u5Uur6arq/AxFxin8w/OqzOpTsVPkjmSCsgtlNumGUQ5qBYCBL&#10;lxwqJtfZZgWyLOT/H8ofAAAA//8DAFBLAQItABQABgAIAAAAIQC2gziS/gAAAOEBAAATAAAAAAAA&#10;AAAAAAAAAAAAAABbQ29udGVudF9UeXBlc10ueG1sUEsBAi0AFAAGAAgAAAAhADj9If/WAAAAlAEA&#10;AAsAAAAAAAAAAAAAAAAALwEAAF9yZWxzLy5yZWxzUEsBAi0AFAAGAAgAAAAhAASTahEjAwAAXwYA&#10;AA4AAAAAAAAAAAAAAAAALgIAAGRycy9lMm9Eb2MueG1sUEsBAi0AFAAGAAgAAAAhAA0OWZfhAAAA&#10;CwEAAA8AAAAAAAAAAAAAAAAAfQUAAGRycy9kb3ducmV2LnhtbFBLBQYAAAAABAAEAPMAAACLBgAA&#10;AAA=&#10;" o:allowincell="f" filled="f" strokeweight="1.75pt">
          <o:lock v:ext="edit" aspectratio="t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6E4"/>
    <w:multiLevelType w:val="hybridMultilevel"/>
    <w:tmpl w:val="233C0EDA"/>
    <w:lvl w:ilvl="0" w:tplc="B888D36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200BD0"/>
    <w:multiLevelType w:val="multilevel"/>
    <w:tmpl w:val="C9B4A644"/>
    <w:lvl w:ilvl="0">
      <w:start w:val="1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FC07ED9"/>
    <w:multiLevelType w:val="hybridMultilevel"/>
    <w:tmpl w:val="48F8AA32"/>
    <w:lvl w:ilvl="0" w:tplc="E7E2876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32E747B"/>
    <w:multiLevelType w:val="hybridMultilevel"/>
    <w:tmpl w:val="BB2867E2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963082"/>
    <w:multiLevelType w:val="hybridMultilevel"/>
    <w:tmpl w:val="61C4F2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C70228"/>
    <w:multiLevelType w:val="multilevel"/>
    <w:tmpl w:val="DA6C1E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A7F0E45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35E5D5D"/>
    <w:multiLevelType w:val="multilevel"/>
    <w:tmpl w:val="04FA3F2E"/>
    <w:lvl w:ilvl="0">
      <w:start w:val="1"/>
      <w:numFmt w:val="decimal"/>
      <w:lvlText w:val="%1"/>
      <w:lvlJc w:val="left"/>
      <w:pPr>
        <w:ind w:left="555" w:hanging="555"/>
      </w:pPr>
      <w:rPr>
        <w:rFonts w:eastAsia="SimSun" w:cs="Times New Roman" w:hint="default"/>
        <w:b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eastAsia="SimSun" w:cs="Times New Roman"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SimSun" w:cs="Times New Roman" w:hint="default"/>
        <w:b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SimSun" w:cs="Times New Roman" w:hint="default"/>
        <w:b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eastAsia="SimSun"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eastAsia="SimSun"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eastAsia="SimSun"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eastAsia="SimSun"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eastAsia="SimSun" w:cs="Times New Roman" w:hint="default"/>
        <w:b/>
      </w:rPr>
    </w:lvl>
  </w:abstractNum>
  <w:abstractNum w:abstractNumId="8">
    <w:nsid w:val="3D1B7367"/>
    <w:multiLevelType w:val="hybridMultilevel"/>
    <w:tmpl w:val="E482FB2E"/>
    <w:lvl w:ilvl="0" w:tplc="25BE338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3ED06886"/>
    <w:multiLevelType w:val="hybridMultilevel"/>
    <w:tmpl w:val="73D652A4"/>
    <w:lvl w:ilvl="0" w:tplc="244A89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71405D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78A85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92E3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E00F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D281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42C7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50CC5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402A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0661D64"/>
    <w:multiLevelType w:val="multilevel"/>
    <w:tmpl w:val="92986F10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3873C39"/>
    <w:multiLevelType w:val="multilevel"/>
    <w:tmpl w:val="0E54E97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AD277BE"/>
    <w:multiLevelType w:val="hybridMultilevel"/>
    <w:tmpl w:val="F84ACA0C"/>
    <w:lvl w:ilvl="0" w:tplc="3350D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E8CE3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0CD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EB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ED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E082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98E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70A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AE5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F6299A"/>
    <w:multiLevelType w:val="multilevel"/>
    <w:tmpl w:val="00B8CB56"/>
    <w:lvl w:ilvl="0">
      <w:start w:val="1"/>
      <w:numFmt w:val="decimal"/>
      <w:lvlText w:val="%1."/>
      <w:lvlJc w:val="left"/>
      <w:pPr>
        <w:ind w:left="1047" w:hanging="4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cs="Times New Roman" w:hint="default"/>
      </w:rPr>
    </w:lvl>
  </w:abstractNum>
  <w:abstractNum w:abstractNumId="14">
    <w:nsid w:val="6C5249F7"/>
    <w:multiLevelType w:val="hybridMultilevel"/>
    <w:tmpl w:val="7A1C0C84"/>
    <w:lvl w:ilvl="0" w:tplc="04190001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0317C"/>
    <w:multiLevelType w:val="multilevel"/>
    <w:tmpl w:val="0F6CDD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789" w:hanging="720"/>
      </w:pPr>
      <w:rPr>
        <w:rFonts w:cs="Times New Roman" w:hint="default"/>
        <w:i w:val="0"/>
        <w:sz w:val="28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cs="Times New Roman" w:hint="default"/>
        <w:i w:val="0"/>
        <w:sz w:val="28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cs="Times New Roman" w:hint="default"/>
        <w:i w:val="0"/>
        <w:sz w:val="28"/>
      </w:rPr>
    </w:lvl>
    <w:lvl w:ilvl="4">
      <w:start w:val="1"/>
      <w:numFmt w:val="decimal"/>
      <w:isLgl/>
      <w:lvlText w:val="%1.%2.%3.%4.%5"/>
      <w:lvlJc w:val="left"/>
      <w:pPr>
        <w:ind w:left="2509" w:hanging="1440"/>
      </w:pPr>
      <w:rPr>
        <w:rFonts w:cs="Times New Roman" w:hint="default"/>
        <w:i w:val="0"/>
        <w:sz w:val="28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cs="Times New Roman" w:hint="default"/>
        <w:i w:val="0"/>
        <w:sz w:val="28"/>
      </w:rPr>
    </w:lvl>
    <w:lvl w:ilvl="6">
      <w:start w:val="1"/>
      <w:numFmt w:val="decimal"/>
      <w:isLgl/>
      <w:lvlText w:val="%1.%2.%3.%4.%5.%6.%7"/>
      <w:lvlJc w:val="left"/>
      <w:pPr>
        <w:ind w:left="2869" w:hanging="1800"/>
      </w:pPr>
      <w:rPr>
        <w:rFonts w:cs="Times New Roman" w:hint="default"/>
        <w:i w:val="0"/>
        <w:sz w:val="28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cs="Times New Roman" w:hint="default"/>
        <w:i w:val="0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cs="Times New Roman" w:hint="default"/>
        <w:i w:val="0"/>
        <w:sz w:val="28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9"/>
  </w:num>
  <w:num w:numId="5">
    <w:abstractNumId w:val="4"/>
  </w:num>
  <w:num w:numId="6">
    <w:abstractNumId w:val="13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  <w:num w:numId="11">
    <w:abstractNumId w:val="7"/>
  </w:num>
  <w:num w:numId="12">
    <w:abstractNumId w:val="11"/>
  </w:num>
  <w:num w:numId="13">
    <w:abstractNumId w:val="5"/>
  </w:num>
  <w:num w:numId="14">
    <w:abstractNumId w:val="10"/>
  </w:num>
  <w:num w:numId="15">
    <w:abstractNumId w:val="1"/>
  </w:num>
  <w:num w:numId="16">
    <w:abstractNumId w:val="1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E48"/>
    <w:rsid w:val="00013653"/>
    <w:rsid w:val="00027131"/>
    <w:rsid w:val="00062656"/>
    <w:rsid w:val="00073C8B"/>
    <w:rsid w:val="000808B1"/>
    <w:rsid w:val="00081752"/>
    <w:rsid w:val="000863F1"/>
    <w:rsid w:val="000864C9"/>
    <w:rsid w:val="000A288F"/>
    <w:rsid w:val="000A2AE8"/>
    <w:rsid w:val="000B01B6"/>
    <w:rsid w:val="000B210E"/>
    <w:rsid w:val="000B6590"/>
    <w:rsid w:val="000C2456"/>
    <w:rsid w:val="000C56A0"/>
    <w:rsid w:val="000C7D79"/>
    <w:rsid w:val="000D27C1"/>
    <w:rsid w:val="000D3777"/>
    <w:rsid w:val="000D5CF1"/>
    <w:rsid w:val="000D624C"/>
    <w:rsid w:val="000E4850"/>
    <w:rsid w:val="000E749B"/>
    <w:rsid w:val="000E7594"/>
    <w:rsid w:val="000F751C"/>
    <w:rsid w:val="0010585B"/>
    <w:rsid w:val="00113E6A"/>
    <w:rsid w:val="00122266"/>
    <w:rsid w:val="00136123"/>
    <w:rsid w:val="00140D27"/>
    <w:rsid w:val="00146E9C"/>
    <w:rsid w:val="00150C69"/>
    <w:rsid w:val="00153C70"/>
    <w:rsid w:val="001552A6"/>
    <w:rsid w:val="0016162F"/>
    <w:rsid w:val="0017439D"/>
    <w:rsid w:val="00180B8B"/>
    <w:rsid w:val="001816DA"/>
    <w:rsid w:val="00183C27"/>
    <w:rsid w:val="001A1A85"/>
    <w:rsid w:val="001A2E48"/>
    <w:rsid w:val="001B0BE1"/>
    <w:rsid w:val="001B7EBB"/>
    <w:rsid w:val="001C0681"/>
    <w:rsid w:val="001C1EBF"/>
    <w:rsid w:val="001D5876"/>
    <w:rsid w:val="001E2FA3"/>
    <w:rsid w:val="001F196E"/>
    <w:rsid w:val="001F292E"/>
    <w:rsid w:val="001F3614"/>
    <w:rsid w:val="001F6962"/>
    <w:rsid w:val="002007ED"/>
    <w:rsid w:val="002023C5"/>
    <w:rsid w:val="00202E7D"/>
    <w:rsid w:val="002251C3"/>
    <w:rsid w:val="00236A21"/>
    <w:rsid w:val="002401D5"/>
    <w:rsid w:val="00247D18"/>
    <w:rsid w:val="00250A6E"/>
    <w:rsid w:val="002639F5"/>
    <w:rsid w:val="00266B0C"/>
    <w:rsid w:val="002811B7"/>
    <w:rsid w:val="00282AAE"/>
    <w:rsid w:val="00282C09"/>
    <w:rsid w:val="002933EA"/>
    <w:rsid w:val="00293A16"/>
    <w:rsid w:val="0029654A"/>
    <w:rsid w:val="002A4A1C"/>
    <w:rsid w:val="002A4F82"/>
    <w:rsid w:val="002A7FAC"/>
    <w:rsid w:val="002B5865"/>
    <w:rsid w:val="002B60A3"/>
    <w:rsid w:val="002D13AA"/>
    <w:rsid w:val="002E3509"/>
    <w:rsid w:val="002F035C"/>
    <w:rsid w:val="002F4261"/>
    <w:rsid w:val="002F627C"/>
    <w:rsid w:val="003047A8"/>
    <w:rsid w:val="00306C2F"/>
    <w:rsid w:val="00316BF8"/>
    <w:rsid w:val="00316CA2"/>
    <w:rsid w:val="0032022F"/>
    <w:rsid w:val="00336808"/>
    <w:rsid w:val="00345512"/>
    <w:rsid w:val="003563A9"/>
    <w:rsid w:val="00362624"/>
    <w:rsid w:val="0037324F"/>
    <w:rsid w:val="00380460"/>
    <w:rsid w:val="00383393"/>
    <w:rsid w:val="00394A17"/>
    <w:rsid w:val="003A4DDC"/>
    <w:rsid w:val="003B17A7"/>
    <w:rsid w:val="003E107A"/>
    <w:rsid w:val="003E7FD4"/>
    <w:rsid w:val="00407A02"/>
    <w:rsid w:val="004106C1"/>
    <w:rsid w:val="00412331"/>
    <w:rsid w:val="0042241A"/>
    <w:rsid w:val="00424AF6"/>
    <w:rsid w:val="00432145"/>
    <w:rsid w:val="004324AD"/>
    <w:rsid w:val="00453CB0"/>
    <w:rsid w:val="00453D10"/>
    <w:rsid w:val="00462683"/>
    <w:rsid w:val="00464483"/>
    <w:rsid w:val="004670E0"/>
    <w:rsid w:val="00486AB7"/>
    <w:rsid w:val="00490214"/>
    <w:rsid w:val="00490376"/>
    <w:rsid w:val="0049044A"/>
    <w:rsid w:val="00495292"/>
    <w:rsid w:val="004A128C"/>
    <w:rsid w:val="004C1EB9"/>
    <w:rsid w:val="004C61A4"/>
    <w:rsid w:val="004D0168"/>
    <w:rsid w:val="004E24D5"/>
    <w:rsid w:val="004E631F"/>
    <w:rsid w:val="004F183D"/>
    <w:rsid w:val="005064ED"/>
    <w:rsid w:val="0052162C"/>
    <w:rsid w:val="00534418"/>
    <w:rsid w:val="00537727"/>
    <w:rsid w:val="0055246D"/>
    <w:rsid w:val="00553B21"/>
    <w:rsid w:val="00554ACE"/>
    <w:rsid w:val="0055703E"/>
    <w:rsid w:val="005653E8"/>
    <w:rsid w:val="00590D31"/>
    <w:rsid w:val="005956D0"/>
    <w:rsid w:val="0059789A"/>
    <w:rsid w:val="005A4494"/>
    <w:rsid w:val="005C0923"/>
    <w:rsid w:val="005C5C39"/>
    <w:rsid w:val="005C76B7"/>
    <w:rsid w:val="005C7C8B"/>
    <w:rsid w:val="005D0FA0"/>
    <w:rsid w:val="00601F5E"/>
    <w:rsid w:val="0060486A"/>
    <w:rsid w:val="0061683B"/>
    <w:rsid w:val="00621423"/>
    <w:rsid w:val="00624431"/>
    <w:rsid w:val="0063329F"/>
    <w:rsid w:val="00633455"/>
    <w:rsid w:val="00633669"/>
    <w:rsid w:val="0064387D"/>
    <w:rsid w:val="00646F66"/>
    <w:rsid w:val="00654C71"/>
    <w:rsid w:val="0065555E"/>
    <w:rsid w:val="00673353"/>
    <w:rsid w:val="006760A2"/>
    <w:rsid w:val="00695B51"/>
    <w:rsid w:val="006969A5"/>
    <w:rsid w:val="006A313B"/>
    <w:rsid w:val="006C0F79"/>
    <w:rsid w:val="006E185E"/>
    <w:rsid w:val="006F354A"/>
    <w:rsid w:val="00702EC6"/>
    <w:rsid w:val="00710BC8"/>
    <w:rsid w:val="00711CFE"/>
    <w:rsid w:val="007302FD"/>
    <w:rsid w:val="00733C50"/>
    <w:rsid w:val="00742D35"/>
    <w:rsid w:val="00742F08"/>
    <w:rsid w:val="00754A05"/>
    <w:rsid w:val="00761E40"/>
    <w:rsid w:val="0077705A"/>
    <w:rsid w:val="007809C4"/>
    <w:rsid w:val="007872EE"/>
    <w:rsid w:val="007908C9"/>
    <w:rsid w:val="0079215E"/>
    <w:rsid w:val="00792C9E"/>
    <w:rsid w:val="007B3543"/>
    <w:rsid w:val="007C65F1"/>
    <w:rsid w:val="007D1684"/>
    <w:rsid w:val="007D4F3C"/>
    <w:rsid w:val="007E6093"/>
    <w:rsid w:val="007F7322"/>
    <w:rsid w:val="008003DE"/>
    <w:rsid w:val="0082279A"/>
    <w:rsid w:val="008259EC"/>
    <w:rsid w:val="0082615D"/>
    <w:rsid w:val="008450E9"/>
    <w:rsid w:val="008457D5"/>
    <w:rsid w:val="008470F0"/>
    <w:rsid w:val="008637AE"/>
    <w:rsid w:val="00871F0B"/>
    <w:rsid w:val="008A2BA1"/>
    <w:rsid w:val="008B6116"/>
    <w:rsid w:val="008C44E8"/>
    <w:rsid w:val="008D280B"/>
    <w:rsid w:val="008E1EEB"/>
    <w:rsid w:val="008E30DE"/>
    <w:rsid w:val="008E589D"/>
    <w:rsid w:val="008E77B2"/>
    <w:rsid w:val="008F220A"/>
    <w:rsid w:val="009048E1"/>
    <w:rsid w:val="009447C6"/>
    <w:rsid w:val="0096040D"/>
    <w:rsid w:val="00963B00"/>
    <w:rsid w:val="009743EF"/>
    <w:rsid w:val="009763B1"/>
    <w:rsid w:val="00976798"/>
    <w:rsid w:val="00976DBA"/>
    <w:rsid w:val="00983665"/>
    <w:rsid w:val="00992002"/>
    <w:rsid w:val="00996214"/>
    <w:rsid w:val="009A457D"/>
    <w:rsid w:val="009A5991"/>
    <w:rsid w:val="009A5C03"/>
    <w:rsid w:val="009B54D9"/>
    <w:rsid w:val="009C4544"/>
    <w:rsid w:val="009D03D9"/>
    <w:rsid w:val="009D278D"/>
    <w:rsid w:val="009D4DF5"/>
    <w:rsid w:val="009E1BB6"/>
    <w:rsid w:val="009F4CC3"/>
    <w:rsid w:val="009F68AE"/>
    <w:rsid w:val="00A10166"/>
    <w:rsid w:val="00A114E4"/>
    <w:rsid w:val="00A16185"/>
    <w:rsid w:val="00A37B12"/>
    <w:rsid w:val="00A44FE3"/>
    <w:rsid w:val="00A61509"/>
    <w:rsid w:val="00A6304E"/>
    <w:rsid w:val="00A63DE6"/>
    <w:rsid w:val="00A7434D"/>
    <w:rsid w:val="00A76C58"/>
    <w:rsid w:val="00A80507"/>
    <w:rsid w:val="00A83FC3"/>
    <w:rsid w:val="00A84892"/>
    <w:rsid w:val="00A9119D"/>
    <w:rsid w:val="00A9480B"/>
    <w:rsid w:val="00A95031"/>
    <w:rsid w:val="00A95A8D"/>
    <w:rsid w:val="00AA6110"/>
    <w:rsid w:val="00AE327A"/>
    <w:rsid w:val="00AF31B4"/>
    <w:rsid w:val="00AF6AC5"/>
    <w:rsid w:val="00B03AAF"/>
    <w:rsid w:val="00B06144"/>
    <w:rsid w:val="00B1332F"/>
    <w:rsid w:val="00B2513C"/>
    <w:rsid w:val="00B26739"/>
    <w:rsid w:val="00B3609E"/>
    <w:rsid w:val="00B40213"/>
    <w:rsid w:val="00B430AD"/>
    <w:rsid w:val="00B5083E"/>
    <w:rsid w:val="00B533C9"/>
    <w:rsid w:val="00B6311D"/>
    <w:rsid w:val="00B654A0"/>
    <w:rsid w:val="00B66DDA"/>
    <w:rsid w:val="00B80572"/>
    <w:rsid w:val="00B83CF5"/>
    <w:rsid w:val="00B95B45"/>
    <w:rsid w:val="00B966BD"/>
    <w:rsid w:val="00BA4643"/>
    <w:rsid w:val="00BA7385"/>
    <w:rsid w:val="00BC5A20"/>
    <w:rsid w:val="00BC619B"/>
    <w:rsid w:val="00BE719B"/>
    <w:rsid w:val="00C027AD"/>
    <w:rsid w:val="00C0409B"/>
    <w:rsid w:val="00C059E0"/>
    <w:rsid w:val="00C113B2"/>
    <w:rsid w:val="00C1168C"/>
    <w:rsid w:val="00C12C6E"/>
    <w:rsid w:val="00C160FA"/>
    <w:rsid w:val="00C2653D"/>
    <w:rsid w:val="00C3059C"/>
    <w:rsid w:val="00C365EE"/>
    <w:rsid w:val="00C427E5"/>
    <w:rsid w:val="00C45149"/>
    <w:rsid w:val="00C451C3"/>
    <w:rsid w:val="00C6064D"/>
    <w:rsid w:val="00C62CF7"/>
    <w:rsid w:val="00C713AE"/>
    <w:rsid w:val="00C76788"/>
    <w:rsid w:val="00C77AD5"/>
    <w:rsid w:val="00C92B56"/>
    <w:rsid w:val="00CA0B7D"/>
    <w:rsid w:val="00CA46F1"/>
    <w:rsid w:val="00CA7A09"/>
    <w:rsid w:val="00CB0E98"/>
    <w:rsid w:val="00CB1396"/>
    <w:rsid w:val="00CB4C16"/>
    <w:rsid w:val="00CB6EBD"/>
    <w:rsid w:val="00CC2A98"/>
    <w:rsid w:val="00CD4B33"/>
    <w:rsid w:val="00CD5A4F"/>
    <w:rsid w:val="00CE5DB7"/>
    <w:rsid w:val="00CE60FB"/>
    <w:rsid w:val="00CF19BC"/>
    <w:rsid w:val="00CF1B2E"/>
    <w:rsid w:val="00CF3A46"/>
    <w:rsid w:val="00CF4D10"/>
    <w:rsid w:val="00CF6CA1"/>
    <w:rsid w:val="00D02CCD"/>
    <w:rsid w:val="00D07FFC"/>
    <w:rsid w:val="00D10175"/>
    <w:rsid w:val="00D127D7"/>
    <w:rsid w:val="00D17B86"/>
    <w:rsid w:val="00D20685"/>
    <w:rsid w:val="00D2329F"/>
    <w:rsid w:val="00D33E8D"/>
    <w:rsid w:val="00D36AC9"/>
    <w:rsid w:val="00D42058"/>
    <w:rsid w:val="00D54B69"/>
    <w:rsid w:val="00D55BB9"/>
    <w:rsid w:val="00D60144"/>
    <w:rsid w:val="00D61C43"/>
    <w:rsid w:val="00D673FD"/>
    <w:rsid w:val="00D7734D"/>
    <w:rsid w:val="00D82CF2"/>
    <w:rsid w:val="00D838BC"/>
    <w:rsid w:val="00D93A0A"/>
    <w:rsid w:val="00D949A9"/>
    <w:rsid w:val="00D950BB"/>
    <w:rsid w:val="00D95E38"/>
    <w:rsid w:val="00D96CDF"/>
    <w:rsid w:val="00DA2C5A"/>
    <w:rsid w:val="00DA5A74"/>
    <w:rsid w:val="00DA6A1A"/>
    <w:rsid w:val="00DB42C4"/>
    <w:rsid w:val="00DB4440"/>
    <w:rsid w:val="00DC1366"/>
    <w:rsid w:val="00DE1A0B"/>
    <w:rsid w:val="00DE5E4A"/>
    <w:rsid w:val="00DF7297"/>
    <w:rsid w:val="00E0286D"/>
    <w:rsid w:val="00E16D0D"/>
    <w:rsid w:val="00E30B74"/>
    <w:rsid w:val="00E33AD2"/>
    <w:rsid w:val="00E3755B"/>
    <w:rsid w:val="00E44794"/>
    <w:rsid w:val="00E476B7"/>
    <w:rsid w:val="00E540B9"/>
    <w:rsid w:val="00E652FF"/>
    <w:rsid w:val="00E73D66"/>
    <w:rsid w:val="00E82EB1"/>
    <w:rsid w:val="00EA526B"/>
    <w:rsid w:val="00EC2A7D"/>
    <w:rsid w:val="00EC2AD0"/>
    <w:rsid w:val="00EC2E99"/>
    <w:rsid w:val="00EC3FE4"/>
    <w:rsid w:val="00ED06CA"/>
    <w:rsid w:val="00ED6037"/>
    <w:rsid w:val="00F04EA9"/>
    <w:rsid w:val="00F0559A"/>
    <w:rsid w:val="00F14EF9"/>
    <w:rsid w:val="00F16D39"/>
    <w:rsid w:val="00F2524B"/>
    <w:rsid w:val="00F2540D"/>
    <w:rsid w:val="00F36B01"/>
    <w:rsid w:val="00F4584B"/>
    <w:rsid w:val="00F55244"/>
    <w:rsid w:val="00F6251A"/>
    <w:rsid w:val="00F67967"/>
    <w:rsid w:val="00F720D3"/>
    <w:rsid w:val="00F81C32"/>
    <w:rsid w:val="00F81DDB"/>
    <w:rsid w:val="00F878F6"/>
    <w:rsid w:val="00F918DA"/>
    <w:rsid w:val="00F9576F"/>
    <w:rsid w:val="00F976BB"/>
    <w:rsid w:val="00FA3CF2"/>
    <w:rsid w:val="00FA6425"/>
    <w:rsid w:val="00FB74EC"/>
    <w:rsid w:val="00FC1F8F"/>
    <w:rsid w:val="00FC2B26"/>
    <w:rsid w:val="00FC6E93"/>
    <w:rsid w:val="00FD10CB"/>
    <w:rsid w:val="00FE019D"/>
    <w:rsid w:val="00FE28E4"/>
    <w:rsid w:val="00FE587B"/>
    <w:rsid w:val="00FE6EF9"/>
    <w:rsid w:val="00FF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2C4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42C4"/>
    <w:pPr>
      <w:keepNext/>
      <w:tabs>
        <w:tab w:val="num" w:pos="0"/>
      </w:tabs>
      <w:spacing w:line="360" w:lineRule="auto"/>
      <w:ind w:left="720"/>
      <w:jc w:val="center"/>
      <w:outlineLvl w:val="0"/>
    </w:pPr>
    <w:rPr>
      <w:bCs/>
      <w:i/>
      <w:sz w:val="28"/>
    </w:rPr>
  </w:style>
  <w:style w:type="paragraph" w:styleId="Heading2">
    <w:name w:val="heading 2"/>
    <w:aliases w:val="Заголовок 2 Знак Знак Знак Знак,Заголовок 2 Знак Знак Знак Знак Знак Знак Знак Знак Знак,Заголовок 2 Знак Знак Знак Знак Знак Знак Знак Знак,h2,Gliederung2,Gliederung,H2,Indented Heading,H21,H22,Indented Heading1,Indented Heading2,H23,H211,H"/>
    <w:basedOn w:val="Normal"/>
    <w:next w:val="Normal"/>
    <w:link w:val="Heading2Char"/>
    <w:uiPriority w:val="99"/>
    <w:qFormat/>
    <w:rsid w:val="00A83FC3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703E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42C4"/>
    <w:rPr>
      <w:rFonts w:ascii="Times New Roman" w:hAnsi="Times New Roman" w:cs="Times New Roman"/>
      <w:bCs/>
      <w:i/>
      <w:kern w:val="1"/>
      <w:sz w:val="24"/>
      <w:szCs w:val="24"/>
    </w:rPr>
  </w:style>
  <w:style w:type="character" w:customStyle="1" w:styleId="Heading2Char">
    <w:name w:val="Heading 2 Char"/>
    <w:aliases w:val="Заголовок 2 Знак Знак Знак Знак Char,Заголовок 2 Знак Знак Знак Знак Знак Знак Знак Знак Знак Char,Заголовок 2 Знак Знак Знак Знак Знак Знак Знак Знак Char,h2 Char,Gliederung2 Char,Gliederung Char,H2 Char,Indented Heading Char,H21 Char"/>
    <w:basedOn w:val="DefaultParagraphFont"/>
    <w:link w:val="Heading2"/>
    <w:uiPriority w:val="99"/>
    <w:semiHidden/>
    <w:locked/>
    <w:rsid w:val="00A83FC3"/>
    <w:rPr>
      <w:rFonts w:ascii="Calibri Light" w:hAnsi="Calibri Light" w:cs="Times New Roman"/>
      <w:b/>
      <w:bCs/>
      <w:color w:val="5B9BD5"/>
      <w:kern w:val="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5703E"/>
    <w:rPr>
      <w:rFonts w:ascii="Calibri Light" w:hAnsi="Calibri Light" w:cs="Times New Roman"/>
      <w:b/>
      <w:bCs/>
      <w:color w:val="5B9BD5"/>
      <w:kern w:val="1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DB42C4"/>
    <w:pPr>
      <w:widowControl w:val="0"/>
      <w:suppressAutoHyphens/>
      <w:autoSpaceDE w:val="0"/>
      <w:ind w:firstLine="720"/>
    </w:pPr>
    <w:rPr>
      <w:rFonts w:ascii="Arial" w:hAnsi="Arial"/>
      <w:kern w:val="1"/>
      <w:lang w:eastAsia="ar-SA"/>
    </w:rPr>
  </w:style>
  <w:style w:type="paragraph" w:customStyle="1" w:styleId="1">
    <w:name w:val="Текст1"/>
    <w:basedOn w:val="Normal"/>
    <w:uiPriority w:val="99"/>
    <w:rsid w:val="00DB42C4"/>
    <w:rPr>
      <w:rFonts w:ascii="Courier New" w:hAnsi="Courier New" w:cs="Courier New"/>
      <w:sz w:val="20"/>
      <w:szCs w:val="20"/>
    </w:rPr>
  </w:style>
  <w:style w:type="paragraph" w:customStyle="1" w:styleId="2">
    <w:name w:val="Текст2"/>
    <w:basedOn w:val="Normal"/>
    <w:uiPriority w:val="99"/>
    <w:rsid w:val="00DB42C4"/>
    <w:rPr>
      <w:rFonts w:ascii="Courier New" w:hAnsi="Courier New" w:cs="Courier New"/>
      <w:sz w:val="20"/>
      <w:szCs w:val="20"/>
    </w:rPr>
  </w:style>
  <w:style w:type="character" w:customStyle="1" w:styleId="a">
    <w:name w:val="Текст_Обычный"/>
    <w:uiPriority w:val="99"/>
    <w:rsid w:val="00DB42C4"/>
  </w:style>
  <w:style w:type="paragraph" w:customStyle="1" w:styleId="10">
    <w:name w:val="Список_маркерный_1_уровень"/>
    <w:link w:val="11"/>
    <w:uiPriority w:val="99"/>
    <w:rsid w:val="00DB42C4"/>
    <w:pPr>
      <w:spacing w:before="60" w:after="100"/>
      <w:ind w:left="426"/>
      <w:jc w:val="both"/>
    </w:pPr>
    <w:rPr>
      <w:rFonts w:ascii="Times New Roman" w:hAnsi="Times New Roman"/>
    </w:rPr>
  </w:style>
  <w:style w:type="character" w:customStyle="1" w:styleId="11">
    <w:name w:val="Список_маркерный_1_уровень Знак"/>
    <w:link w:val="10"/>
    <w:uiPriority w:val="99"/>
    <w:locked/>
    <w:rsid w:val="00DB42C4"/>
    <w:rPr>
      <w:rFonts w:ascii="Times New Roman" w:hAnsi="Times New Roman"/>
      <w:sz w:val="22"/>
      <w:lang w:eastAsia="ru-RU"/>
    </w:rPr>
  </w:style>
  <w:style w:type="character" w:customStyle="1" w:styleId="FontStyle55">
    <w:name w:val="Font Style55"/>
    <w:basedOn w:val="DefaultParagraphFont"/>
    <w:uiPriority w:val="99"/>
    <w:rsid w:val="00DB42C4"/>
    <w:rPr>
      <w:rFonts w:ascii="Arial" w:hAnsi="Arial" w:cs="Arial"/>
      <w:sz w:val="20"/>
      <w:szCs w:val="20"/>
    </w:rPr>
  </w:style>
  <w:style w:type="character" w:customStyle="1" w:styleId="20">
    <w:name w:val="Основной текст (2)_"/>
    <w:link w:val="21"/>
    <w:uiPriority w:val="99"/>
    <w:locked/>
    <w:rsid w:val="00F81DDB"/>
    <w:rPr>
      <w:shd w:val="clear" w:color="auto" w:fill="FFFFFF"/>
    </w:rPr>
  </w:style>
  <w:style w:type="paragraph" w:customStyle="1" w:styleId="21">
    <w:name w:val="Основной текст (2)"/>
    <w:basedOn w:val="Normal"/>
    <w:link w:val="20"/>
    <w:uiPriority w:val="99"/>
    <w:rsid w:val="00F81DDB"/>
    <w:pPr>
      <w:widowControl/>
      <w:shd w:val="clear" w:color="auto" w:fill="FFFFFF"/>
      <w:suppressAutoHyphens w:val="0"/>
      <w:spacing w:line="240" w:lineRule="atLeast"/>
      <w:ind w:hanging="800"/>
    </w:pPr>
    <w:rPr>
      <w:rFonts w:ascii="Calibri" w:hAnsi="Calibri"/>
      <w:kern w:val="0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C451C3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183C27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83C27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22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241A"/>
    <w:rPr>
      <w:rFonts w:ascii="Tahoma" w:hAnsi="Tahoma" w:cs="Tahoma"/>
      <w:kern w:val="1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A611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A6110"/>
    <w:rPr>
      <w:rFonts w:ascii="Times New Roman" w:hAnsi="Times New Roman" w:cs="Times New Roman"/>
      <w:kern w:val="1"/>
      <w:sz w:val="24"/>
      <w:szCs w:val="24"/>
    </w:rPr>
  </w:style>
  <w:style w:type="table" w:styleId="TableGrid">
    <w:name w:val="Table Grid"/>
    <w:basedOn w:val="TableNormal"/>
    <w:uiPriority w:val="99"/>
    <w:rsid w:val="006E185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4">
    <w:name w:val="Style14"/>
    <w:basedOn w:val="Normal"/>
    <w:uiPriority w:val="99"/>
    <w:rsid w:val="00754A05"/>
    <w:pPr>
      <w:suppressAutoHyphens w:val="0"/>
      <w:autoSpaceDE w:val="0"/>
      <w:autoSpaceDN w:val="0"/>
      <w:adjustRightInd w:val="0"/>
      <w:spacing w:line="487" w:lineRule="exact"/>
      <w:ind w:firstLine="720"/>
    </w:pPr>
    <w:rPr>
      <w:rFonts w:eastAsia="Times New Roman"/>
      <w:kern w:val="0"/>
      <w:lang w:eastAsia="ru-RU"/>
    </w:rPr>
  </w:style>
  <w:style w:type="character" w:customStyle="1" w:styleId="FontStyle25">
    <w:name w:val="Font Style25"/>
    <w:uiPriority w:val="99"/>
    <w:rsid w:val="00754A05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E82EB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6">
    <w:name w:val="Style6"/>
    <w:basedOn w:val="Normal"/>
    <w:uiPriority w:val="99"/>
    <w:rsid w:val="00A76C58"/>
    <w:pPr>
      <w:suppressAutoHyphens w:val="0"/>
      <w:autoSpaceDE w:val="0"/>
      <w:autoSpaceDN w:val="0"/>
      <w:adjustRightInd w:val="0"/>
      <w:spacing w:line="480" w:lineRule="exact"/>
      <w:ind w:firstLine="706"/>
      <w:jc w:val="both"/>
    </w:pPr>
    <w:rPr>
      <w:rFonts w:eastAsia="Times New Roman"/>
      <w:kern w:val="0"/>
      <w:lang w:eastAsia="ru-RU"/>
    </w:rPr>
  </w:style>
  <w:style w:type="table" w:customStyle="1" w:styleId="4">
    <w:name w:val="Сетка таблицы4"/>
    <w:uiPriority w:val="99"/>
    <w:rsid w:val="007809C4"/>
    <w:rPr>
      <w:rFonts w:ascii="Arial Narrow" w:hAnsi="Arial Narrow" w:cs="Arial CYR"/>
      <w:color w:val="00000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B586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B5865"/>
    <w:rPr>
      <w:rFonts w:ascii="Times New Roman" w:hAnsi="Times New Roman" w:cs="Times New Roman"/>
      <w:kern w:val="1"/>
      <w:sz w:val="24"/>
      <w:szCs w:val="24"/>
    </w:rPr>
  </w:style>
  <w:style w:type="paragraph" w:styleId="Footer">
    <w:name w:val="footer"/>
    <w:basedOn w:val="Normal"/>
    <w:link w:val="FooterChar"/>
    <w:uiPriority w:val="99"/>
    <w:rsid w:val="002B586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B5865"/>
    <w:rPr>
      <w:rFonts w:ascii="Times New Roman" w:hAnsi="Times New Roman" w:cs="Times New Roman"/>
      <w:kern w:val="1"/>
      <w:sz w:val="24"/>
      <w:szCs w:val="24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49044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"/>
    <w:basedOn w:val="Normal"/>
    <w:link w:val="40"/>
    <w:uiPriority w:val="99"/>
    <w:rsid w:val="0049044A"/>
    <w:pPr>
      <w:shd w:val="clear" w:color="auto" w:fill="FFFFFF"/>
      <w:suppressAutoHyphens w:val="0"/>
      <w:spacing w:line="274" w:lineRule="exact"/>
      <w:ind w:hanging="1680"/>
      <w:jc w:val="both"/>
    </w:pPr>
    <w:rPr>
      <w:rFonts w:eastAsia="Times New Roman"/>
      <w:b/>
      <w:bCs/>
      <w:kern w:val="0"/>
      <w:sz w:val="22"/>
      <w:szCs w:val="22"/>
    </w:rPr>
  </w:style>
  <w:style w:type="character" w:customStyle="1" w:styleId="22">
    <w:name w:val="Основной текст (2) + Курсив"/>
    <w:basedOn w:val="20"/>
    <w:uiPriority w:val="99"/>
    <w:rsid w:val="0049044A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3">
    <w:name w:val="Основной текст (2) + Полужирный"/>
    <w:basedOn w:val="20"/>
    <w:uiPriority w:val="99"/>
    <w:rsid w:val="0049044A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nienie">
    <w:name w:val="nienie"/>
    <w:basedOn w:val="Normal"/>
    <w:uiPriority w:val="99"/>
    <w:rsid w:val="00C160FA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kern w:val="0"/>
      <w:lang w:eastAsia="ru-RU"/>
    </w:rPr>
  </w:style>
  <w:style w:type="paragraph" w:customStyle="1" w:styleId="western">
    <w:name w:val="western"/>
    <w:basedOn w:val="Normal"/>
    <w:uiPriority w:val="99"/>
    <w:rsid w:val="00C160FA"/>
    <w:pPr>
      <w:widowControl/>
      <w:shd w:val="clear" w:color="auto" w:fill="FFFFFF"/>
      <w:suppressAutoHyphens w:val="0"/>
      <w:spacing w:before="100" w:beforeAutospacing="1" w:after="100" w:afterAutospacing="1"/>
      <w:ind w:left="249" w:hanging="249"/>
      <w:jc w:val="both"/>
    </w:pPr>
    <w:rPr>
      <w:rFonts w:ascii="Tahoma" w:eastAsia="Times New Roman" w:hAnsi="Tahoma" w:cs="Tahoma"/>
      <w:kern w:val="0"/>
      <w:sz w:val="18"/>
      <w:szCs w:val="18"/>
      <w:lang w:eastAsia="ru-RU"/>
    </w:rPr>
  </w:style>
  <w:style w:type="paragraph" w:customStyle="1" w:styleId="s1">
    <w:name w:val="s_1"/>
    <w:basedOn w:val="Normal"/>
    <w:uiPriority w:val="99"/>
    <w:rsid w:val="00C160FA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110">
    <w:name w:val="Табличный_боковик_11"/>
    <w:link w:val="111"/>
    <w:uiPriority w:val="99"/>
    <w:rsid w:val="005A4494"/>
    <w:pPr>
      <w:spacing w:after="160" w:line="259" w:lineRule="auto"/>
    </w:pPr>
    <w:rPr>
      <w:rFonts w:ascii="Times New Roman" w:hAnsi="Times New Roman"/>
    </w:rPr>
  </w:style>
  <w:style w:type="character" w:customStyle="1" w:styleId="111">
    <w:name w:val="Табличный_боковик_11 Знак"/>
    <w:link w:val="110"/>
    <w:uiPriority w:val="99"/>
    <w:locked/>
    <w:rsid w:val="005A4494"/>
    <w:rPr>
      <w:rFonts w:ascii="Times New Roman" w:hAnsi="Times New Roman"/>
      <w:sz w:val="22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A0B7D"/>
    <w:rPr>
      <w:rFonts w:ascii="Arial" w:hAnsi="Arial"/>
      <w:kern w:val="1"/>
      <w:sz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51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912</Words>
  <Characters>5199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Plotter</dc:creator>
  <cp:keywords/>
  <dc:description/>
  <cp:lastModifiedBy>Admin</cp:lastModifiedBy>
  <cp:revision>5</cp:revision>
  <cp:lastPrinted>2023-11-16T11:57:00Z</cp:lastPrinted>
  <dcterms:created xsi:type="dcterms:W3CDTF">2023-11-02T06:22:00Z</dcterms:created>
  <dcterms:modified xsi:type="dcterms:W3CDTF">2023-11-16T11:58:00Z</dcterms:modified>
</cp:coreProperties>
</file>