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F2" w:rsidRDefault="007B4CF2" w:rsidP="004F565B">
      <w:pPr>
        <w:ind w:right="-285" w:firstLine="3969"/>
        <w:rPr>
          <w:sz w:val="32"/>
        </w:rPr>
      </w:pPr>
      <w:r w:rsidRPr="000C78DA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3.5pt" o:ole="" filled="t" fillcolor="yellow">
            <v:imagedata r:id="rId7" o:title=""/>
          </v:shape>
          <o:OLEObject Type="Embed" ProgID="Word.Picture.8" ShapeID="_x0000_i1025" DrawAspect="Content" ObjectID="_1702192284" r:id="rId8"/>
        </w:object>
      </w:r>
    </w:p>
    <w:p w:rsidR="007B4CF2" w:rsidRDefault="007B4CF2" w:rsidP="004F565B">
      <w:pPr>
        <w:pStyle w:val="Title"/>
        <w:spacing w:line="240" w:lineRule="auto"/>
        <w:outlineLvl w:val="0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Российская Федерация</w:t>
      </w:r>
    </w:p>
    <w:p w:rsidR="007B4CF2" w:rsidRDefault="007B4CF2" w:rsidP="004F565B">
      <w:pPr>
        <w:pStyle w:val="Subtitle"/>
        <w:tabs>
          <w:tab w:val="left" w:pos="5387"/>
        </w:tabs>
        <w:outlineLvl w:val="0"/>
      </w:pPr>
      <w:r>
        <w:t>Брянская область</w:t>
      </w:r>
    </w:p>
    <w:p w:rsidR="007B4CF2" w:rsidRDefault="007B4CF2" w:rsidP="004F565B">
      <w:pPr>
        <w:pStyle w:val="Subtitle"/>
        <w:pBdr>
          <w:bottom w:val="single" w:sz="12" w:space="1" w:color="auto"/>
        </w:pBdr>
        <w:outlineLvl w:val="0"/>
      </w:pPr>
      <w:r>
        <w:t>Мглинский районный Совет народных депутатов</w:t>
      </w:r>
    </w:p>
    <w:p w:rsidR="007B4CF2" w:rsidRDefault="007B4CF2" w:rsidP="004F565B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7B4CF2" w:rsidRDefault="007B4CF2" w:rsidP="004F565B">
      <w:pPr>
        <w:pStyle w:val="Subtitle"/>
        <w:tabs>
          <w:tab w:val="left" w:pos="2127"/>
        </w:tabs>
        <w:outlineLvl w:val="0"/>
      </w:pPr>
      <w:r>
        <w:t>РЕШЕНИЕ</w:t>
      </w:r>
    </w:p>
    <w:p w:rsidR="007B4CF2" w:rsidRDefault="007B4CF2" w:rsidP="004F565B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7B4CF2" w:rsidRDefault="007B4CF2" w:rsidP="004F565B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27 декабря 2021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6-204</w:t>
      </w:r>
    </w:p>
    <w:p w:rsidR="007B4CF2" w:rsidRDefault="007B4CF2" w:rsidP="004F565B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7B4CF2" w:rsidRDefault="007B4CF2" w:rsidP="004F565B">
      <w:pPr>
        <w:pStyle w:val="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B4CF2" w:rsidRPr="009E16B3" w:rsidRDefault="007B4CF2" w:rsidP="004F565B">
      <w:pPr>
        <w:pStyle w:val="2"/>
        <w:shd w:val="clear" w:color="auto" w:fill="auto"/>
        <w:spacing w:after="0" w:line="240" w:lineRule="auto"/>
        <w:ind w:right="4675"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Pr="009E16B3">
        <w:rPr>
          <w:sz w:val="28"/>
          <w:szCs w:val="28"/>
        </w:rPr>
        <w:t>О внесении изменений в решение от 12.11.2014г. №5-30 «Об утверждении Порядк</w:t>
      </w:r>
      <w:r>
        <w:rPr>
          <w:sz w:val="28"/>
          <w:szCs w:val="28"/>
        </w:rPr>
        <w:t>а</w:t>
      </w:r>
      <w:r w:rsidRPr="009E16B3">
        <w:rPr>
          <w:sz w:val="28"/>
          <w:szCs w:val="28"/>
        </w:rPr>
        <w:t xml:space="preserve"> составления, рассмотрения и утверждения бюджета Мглинского муниципального района Брянской области, а также порядк</w:t>
      </w:r>
      <w:r>
        <w:rPr>
          <w:sz w:val="28"/>
          <w:szCs w:val="28"/>
        </w:rPr>
        <w:t>а</w:t>
      </w:r>
      <w:r w:rsidRPr="009E16B3">
        <w:rPr>
          <w:sz w:val="28"/>
          <w:szCs w:val="28"/>
        </w:rPr>
        <w:t xml:space="preserve"> представления, рассмотрения и утверждения отчетности об исполнении бюджета Мглинского муниципального района Брянской области и его внешней проверки»</w:t>
      </w:r>
    </w:p>
    <w:p w:rsidR="007B4CF2" w:rsidRDefault="007B4CF2" w:rsidP="009E16B3">
      <w:pPr>
        <w:pStyle w:val="2"/>
        <w:shd w:val="clear" w:color="auto" w:fill="auto"/>
        <w:spacing w:after="0" w:line="240" w:lineRule="auto"/>
        <w:ind w:firstLine="0"/>
        <w:rPr>
          <w:rStyle w:val="10pt"/>
          <w:spacing w:val="0"/>
          <w:sz w:val="28"/>
          <w:szCs w:val="28"/>
        </w:rPr>
      </w:pPr>
    </w:p>
    <w:p w:rsidR="007B4CF2" w:rsidRPr="00A43E24" w:rsidRDefault="007B4CF2" w:rsidP="00A43E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A43E24">
        <w:rPr>
          <w:rFonts w:ascii="Times New Roman" w:hAnsi="Times New Roman" w:cs="Times New Roman"/>
          <w:sz w:val="28"/>
          <w:szCs w:val="28"/>
        </w:rPr>
        <w:t>частью 2 статьи 187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З</w:t>
      </w:r>
      <w:r w:rsidRPr="00A43E24">
        <w:rPr>
          <w:rFonts w:ascii="Times New Roman" w:hAnsi="Times New Roman" w:cs="Times New Roman"/>
          <w:sz w:val="28"/>
          <w:szCs w:val="28"/>
        </w:rPr>
        <w:t xml:space="preserve">аконом Брянской области от </w:t>
      </w:r>
      <w:r w:rsidRPr="00A43E24">
        <w:rPr>
          <w:rFonts w:ascii="Times New Roman" w:hAnsi="Times New Roman" w:cs="Times New Roman"/>
          <w:color w:val="auto"/>
          <w:sz w:val="28"/>
          <w:szCs w:val="28"/>
        </w:rPr>
        <w:t xml:space="preserve">29 сентября 2021 года </w:t>
      </w:r>
      <w:r w:rsidRPr="00A43E24">
        <w:rPr>
          <w:rFonts w:ascii="Times New Roman" w:hAnsi="Times New Roman" w:cs="Times New Roman"/>
          <w:sz w:val="28"/>
          <w:szCs w:val="28"/>
        </w:rPr>
        <w:t>№ 74-3 «О внесении изменений в Закон Брянской области «О порядке составления, рассмотрения и утверждения областного бюджета и бюджета территориального государственного внебюджетного фонда, а также порядке представления, рассмотрения и утверждения отчетности об исполнении бюджетов и их внешней проверки»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3E24">
        <w:rPr>
          <w:rFonts w:ascii="Times New Roman" w:hAnsi="Times New Roman" w:cs="Times New Roman"/>
          <w:sz w:val="28"/>
          <w:szCs w:val="28"/>
        </w:rPr>
        <w:t>Мглинский районный Совет народных депутатов</w:t>
      </w:r>
    </w:p>
    <w:p w:rsidR="007B4CF2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A43E24">
        <w:rPr>
          <w:sz w:val="28"/>
          <w:szCs w:val="28"/>
        </w:rPr>
        <w:t>РЕШИЛ:</w:t>
      </w:r>
    </w:p>
    <w:p w:rsidR="007B4CF2" w:rsidRPr="00A43E24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A43E24">
        <w:rPr>
          <w:sz w:val="28"/>
          <w:szCs w:val="28"/>
        </w:rPr>
        <w:t>1. Внести в решение Мглинского районного Совета народных депутатов от 12 ноября 2014 года № 5-30 «Об утверждении Порядка составления, рассмотрения и утверждения бюджета Мглинского муниципального района Брянской области, а также порядка представления, рассмотрения и утверждения отчетности об исполнении бюджета Мглинского муниципального района Брянской области и его внешней проверки» (в редакции решений</w:t>
      </w:r>
      <w:r>
        <w:rPr>
          <w:sz w:val="28"/>
          <w:szCs w:val="28"/>
        </w:rPr>
        <w:t xml:space="preserve"> </w:t>
      </w:r>
      <w:r w:rsidRPr="00A43E24">
        <w:rPr>
          <w:sz w:val="28"/>
          <w:szCs w:val="28"/>
        </w:rPr>
        <w:t>Мглинского районного Совета народных депутатов от 26 октября 2016 года №5-227, от 20 декабря 2016 года №5-239, от 25 октября 2017 года №5-317</w:t>
      </w:r>
      <w:r w:rsidRPr="00A43E24">
        <w:rPr>
          <w:rStyle w:val="-1pt"/>
          <w:spacing w:val="0"/>
          <w:sz w:val="28"/>
          <w:szCs w:val="28"/>
        </w:rPr>
        <w:t>,</w:t>
      </w:r>
      <w:r w:rsidRPr="00A43E24">
        <w:rPr>
          <w:sz w:val="28"/>
          <w:szCs w:val="28"/>
        </w:rPr>
        <w:t>26 декабря 2017 года № 5-325, от 08 ноября 2018 года №5-392, от 14 ноября 2019 года №6-31) следующие изменения:</w:t>
      </w:r>
    </w:p>
    <w:p w:rsidR="007B4CF2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1.1.Подпункты 1 и 2  пункта3раздела2 части 1  исключить.</w:t>
      </w:r>
    </w:p>
    <w:p w:rsidR="007B4CF2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 Абзацы второй и третий пункта 1 раздела 9 части 2 исключить.</w:t>
      </w:r>
    </w:p>
    <w:p w:rsidR="007B4CF2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 Часть 2 дополнить разделом 12 следующего содержания.</w:t>
      </w:r>
    </w:p>
    <w:p w:rsidR="007B4CF2" w:rsidRDefault="007B4CF2" w:rsidP="00A43E2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«12. Вступление в силу решения Мглинского районного Совета народных депутатов о бюджете на очередной финансовый год и плановый период.</w:t>
      </w:r>
    </w:p>
    <w:p w:rsidR="007B4CF2" w:rsidRDefault="007B4CF2" w:rsidP="00E625EC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Решение Мглинского районного Совета народных депутатов о бюджете на очередной финансовый год и плановый период вступает в силу с 1 января очередного финансового года.».</w:t>
      </w:r>
    </w:p>
    <w:p w:rsidR="007B4CF2" w:rsidRDefault="007B4CF2" w:rsidP="00D94481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E625EC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7B4CF2" w:rsidRDefault="007B4CF2" w:rsidP="00D94481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E625EC">
        <w:rPr>
          <w:sz w:val="28"/>
          <w:szCs w:val="28"/>
        </w:rPr>
        <w:t>. Настоящее решение опубликовать в официальном издании «Муниципальный вестник».</w:t>
      </w:r>
    </w:p>
    <w:p w:rsidR="007B4CF2" w:rsidRDefault="007B4CF2" w:rsidP="00E625EC">
      <w:pPr>
        <w:pStyle w:val="2"/>
        <w:shd w:val="clear" w:color="auto" w:fill="auto"/>
        <w:spacing w:after="0" w:line="240" w:lineRule="auto"/>
        <w:ind w:left="709" w:firstLine="0"/>
      </w:pPr>
    </w:p>
    <w:p w:rsidR="007B4CF2" w:rsidRDefault="007B4CF2" w:rsidP="00E625EC">
      <w:pPr>
        <w:pStyle w:val="2"/>
        <w:shd w:val="clear" w:color="auto" w:fill="auto"/>
        <w:spacing w:after="0" w:line="240" w:lineRule="auto"/>
        <w:ind w:left="709" w:firstLine="0"/>
      </w:pPr>
    </w:p>
    <w:p w:rsidR="007B4CF2" w:rsidRPr="00E625EC" w:rsidRDefault="007B4CF2" w:rsidP="00E625EC">
      <w:pPr>
        <w:pStyle w:val="2"/>
        <w:shd w:val="clear" w:color="auto" w:fill="auto"/>
        <w:spacing w:after="0" w:line="240" w:lineRule="auto"/>
        <w:ind w:left="709" w:firstLine="0"/>
        <w:rPr>
          <w:sz w:val="28"/>
          <w:szCs w:val="28"/>
        </w:rPr>
      </w:pPr>
    </w:p>
    <w:p w:rsidR="007B4CF2" w:rsidRPr="00E625EC" w:rsidRDefault="007B4CF2" w:rsidP="00E625EC">
      <w:pPr>
        <w:pStyle w:val="2"/>
        <w:shd w:val="clear" w:color="auto" w:fill="auto"/>
        <w:spacing w:after="0" w:line="240" w:lineRule="auto"/>
        <w:ind w:left="709" w:firstLine="0"/>
        <w:rPr>
          <w:sz w:val="28"/>
          <w:szCs w:val="28"/>
        </w:rPr>
      </w:pPr>
      <w:r w:rsidRPr="00E625EC">
        <w:rPr>
          <w:sz w:val="28"/>
          <w:szCs w:val="28"/>
        </w:rPr>
        <w:t>Глава Мглинского района                                                                     Н.В. Воликова</w:t>
      </w:r>
    </w:p>
    <w:p w:rsidR="007B4CF2" w:rsidRPr="00E625EC" w:rsidRDefault="007B4CF2" w:rsidP="00E625EC">
      <w:pPr>
        <w:pStyle w:val="2"/>
        <w:shd w:val="clear" w:color="auto" w:fill="auto"/>
        <w:spacing w:after="0" w:line="240" w:lineRule="auto"/>
        <w:ind w:left="709" w:firstLine="0"/>
        <w:rPr>
          <w:sz w:val="28"/>
          <w:szCs w:val="28"/>
        </w:rPr>
      </w:pPr>
    </w:p>
    <w:sectPr w:rsidR="007B4CF2" w:rsidRPr="00E625EC" w:rsidSect="004F565B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CF2" w:rsidRDefault="007B4CF2" w:rsidP="00F3019F">
      <w:r>
        <w:separator/>
      </w:r>
    </w:p>
  </w:endnote>
  <w:endnote w:type="continuationSeparator" w:id="1">
    <w:p w:rsidR="007B4CF2" w:rsidRDefault="007B4CF2" w:rsidP="00F30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CF2" w:rsidRDefault="007B4CF2"/>
  </w:footnote>
  <w:footnote w:type="continuationSeparator" w:id="1">
    <w:p w:rsidR="007B4CF2" w:rsidRDefault="007B4C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E42"/>
    <w:multiLevelType w:val="hybridMultilevel"/>
    <w:tmpl w:val="23C6ABC4"/>
    <w:lvl w:ilvl="0" w:tplc="FA10BA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19F"/>
    <w:rsid w:val="000C78DA"/>
    <w:rsid w:val="00105AEB"/>
    <w:rsid w:val="00112CC7"/>
    <w:rsid w:val="001670F4"/>
    <w:rsid w:val="001A2003"/>
    <w:rsid w:val="002636C8"/>
    <w:rsid w:val="003D100A"/>
    <w:rsid w:val="004F565B"/>
    <w:rsid w:val="00503C36"/>
    <w:rsid w:val="00555A87"/>
    <w:rsid w:val="005666DF"/>
    <w:rsid w:val="00694E7A"/>
    <w:rsid w:val="006A6910"/>
    <w:rsid w:val="006D223A"/>
    <w:rsid w:val="0075157E"/>
    <w:rsid w:val="007733FA"/>
    <w:rsid w:val="007B4CF2"/>
    <w:rsid w:val="007D2204"/>
    <w:rsid w:val="007D3BD2"/>
    <w:rsid w:val="009E16B3"/>
    <w:rsid w:val="00A43E24"/>
    <w:rsid w:val="00A457BF"/>
    <w:rsid w:val="00AC1D32"/>
    <w:rsid w:val="00B838EE"/>
    <w:rsid w:val="00C61C80"/>
    <w:rsid w:val="00CB7860"/>
    <w:rsid w:val="00D9085A"/>
    <w:rsid w:val="00D94481"/>
    <w:rsid w:val="00DB3318"/>
    <w:rsid w:val="00E122AF"/>
    <w:rsid w:val="00E625EC"/>
    <w:rsid w:val="00F3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19F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3019F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F3019F"/>
    <w:rPr>
      <w:rFonts w:ascii="Times New Roman" w:hAnsi="Times New Roman" w:cs="Times New Roman"/>
      <w:spacing w:val="0"/>
      <w:sz w:val="24"/>
      <w:szCs w:val="24"/>
    </w:rPr>
  </w:style>
  <w:style w:type="character" w:customStyle="1" w:styleId="1">
    <w:name w:val="Основной текст1"/>
    <w:basedOn w:val="a"/>
    <w:uiPriority w:val="99"/>
    <w:rsid w:val="00F3019F"/>
    <w:rPr>
      <w:u w:val="single"/>
    </w:rPr>
  </w:style>
  <w:style w:type="character" w:customStyle="1" w:styleId="-1pt">
    <w:name w:val="Основной текст + Интервал -1 pt"/>
    <w:basedOn w:val="a"/>
    <w:uiPriority w:val="99"/>
    <w:rsid w:val="00F3019F"/>
    <w:rPr>
      <w:spacing w:val="-20"/>
    </w:rPr>
  </w:style>
  <w:style w:type="character" w:customStyle="1" w:styleId="10">
    <w:name w:val="Основной текст + 10"/>
    <w:aliases w:val="5 pt,Интервал 1 pt"/>
    <w:basedOn w:val="a"/>
    <w:uiPriority w:val="99"/>
    <w:rsid w:val="00F3019F"/>
    <w:rPr>
      <w:spacing w:val="20"/>
      <w:sz w:val="21"/>
      <w:szCs w:val="21"/>
    </w:rPr>
  </w:style>
  <w:style w:type="character" w:customStyle="1" w:styleId="10pt">
    <w:name w:val="Основной текст + 10 pt"/>
    <w:aliases w:val="Малые прописные,Интервал 1 pt1"/>
    <w:basedOn w:val="a"/>
    <w:uiPriority w:val="99"/>
    <w:rsid w:val="00F3019F"/>
    <w:rPr>
      <w:smallCaps/>
      <w:spacing w:val="20"/>
      <w:sz w:val="20"/>
      <w:szCs w:val="20"/>
    </w:rPr>
  </w:style>
  <w:style w:type="paragraph" w:customStyle="1" w:styleId="2">
    <w:name w:val="Основной текст2"/>
    <w:basedOn w:val="Normal"/>
    <w:link w:val="a"/>
    <w:uiPriority w:val="99"/>
    <w:rsid w:val="00F3019F"/>
    <w:pPr>
      <w:shd w:val="clear" w:color="auto" w:fill="FFFFFF"/>
      <w:spacing w:after="300" w:line="331" w:lineRule="exact"/>
      <w:ind w:hanging="140"/>
      <w:jc w:val="both"/>
    </w:pPr>
    <w:rPr>
      <w:rFonts w:ascii="Times New Roman" w:hAnsi="Times New Roman" w:cs="Times New Roman"/>
    </w:rPr>
  </w:style>
  <w:style w:type="paragraph" w:styleId="Title">
    <w:name w:val="Title"/>
    <w:basedOn w:val="Normal"/>
    <w:link w:val="TitleChar"/>
    <w:uiPriority w:val="99"/>
    <w:qFormat/>
    <w:rsid w:val="004F565B"/>
    <w:pPr>
      <w:spacing w:line="360" w:lineRule="auto"/>
      <w:jc w:val="center"/>
    </w:pPr>
    <w:rPr>
      <w:rFonts w:ascii="Impact" w:hAnsi="Impact" w:cs="Arial"/>
      <w:color w:val="auto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F565B"/>
    <w:rPr>
      <w:rFonts w:ascii="Impact" w:hAnsi="Impact" w:cs="Arial"/>
      <w:sz w:val="32"/>
    </w:rPr>
  </w:style>
  <w:style w:type="paragraph" w:styleId="Subtitle">
    <w:name w:val="Subtitle"/>
    <w:basedOn w:val="Normal"/>
    <w:link w:val="SubtitleChar"/>
    <w:uiPriority w:val="99"/>
    <w:qFormat/>
    <w:rsid w:val="004F565B"/>
    <w:pPr>
      <w:jc w:val="center"/>
    </w:pPr>
    <w:rPr>
      <w:rFonts w:ascii="Times New Roman" w:hAnsi="Times New Roman" w:cs="Times New Roman"/>
      <w:b/>
      <w:color w:val="auto"/>
      <w:sz w:val="4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F565B"/>
    <w:rPr>
      <w:rFonts w:ascii="Times New Roman" w:hAnsi="Times New Roman" w:cs="Times New Roman"/>
      <w:b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F565B"/>
    <w:rPr>
      <w:rFonts w:ascii="Courier New" w:hAnsi="Courier New" w:cs="Times New Roman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F565B"/>
    <w:rPr>
      <w:rFonts w:ascii="Courier New" w:hAnsi="Courier New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E625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94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44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370</Words>
  <Characters>2111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cp:lastPrinted>2021-12-28T06:24:00Z</cp:lastPrinted>
  <dcterms:created xsi:type="dcterms:W3CDTF">2021-12-24T15:55:00Z</dcterms:created>
  <dcterms:modified xsi:type="dcterms:W3CDTF">2021-12-28T06:25:00Z</dcterms:modified>
</cp:coreProperties>
</file>