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BAC" w:rsidRDefault="00784BAC" w:rsidP="002F0AAE">
      <w:pPr>
        <w:jc w:val="center"/>
        <w:rPr>
          <w:b/>
          <w:sz w:val="28"/>
          <w:szCs w:val="28"/>
        </w:rPr>
      </w:pPr>
    </w:p>
    <w:p w:rsidR="00784BAC" w:rsidRPr="006A7719" w:rsidRDefault="00784BAC" w:rsidP="002F0AAE">
      <w:pPr>
        <w:jc w:val="center"/>
        <w:rPr>
          <w:b/>
          <w:sz w:val="28"/>
          <w:szCs w:val="28"/>
        </w:rPr>
      </w:pPr>
      <w:r>
        <w:rPr>
          <w:b/>
          <w:sz w:val="28"/>
          <w:szCs w:val="28"/>
        </w:rPr>
        <w:t>СОГЛАШЕНИЕ №2</w:t>
      </w:r>
    </w:p>
    <w:p w:rsidR="00784BAC" w:rsidRPr="006A7719" w:rsidRDefault="00784BAC" w:rsidP="002F0AAE">
      <w:pPr>
        <w:jc w:val="center"/>
        <w:rPr>
          <w:b/>
          <w:sz w:val="28"/>
          <w:szCs w:val="28"/>
        </w:rPr>
      </w:pPr>
      <w:r w:rsidRPr="006A7719">
        <w:rPr>
          <w:b/>
          <w:sz w:val="28"/>
          <w:szCs w:val="28"/>
        </w:rPr>
        <w:t xml:space="preserve">о передаче администрации Мглинского района полномочий по осуществлению внутреннего муниципального финансового контроля </w:t>
      </w:r>
      <w:r>
        <w:rPr>
          <w:b/>
          <w:sz w:val="28"/>
          <w:szCs w:val="28"/>
        </w:rPr>
        <w:t>Ветлевск</w:t>
      </w:r>
      <w:r w:rsidRPr="006A7719">
        <w:rPr>
          <w:b/>
          <w:sz w:val="28"/>
          <w:szCs w:val="28"/>
        </w:rPr>
        <w:t xml:space="preserve">ого сельского поселения </w:t>
      </w:r>
      <w:r>
        <w:rPr>
          <w:b/>
          <w:sz w:val="28"/>
          <w:szCs w:val="28"/>
        </w:rPr>
        <w:t>на 2022 год и на плановый период 2023 и 2024</w:t>
      </w:r>
      <w:r w:rsidRPr="0044754B">
        <w:rPr>
          <w:b/>
          <w:sz w:val="28"/>
          <w:szCs w:val="28"/>
        </w:rPr>
        <w:t xml:space="preserve"> годов.</w:t>
      </w:r>
    </w:p>
    <w:p w:rsidR="00784BAC" w:rsidRPr="006A7719" w:rsidRDefault="00784BAC" w:rsidP="002F0AAE">
      <w:pPr>
        <w:jc w:val="center"/>
        <w:rPr>
          <w:sz w:val="28"/>
          <w:szCs w:val="28"/>
        </w:rPr>
      </w:pPr>
    </w:p>
    <w:p w:rsidR="00784BAC" w:rsidRPr="006A7719" w:rsidRDefault="00784BAC" w:rsidP="002F0AAE">
      <w:pPr>
        <w:shd w:val="clear" w:color="auto" w:fill="FFFFFF"/>
        <w:ind w:firstLine="708"/>
        <w:jc w:val="both"/>
        <w:rPr>
          <w:sz w:val="28"/>
          <w:szCs w:val="28"/>
        </w:rPr>
      </w:pPr>
      <w:r w:rsidRPr="006A7719">
        <w:rPr>
          <w:sz w:val="28"/>
          <w:szCs w:val="28"/>
        </w:rPr>
        <w:t>В целях реализации Бюджетного кодекса Российской Федерации, в соответствии с Федеральным законом от 06.10.2003</w:t>
      </w:r>
      <w:r>
        <w:rPr>
          <w:sz w:val="28"/>
          <w:szCs w:val="28"/>
        </w:rPr>
        <w:t xml:space="preserve"> </w:t>
      </w:r>
      <w:r w:rsidRPr="006A7719">
        <w:rPr>
          <w:sz w:val="28"/>
          <w:szCs w:val="28"/>
        </w:rPr>
        <w:t>года № 131-ФЗ «Об общих принципах организации местного самоуправления в Российской Федерации», Мглинский районный Совет народных депутатов (далее - представительный орган муниципального района)  в лице главы</w:t>
      </w:r>
      <w:r>
        <w:rPr>
          <w:sz w:val="28"/>
          <w:szCs w:val="28"/>
        </w:rPr>
        <w:t xml:space="preserve"> Мглинского</w:t>
      </w:r>
      <w:r w:rsidRPr="006A7719">
        <w:rPr>
          <w:sz w:val="28"/>
          <w:szCs w:val="28"/>
        </w:rPr>
        <w:t xml:space="preserve"> района Воликовой Натальи Васильевны, действующего на основании Устава Мглинского района Брянской области, администрация Мглинского района в лице главы администрации Мглинского района</w:t>
      </w:r>
      <w:r>
        <w:rPr>
          <w:sz w:val="28"/>
          <w:szCs w:val="28"/>
        </w:rPr>
        <w:t xml:space="preserve"> Резунова Александра Григорьевича,</w:t>
      </w:r>
      <w:r w:rsidRPr="006A7719">
        <w:rPr>
          <w:sz w:val="28"/>
          <w:szCs w:val="28"/>
        </w:rPr>
        <w:t xml:space="preserve"> действующего на основании Устава Мглинского района</w:t>
      </w:r>
      <w:r>
        <w:rPr>
          <w:sz w:val="28"/>
          <w:szCs w:val="28"/>
        </w:rPr>
        <w:t xml:space="preserve"> Брянской области</w:t>
      </w:r>
      <w:r w:rsidRPr="006A7719">
        <w:rPr>
          <w:sz w:val="28"/>
          <w:szCs w:val="28"/>
        </w:rPr>
        <w:t xml:space="preserve"> и </w:t>
      </w:r>
      <w:r>
        <w:rPr>
          <w:sz w:val="28"/>
          <w:szCs w:val="28"/>
        </w:rPr>
        <w:t>Ветлевск</w:t>
      </w:r>
      <w:r w:rsidRPr="006A7719">
        <w:rPr>
          <w:sz w:val="28"/>
          <w:szCs w:val="28"/>
        </w:rPr>
        <w:t xml:space="preserve">ий сельский Совет народных депутатов  (далее – представительный орган поселения) в лице главы </w:t>
      </w:r>
      <w:r>
        <w:rPr>
          <w:sz w:val="28"/>
          <w:szCs w:val="28"/>
        </w:rPr>
        <w:t xml:space="preserve">Ветлевского </w:t>
      </w:r>
      <w:r w:rsidRPr="006A7719">
        <w:rPr>
          <w:sz w:val="28"/>
          <w:szCs w:val="28"/>
        </w:rPr>
        <w:t xml:space="preserve">сельского поселения </w:t>
      </w:r>
      <w:r>
        <w:rPr>
          <w:sz w:val="28"/>
          <w:szCs w:val="28"/>
        </w:rPr>
        <w:t>Протченко Владимира Владимировича</w:t>
      </w:r>
      <w:r w:rsidRPr="006A7719">
        <w:rPr>
          <w:sz w:val="28"/>
          <w:szCs w:val="28"/>
        </w:rPr>
        <w:t xml:space="preserve">,  действующего на основании Устава </w:t>
      </w:r>
      <w:r>
        <w:rPr>
          <w:sz w:val="28"/>
          <w:szCs w:val="28"/>
        </w:rPr>
        <w:t>Ветлевск</w:t>
      </w:r>
      <w:r w:rsidRPr="006A7719">
        <w:rPr>
          <w:sz w:val="28"/>
          <w:szCs w:val="28"/>
        </w:rPr>
        <w:t>ого сельского поселения Мглинского</w:t>
      </w:r>
      <w:r>
        <w:rPr>
          <w:sz w:val="28"/>
          <w:szCs w:val="28"/>
        </w:rPr>
        <w:t xml:space="preserve"> муниципального</w:t>
      </w:r>
      <w:r w:rsidRPr="006A7719">
        <w:rPr>
          <w:sz w:val="28"/>
          <w:szCs w:val="28"/>
        </w:rPr>
        <w:t xml:space="preserve"> района Брянской области</w:t>
      </w:r>
      <w:r>
        <w:rPr>
          <w:sz w:val="28"/>
          <w:szCs w:val="28"/>
        </w:rPr>
        <w:t>,</w:t>
      </w:r>
      <w:r w:rsidRPr="006A7719">
        <w:rPr>
          <w:sz w:val="28"/>
          <w:szCs w:val="28"/>
        </w:rPr>
        <w:t xml:space="preserve"> далее именуемые «Стороны», заключили настоящее Соглашение  о нижеследующем: </w:t>
      </w:r>
    </w:p>
    <w:p w:rsidR="00784BAC" w:rsidRPr="006A7719" w:rsidRDefault="00784BAC" w:rsidP="002F0AAE">
      <w:pPr>
        <w:shd w:val="clear" w:color="auto" w:fill="FFFFFF"/>
        <w:jc w:val="center"/>
        <w:rPr>
          <w:b/>
          <w:color w:val="000000"/>
          <w:sz w:val="28"/>
          <w:szCs w:val="28"/>
        </w:rPr>
      </w:pPr>
      <w:r w:rsidRPr="006A7719">
        <w:rPr>
          <w:b/>
          <w:color w:val="000000"/>
          <w:sz w:val="28"/>
          <w:szCs w:val="28"/>
        </w:rPr>
        <w:t xml:space="preserve"> </w:t>
      </w:r>
    </w:p>
    <w:p w:rsidR="00784BAC" w:rsidRDefault="00784BAC" w:rsidP="002F0AAE">
      <w:pPr>
        <w:shd w:val="clear" w:color="auto" w:fill="FFFFFF"/>
        <w:jc w:val="center"/>
        <w:rPr>
          <w:b/>
          <w:color w:val="000000"/>
          <w:sz w:val="28"/>
          <w:szCs w:val="28"/>
        </w:rPr>
      </w:pPr>
    </w:p>
    <w:p w:rsidR="00784BAC" w:rsidRPr="006A7719" w:rsidRDefault="00784BAC" w:rsidP="002F0AAE">
      <w:pPr>
        <w:shd w:val="clear" w:color="auto" w:fill="FFFFFF"/>
        <w:jc w:val="center"/>
        <w:rPr>
          <w:b/>
          <w:color w:val="000000"/>
          <w:sz w:val="28"/>
          <w:szCs w:val="28"/>
        </w:rPr>
      </w:pPr>
      <w:r w:rsidRPr="006A7719">
        <w:rPr>
          <w:b/>
          <w:color w:val="000000"/>
          <w:sz w:val="28"/>
          <w:szCs w:val="28"/>
        </w:rPr>
        <w:t>1. Предмет Соглашения</w:t>
      </w:r>
    </w:p>
    <w:p w:rsidR="00784BAC" w:rsidRPr="006A7719" w:rsidRDefault="00784BAC" w:rsidP="002F0AAE">
      <w:pPr>
        <w:shd w:val="clear" w:color="auto" w:fill="FFFFFF"/>
        <w:ind w:firstLine="720"/>
        <w:jc w:val="both"/>
        <w:rPr>
          <w:color w:val="000000"/>
          <w:sz w:val="28"/>
          <w:szCs w:val="28"/>
        </w:rPr>
      </w:pP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 xml:space="preserve">1.1. Предметом настоящего Соглашения является передача </w:t>
      </w:r>
      <w:r w:rsidRPr="006A7719">
        <w:rPr>
          <w:sz w:val="28"/>
          <w:szCs w:val="28"/>
        </w:rPr>
        <w:t>администрации Мглинского района полномочий по осуществлению внутреннего муниципального финансового контроля</w:t>
      </w:r>
      <w:r w:rsidRPr="006A7719">
        <w:rPr>
          <w:color w:val="000000"/>
          <w:sz w:val="28"/>
          <w:szCs w:val="28"/>
        </w:rPr>
        <w:t xml:space="preserve"> </w:t>
      </w:r>
      <w:r>
        <w:rPr>
          <w:color w:val="000000"/>
          <w:sz w:val="28"/>
          <w:szCs w:val="28"/>
        </w:rPr>
        <w:t>Ветлевск</w:t>
      </w:r>
      <w:r w:rsidRPr="006A7719">
        <w:rPr>
          <w:color w:val="000000"/>
          <w:sz w:val="28"/>
          <w:szCs w:val="28"/>
        </w:rPr>
        <w:t xml:space="preserve">ого сельского поселения и передача из бюджета </w:t>
      </w:r>
      <w:r>
        <w:rPr>
          <w:color w:val="000000"/>
          <w:sz w:val="28"/>
          <w:szCs w:val="28"/>
        </w:rPr>
        <w:t>Ветлевск</w:t>
      </w:r>
      <w:r w:rsidRPr="006A7719">
        <w:rPr>
          <w:color w:val="000000"/>
          <w:sz w:val="28"/>
          <w:szCs w:val="28"/>
        </w:rPr>
        <w:t xml:space="preserve">ого  сельского поселения </w:t>
      </w:r>
      <w:r>
        <w:rPr>
          <w:color w:val="000000"/>
          <w:sz w:val="28"/>
          <w:szCs w:val="28"/>
        </w:rPr>
        <w:t xml:space="preserve">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поселения) в бюджет 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муниципального района) иных </w:t>
      </w:r>
      <w:r w:rsidRPr="006A7719">
        <w:rPr>
          <w:color w:val="000000"/>
          <w:sz w:val="28"/>
          <w:szCs w:val="28"/>
        </w:rPr>
        <w:t>межбюджетных трансфертов на осуществление переданных полномочий.</w:t>
      </w:r>
    </w:p>
    <w:p w:rsidR="00784BAC" w:rsidRDefault="00784BAC" w:rsidP="002F0AAE">
      <w:pPr>
        <w:shd w:val="clear" w:color="auto" w:fill="FFFFFF"/>
        <w:ind w:firstLine="708"/>
        <w:jc w:val="both"/>
        <w:rPr>
          <w:color w:val="000000"/>
          <w:sz w:val="28"/>
          <w:szCs w:val="28"/>
        </w:rPr>
      </w:pPr>
      <w:r w:rsidRPr="006A7719">
        <w:rPr>
          <w:color w:val="000000"/>
          <w:sz w:val="28"/>
          <w:szCs w:val="28"/>
        </w:rPr>
        <w:t xml:space="preserve">1.2. Администрации Мглинского района передаются полномочия </w:t>
      </w:r>
      <w:r w:rsidRPr="006A7719">
        <w:rPr>
          <w:sz w:val="28"/>
          <w:szCs w:val="28"/>
        </w:rPr>
        <w:t>по осуществлению внутреннего муниципального финансового контроля</w:t>
      </w:r>
      <w:r w:rsidRPr="006A7719">
        <w:rPr>
          <w:color w:val="000000"/>
          <w:sz w:val="28"/>
          <w:szCs w:val="28"/>
        </w:rPr>
        <w:t>, установленные федеральными зако</w:t>
      </w:r>
      <w:r>
        <w:rPr>
          <w:color w:val="000000"/>
          <w:sz w:val="28"/>
          <w:szCs w:val="28"/>
        </w:rPr>
        <w:t>нами, законами Брянской области</w:t>
      </w:r>
      <w:r w:rsidRPr="006A7719">
        <w:rPr>
          <w:color w:val="000000"/>
          <w:sz w:val="28"/>
          <w:szCs w:val="28"/>
        </w:rPr>
        <w:t xml:space="preserve"> и нормативными правовыми актами органов местного самоуправления Мглинского района</w:t>
      </w:r>
      <w:r>
        <w:rPr>
          <w:color w:val="000000"/>
          <w:sz w:val="28"/>
          <w:szCs w:val="28"/>
        </w:rPr>
        <w:t>:</w:t>
      </w:r>
    </w:p>
    <w:p w:rsidR="00784BAC" w:rsidRPr="0044754B" w:rsidRDefault="00784BAC" w:rsidP="002F0AAE">
      <w:pPr>
        <w:shd w:val="clear" w:color="auto" w:fill="FFFFFF"/>
        <w:ind w:firstLine="708"/>
        <w:jc w:val="both"/>
        <w:rPr>
          <w:sz w:val="28"/>
          <w:szCs w:val="28"/>
        </w:rPr>
      </w:pPr>
      <w:r w:rsidRPr="0044754B">
        <w:rPr>
          <w:sz w:val="28"/>
          <w:szCs w:val="28"/>
        </w:rPr>
        <w:t>- бюджетные полномочия по внутреннему муниципальному финансовому контролю (статья 269.2 Бюджетного кодекса Российской Федерации);</w:t>
      </w:r>
    </w:p>
    <w:p w:rsidR="00784BAC" w:rsidRPr="002F0AAE" w:rsidRDefault="00784BAC" w:rsidP="002F0AAE">
      <w:pPr>
        <w:shd w:val="clear" w:color="auto" w:fill="FFFFFF"/>
        <w:ind w:firstLine="708"/>
        <w:jc w:val="both"/>
        <w:rPr>
          <w:sz w:val="28"/>
          <w:szCs w:val="28"/>
        </w:rPr>
      </w:pPr>
      <w:r w:rsidRPr="0044754B">
        <w:rPr>
          <w:sz w:val="28"/>
          <w:szCs w:val="28"/>
        </w:rPr>
        <w:t>- бюджетные полномочия по проведению анализа осуществления главными администраторами бюджетных средств вн</w:t>
      </w:r>
      <w:r>
        <w:rPr>
          <w:sz w:val="28"/>
          <w:szCs w:val="28"/>
        </w:rPr>
        <w:t xml:space="preserve">утреннего финансового контроля </w:t>
      </w:r>
      <w:r w:rsidRPr="0044754B">
        <w:rPr>
          <w:sz w:val="28"/>
          <w:szCs w:val="28"/>
        </w:rPr>
        <w:t>и внутреннего финансового аудита (пункт 4 статьи 157 Бюджетного кодекса Российской Федерации).</w:t>
      </w:r>
    </w:p>
    <w:p w:rsidR="00784BAC" w:rsidRPr="00840FD4" w:rsidRDefault="00784BAC" w:rsidP="00840FD4">
      <w:pPr>
        <w:shd w:val="clear" w:color="auto" w:fill="FFFFFF"/>
        <w:ind w:firstLine="720"/>
        <w:jc w:val="both"/>
        <w:rPr>
          <w:sz w:val="28"/>
          <w:szCs w:val="28"/>
        </w:rPr>
      </w:pPr>
      <w:r w:rsidRPr="006A7719">
        <w:rPr>
          <w:color w:val="000000"/>
          <w:sz w:val="28"/>
          <w:szCs w:val="28"/>
        </w:rPr>
        <w:t xml:space="preserve">1.3. </w:t>
      </w:r>
      <w:r w:rsidRPr="00840FD4">
        <w:rPr>
          <w:sz w:val="28"/>
          <w:szCs w:val="28"/>
        </w:rPr>
        <w:t>Контрольные и экспертно-аналитические мероприятия включаются в план работы сектора контроля администрации Мглинского района на основании  предложений органов местного самоуправления поселения, представляемых в сроки, установленные для формирования плана работы сектора контроля</w:t>
      </w:r>
      <w:r>
        <w:rPr>
          <w:sz w:val="28"/>
          <w:szCs w:val="28"/>
        </w:rPr>
        <w:t xml:space="preserve"> а</w:t>
      </w:r>
      <w:r w:rsidRPr="00840FD4">
        <w:rPr>
          <w:sz w:val="28"/>
          <w:szCs w:val="28"/>
        </w:rPr>
        <w:t xml:space="preserve">дминистрации Мглинского района. </w:t>
      </w:r>
    </w:p>
    <w:p w:rsidR="00784BAC" w:rsidRDefault="00784BAC" w:rsidP="007C363A">
      <w:pPr>
        <w:shd w:val="clear" w:color="auto" w:fill="FFFFFF"/>
        <w:ind w:firstLine="720"/>
        <w:jc w:val="both"/>
        <w:rPr>
          <w:b/>
          <w:color w:val="000000"/>
          <w:sz w:val="28"/>
          <w:szCs w:val="28"/>
        </w:rPr>
      </w:pPr>
      <w:r>
        <w:rPr>
          <w:color w:val="000000"/>
          <w:sz w:val="28"/>
          <w:szCs w:val="28"/>
        </w:rPr>
        <w:t xml:space="preserve">    </w:t>
      </w:r>
    </w:p>
    <w:p w:rsidR="00784BAC" w:rsidRDefault="00784BAC" w:rsidP="007C363A">
      <w:pPr>
        <w:shd w:val="clear" w:color="auto" w:fill="FFFFFF"/>
        <w:ind w:firstLine="720"/>
        <w:jc w:val="center"/>
        <w:rPr>
          <w:b/>
          <w:color w:val="000000"/>
          <w:sz w:val="28"/>
          <w:szCs w:val="28"/>
        </w:rPr>
      </w:pPr>
    </w:p>
    <w:p w:rsidR="00784BAC" w:rsidRPr="007C363A" w:rsidRDefault="00784BAC" w:rsidP="007C363A">
      <w:pPr>
        <w:shd w:val="clear" w:color="auto" w:fill="FFFFFF"/>
        <w:ind w:firstLine="720"/>
        <w:jc w:val="center"/>
        <w:rPr>
          <w:b/>
          <w:color w:val="000000"/>
          <w:sz w:val="28"/>
          <w:szCs w:val="28"/>
        </w:rPr>
      </w:pPr>
      <w:r w:rsidRPr="006A7719">
        <w:rPr>
          <w:b/>
          <w:color w:val="000000"/>
          <w:sz w:val="28"/>
          <w:szCs w:val="28"/>
        </w:rPr>
        <w:t>2.</w:t>
      </w:r>
      <w:r w:rsidRPr="006A7719">
        <w:rPr>
          <w:b/>
          <w:color w:val="000000"/>
          <w:spacing w:val="-2"/>
          <w:sz w:val="28"/>
          <w:szCs w:val="28"/>
        </w:rPr>
        <w:t xml:space="preserve">  Права и обязанности сторон</w:t>
      </w:r>
    </w:p>
    <w:p w:rsidR="00784BAC" w:rsidRPr="006A7719" w:rsidRDefault="00784BAC" w:rsidP="002F0AAE">
      <w:pPr>
        <w:shd w:val="clear" w:color="auto" w:fill="FFFFFF"/>
        <w:ind w:firstLine="708"/>
        <w:jc w:val="both"/>
        <w:rPr>
          <w:color w:val="000000"/>
          <w:sz w:val="28"/>
          <w:szCs w:val="28"/>
        </w:rPr>
      </w:pPr>
    </w:p>
    <w:p w:rsidR="00784BAC" w:rsidRPr="006A7719" w:rsidRDefault="00784BAC" w:rsidP="002F0AAE">
      <w:pPr>
        <w:shd w:val="clear" w:color="auto" w:fill="FFFFFF"/>
        <w:ind w:firstLine="708"/>
        <w:jc w:val="both"/>
        <w:rPr>
          <w:color w:val="000000"/>
          <w:sz w:val="28"/>
          <w:szCs w:val="28"/>
          <w:vertAlign w:val="superscript"/>
        </w:rPr>
      </w:pPr>
      <w:r w:rsidRPr="006A7719">
        <w:rPr>
          <w:color w:val="000000"/>
          <w:sz w:val="28"/>
          <w:szCs w:val="28"/>
        </w:rPr>
        <w:t>2.1. Представительный орган муниципального района:</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2.1.1.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 xml:space="preserve">2.1.2. может устанавливать случаи и порядок использования собственных материальных ресурсов и финансовых средств бюджета муниципального </w:t>
      </w:r>
      <w:r>
        <w:rPr>
          <w:color w:val="000000"/>
          <w:sz w:val="28"/>
          <w:szCs w:val="28"/>
        </w:rPr>
        <w:t xml:space="preserve">района </w:t>
      </w:r>
      <w:r w:rsidRPr="006A7719">
        <w:rPr>
          <w:color w:val="000000"/>
          <w:sz w:val="28"/>
          <w:szCs w:val="28"/>
        </w:rPr>
        <w:t xml:space="preserve"> для осуществления,  предусмотренных настоящим Соглашением полномочий;</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 xml:space="preserve">2.1.3. получает от администрации Мглинского района информацию об осуществлении предусмотренных настоящим Соглашением полномочий </w:t>
      </w:r>
      <w:r>
        <w:rPr>
          <w:color w:val="000000"/>
          <w:sz w:val="28"/>
          <w:szCs w:val="28"/>
        </w:rPr>
        <w:t xml:space="preserve">о </w:t>
      </w:r>
      <w:r w:rsidRPr="006A7719">
        <w:rPr>
          <w:color w:val="000000"/>
          <w:sz w:val="28"/>
          <w:szCs w:val="28"/>
        </w:rPr>
        <w:t>результатах проведенных контрольных и экспертно-аналитических мероприятий.</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 Администрация Мглинского  района:</w:t>
      </w:r>
    </w:p>
    <w:p w:rsidR="00784BAC" w:rsidRPr="006A7719" w:rsidRDefault="00784BAC" w:rsidP="002F0AAE">
      <w:pPr>
        <w:shd w:val="clear" w:color="auto" w:fill="FFFFFF"/>
        <w:ind w:firstLine="708"/>
        <w:jc w:val="both"/>
        <w:rPr>
          <w:bCs/>
          <w:sz w:val="28"/>
          <w:szCs w:val="28"/>
        </w:rPr>
      </w:pPr>
      <w:r w:rsidRPr="006A7719">
        <w:rPr>
          <w:sz w:val="28"/>
          <w:szCs w:val="28"/>
        </w:rPr>
        <w:t xml:space="preserve">2.2.1. Осуществляет функцию внутреннего муниципального финансового контроля в соответствии с </w:t>
      </w:r>
      <w:r w:rsidRPr="006A7719">
        <w:rPr>
          <w:bCs/>
          <w:sz w:val="28"/>
          <w:szCs w:val="28"/>
        </w:rPr>
        <w:t>Порядком определенным муниципальным нормативно</w:t>
      </w:r>
      <w:r>
        <w:rPr>
          <w:bCs/>
          <w:sz w:val="28"/>
          <w:szCs w:val="28"/>
        </w:rPr>
        <w:t>-</w:t>
      </w:r>
      <w:r w:rsidRPr="006A7719">
        <w:rPr>
          <w:bCs/>
          <w:sz w:val="28"/>
          <w:szCs w:val="28"/>
        </w:rPr>
        <w:t xml:space="preserve"> правовым актом администрации Мглинского района;</w:t>
      </w:r>
    </w:p>
    <w:p w:rsidR="00784BAC" w:rsidRPr="006A7719" w:rsidRDefault="00784BAC" w:rsidP="002F0AAE">
      <w:pPr>
        <w:shd w:val="clear" w:color="auto" w:fill="FFFFFF"/>
        <w:ind w:firstLine="708"/>
        <w:jc w:val="both"/>
        <w:rPr>
          <w:sz w:val="28"/>
          <w:szCs w:val="28"/>
        </w:rPr>
      </w:pPr>
      <w:r w:rsidRPr="006A7719">
        <w:rPr>
          <w:color w:val="000000"/>
          <w:sz w:val="28"/>
          <w:szCs w:val="28"/>
        </w:rPr>
        <w:t xml:space="preserve">2.2.2 включает в план работы сектора контроля </w:t>
      </w:r>
      <w:r w:rsidRPr="006A7719">
        <w:rPr>
          <w:sz w:val="28"/>
          <w:szCs w:val="28"/>
        </w:rPr>
        <w:t>в сроки, не противоречащие законодательству – контрольные и экспертно-аналитические мероприятия;</w:t>
      </w:r>
    </w:p>
    <w:p w:rsidR="00784BAC" w:rsidRPr="006A7719" w:rsidRDefault="00784BAC" w:rsidP="002F0AAE">
      <w:pPr>
        <w:shd w:val="clear" w:color="auto" w:fill="FFFFFF"/>
        <w:ind w:firstLine="708"/>
        <w:jc w:val="both"/>
        <w:rPr>
          <w:sz w:val="28"/>
          <w:szCs w:val="28"/>
        </w:rPr>
      </w:pPr>
      <w:r w:rsidRPr="006A7719">
        <w:rPr>
          <w:bCs/>
          <w:sz w:val="28"/>
          <w:szCs w:val="28"/>
        </w:rPr>
        <w:t xml:space="preserve">2.2.3. </w:t>
      </w:r>
      <w:r>
        <w:rPr>
          <w:bCs/>
          <w:sz w:val="28"/>
          <w:szCs w:val="28"/>
        </w:rPr>
        <w:t>ежегодно предоставляет представительному органу поселения информацию об осуществлении предусмотренных настоящим Соглашением полномочий</w:t>
      </w:r>
      <w:r w:rsidRPr="006A7719">
        <w:rPr>
          <w:bCs/>
          <w:sz w:val="28"/>
          <w:szCs w:val="28"/>
        </w:rPr>
        <w:t>;</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2.2.4. проводит предусмотренные планом работы мероприятия в сроки, определенные по согласованию с инициатором проведения мероприятия (если сроки не установлены законодательством);</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2.2.5.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2.2.6. 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2.2.7. размещает информацию о проведенных мероприятиях на официальном сайте в сети «Интернет»;</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2.2.9.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784BAC" w:rsidRDefault="00784BAC" w:rsidP="00840FD4">
      <w:pPr>
        <w:shd w:val="clear" w:color="auto" w:fill="FFFFFF"/>
        <w:ind w:firstLine="708"/>
        <w:jc w:val="both"/>
        <w:rPr>
          <w:color w:val="000000"/>
          <w:sz w:val="28"/>
          <w:szCs w:val="28"/>
        </w:rPr>
      </w:pPr>
      <w:r w:rsidRPr="006A7719">
        <w:rPr>
          <w:color w:val="000000"/>
          <w:sz w:val="28"/>
          <w:szCs w:val="28"/>
        </w:rPr>
        <w:t>2.2.10. обес</w:t>
      </w:r>
      <w:r>
        <w:rPr>
          <w:color w:val="000000"/>
          <w:sz w:val="28"/>
          <w:szCs w:val="28"/>
        </w:rPr>
        <w:t>печивает использование средств, п</w:t>
      </w:r>
      <w:r w:rsidRPr="006A7719">
        <w:rPr>
          <w:color w:val="000000"/>
          <w:sz w:val="28"/>
          <w:szCs w:val="28"/>
        </w:rPr>
        <w:t>редусмотренных</w:t>
      </w:r>
    </w:p>
    <w:p w:rsidR="00784BAC" w:rsidRPr="006A7719" w:rsidRDefault="00784BAC" w:rsidP="00840FD4">
      <w:pPr>
        <w:shd w:val="clear" w:color="auto" w:fill="FFFFFF"/>
        <w:ind w:firstLine="708"/>
        <w:jc w:val="both"/>
        <w:rPr>
          <w:color w:val="000000"/>
          <w:sz w:val="28"/>
          <w:szCs w:val="28"/>
        </w:rPr>
      </w:pPr>
      <w:r w:rsidRPr="006A7719">
        <w:rPr>
          <w:color w:val="000000"/>
          <w:sz w:val="28"/>
          <w:szCs w:val="28"/>
        </w:rPr>
        <w:t>настоящим Соглашением</w:t>
      </w:r>
      <w:r>
        <w:rPr>
          <w:color w:val="000000"/>
          <w:sz w:val="28"/>
          <w:szCs w:val="28"/>
        </w:rPr>
        <w:t xml:space="preserve"> иных </w:t>
      </w:r>
      <w:r w:rsidRPr="006A7719">
        <w:rPr>
          <w:color w:val="000000"/>
          <w:sz w:val="28"/>
          <w:szCs w:val="28"/>
        </w:rPr>
        <w:t>межбюджетных трансфертов на материально-техническое обеспечение своей деятельности;</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2.2.11. имеет право использовать средства, предусмотренных настоящим Соглашением  иных межбюджетных трансфертов на компенсацию расходов, осуществленных до поступления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2.2.12.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2.3. Представительный орган поселения:</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 xml:space="preserve">2.3.1. утверждает в решении о бюджете поселения иные межбюджетные трансферты бюджету муниципального </w:t>
      </w:r>
      <w:r>
        <w:rPr>
          <w:color w:val="000000"/>
          <w:sz w:val="28"/>
          <w:szCs w:val="28"/>
        </w:rPr>
        <w:t>района</w:t>
      </w:r>
      <w:r w:rsidRPr="006A7719">
        <w:rPr>
          <w:color w:val="000000"/>
          <w:sz w:val="28"/>
          <w:szCs w:val="28"/>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w:t>
      </w:r>
      <w:r>
        <w:rPr>
          <w:color w:val="000000"/>
          <w:sz w:val="28"/>
          <w:szCs w:val="28"/>
        </w:rPr>
        <w:t xml:space="preserve"> района</w:t>
      </w:r>
      <w:r w:rsidRPr="006A7719">
        <w:rPr>
          <w:color w:val="000000"/>
          <w:sz w:val="28"/>
          <w:szCs w:val="28"/>
        </w:rPr>
        <w:t>;</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2.3.2. направляет в  администрацию Мглинского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2.3.3. рассматривает отчеты и заключения по результатам проведения контрольных и экспертно-аналитических мероприятий;</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2.3.4. имеет право опубликовывать информацию о проведенных мероприятиях в средствах массовой информации;</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2.3.5.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2.3.6. имеет право приостановить перечисление предусмотренных настоящим Соглашением иных межбюджетных трансфертов в случае невыполнения  администрацией  Мглинского района своих обязательств.</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2.4. Стороны имеют право принимать иные меры, необходимые для реализации настоящего Соглашения.</w:t>
      </w:r>
    </w:p>
    <w:p w:rsidR="00784BAC" w:rsidRPr="006A7719" w:rsidRDefault="00784BAC" w:rsidP="009A72B6">
      <w:pPr>
        <w:rPr>
          <w:b/>
          <w:sz w:val="28"/>
          <w:szCs w:val="28"/>
        </w:rPr>
      </w:pPr>
    </w:p>
    <w:p w:rsidR="00784BAC" w:rsidRDefault="00784BAC" w:rsidP="002F0AAE">
      <w:pPr>
        <w:jc w:val="center"/>
        <w:rPr>
          <w:b/>
          <w:sz w:val="28"/>
          <w:szCs w:val="28"/>
        </w:rPr>
      </w:pPr>
    </w:p>
    <w:p w:rsidR="00784BAC" w:rsidRPr="006A7719" w:rsidRDefault="00784BAC" w:rsidP="002F0AAE">
      <w:pPr>
        <w:jc w:val="center"/>
        <w:rPr>
          <w:b/>
          <w:sz w:val="28"/>
          <w:szCs w:val="28"/>
        </w:rPr>
      </w:pPr>
      <w:r w:rsidRPr="006A7719">
        <w:rPr>
          <w:b/>
          <w:sz w:val="28"/>
          <w:szCs w:val="28"/>
        </w:rPr>
        <w:t>3. Порядок определения и предоставления ежегодного объема</w:t>
      </w:r>
    </w:p>
    <w:p w:rsidR="00784BAC" w:rsidRPr="006A7719" w:rsidRDefault="00784BAC" w:rsidP="002F0AAE">
      <w:pPr>
        <w:jc w:val="center"/>
        <w:rPr>
          <w:b/>
          <w:sz w:val="28"/>
          <w:szCs w:val="28"/>
        </w:rPr>
      </w:pPr>
      <w:r w:rsidRPr="006A7719">
        <w:rPr>
          <w:b/>
          <w:sz w:val="28"/>
          <w:szCs w:val="28"/>
        </w:rPr>
        <w:t xml:space="preserve"> иных межбюджетных трансфертов</w:t>
      </w:r>
    </w:p>
    <w:p w:rsidR="00784BAC" w:rsidRPr="006A7719" w:rsidRDefault="00784BAC" w:rsidP="002F0AAE">
      <w:pPr>
        <w:shd w:val="clear" w:color="auto" w:fill="FFFFFF"/>
        <w:ind w:firstLine="720"/>
        <w:jc w:val="both"/>
        <w:rPr>
          <w:color w:val="000000"/>
          <w:sz w:val="28"/>
          <w:szCs w:val="28"/>
        </w:rPr>
      </w:pPr>
    </w:p>
    <w:p w:rsidR="00784BAC" w:rsidRPr="006A7719" w:rsidRDefault="00784BAC" w:rsidP="002F0AAE">
      <w:pPr>
        <w:jc w:val="both"/>
        <w:rPr>
          <w:color w:val="000000"/>
          <w:sz w:val="28"/>
          <w:szCs w:val="28"/>
        </w:rPr>
      </w:pPr>
      <w:r w:rsidRPr="006A7719">
        <w:rPr>
          <w:color w:val="000000"/>
          <w:sz w:val="28"/>
          <w:szCs w:val="28"/>
        </w:rPr>
        <w:t xml:space="preserve">        3.1. </w:t>
      </w:r>
      <w:r w:rsidRPr="0044754B">
        <w:rPr>
          <w:color w:val="000000"/>
          <w:sz w:val="28"/>
          <w:szCs w:val="28"/>
        </w:rPr>
        <w:t xml:space="preserve">Объем иных </w:t>
      </w:r>
      <w:r>
        <w:rPr>
          <w:color w:val="000000"/>
          <w:sz w:val="28"/>
          <w:szCs w:val="28"/>
        </w:rPr>
        <w:t>межбюджетных трансфертов на 2022 год и на плановый период 2023 и 2024</w:t>
      </w:r>
      <w:r w:rsidRPr="0044754B">
        <w:rPr>
          <w:color w:val="000000"/>
          <w:sz w:val="28"/>
          <w:szCs w:val="28"/>
        </w:rPr>
        <w:t xml:space="preserve"> годов</w:t>
      </w:r>
      <w:r w:rsidRPr="006A7719">
        <w:rPr>
          <w:color w:val="000000"/>
          <w:sz w:val="28"/>
          <w:szCs w:val="28"/>
        </w:rPr>
        <w:t xml:space="preserve">, предоставляемых из бюджета поселения в бюджет муниципального </w:t>
      </w:r>
      <w:r>
        <w:rPr>
          <w:color w:val="000000"/>
          <w:sz w:val="28"/>
          <w:szCs w:val="28"/>
        </w:rPr>
        <w:t>района</w:t>
      </w:r>
      <w:r w:rsidRPr="006A7719">
        <w:rPr>
          <w:color w:val="000000"/>
          <w:sz w:val="28"/>
          <w:szCs w:val="28"/>
        </w:rPr>
        <w:t xml:space="preserve"> на осуществление полномочий, предусмотренных настоящим Соглашением определяется</w:t>
      </w:r>
      <w:r w:rsidRPr="006A7719">
        <w:rPr>
          <w:sz w:val="28"/>
          <w:szCs w:val="28"/>
        </w:rPr>
        <w:t xml:space="preserve"> из</w:t>
      </w:r>
      <w:r w:rsidRPr="006A7719">
        <w:rPr>
          <w:color w:val="000000"/>
          <w:sz w:val="28"/>
          <w:szCs w:val="28"/>
        </w:rPr>
        <w:t xml:space="preserve">  текущих расходов на обеспечение деятельности сектора контроля администрации Мглинского района (кроме расходов на оплату труда и начислений на выплаты по оплате труда), пропорционально </w:t>
      </w:r>
      <w:r>
        <w:rPr>
          <w:color w:val="000000"/>
          <w:sz w:val="28"/>
          <w:szCs w:val="28"/>
        </w:rPr>
        <w:t>расходам бюджетов,</w:t>
      </w:r>
      <w:r w:rsidRPr="006A7719">
        <w:rPr>
          <w:color w:val="000000"/>
          <w:sz w:val="28"/>
          <w:szCs w:val="28"/>
        </w:rPr>
        <w:t xml:space="preserve"> заключивших Соглашение о передаче</w:t>
      </w:r>
      <w:r w:rsidRPr="006A7719">
        <w:rPr>
          <w:b/>
          <w:sz w:val="28"/>
          <w:szCs w:val="28"/>
        </w:rPr>
        <w:t xml:space="preserve"> </w:t>
      </w:r>
      <w:r w:rsidRPr="006A7719">
        <w:rPr>
          <w:sz w:val="28"/>
          <w:szCs w:val="28"/>
        </w:rPr>
        <w:t>администрации Мглинского района полномочий по осуществлению внутреннего муниципального финансового контроля</w:t>
      </w:r>
      <w:r>
        <w:rPr>
          <w:sz w:val="28"/>
          <w:szCs w:val="28"/>
        </w:rPr>
        <w:t xml:space="preserve"> на 2022 год и на плановый период 2023 и 2024 годов</w:t>
      </w:r>
      <w:r w:rsidRPr="006A7719">
        <w:rPr>
          <w:sz w:val="28"/>
          <w:szCs w:val="28"/>
        </w:rPr>
        <w:t>.</w:t>
      </w:r>
      <w:r w:rsidRPr="006A7719">
        <w:rPr>
          <w:color w:val="000000"/>
          <w:sz w:val="28"/>
          <w:szCs w:val="28"/>
        </w:rPr>
        <w:t xml:space="preserve"> </w:t>
      </w:r>
    </w:p>
    <w:p w:rsidR="00784BAC" w:rsidRPr="006A7719" w:rsidRDefault="00784BAC" w:rsidP="002F0AAE">
      <w:pPr>
        <w:shd w:val="clear" w:color="auto" w:fill="FFFFFF"/>
        <w:ind w:firstLine="720"/>
        <w:jc w:val="both"/>
        <w:rPr>
          <w:color w:val="000000"/>
          <w:sz w:val="28"/>
          <w:szCs w:val="28"/>
        </w:rPr>
      </w:pPr>
      <w:r w:rsidRPr="006A7719">
        <w:rPr>
          <w:color w:val="000000"/>
          <w:sz w:val="28"/>
          <w:szCs w:val="28"/>
        </w:rPr>
        <w:t>3.2. Объем  иных межбюджетных трансфертов передаваемых на реализацию полномочий, указанных в п.1.2. настоящего Соглашения составляет:</w:t>
      </w:r>
    </w:p>
    <w:p w:rsidR="00784BAC" w:rsidRDefault="00784BAC" w:rsidP="00972C8C">
      <w:pPr>
        <w:shd w:val="clear" w:color="auto" w:fill="FFFFFF"/>
        <w:ind w:firstLine="720"/>
        <w:rPr>
          <w:color w:val="000000"/>
          <w:sz w:val="28"/>
          <w:szCs w:val="28"/>
        </w:rPr>
      </w:pPr>
      <w:r>
        <w:rPr>
          <w:color w:val="000000"/>
          <w:sz w:val="28"/>
          <w:szCs w:val="28"/>
        </w:rPr>
        <w:t>2022</w:t>
      </w:r>
      <w:r w:rsidRPr="006A7719">
        <w:rPr>
          <w:color w:val="000000"/>
          <w:sz w:val="28"/>
          <w:szCs w:val="28"/>
        </w:rPr>
        <w:t xml:space="preserve"> год </w:t>
      </w:r>
      <w:r>
        <w:rPr>
          <w:color w:val="000000"/>
          <w:sz w:val="28"/>
          <w:szCs w:val="28"/>
        </w:rPr>
        <w:t>-</w:t>
      </w:r>
      <w:r w:rsidRPr="006A7719">
        <w:rPr>
          <w:color w:val="000000"/>
          <w:sz w:val="28"/>
          <w:szCs w:val="28"/>
        </w:rPr>
        <w:t xml:space="preserve"> </w:t>
      </w:r>
      <w:r>
        <w:rPr>
          <w:color w:val="000000"/>
          <w:sz w:val="28"/>
          <w:szCs w:val="28"/>
        </w:rPr>
        <w:t>4046 рублей;</w:t>
      </w:r>
    </w:p>
    <w:p w:rsidR="00784BAC" w:rsidRDefault="00784BAC" w:rsidP="00972C8C">
      <w:pPr>
        <w:shd w:val="clear" w:color="auto" w:fill="FFFFFF"/>
        <w:ind w:firstLine="720"/>
        <w:rPr>
          <w:color w:val="000000"/>
          <w:sz w:val="28"/>
          <w:szCs w:val="28"/>
        </w:rPr>
      </w:pPr>
      <w:r>
        <w:rPr>
          <w:color w:val="000000"/>
          <w:sz w:val="28"/>
          <w:szCs w:val="28"/>
        </w:rPr>
        <w:t>2023 год - 4046 рублей;</w:t>
      </w:r>
    </w:p>
    <w:p w:rsidR="00784BAC" w:rsidRPr="006A7719" w:rsidRDefault="00784BAC" w:rsidP="00972C8C">
      <w:pPr>
        <w:shd w:val="clear" w:color="auto" w:fill="FFFFFF"/>
        <w:ind w:firstLine="720"/>
        <w:rPr>
          <w:color w:val="000000"/>
          <w:sz w:val="28"/>
          <w:szCs w:val="28"/>
        </w:rPr>
      </w:pPr>
      <w:r>
        <w:rPr>
          <w:color w:val="000000"/>
          <w:sz w:val="28"/>
          <w:szCs w:val="28"/>
        </w:rPr>
        <w:t>2024 год - 4046 рублей</w:t>
      </w:r>
      <w:bookmarkStart w:id="0" w:name="_GoBack"/>
      <w:bookmarkEnd w:id="0"/>
      <w:r>
        <w:rPr>
          <w:color w:val="000000"/>
          <w:sz w:val="28"/>
          <w:szCs w:val="28"/>
        </w:rPr>
        <w:t>.</w:t>
      </w:r>
    </w:p>
    <w:p w:rsidR="00784BAC" w:rsidRPr="006A7719" w:rsidRDefault="00784BAC" w:rsidP="002F0AAE">
      <w:pPr>
        <w:shd w:val="clear" w:color="auto" w:fill="FFFFFF"/>
        <w:ind w:firstLine="720"/>
        <w:jc w:val="both"/>
        <w:rPr>
          <w:color w:val="000000"/>
          <w:sz w:val="28"/>
          <w:szCs w:val="28"/>
        </w:rPr>
      </w:pPr>
      <w:r w:rsidRPr="006A7719">
        <w:rPr>
          <w:color w:val="000000"/>
          <w:sz w:val="28"/>
          <w:szCs w:val="28"/>
        </w:rPr>
        <w:t>3.3.</w:t>
      </w:r>
      <w:r w:rsidRPr="006A7719">
        <w:rPr>
          <w:b/>
          <w:color w:val="000000"/>
          <w:sz w:val="28"/>
          <w:szCs w:val="28"/>
        </w:rPr>
        <w:t xml:space="preserve"> </w:t>
      </w:r>
      <w:r w:rsidRPr="006A7719">
        <w:rPr>
          <w:color w:val="000000"/>
          <w:sz w:val="28"/>
          <w:szCs w:val="28"/>
        </w:rPr>
        <w:t>Расчетный объем иных межбюджетных трансфертов на очередной год</w:t>
      </w:r>
      <w:r>
        <w:rPr>
          <w:color w:val="000000"/>
          <w:sz w:val="28"/>
          <w:szCs w:val="28"/>
        </w:rPr>
        <w:t>,</w:t>
      </w:r>
      <w:r w:rsidRPr="006A7719">
        <w:rPr>
          <w:color w:val="000000"/>
          <w:sz w:val="28"/>
          <w:szCs w:val="28"/>
        </w:rPr>
        <w:t xml:space="preserve"> определенный в соответствии с настоящим Соглашением, доводится администрацией Мглинского района до представительного органа и администрации поселения не позднее чем за </w:t>
      </w:r>
      <w:r>
        <w:rPr>
          <w:color w:val="000000"/>
          <w:sz w:val="28"/>
          <w:szCs w:val="28"/>
        </w:rPr>
        <w:t>3</w:t>
      </w:r>
      <w:r w:rsidRPr="006A7719">
        <w:rPr>
          <w:color w:val="000000"/>
          <w:sz w:val="28"/>
          <w:szCs w:val="28"/>
        </w:rPr>
        <w:t xml:space="preserve"> месяц</w:t>
      </w:r>
      <w:r>
        <w:rPr>
          <w:color w:val="000000"/>
          <w:sz w:val="28"/>
          <w:szCs w:val="28"/>
        </w:rPr>
        <w:t>а</w:t>
      </w:r>
      <w:r w:rsidRPr="006A7719">
        <w:rPr>
          <w:color w:val="000000"/>
          <w:sz w:val="28"/>
          <w:szCs w:val="28"/>
        </w:rPr>
        <w:t xml:space="preserve"> до начала </w:t>
      </w:r>
      <w:r>
        <w:rPr>
          <w:color w:val="000000"/>
          <w:sz w:val="28"/>
          <w:szCs w:val="28"/>
        </w:rPr>
        <w:t>очередного года</w:t>
      </w:r>
      <w:r w:rsidRPr="006A7719">
        <w:rPr>
          <w:color w:val="000000"/>
          <w:sz w:val="28"/>
          <w:szCs w:val="28"/>
        </w:rPr>
        <w:t>.</w:t>
      </w:r>
    </w:p>
    <w:p w:rsidR="00784BAC" w:rsidRPr="006A7719" w:rsidRDefault="00784BAC" w:rsidP="002F0AAE">
      <w:pPr>
        <w:shd w:val="clear" w:color="auto" w:fill="FFFFFF"/>
        <w:ind w:firstLine="720"/>
        <w:jc w:val="both"/>
        <w:rPr>
          <w:color w:val="000000"/>
          <w:sz w:val="28"/>
          <w:szCs w:val="28"/>
        </w:rPr>
      </w:pPr>
      <w:r w:rsidRPr="006A7719">
        <w:rPr>
          <w:color w:val="000000"/>
          <w:sz w:val="28"/>
          <w:szCs w:val="28"/>
        </w:rPr>
        <w:t>3.4. Для проведения администрацией Мглинского района</w:t>
      </w:r>
      <w:r w:rsidRPr="006A7719">
        <w:rPr>
          <w:i/>
          <w:color w:val="000000"/>
          <w:sz w:val="28"/>
          <w:szCs w:val="28"/>
        </w:rPr>
        <w:t xml:space="preserve"> </w:t>
      </w:r>
      <w:r w:rsidRPr="006A7719">
        <w:rPr>
          <w:color w:val="000000"/>
          <w:sz w:val="28"/>
          <w:szCs w:val="28"/>
        </w:rPr>
        <w:t>контрольных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иного межбюджетного трансферта, размер которого определяется дополнительным соглашением в установленном настоящим Соглашением порядке.</w:t>
      </w:r>
    </w:p>
    <w:p w:rsidR="00784BAC" w:rsidRPr="006A7719" w:rsidRDefault="00784BAC" w:rsidP="002F0AAE">
      <w:pPr>
        <w:shd w:val="clear" w:color="auto" w:fill="FFFFFF"/>
        <w:ind w:firstLine="720"/>
        <w:jc w:val="both"/>
        <w:rPr>
          <w:color w:val="000000"/>
          <w:sz w:val="28"/>
          <w:szCs w:val="28"/>
        </w:rPr>
      </w:pPr>
      <w:r w:rsidRPr="006A7719">
        <w:rPr>
          <w:color w:val="000000"/>
          <w:sz w:val="28"/>
          <w:szCs w:val="28"/>
        </w:rPr>
        <w:t xml:space="preserve">3.5. </w:t>
      </w:r>
      <w:r>
        <w:rPr>
          <w:color w:val="000000"/>
          <w:sz w:val="28"/>
          <w:szCs w:val="28"/>
        </w:rPr>
        <w:t>И</w:t>
      </w:r>
      <w:r w:rsidRPr="006A7719">
        <w:rPr>
          <w:color w:val="000000"/>
          <w:sz w:val="28"/>
          <w:szCs w:val="28"/>
        </w:rPr>
        <w:t>ны</w:t>
      </w:r>
      <w:r>
        <w:rPr>
          <w:color w:val="000000"/>
          <w:sz w:val="28"/>
          <w:szCs w:val="28"/>
        </w:rPr>
        <w:t>е</w:t>
      </w:r>
      <w:r w:rsidRPr="006A7719">
        <w:rPr>
          <w:color w:val="000000"/>
          <w:sz w:val="28"/>
          <w:szCs w:val="28"/>
        </w:rPr>
        <w:t xml:space="preserve"> межбюджетны</w:t>
      </w:r>
      <w:r>
        <w:rPr>
          <w:color w:val="000000"/>
          <w:sz w:val="28"/>
          <w:szCs w:val="28"/>
        </w:rPr>
        <w:t>е</w:t>
      </w:r>
      <w:r w:rsidRPr="006A7719">
        <w:rPr>
          <w:color w:val="000000"/>
          <w:sz w:val="28"/>
          <w:szCs w:val="28"/>
        </w:rPr>
        <w:t xml:space="preserve"> трансферт</w:t>
      </w:r>
      <w:r>
        <w:rPr>
          <w:color w:val="000000"/>
          <w:sz w:val="28"/>
          <w:szCs w:val="28"/>
        </w:rPr>
        <w:t>ы перечисляю</w:t>
      </w:r>
      <w:r w:rsidRPr="006A7719">
        <w:rPr>
          <w:color w:val="000000"/>
          <w:sz w:val="28"/>
          <w:szCs w:val="28"/>
        </w:rPr>
        <w:t>тся ежеквартально</w:t>
      </w:r>
      <w:r>
        <w:rPr>
          <w:color w:val="000000"/>
          <w:sz w:val="28"/>
          <w:szCs w:val="28"/>
        </w:rPr>
        <w:t xml:space="preserve"> в размере ¼ годового объема</w:t>
      </w:r>
      <w:r w:rsidRPr="006A7719">
        <w:rPr>
          <w:color w:val="000000"/>
          <w:sz w:val="28"/>
          <w:szCs w:val="28"/>
        </w:rPr>
        <w:t xml:space="preserve"> до 15 числа первого месяца квартала.</w:t>
      </w:r>
    </w:p>
    <w:p w:rsidR="00784BAC" w:rsidRPr="006A7719" w:rsidRDefault="00784BAC" w:rsidP="002F0AAE">
      <w:pPr>
        <w:shd w:val="clear" w:color="auto" w:fill="FFFFFF"/>
        <w:ind w:firstLine="720"/>
        <w:jc w:val="both"/>
        <w:rPr>
          <w:color w:val="000000"/>
          <w:sz w:val="28"/>
          <w:szCs w:val="28"/>
        </w:rPr>
      </w:pPr>
      <w:r w:rsidRPr="006A7719">
        <w:rPr>
          <w:color w:val="000000"/>
          <w:sz w:val="28"/>
          <w:szCs w:val="28"/>
        </w:rPr>
        <w:t xml:space="preserve"> Дополнительный объем иных межбюджетных трансфертов перечисляется в сроки, установленные дополнительным соглашением.</w:t>
      </w:r>
    </w:p>
    <w:p w:rsidR="00784BAC" w:rsidRPr="006A7719" w:rsidRDefault="00784BAC" w:rsidP="002F0AAE">
      <w:pPr>
        <w:shd w:val="clear" w:color="auto" w:fill="FFFFFF"/>
        <w:ind w:firstLine="720"/>
        <w:jc w:val="both"/>
        <w:rPr>
          <w:sz w:val="28"/>
          <w:szCs w:val="28"/>
        </w:rPr>
      </w:pPr>
      <w:r w:rsidRPr="006A7719">
        <w:rPr>
          <w:sz w:val="28"/>
          <w:szCs w:val="28"/>
        </w:rPr>
        <w:t xml:space="preserve">3.6. Расходы бюджета поселения на предоставление  иных межбюджетных трансфертов и расходы бюджета </w:t>
      </w:r>
      <w:r w:rsidRPr="006A7719">
        <w:rPr>
          <w:color w:val="000000"/>
          <w:sz w:val="28"/>
          <w:szCs w:val="28"/>
        </w:rPr>
        <w:t xml:space="preserve">муниципального </w:t>
      </w:r>
      <w:r>
        <w:rPr>
          <w:color w:val="000000"/>
          <w:sz w:val="28"/>
          <w:szCs w:val="28"/>
        </w:rPr>
        <w:t>района</w:t>
      </w:r>
      <w:r w:rsidRPr="006A7719">
        <w:rPr>
          <w:sz w:val="28"/>
          <w:szCs w:val="28"/>
        </w:rPr>
        <w:t>, осуществляемые за счет иных межбюджетных трансфертов, планируются и исполняются по соответствующему разделу бюджетной классификации.</w:t>
      </w:r>
    </w:p>
    <w:p w:rsidR="00784BAC" w:rsidRPr="006A7719" w:rsidRDefault="00784BAC" w:rsidP="002F0AAE">
      <w:pPr>
        <w:shd w:val="clear" w:color="auto" w:fill="FFFFFF"/>
        <w:ind w:firstLine="720"/>
        <w:jc w:val="both"/>
        <w:rPr>
          <w:sz w:val="28"/>
          <w:szCs w:val="28"/>
        </w:rPr>
      </w:pPr>
      <w:r w:rsidRPr="006A7719">
        <w:rPr>
          <w:sz w:val="28"/>
          <w:szCs w:val="28"/>
        </w:rPr>
        <w:t xml:space="preserve">3.7.Иные межбюджетные трансферты зачисляются в бюджет </w:t>
      </w:r>
      <w:r w:rsidRPr="006A7719">
        <w:rPr>
          <w:color w:val="000000"/>
          <w:sz w:val="28"/>
          <w:szCs w:val="28"/>
        </w:rPr>
        <w:t xml:space="preserve">муниципального </w:t>
      </w:r>
      <w:r>
        <w:rPr>
          <w:color w:val="000000"/>
          <w:sz w:val="28"/>
          <w:szCs w:val="28"/>
        </w:rPr>
        <w:t>района</w:t>
      </w:r>
      <w:r w:rsidRPr="006A7719">
        <w:rPr>
          <w:color w:val="000000"/>
          <w:sz w:val="28"/>
          <w:szCs w:val="28"/>
        </w:rPr>
        <w:t xml:space="preserve"> </w:t>
      </w:r>
      <w:r w:rsidRPr="006A7719">
        <w:rPr>
          <w:sz w:val="28"/>
          <w:szCs w:val="28"/>
        </w:rPr>
        <w:t>по соответствующему коду бюджетной классификации доходов.</w:t>
      </w:r>
    </w:p>
    <w:p w:rsidR="00784BAC" w:rsidRDefault="00784BAC" w:rsidP="00A316BD">
      <w:pPr>
        <w:keepNext/>
        <w:shd w:val="clear" w:color="auto" w:fill="FFFFFF"/>
        <w:tabs>
          <w:tab w:val="left" w:pos="2085"/>
          <w:tab w:val="center" w:pos="4627"/>
        </w:tabs>
        <w:spacing w:before="120"/>
        <w:jc w:val="center"/>
        <w:rPr>
          <w:b/>
          <w:color w:val="000000"/>
          <w:sz w:val="28"/>
          <w:szCs w:val="28"/>
        </w:rPr>
      </w:pPr>
    </w:p>
    <w:p w:rsidR="00784BAC" w:rsidRDefault="00784BAC" w:rsidP="00A316BD">
      <w:pPr>
        <w:keepNext/>
        <w:shd w:val="clear" w:color="auto" w:fill="FFFFFF"/>
        <w:tabs>
          <w:tab w:val="left" w:pos="2085"/>
          <w:tab w:val="center" w:pos="4627"/>
        </w:tabs>
        <w:spacing w:before="120"/>
        <w:jc w:val="center"/>
        <w:rPr>
          <w:b/>
          <w:color w:val="000000"/>
          <w:sz w:val="28"/>
          <w:szCs w:val="28"/>
        </w:rPr>
      </w:pPr>
      <w:r w:rsidRPr="006A7719">
        <w:rPr>
          <w:b/>
          <w:color w:val="000000"/>
          <w:sz w:val="28"/>
          <w:szCs w:val="28"/>
        </w:rPr>
        <w:t>4. Срок действия Соглашения</w:t>
      </w:r>
    </w:p>
    <w:p w:rsidR="00784BAC" w:rsidRPr="00A316BD" w:rsidRDefault="00784BAC" w:rsidP="00A316BD">
      <w:pPr>
        <w:keepNext/>
        <w:shd w:val="clear" w:color="auto" w:fill="FFFFFF"/>
        <w:tabs>
          <w:tab w:val="left" w:pos="2085"/>
          <w:tab w:val="center" w:pos="4627"/>
        </w:tabs>
        <w:spacing w:before="120"/>
        <w:jc w:val="center"/>
        <w:rPr>
          <w:b/>
          <w:color w:val="000000"/>
          <w:sz w:val="28"/>
          <w:szCs w:val="28"/>
        </w:rPr>
      </w:pPr>
    </w:p>
    <w:p w:rsidR="00784BAC" w:rsidRPr="006A7719" w:rsidRDefault="00784BAC" w:rsidP="00A316BD">
      <w:pPr>
        <w:ind w:firstLine="708"/>
        <w:jc w:val="both"/>
        <w:rPr>
          <w:color w:val="FF0000"/>
          <w:sz w:val="28"/>
          <w:szCs w:val="28"/>
        </w:rPr>
      </w:pPr>
      <w:r w:rsidRPr="006A7719">
        <w:rPr>
          <w:sz w:val="28"/>
          <w:szCs w:val="28"/>
        </w:rPr>
        <w:t xml:space="preserve">4.1. </w:t>
      </w:r>
      <w:r w:rsidRPr="0044754B">
        <w:rPr>
          <w:sz w:val="28"/>
          <w:szCs w:val="28"/>
        </w:rPr>
        <w:t>Соглашение</w:t>
      </w:r>
      <w:r>
        <w:rPr>
          <w:sz w:val="28"/>
          <w:szCs w:val="28"/>
        </w:rPr>
        <w:t xml:space="preserve"> заключено</w:t>
      </w:r>
      <w:r w:rsidRPr="0044754B">
        <w:rPr>
          <w:sz w:val="28"/>
          <w:szCs w:val="28"/>
        </w:rPr>
        <w:t xml:space="preserve"> </w:t>
      </w:r>
      <w:r>
        <w:rPr>
          <w:sz w:val="28"/>
          <w:szCs w:val="28"/>
        </w:rPr>
        <w:t>на 2022</w:t>
      </w:r>
      <w:r w:rsidRPr="0044754B">
        <w:rPr>
          <w:sz w:val="28"/>
          <w:szCs w:val="28"/>
        </w:rPr>
        <w:t xml:space="preserve"> год</w:t>
      </w:r>
      <w:r>
        <w:rPr>
          <w:sz w:val="28"/>
          <w:szCs w:val="28"/>
        </w:rPr>
        <w:t xml:space="preserve"> и на плановый</w:t>
      </w:r>
      <w:r w:rsidRPr="0044754B">
        <w:rPr>
          <w:sz w:val="28"/>
          <w:szCs w:val="28"/>
        </w:rPr>
        <w:t xml:space="preserve"> </w:t>
      </w:r>
      <w:r>
        <w:rPr>
          <w:sz w:val="28"/>
          <w:szCs w:val="28"/>
        </w:rPr>
        <w:t>период 2023 и 2024</w:t>
      </w:r>
      <w:r w:rsidRPr="0044754B">
        <w:rPr>
          <w:sz w:val="28"/>
          <w:szCs w:val="28"/>
        </w:rPr>
        <w:t xml:space="preserve"> год</w:t>
      </w:r>
      <w:r>
        <w:rPr>
          <w:sz w:val="28"/>
          <w:szCs w:val="28"/>
        </w:rPr>
        <w:t>ов</w:t>
      </w:r>
      <w:r w:rsidRPr="0044754B">
        <w:rPr>
          <w:sz w:val="28"/>
          <w:szCs w:val="28"/>
        </w:rPr>
        <w:t>.</w:t>
      </w:r>
    </w:p>
    <w:p w:rsidR="00784BAC" w:rsidRPr="006A7719" w:rsidRDefault="00784BAC" w:rsidP="002F0AAE">
      <w:pPr>
        <w:shd w:val="clear" w:color="auto" w:fill="FFFFFF"/>
        <w:ind w:firstLine="720"/>
        <w:jc w:val="both"/>
        <w:rPr>
          <w:color w:val="000000"/>
          <w:sz w:val="28"/>
          <w:szCs w:val="28"/>
        </w:rPr>
      </w:pPr>
      <w:r w:rsidRPr="006A7719">
        <w:rPr>
          <w:color w:val="000000"/>
          <w:sz w:val="28"/>
          <w:szCs w:val="28"/>
        </w:rPr>
        <w:t xml:space="preserve">4.2.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w:t>
      </w:r>
      <w:r>
        <w:rPr>
          <w:color w:val="000000"/>
          <w:sz w:val="28"/>
          <w:szCs w:val="28"/>
        </w:rPr>
        <w:t>района</w:t>
      </w:r>
      <w:r w:rsidRPr="006A7719">
        <w:rPr>
          <w:color w:val="000000"/>
          <w:sz w:val="28"/>
          <w:szCs w:val="28"/>
        </w:rPr>
        <w:t>,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rsidR="00784BAC" w:rsidRDefault="00784BAC" w:rsidP="00A316BD">
      <w:pPr>
        <w:keepNext/>
        <w:shd w:val="clear" w:color="auto" w:fill="FFFFFF"/>
        <w:spacing w:before="120"/>
        <w:ind w:firstLine="708"/>
        <w:jc w:val="center"/>
        <w:rPr>
          <w:b/>
          <w:color w:val="000000"/>
          <w:spacing w:val="-2"/>
          <w:sz w:val="28"/>
          <w:szCs w:val="28"/>
        </w:rPr>
      </w:pPr>
    </w:p>
    <w:p w:rsidR="00784BAC" w:rsidRPr="006A7719" w:rsidRDefault="00784BAC" w:rsidP="00A316BD">
      <w:pPr>
        <w:keepNext/>
        <w:shd w:val="clear" w:color="auto" w:fill="FFFFFF"/>
        <w:spacing w:before="120"/>
        <w:ind w:firstLine="708"/>
        <w:jc w:val="center"/>
        <w:rPr>
          <w:b/>
          <w:color w:val="000000"/>
          <w:spacing w:val="-2"/>
          <w:sz w:val="28"/>
          <w:szCs w:val="28"/>
        </w:rPr>
      </w:pPr>
      <w:r w:rsidRPr="006A7719">
        <w:rPr>
          <w:b/>
          <w:color w:val="000000"/>
          <w:spacing w:val="-2"/>
          <w:sz w:val="28"/>
          <w:szCs w:val="28"/>
        </w:rPr>
        <w:t>5. Ответственность сторон</w:t>
      </w:r>
    </w:p>
    <w:p w:rsidR="00784BAC" w:rsidRPr="006A7719" w:rsidRDefault="00784BAC" w:rsidP="002F0AAE">
      <w:pPr>
        <w:shd w:val="clear" w:color="auto" w:fill="FFFFFF"/>
        <w:ind w:firstLine="708"/>
        <w:jc w:val="both"/>
        <w:rPr>
          <w:color w:val="000000"/>
          <w:sz w:val="28"/>
          <w:szCs w:val="28"/>
        </w:rPr>
      </w:pP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5.2. В случае неисполнения (ненадлежащего исполнения) администрацией Мглинского района, предусмотренных настоящим Соглашением полномочий, производится возврат в бюджет поселения части объема, предусмотренных настоящим Соглашением  иных межбюджетных трансфертов, приходящихся на невыполненные (ненадлежаще</w:t>
      </w:r>
      <w:r>
        <w:rPr>
          <w:color w:val="000000"/>
          <w:sz w:val="28"/>
          <w:szCs w:val="28"/>
        </w:rPr>
        <w:t>е</w:t>
      </w:r>
      <w:r w:rsidRPr="006A7719">
        <w:rPr>
          <w:color w:val="000000"/>
          <w:sz w:val="28"/>
          <w:szCs w:val="28"/>
        </w:rPr>
        <w:t xml:space="preserve"> выполненные) полномочия.</w:t>
      </w:r>
    </w:p>
    <w:p w:rsidR="00784BAC" w:rsidRPr="006A7719" w:rsidRDefault="00784BAC" w:rsidP="002F0AAE">
      <w:pPr>
        <w:shd w:val="clear" w:color="auto" w:fill="FFFFFF"/>
        <w:ind w:firstLine="708"/>
        <w:jc w:val="both"/>
        <w:rPr>
          <w:color w:val="000000"/>
          <w:sz w:val="28"/>
          <w:szCs w:val="28"/>
        </w:rPr>
      </w:pPr>
      <w:r w:rsidRPr="006A7719">
        <w:rPr>
          <w:sz w:val="28"/>
          <w:szCs w:val="28"/>
        </w:rPr>
        <w:t xml:space="preserve">5.3. </w:t>
      </w:r>
      <w:r w:rsidRPr="006A7719">
        <w:rPr>
          <w:color w:val="000000"/>
          <w:sz w:val="28"/>
          <w:szCs w:val="28"/>
        </w:rPr>
        <w:t xml:space="preserve">В случае неисполнения </w:t>
      </w:r>
      <w:r>
        <w:rPr>
          <w:color w:val="000000"/>
          <w:sz w:val="28"/>
          <w:szCs w:val="28"/>
        </w:rPr>
        <w:t>Ветлевск</w:t>
      </w:r>
      <w:r w:rsidRPr="006A7719">
        <w:rPr>
          <w:color w:val="000000"/>
          <w:sz w:val="28"/>
          <w:szCs w:val="28"/>
        </w:rPr>
        <w:t xml:space="preserve">им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 администрация Мглинского района вправе требовать расторжения данного Соглашения, уплаты неустойки в размере 10% от суммы иных межбюджетных трансфертов за отчетный год, а также возмещения понесенных убытков в части, не покрытой неустойкой. </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5.4.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иных   межбюджетных трансфертов.</w:t>
      </w:r>
    </w:p>
    <w:p w:rsidR="00784BAC" w:rsidRDefault="00784BAC" w:rsidP="002F0AAE">
      <w:pPr>
        <w:keepNext/>
        <w:shd w:val="clear" w:color="auto" w:fill="FFFFFF"/>
        <w:spacing w:before="120"/>
        <w:jc w:val="center"/>
        <w:rPr>
          <w:b/>
          <w:color w:val="000000"/>
          <w:spacing w:val="-2"/>
          <w:sz w:val="28"/>
          <w:szCs w:val="28"/>
        </w:rPr>
      </w:pPr>
      <w:r w:rsidRPr="006A7719">
        <w:rPr>
          <w:b/>
          <w:color w:val="000000"/>
          <w:spacing w:val="-2"/>
          <w:sz w:val="28"/>
          <w:szCs w:val="28"/>
        </w:rPr>
        <w:t xml:space="preserve"> </w:t>
      </w:r>
    </w:p>
    <w:p w:rsidR="00784BAC" w:rsidRDefault="00784BAC" w:rsidP="002F0AAE">
      <w:pPr>
        <w:keepNext/>
        <w:shd w:val="clear" w:color="auto" w:fill="FFFFFF"/>
        <w:spacing w:before="120"/>
        <w:jc w:val="center"/>
        <w:rPr>
          <w:b/>
          <w:color w:val="000000"/>
          <w:spacing w:val="-2"/>
          <w:sz w:val="28"/>
          <w:szCs w:val="28"/>
        </w:rPr>
      </w:pPr>
    </w:p>
    <w:p w:rsidR="00784BAC" w:rsidRDefault="00784BAC" w:rsidP="002F0AAE">
      <w:pPr>
        <w:keepNext/>
        <w:shd w:val="clear" w:color="auto" w:fill="FFFFFF"/>
        <w:spacing w:before="120"/>
        <w:jc w:val="center"/>
        <w:rPr>
          <w:b/>
          <w:color w:val="000000"/>
          <w:spacing w:val="-2"/>
          <w:sz w:val="28"/>
          <w:szCs w:val="28"/>
        </w:rPr>
      </w:pPr>
      <w:r w:rsidRPr="006A7719">
        <w:rPr>
          <w:b/>
          <w:color w:val="000000"/>
          <w:spacing w:val="-2"/>
          <w:sz w:val="28"/>
          <w:szCs w:val="28"/>
        </w:rPr>
        <w:t>6. Заключительные положения</w:t>
      </w:r>
    </w:p>
    <w:p w:rsidR="00784BAC" w:rsidRPr="006A7719" w:rsidRDefault="00784BAC" w:rsidP="002F0AAE">
      <w:pPr>
        <w:keepNext/>
        <w:shd w:val="clear" w:color="auto" w:fill="FFFFFF"/>
        <w:spacing w:before="120"/>
        <w:jc w:val="center"/>
        <w:rPr>
          <w:b/>
          <w:color w:val="000000"/>
          <w:spacing w:val="-2"/>
          <w:sz w:val="28"/>
          <w:szCs w:val="28"/>
        </w:rPr>
      </w:pPr>
    </w:p>
    <w:p w:rsidR="00784BAC" w:rsidRPr="006A7719" w:rsidRDefault="00784BAC" w:rsidP="002F0AAE">
      <w:pPr>
        <w:shd w:val="clear" w:color="auto" w:fill="FFFFFF"/>
        <w:spacing w:before="120"/>
        <w:ind w:firstLine="709"/>
        <w:jc w:val="both"/>
        <w:rPr>
          <w:color w:val="000000"/>
          <w:sz w:val="28"/>
          <w:szCs w:val="28"/>
        </w:rPr>
      </w:pPr>
      <w:r w:rsidRPr="006A7719">
        <w:rPr>
          <w:color w:val="000000"/>
          <w:sz w:val="28"/>
          <w:szCs w:val="28"/>
        </w:rPr>
        <w:t xml:space="preserve">6.1. Настоящее Соглашение вступает в силу после </w:t>
      </w:r>
      <w:r>
        <w:rPr>
          <w:color w:val="000000"/>
          <w:sz w:val="28"/>
          <w:szCs w:val="28"/>
        </w:rPr>
        <w:t>его официального опубликования</w:t>
      </w:r>
      <w:r w:rsidRPr="006A7719">
        <w:rPr>
          <w:color w:val="000000"/>
          <w:sz w:val="28"/>
          <w:szCs w:val="28"/>
        </w:rPr>
        <w:t xml:space="preserve">. </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6.3. Действие настоящего Соглашения может быть прекращено досрочно по соглашению Сторон</w:t>
      </w:r>
      <w:r>
        <w:rPr>
          <w:color w:val="000000"/>
          <w:sz w:val="28"/>
          <w:szCs w:val="28"/>
        </w:rPr>
        <w:t>,</w:t>
      </w:r>
      <w:r w:rsidRPr="006A7719">
        <w:rPr>
          <w:color w:val="000000"/>
          <w:sz w:val="28"/>
          <w:szCs w:val="28"/>
        </w:rPr>
        <w:t xml:space="preserve">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 xml:space="preserve">6.5. При прекращении действия Соглашения представительный орган поселения обеспечивает перечисление в бюджет муниципального </w:t>
      </w:r>
      <w:r>
        <w:rPr>
          <w:color w:val="000000"/>
          <w:sz w:val="28"/>
          <w:szCs w:val="28"/>
        </w:rPr>
        <w:t>района</w:t>
      </w:r>
      <w:r w:rsidRPr="006A7719">
        <w:rPr>
          <w:color w:val="000000"/>
          <w:sz w:val="28"/>
          <w:szCs w:val="28"/>
        </w:rPr>
        <w:t xml:space="preserve"> определенную в соответствии с настоящим Соглашением часть объема  иных межбюджетных трансфертов, приходящуюся на проведенные мероприятия.</w:t>
      </w:r>
    </w:p>
    <w:p w:rsidR="00784BAC" w:rsidRPr="006A7719" w:rsidRDefault="00784BAC" w:rsidP="002F0AAE">
      <w:pPr>
        <w:shd w:val="clear" w:color="auto" w:fill="FFFFFF"/>
        <w:ind w:firstLine="708"/>
        <w:jc w:val="both"/>
        <w:rPr>
          <w:color w:val="000000"/>
          <w:sz w:val="28"/>
          <w:szCs w:val="28"/>
        </w:rPr>
      </w:pPr>
      <w:r w:rsidRPr="006A7719">
        <w:rPr>
          <w:color w:val="000000"/>
          <w:sz w:val="28"/>
          <w:szCs w:val="28"/>
        </w:rPr>
        <w:t>6.6.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 приходящуюся на не проведенные мероприятия.</w:t>
      </w:r>
    </w:p>
    <w:p w:rsidR="00784BAC" w:rsidRPr="006A7719" w:rsidRDefault="00784BAC" w:rsidP="00887EB2">
      <w:pPr>
        <w:shd w:val="clear" w:color="auto" w:fill="FFFFFF"/>
        <w:ind w:firstLine="708"/>
        <w:rPr>
          <w:color w:val="000000"/>
          <w:sz w:val="28"/>
          <w:szCs w:val="28"/>
        </w:rPr>
      </w:pPr>
      <w:r w:rsidRPr="006A7719">
        <w:rPr>
          <w:color w:val="000000"/>
          <w:sz w:val="28"/>
          <w:szCs w:val="28"/>
        </w:rPr>
        <w:t>6.7.</w:t>
      </w:r>
      <w:r>
        <w:rPr>
          <w:color w:val="000000"/>
          <w:sz w:val="28"/>
          <w:szCs w:val="28"/>
        </w:rPr>
        <w:t xml:space="preserve">  Неурегулированные С</w:t>
      </w:r>
      <w:r w:rsidRPr="006A7719">
        <w:rPr>
          <w:color w:val="000000"/>
          <w:sz w:val="28"/>
          <w:szCs w:val="28"/>
        </w:rPr>
        <w:t xml:space="preserve">торонами </w:t>
      </w:r>
      <w:r>
        <w:rPr>
          <w:color w:val="000000"/>
          <w:sz w:val="28"/>
          <w:szCs w:val="28"/>
        </w:rPr>
        <w:t xml:space="preserve">     </w:t>
      </w:r>
      <w:r w:rsidRPr="006A7719">
        <w:rPr>
          <w:color w:val="000000"/>
          <w:sz w:val="28"/>
          <w:szCs w:val="28"/>
        </w:rPr>
        <w:t xml:space="preserve">споры </w:t>
      </w:r>
      <w:r>
        <w:rPr>
          <w:color w:val="000000"/>
          <w:sz w:val="28"/>
          <w:szCs w:val="28"/>
        </w:rPr>
        <w:t xml:space="preserve">  </w:t>
      </w:r>
      <w:r w:rsidRPr="006A7719">
        <w:rPr>
          <w:color w:val="000000"/>
          <w:sz w:val="28"/>
          <w:szCs w:val="28"/>
        </w:rPr>
        <w:t xml:space="preserve">и </w:t>
      </w:r>
      <w:r>
        <w:rPr>
          <w:color w:val="000000"/>
          <w:sz w:val="28"/>
          <w:szCs w:val="28"/>
        </w:rPr>
        <w:t xml:space="preserve">   </w:t>
      </w:r>
      <w:r w:rsidRPr="006A7719">
        <w:rPr>
          <w:color w:val="000000"/>
          <w:sz w:val="28"/>
          <w:szCs w:val="28"/>
        </w:rPr>
        <w:t>разногласия,</w:t>
      </w:r>
      <w:r>
        <w:rPr>
          <w:color w:val="000000"/>
          <w:sz w:val="28"/>
          <w:szCs w:val="28"/>
        </w:rPr>
        <w:t xml:space="preserve"> в</w:t>
      </w:r>
      <w:r w:rsidRPr="006A7719">
        <w:rPr>
          <w:color w:val="000000"/>
          <w:sz w:val="28"/>
          <w:szCs w:val="28"/>
        </w:rPr>
        <w:t>озникшие</w:t>
      </w:r>
      <w:r>
        <w:rPr>
          <w:color w:val="000000"/>
          <w:sz w:val="28"/>
          <w:szCs w:val="28"/>
        </w:rPr>
        <w:t xml:space="preserve"> </w:t>
      </w:r>
      <w:r w:rsidRPr="006A7719">
        <w:rPr>
          <w:color w:val="000000"/>
          <w:sz w:val="28"/>
          <w:szCs w:val="28"/>
        </w:rPr>
        <w:t>при исполнении настоящего Согл</w:t>
      </w:r>
      <w:r>
        <w:rPr>
          <w:color w:val="000000"/>
          <w:sz w:val="28"/>
          <w:szCs w:val="28"/>
        </w:rPr>
        <w:t xml:space="preserve">ашения, подлежат рассмотрению в </w:t>
      </w:r>
      <w:r w:rsidRPr="006A7719">
        <w:rPr>
          <w:color w:val="000000"/>
          <w:sz w:val="28"/>
          <w:szCs w:val="28"/>
        </w:rPr>
        <w:t>порядке, предусмотренном законодательством.</w:t>
      </w:r>
    </w:p>
    <w:p w:rsidR="00784BAC" w:rsidRDefault="00784BAC" w:rsidP="002F0AAE">
      <w:pPr>
        <w:shd w:val="clear" w:color="auto" w:fill="FFFFFF"/>
        <w:ind w:firstLine="708"/>
        <w:jc w:val="both"/>
        <w:rPr>
          <w:color w:val="000000"/>
          <w:sz w:val="28"/>
          <w:szCs w:val="28"/>
        </w:rPr>
      </w:pPr>
    </w:p>
    <w:p w:rsidR="00784BAC" w:rsidRPr="005F4D41" w:rsidRDefault="00784BAC" w:rsidP="002F0AAE">
      <w:pPr>
        <w:shd w:val="clear" w:color="auto" w:fill="FFFFFF"/>
        <w:ind w:firstLine="708"/>
        <w:jc w:val="both"/>
        <w:rPr>
          <w:color w:val="000000"/>
          <w:sz w:val="28"/>
          <w:szCs w:val="28"/>
        </w:rPr>
      </w:pPr>
      <w:r w:rsidRPr="006A7719">
        <w:rPr>
          <w:color w:val="000000"/>
          <w:sz w:val="28"/>
          <w:szCs w:val="28"/>
        </w:rPr>
        <w:t>6.8. Настоящее Соглашение составлено в трех экземплярах, имеющих одинаковую юридическую силу, по одному экземпляру для каждой из Сторон.</w:t>
      </w:r>
    </w:p>
    <w:p w:rsidR="00784BAC" w:rsidRPr="005F4D41" w:rsidRDefault="00784BAC" w:rsidP="002F0AAE">
      <w:pPr>
        <w:shd w:val="clear" w:color="auto" w:fill="FFFFFF"/>
        <w:ind w:firstLine="708"/>
        <w:jc w:val="both"/>
        <w:rPr>
          <w:color w:val="000000"/>
          <w:sz w:val="28"/>
          <w:szCs w:val="28"/>
        </w:rPr>
      </w:pPr>
    </w:p>
    <w:p w:rsidR="00784BAC" w:rsidRDefault="00784BAC" w:rsidP="002F0AAE">
      <w:pPr>
        <w:shd w:val="clear" w:color="auto" w:fill="FFFFFF"/>
        <w:ind w:firstLine="708"/>
        <w:jc w:val="both"/>
        <w:rPr>
          <w:color w:val="000000"/>
          <w:sz w:val="28"/>
          <w:szCs w:val="28"/>
        </w:rPr>
      </w:pPr>
    </w:p>
    <w:p w:rsidR="00784BAC" w:rsidRDefault="00784BAC" w:rsidP="002F0AAE">
      <w:pPr>
        <w:shd w:val="clear" w:color="auto" w:fill="FFFFFF"/>
        <w:ind w:firstLine="708"/>
        <w:jc w:val="both"/>
        <w:rPr>
          <w:color w:val="000000"/>
          <w:sz w:val="28"/>
          <w:szCs w:val="28"/>
        </w:rPr>
      </w:pPr>
    </w:p>
    <w:p w:rsidR="00784BAC" w:rsidRPr="005F4D41" w:rsidRDefault="00784BAC" w:rsidP="002F0AAE">
      <w:pPr>
        <w:shd w:val="clear" w:color="auto" w:fill="FFFFFF"/>
        <w:ind w:firstLine="708"/>
        <w:jc w:val="both"/>
        <w:rPr>
          <w:color w:val="000000"/>
          <w:sz w:val="28"/>
          <w:szCs w:val="28"/>
        </w:rPr>
      </w:pPr>
    </w:p>
    <w:tbl>
      <w:tblPr>
        <w:tblW w:w="0" w:type="auto"/>
        <w:tblLook w:val="01E0"/>
      </w:tblPr>
      <w:tblGrid>
        <w:gridCol w:w="4767"/>
        <w:gridCol w:w="4704"/>
      </w:tblGrid>
      <w:tr w:rsidR="00784BAC" w:rsidRPr="005F4D41" w:rsidTr="003936EB">
        <w:tc>
          <w:tcPr>
            <w:tcW w:w="4767" w:type="dxa"/>
          </w:tcPr>
          <w:p w:rsidR="00784BAC" w:rsidRDefault="00784BAC" w:rsidP="003936EB">
            <w:pPr>
              <w:ind w:right="284"/>
              <w:rPr>
                <w:color w:val="000000"/>
                <w:sz w:val="28"/>
                <w:szCs w:val="28"/>
              </w:rPr>
            </w:pPr>
            <w:r w:rsidRPr="005F4D41">
              <w:rPr>
                <w:color w:val="000000"/>
                <w:sz w:val="28"/>
                <w:szCs w:val="28"/>
              </w:rPr>
              <w:t>Глава</w:t>
            </w:r>
            <w:r>
              <w:rPr>
                <w:color w:val="000000"/>
                <w:sz w:val="28"/>
                <w:szCs w:val="28"/>
              </w:rPr>
              <w:t xml:space="preserve"> Мглинского</w:t>
            </w:r>
            <w:r w:rsidRPr="005F4D41">
              <w:rPr>
                <w:color w:val="000000"/>
                <w:sz w:val="28"/>
                <w:szCs w:val="28"/>
              </w:rPr>
              <w:t xml:space="preserve"> района</w:t>
            </w:r>
          </w:p>
          <w:p w:rsidR="00784BAC" w:rsidRDefault="00784BAC" w:rsidP="003936EB">
            <w:pPr>
              <w:ind w:right="284"/>
              <w:rPr>
                <w:color w:val="000000"/>
                <w:sz w:val="28"/>
                <w:szCs w:val="28"/>
              </w:rPr>
            </w:pPr>
          </w:p>
          <w:p w:rsidR="00784BAC" w:rsidRPr="005F4D41" w:rsidRDefault="00784BAC" w:rsidP="003936EB">
            <w:pPr>
              <w:ind w:right="284"/>
              <w:rPr>
                <w:color w:val="000000"/>
                <w:sz w:val="28"/>
                <w:szCs w:val="28"/>
              </w:rPr>
            </w:pPr>
          </w:p>
          <w:p w:rsidR="00784BAC" w:rsidRPr="005F4D41" w:rsidRDefault="00784BAC" w:rsidP="003936EB">
            <w:pPr>
              <w:ind w:right="284"/>
              <w:rPr>
                <w:color w:val="000000"/>
                <w:sz w:val="28"/>
                <w:szCs w:val="28"/>
              </w:rPr>
            </w:pPr>
            <w:r w:rsidRPr="005F4D41">
              <w:rPr>
                <w:color w:val="000000"/>
                <w:sz w:val="28"/>
                <w:szCs w:val="28"/>
              </w:rPr>
              <w:t>_____________</w:t>
            </w:r>
            <w:r>
              <w:rPr>
                <w:color w:val="000000"/>
                <w:sz w:val="28"/>
                <w:szCs w:val="28"/>
              </w:rPr>
              <w:t>Н. В. Воликова</w:t>
            </w:r>
          </w:p>
          <w:p w:rsidR="00784BAC" w:rsidRPr="005F4D41" w:rsidRDefault="00784BAC" w:rsidP="003936EB">
            <w:pPr>
              <w:ind w:right="284"/>
              <w:rPr>
                <w:color w:val="000000"/>
                <w:sz w:val="28"/>
                <w:szCs w:val="28"/>
              </w:rPr>
            </w:pPr>
          </w:p>
          <w:p w:rsidR="00784BAC" w:rsidRPr="005F4D41" w:rsidRDefault="00784BAC" w:rsidP="003936EB">
            <w:pPr>
              <w:ind w:right="284"/>
              <w:rPr>
                <w:color w:val="000000"/>
                <w:sz w:val="28"/>
                <w:szCs w:val="28"/>
              </w:rPr>
            </w:pPr>
            <w:r w:rsidRPr="005F4D41">
              <w:rPr>
                <w:color w:val="000000"/>
                <w:sz w:val="28"/>
                <w:szCs w:val="28"/>
              </w:rPr>
              <w:t xml:space="preserve">                                года</w:t>
            </w:r>
          </w:p>
          <w:p w:rsidR="00784BAC" w:rsidRPr="005F4D41" w:rsidRDefault="00784BAC" w:rsidP="003936EB">
            <w:pPr>
              <w:ind w:right="284"/>
              <w:rPr>
                <w:color w:val="000000"/>
                <w:sz w:val="28"/>
                <w:szCs w:val="28"/>
              </w:rPr>
            </w:pPr>
            <w:r w:rsidRPr="005F4D41">
              <w:rPr>
                <w:color w:val="000000"/>
                <w:sz w:val="28"/>
                <w:szCs w:val="28"/>
              </w:rPr>
              <w:t>___________________</w:t>
            </w:r>
          </w:p>
          <w:p w:rsidR="00784BAC" w:rsidRPr="005F4D41" w:rsidRDefault="00784BAC" w:rsidP="003936EB">
            <w:pPr>
              <w:ind w:right="284"/>
              <w:rPr>
                <w:color w:val="000000"/>
                <w:sz w:val="28"/>
                <w:szCs w:val="28"/>
              </w:rPr>
            </w:pPr>
            <w:r w:rsidRPr="005F4D41">
              <w:rPr>
                <w:color w:val="000000"/>
                <w:sz w:val="28"/>
                <w:szCs w:val="28"/>
              </w:rPr>
              <w:t>(Дата подписания)</w:t>
            </w:r>
          </w:p>
          <w:p w:rsidR="00784BAC" w:rsidRPr="005F4D41" w:rsidRDefault="00784BAC" w:rsidP="003936EB">
            <w:pPr>
              <w:ind w:right="284"/>
              <w:rPr>
                <w:color w:val="000000"/>
                <w:sz w:val="28"/>
                <w:szCs w:val="28"/>
              </w:rPr>
            </w:pPr>
          </w:p>
          <w:p w:rsidR="00784BAC" w:rsidRPr="005F4D41" w:rsidRDefault="00784BAC" w:rsidP="003936EB">
            <w:pPr>
              <w:ind w:right="284"/>
              <w:rPr>
                <w:color w:val="000000"/>
                <w:sz w:val="28"/>
                <w:szCs w:val="28"/>
              </w:rPr>
            </w:pPr>
            <w:r w:rsidRPr="005F4D41">
              <w:rPr>
                <w:color w:val="000000"/>
                <w:sz w:val="28"/>
                <w:szCs w:val="28"/>
              </w:rPr>
              <w:t>М.п.</w:t>
            </w:r>
          </w:p>
        </w:tc>
        <w:tc>
          <w:tcPr>
            <w:tcW w:w="4704" w:type="dxa"/>
          </w:tcPr>
          <w:p w:rsidR="00784BAC" w:rsidRPr="005F4D41" w:rsidRDefault="00784BAC" w:rsidP="003936EB">
            <w:pPr>
              <w:ind w:right="284"/>
              <w:jc w:val="both"/>
              <w:rPr>
                <w:color w:val="000000"/>
                <w:sz w:val="28"/>
                <w:szCs w:val="28"/>
              </w:rPr>
            </w:pPr>
            <w:r w:rsidRPr="005F4D41">
              <w:rPr>
                <w:color w:val="000000"/>
                <w:sz w:val="28"/>
                <w:szCs w:val="28"/>
              </w:rPr>
              <w:t>Глава</w:t>
            </w:r>
            <w:r>
              <w:rPr>
                <w:color w:val="000000"/>
                <w:sz w:val="28"/>
                <w:szCs w:val="28"/>
              </w:rPr>
              <w:t xml:space="preserve"> Ветлевск</w:t>
            </w:r>
            <w:r w:rsidRPr="005F4D41">
              <w:rPr>
                <w:color w:val="000000"/>
                <w:sz w:val="28"/>
                <w:szCs w:val="28"/>
              </w:rPr>
              <w:t>ого сельского поселения</w:t>
            </w:r>
          </w:p>
          <w:p w:rsidR="00784BAC" w:rsidRPr="005F4D41" w:rsidRDefault="00784BAC" w:rsidP="003936EB">
            <w:pPr>
              <w:ind w:right="284"/>
              <w:jc w:val="both"/>
              <w:rPr>
                <w:color w:val="000000"/>
                <w:sz w:val="28"/>
                <w:szCs w:val="28"/>
              </w:rPr>
            </w:pPr>
          </w:p>
          <w:p w:rsidR="00784BAC" w:rsidRDefault="00784BAC" w:rsidP="003936EB">
            <w:pPr>
              <w:ind w:right="284"/>
              <w:jc w:val="both"/>
              <w:rPr>
                <w:color w:val="000000"/>
                <w:sz w:val="28"/>
                <w:szCs w:val="28"/>
              </w:rPr>
            </w:pPr>
            <w:r w:rsidRPr="005F4D41">
              <w:rPr>
                <w:color w:val="000000"/>
                <w:sz w:val="28"/>
                <w:szCs w:val="28"/>
              </w:rPr>
              <w:t>___________</w:t>
            </w:r>
            <w:r>
              <w:rPr>
                <w:color w:val="000000"/>
                <w:sz w:val="28"/>
                <w:szCs w:val="28"/>
              </w:rPr>
              <w:t>_В.В.</w:t>
            </w:r>
            <w:r>
              <w:rPr>
                <w:sz w:val="28"/>
                <w:szCs w:val="28"/>
              </w:rPr>
              <w:t xml:space="preserve"> Протченко</w:t>
            </w:r>
          </w:p>
          <w:p w:rsidR="00784BAC" w:rsidRPr="005F4D41" w:rsidRDefault="00784BAC" w:rsidP="003936EB">
            <w:pPr>
              <w:ind w:right="284"/>
              <w:jc w:val="both"/>
              <w:rPr>
                <w:color w:val="000000"/>
                <w:sz w:val="28"/>
                <w:szCs w:val="28"/>
              </w:rPr>
            </w:pPr>
          </w:p>
          <w:p w:rsidR="00784BAC" w:rsidRPr="005F4D41" w:rsidRDefault="00784BAC" w:rsidP="003936EB">
            <w:pPr>
              <w:ind w:right="284"/>
              <w:rPr>
                <w:color w:val="000000"/>
                <w:sz w:val="28"/>
                <w:szCs w:val="28"/>
              </w:rPr>
            </w:pPr>
            <w:r w:rsidRPr="005F4D41">
              <w:rPr>
                <w:color w:val="000000"/>
                <w:sz w:val="28"/>
                <w:szCs w:val="28"/>
              </w:rPr>
              <w:t xml:space="preserve">  </w:t>
            </w:r>
            <w:r>
              <w:rPr>
                <w:color w:val="000000"/>
                <w:sz w:val="28"/>
                <w:szCs w:val="28"/>
              </w:rPr>
              <w:t xml:space="preserve">                                </w:t>
            </w:r>
            <w:r w:rsidRPr="005F4D41">
              <w:rPr>
                <w:color w:val="000000"/>
                <w:sz w:val="28"/>
                <w:szCs w:val="28"/>
              </w:rPr>
              <w:t xml:space="preserve"> года</w:t>
            </w:r>
          </w:p>
          <w:p w:rsidR="00784BAC" w:rsidRPr="005F4D41" w:rsidRDefault="00784BAC" w:rsidP="003936EB">
            <w:pPr>
              <w:ind w:right="284"/>
              <w:rPr>
                <w:color w:val="000000"/>
                <w:sz w:val="28"/>
                <w:szCs w:val="28"/>
              </w:rPr>
            </w:pPr>
            <w:r w:rsidRPr="005F4D41">
              <w:rPr>
                <w:color w:val="000000"/>
                <w:sz w:val="28"/>
                <w:szCs w:val="28"/>
              </w:rPr>
              <w:t>___________________</w:t>
            </w:r>
          </w:p>
          <w:p w:rsidR="00784BAC" w:rsidRPr="005F4D41" w:rsidRDefault="00784BAC" w:rsidP="003936EB">
            <w:pPr>
              <w:ind w:right="284"/>
              <w:rPr>
                <w:color w:val="000000"/>
                <w:sz w:val="28"/>
                <w:szCs w:val="28"/>
              </w:rPr>
            </w:pPr>
            <w:r w:rsidRPr="005F4D41">
              <w:rPr>
                <w:color w:val="000000"/>
                <w:sz w:val="28"/>
                <w:szCs w:val="28"/>
              </w:rPr>
              <w:t>(Дата подписания)</w:t>
            </w:r>
          </w:p>
          <w:p w:rsidR="00784BAC" w:rsidRDefault="00784BAC" w:rsidP="003936EB">
            <w:pPr>
              <w:rPr>
                <w:sz w:val="28"/>
                <w:szCs w:val="28"/>
              </w:rPr>
            </w:pPr>
          </w:p>
          <w:p w:rsidR="00784BAC" w:rsidRDefault="00784BAC" w:rsidP="003936EB">
            <w:pPr>
              <w:rPr>
                <w:sz w:val="28"/>
                <w:szCs w:val="28"/>
              </w:rPr>
            </w:pPr>
          </w:p>
          <w:p w:rsidR="00784BAC" w:rsidRPr="005F4D41" w:rsidRDefault="00784BAC" w:rsidP="003936EB">
            <w:pPr>
              <w:rPr>
                <w:sz w:val="28"/>
                <w:szCs w:val="28"/>
              </w:rPr>
            </w:pPr>
            <w:r w:rsidRPr="005F4D41">
              <w:rPr>
                <w:sz w:val="28"/>
                <w:szCs w:val="28"/>
              </w:rPr>
              <w:t>М.п.</w:t>
            </w:r>
          </w:p>
        </w:tc>
      </w:tr>
    </w:tbl>
    <w:p w:rsidR="00784BAC" w:rsidRPr="005F4D41" w:rsidRDefault="00784BAC" w:rsidP="002F0AAE">
      <w:pPr>
        <w:rPr>
          <w:sz w:val="28"/>
          <w:szCs w:val="28"/>
        </w:rPr>
      </w:pPr>
    </w:p>
    <w:p w:rsidR="00784BAC" w:rsidRPr="005F4D41" w:rsidRDefault="00784BAC" w:rsidP="002F0AAE">
      <w:pPr>
        <w:rPr>
          <w:sz w:val="28"/>
          <w:szCs w:val="28"/>
        </w:rPr>
      </w:pPr>
    </w:p>
    <w:p w:rsidR="00784BAC" w:rsidRDefault="00784BAC" w:rsidP="002F0AAE">
      <w:pPr>
        <w:rPr>
          <w:sz w:val="28"/>
          <w:szCs w:val="28"/>
        </w:rPr>
      </w:pPr>
      <w:r>
        <w:rPr>
          <w:sz w:val="28"/>
          <w:szCs w:val="28"/>
        </w:rPr>
        <w:t xml:space="preserve">Глава администрации </w:t>
      </w:r>
    </w:p>
    <w:p w:rsidR="00784BAC" w:rsidRPr="005F4D41" w:rsidRDefault="00784BAC" w:rsidP="002F0AAE">
      <w:pPr>
        <w:rPr>
          <w:sz w:val="28"/>
          <w:szCs w:val="28"/>
        </w:rPr>
      </w:pPr>
      <w:r>
        <w:rPr>
          <w:sz w:val="28"/>
          <w:szCs w:val="28"/>
        </w:rPr>
        <w:t>Мглинского района</w:t>
      </w:r>
    </w:p>
    <w:p w:rsidR="00784BAC" w:rsidRPr="005F4D41" w:rsidRDefault="00784BAC" w:rsidP="002F0AAE">
      <w:pPr>
        <w:rPr>
          <w:sz w:val="28"/>
          <w:szCs w:val="28"/>
        </w:rPr>
      </w:pPr>
      <w:r w:rsidRPr="005F4D41">
        <w:rPr>
          <w:sz w:val="28"/>
          <w:szCs w:val="28"/>
        </w:rPr>
        <w:t xml:space="preserve">______________ </w:t>
      </w:r>
      <w:r>
        <w:rPr>
          <w:sz w:val="28"/>
          <w:szCs w:val="28"/>
        </w:rPr>
        <w:t xml:space="preserve">А.Г.Резунов </w:t>
      </w:r>
    </w:p>
    <w:p w:rsidR="00784BAC" w:rsidRPr="005F4D41" w:rsidRDefault="00784BAC" w:rsidP="002F0AAE">
      <w:pPr>
        <w:rPr>
          <w:sz w:val="28"/>
          <w:szCs w:val="28"/>
        </w:rPr>
      </w:pPr>
    </w:p>
    <w:p w:rsidR="00784BAC" w:rsidRPr="005F4D41" w:rsidRDefault="00784BAC" w:rsidP="002F0AAE">
      <w:pPr>
        <w:rPr>
          <w:sz w:val="28"/>
          <w:szCs w:val="28"/>
        </w:rPr>
      </w:pPr>
      <w:r w:rsidRPr="005F4D41">
        <w:rPr>
          <w:sz w:val="28"/>
          <w:szCs w:val="28"/>
        </w:rPr>
        <w:t>________________________</w:t>
      </w:r>
    </w:p>
    <w:p w:rsidR="00784BAC" w:rsidRPr="005F4D41" w:rsidRDefault="00784BAC" w:rsidP="002F0AAE">
      <w:pPr>
        <w:rPr>
          <w:sz w:val="28"/>
          <w:szCs w:val="28"/>
        </w:rPr>
      </w:pPr>
      <w:r w:rsidRPr="005F4D41">
        <w:rPr>
          <w:sz w:val="28"/>
          <w:szCs w:val="28"/>
        </w:rPr>
        <w:t>(</w:t>
      </w:r>
      <w:r>
        <w:rPr>
          <w:sz w:val="28"/>
          <w:szCs w:val="28"/>
        </w:rPr>
        <w:t>Д</w:t>
      </w:r>
      <w:r w:rsidRPr="005F4D41">
        <w:rPr>
          <w:sz w:val="28"/>
          <w:szCs w:val="28"/>
        </w:rPr>
        <w:t>ата подписания)</w:t>
      </w:r>
    </w:p>
    <w:p w:rsidR="00784BAC" w:rsidRPr="005F4D41" w:rsidRDefault="00784BAC" w:rsidP="002F0AAE">
      <w:pPr>
        <w:rPr>
          <w:sz w:val="28"/>
          <w:szCs w:val="28"/>
        </w:rPr>
      </w:pPr>
      <w:r w:rsidRPr="005F4D41">
        <w:rPr>
          <w:sz w:val="28"/>
          <w:szCs w:val="28"/>
        </w:rPr>
        <w:t xml:space="preserve">                                 </w:t>
      </w:r>
    </w:p>
    <w:p w:rsidR="00784BAC" w:rsidRPr="005F4D41" w:rsidRDefault="00784BAC" w:rsidP="002F0AAE">
      <w:pPr>
        <w:rPr>
          <w:sz w:val="28"/>
          <w:szCs w:val="28"/>
        </w:rPr>
      </w:pPr>
      <w:r w:rsidRPr="005F4D41">
        <w:rPr>
          <w:sz w:val="28"/>
          <w:szCs w:val="28"/>
        </w:rPr>
        <w:t>М.п.</w:t>
      </w:r>
    </w:p>
    <w:p w:rsidR="00784BAC" w:rsidRDefault="00784BAC"/>
    <w:sectPr w:rsidR="00784BAC" w:rsidSect="005F4C14">
      <w:headerReference w:type="even" r:id="rId6"/>
      <w:headerReference w:type="default" r:id="rId7"/>
      <w:footerReference w:type="even" r:id="rId8"/>
      <w:footerReference w:type="default" r:id="rId9"/>
      <w:pgSz w:w="11906" w:h="16838"/>
      <w:pgMar w:top="305" w:right="707" w:bottom="72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BAC" w:rsidRDefault="00784BAC">
      <w:r>
        <w:separator/>
      </w:r>
    </w:p>
  </w:endnote>
  <w:endnote w:type="continuationSeparator" w:id="1">
    <w:p w:rsidR="00784BAC" w:rsidRDefault="00784B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BAC" w:rsidRDefault="00784BAC" w:rsidP="001D5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4BAC" w:rsidRDefault="00784BAC" w:rsidP="00432E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BAC" w:rsidRDefault="00784BAC" w:rsidP="001D5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84BAC" w:rsidRDefault="00784BAC" w:rsidP="00432E4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BAC" w:rsidRDefault="00784BAC">
      <w:r>
        <w:separator/>
      </w:r>
    </w:p>
  </w:footnote>
  <w:footnote w:type="continuationSeparator" w:id="1">
    <w:p w:rsidR="00784BAC" w:rsidRDefault="00784B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BAC" w:rsidRDefault="00784BAC" w:rsidP="008B52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4BAC" w:rsidRDefault="00784B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BAC" w:rsidRDefault="00784BAC" w:rsidP="008B5242">
    <w:pPr>
      <w:pStyle w:val="Header"/>
      <w:framePr w:wrap="around" w:vAnchor="text" w:hAnchor="margin" w:xAlign="center" w:y="1"/>
      <w:rPr>
        <w:rStyle w:val="PageNumber"/>
      </w:rPr>
    </w:pPr>
  </w:p>
  <w:p w:rsidR="00784BAC" w:rsidRDefault="00784BAC" w:rsidP="002426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AAE"/>
    <w:rsid w:val="0000132A"/>
    <w:rsid w:val="00006D3F"/>
    <w:rsid w:val="00016221"/>
    <w:rsid w:val="00023BA6"/>
    <w:rsid w:val="000506F8"/>
    <w:rsid w:val="000557B9"/>
    <w:rsid w:val="00064935"/>
    <w:rsid w:val="000651C4"/>
    <w:rsid w:val="000656B3"/>
    <w:rsid w:val="00065AC8"/>
    <w:rsid w:val="0007288B"/>
    <w:rsid w:val="00073356"/>
    <w:rsid w:val="000738E1"/>
    <w:rsid w:val="0007633B"/>
    <w:rsid w:val="00081166"/>
    <w:rsid w:val="00086588"/>
    <w:rsid w:val="00087CAB"/>
    <w:rsid w:val="00092004"/>
    <w:rsid w:val="000A2707"/>
    <w:rsid w:val="000A4773"/>
    <w:rsid w:val="000A6FA0"/>
    <w:rsid w:val="000B0F1E"/>
    <w:rsid w:val="000B185B"/>
    <w:rsid w:val="000C5F9D"/>
    <w:rsid w:val="000D655F"/>
    <w:rsid w:val="000D72EB"/>
    <w:rsid w:val="000E1E18"/>
    <w:rsid w:val="000E24CB"/>
    <w:rsid w:val="000F24F9"/>
    <w:rsid w:val="001025C7"/>
    <w:rsid w:val="00105645"/>
    <w:rsid w:val="00106D03"/>
    <w:rsid w:val="00107495"/>
    <w:rsid w:val="00126919"/>
    <w:rsid w:val="00130026"/>
    <w:rsid w:val="0013184A"/>
    <w:rsid w:val="00146AF3"/>
    <w:rsid w:val="00152B89"/>
    <w:rsid w:val="001624A2"/>
    <w:rsid w:val="00163901"/>
    <w:rsid w:val="001820FE"/>
    <w:rsid w:val="00182372"/>
    <w:rsid w:val="001873EF"/>
    <w:rsid w:val="001878B6"/>
    <w:rsid w:val="001A1509"/>
    <w:rsid w:val="001A2A32"/>
    <w:rsid w:val="001A3F12"/>
    <w:rsid w:val="001A63F7"/>
    <w:rsid w:val="001C73FC"/>
    <w:rsid w:val="001D47C5"/>
    <w:rsid w:val="001D56E0"/>
    <w:rsid w:val="001D5DE6"/>
    <w:rsid w:val="001D74A6"/>
    <w:rsid w:val="001D7CCB"/>
    <w:rsid w:val="001E2FF9"/>
    <w:rsid w:val="001E5D5E"/>
    <w:rsid w:val="001F15A9"/>
    <w:rsid w:val="001F27AF"/>
    <w:rsid w:val="001F2C69"/>
    <w:rsid w:val="001F72BE"/>
    <w:rsid w:val="002033E4"/>
    <w:rsid w:val="002105B2"/>
    <w:rsid w:val="00210AAA"/>
    <w:rsid w:val="0023673A"/>
    <w:rsid w:val="0024261F"/>
    <w:rsid w:val="0024556A"/>
    <w:rsid w:val="00246B13"/>
    <w:rsid w:val="00252989"/>
    <w:rsid w:val="00265E06"/>
    <w:rsid w:val="00270416"/>
    <w:rsid w:val="0027304F"/>
    <w:rsid w:val="00282F4C"/>
    <w:rsid w:val="00283455"/>
    <w:rsid w:val="002923A4"/>
    <w:rsid w:val="00295D6D"/>
    <w:rsid w:val="002A70E8"/>
    <w:rsid w:val="002A7F93"/>
    <w:rsid w:val="002C3914"/>
    <w:rsid w:val="002D0005"/>
    <w:rsid w:val="002D59AC"/>
    <w:rsid w:val="002E1872"/>
    <w:rsid w:val="002F0AAE"/>
    <w:rsid w:val="002F26C1"/>
    <w:rsid w:val="002F5E7B"/>
    <w:rsid w:val="0030169B"/>
    <w:rsid w:val="0032241D"/>
    <w:rsid w:val="003331CD"/>
    <w:rsid w:val="003350B6"/>
    <w:rsid w:val="0033670F"/>
    <w:rsid w:val="003376B3"/>
    <w:rsid w:val="003412ED"/>
    <w:rsid w:val="0034484B"/>
    <w:rsid w:val="00356233"/>
    <w:rsid w:val="0036383D"/>
    <w:rsid w:val="00370F9A"/>
    <w:rsid w:val="00372862"/>
    <w:rsid w:val="00380F64"/>
    <w:rsid w:val="003936EB"/>
    <w:rsid w:val="003C1ADD"/>
    <w:rsid w:val="003C5F78"/>
    <w:rsid w:val="003D55F3"/>
    <w:rsid w:val="003D6CF7"/>
    <w:rsid w:val="003E0FF3"/>
    <w:rsid w:val="003E608F"/>
    <w:rsid w:val="003F0B21"/>
    <w:rsid w:val="003F4DF5"/>
    <w:rsid w:val="004018BE"/>
    <w:rsid w:val="00407BF4"/>
    <w:rsid w:val="00410841"/>
    <w:rsid w:val="00426607"/>
    <w:rsid w:val="00432E4E"/>
    <w:rsid w:val="00434310"/>
    <w:rsid w:val="004406E7"/>
    <w:rsid w:val="00442FB5"/>
    <w:rsid w:val="00446D07"/>
    <w:rsid w:val="0044754B"/>
    <w:rsid w:val="0046005B"/>
    <w:rsid w:val="004742B9"/>
    <w:rsid w:val="00482B14"/>
    <w:rsid w:val="00486F14"/>
    <w:rsid w:val="00493841"/>
    <w:rsid w:val="00496314"/>
    <w:rsid w:val="004973F6"/>
    <w:rsid w:val="004A4ACD"/>
    <w:rsid w:val="004C6DCF"/>
    <w:rsid w:val="004D0568"/>
    <w:rsid w:val="004D1B1E"/>
    <w:rsid w:val="004D416C"/>
    <w:rsid w:val="00502592"/>
    <w:rsid w:val="00504ECB"/>
    <w:rsid w:val="00507577"/>
    <w:rsid w:val="00514838"/>
    <w:rsid w:val="00523BAF"/>
    <w:rsid w:val="00524872"/>
    <w:rsid w:val="00530B8B"/>
    <w:rsid w:val="005447E2"/>
    <w:rsid w:val="00552E3C"/>
    <w:rsid w:val="00555B4B"/>
    <w:rsid w:val="00566EB6"/>
    <w:rsid w:val="00574809"/>
    <w:rsid w:val="005762EA"/>
    <w:rsid w:val="005961A0"/>
    <w:rsid w:val="005B48F3"/>
    <w:rsid w:val="005B4EE3"/>
    <w:rsid w:val="005B6893"/>
    <w:rsid w:val="005E2B4C"/>
    <w:rsid w:val="005F274A"/>
    <w:rsid w:val="005F4522"/>
    <w:rsid w:val="005F4C14"/>
    <w:rsid w:val="005F4D41"/>
    <w:rsid w:val="005F76D9"/>
    <w:rsid w:val="00601009"/>
    <w:rsid w:val="006075FE"/>
    <w:rsid w:val="00615836"/>
    <w:rsid w:val="006171DB"/>
    <w:rsid w:val="00617A29"/>
    <w:rsid w:val="00622F19"/>
    <w:rsid w:val="00624A2B"/>
    <w:rsid w:val="006404CA"/>
    <w:rsid w:val="00642D81"/>
    <w:rsid w:val="00652CB9"/>
    <w:rsid w:val="00662171"/>
    <w:rsid w:val="00676468"/>
    <w:rsid w:val="00677790"/>
    <w:rsid w:val="00677B5A"/>
    <w:rsid w:val="0068271B"/>
    <w:rsid w:val="00684C60"/>
    <w:rsid w:val="00685181"/>
    <w:rsid w:val="00690584"/>
    <w:rsid w:val="00693442"/>
    <w:rsid w:val="0069553A"/>
    <w:rsid w:val="006960B3"/>
    <w:rsid w:val="006A54A9"/>
    <w:rsid w:val="006A6572"/>
    <w:rsid w:val="006A7719"/>
    <w:rsid w:val="006C052E"/>
    <w:rsid w:val="006C07A9"/>
    <w:rsid w:val="006D4A3D"/>
    <w:rsid w:val="006D6045"/>
    <w:rsid w:val="006F00A6"/>
    <w:rsid w:val="00703B64"/>
    <w:rsid w:val="007046F1"/>
    <w:rsid w:val="00721C80"/>
    <w:rsid w:val="00721E85"/>
    <w:rsid w:val="00723EAB"/>
    <w:rsid w:val="00730A9F"/>
    <w:rsid w:val="00733FD9"/>
    <w:rsid w:val="007363FD"/>
    <w:rsid w:val="00737682"/>
    <w:rsid w:val="00747E29"/>
    <w:rsid w:val="0075435C"/>
    <w:rsid w:val="00756357"/>
    <w:rsid w:val="007702F9"/>
    <w:rsid w:val="0077243D"/>
    <w:rsid w:val="00772FF4"/>
    <w:rsid w:val="007767E9"/>
    <w:rsid w:val="00784BAC"/>
    <w:rsid w:val="00786390"/>
    <w:rsid w:val="0078707D"/>
    <w:rsid w:val="00792B63"/>
    <w:rsid w:val="007930BB"/>
    <w:rsid w:val="007945FC"/>
    <w:rsid w:val="007A71A4"/>
    <w:rsid w:val="007B2576"/>
    <w:rsid w:val="007C363A"/>
    <w:rsid w:val="007C41A4"/>
    <w:rsid w:val="007C6C1C"/>
    <w:rsid w:val="007D224C"/>
    <w:rsid w:val="007E611F"/>
    <w:rsid w:val="007F052A"/>
    <w:rsid w:val="007F0DD1"/>
    <w:rsid w:val="007F1B26"/>
    <w:rsid w:val="007F1F4D"/>
    <w:rsid w:val="007F502C"/>
    <w:rsid w:val="007F73B9"/>
    <w:rsid w:val="0080567B"/>
    <w:rsid w:val="008065F4"/>
    <w:rsid w:val="0081500C"/>
    <w:rsid w:val="008217CD"/>
    <w:rsid w:val="00822534"/>
    <w:rsid w:val="0082281B"/>
    <w:rsid w:val="00823992"/>
    <w:rsid w:val="0082488A"/>
    <w:rsid w:val="00827E59"/>
    <w:rsid w:val="00840FD4"/>
    <w:rsid w:val="00857BFD"/>
    <w:rsid w:val="0086015A"/>
    <w:rsid w:val="0086203C"/>
    <w:rsid w:val="00874CF9"/>
    <w:rsid w:val="00884A71"/>
    <w:rsid w:val="00887EB2"/>
    <w:rsid w:val="008A79AD"/>
    <w:rsid w:val="008B11BD"/>
    <w:rsid w:val="008B3D4F"/>
    <w:rsid w:val="008B4E75"/>
    <w:rsid w:val="008B5242"/>
    <w:rsid w:val="008B565A"/>
    <w:rsid w:val="008C06C6"/>
    <w:rsid w:val="008C18D1"/>
    <w:rsid w:val="008C2EB5"/>
    <w:rsid w:val="008C3278"/>
    <w:rsid w:val="008D20B8"/>
    <w:rsid w:val="008E675C"/>
    <w:rsid w:val="008E68F3"/>
    <w:rsid w:val="00903C74"/>
    <w:rsid w:val="00912889"/>
    <w:rsid w:val="00912AEA"/>
    <w:rsid w:val="00913DB9"/>
    <w:rsid w:val="009211F5"/>
    <w:rsid w:val="00922352"/>
    <w:rsid w:val="0092364E"/>
    <w:rsid w:val="00941482"/>
    <w:rsid w:val="00943E76"/>
    <w:rsid w:val="00950CC9"/>
    <w:rsid w:val="00955C1F"/>
    <w:rsid w:val="00960219"/>
    <w:rsid w:val="00962E66"/>
    <w:rsid w:val="009657E7"/>
    <w:rsid w:val="00972C8C"/>
    <w:rsid w:val="00981EA7"/>
    <w:rsid w:val="00985BE5"/>
    <w:rsid w:val="009A026E"/>
    <w:rsid w:val="009A72B6"/>
    <w:rsid w:val="009B1414"/>
    <w:rsid w:val="009B317F"/>
    <w:rsid w:val="009B3C26"/>
    <w:rsid w:val="009B4C75"/>
    <w:rsid w:val="009E0DFA"/>
    <w:rsid w:val="009E5F19"/>
    <w:rsid w:val="009F1454"/>
    <w:rsid w:val="009F367E"/>
    <w:rsid w:val="009F4171"/>
    <w:rsid w:val="009F42C4"/>
    <w:rsid w:val="00A076A4"/>
    <w:rsid w:val="00A1112E"/>
    <w:rsid w:val="00A13F34"/>
    <w:rsid w:val="00A14A8F"/>
    <w:rsid w:val="00A17B7E"/>
    <w:rsid w:val="00A2113D"/>
    <w:rsid w:val="00A301FA"/>
    <w:rsid w:val="00A316BD"/>
    <w:rsid w:val="00A31CF9"/>
    <w:rsid w:val="00A353E9"/>
    <w:rsid w:val="00A40E64"/>
    <w:rsid w:val="00A41187"/>
    <w:rsid w:val="00A41B3D"/>
    <w:rsid w:val="00A4441F"/>
    <w:rsid w:val="00A44DCA"/>
    <w:rsid w:val="00A5425C"/>
    <w:rsid w:val="00A573E1"/>
    <w:rsid w:val="00A630CD"/>
    <w:rsid w:val="00A65CD4"/>
    <w:rsid w:val="00A83EA5"/>
    <w:rsid w:val="00A87057"/>
    <w:rsid w:val="00A967B9"/>
    <w:rsid w:val="00A9739B"/>
    <w:rsid w:val="00AA00B7"/>
    <w:rsid w:val="00AA5024"/>
    <w:rsid w:val="00AA6053"/>
    <w:rsid w:val="00AA6758"/>
    <w:rsid w:val="00AC46C8"/>
    <w:rsid w:val="00AD53EC"/>
    <w:rsid w:val="00AE3C27"/>
    <w:rsid w:val="00AE4CCB"/>
    <w:rsid w:val="00AF04DD"/>
    <w:rsid w:val="00AF486B"/>
    <w:rsid w:val="00B0313E"/>
    <w:rsid w:val="00B04C8E"/>
    <w:rsid w:val="00B14B9C"/>
    <w:rsid w:val="00B21697"/>
    <w:rsid w:val="00B23072"/>
    <w:rsid w:val="00B27B63"/>
    <w:rsid w:val="00B43686"/>
    <w:rsid w:val="00B44038"/>
    <w:rsid w:val="00B509F2"/>
    <w:rsid w:val="00B51B0C"/>
    <w:rsid w:val="00B54D2D"/>
    <w:rsid w:val="00B63219"/>
    <w:rsid w:val="00B649F7"/>
    <w:rsid w:val="00B724B3"/>
    <w:rsid w:val="00B72AF3"/>
    <w:rsid w:val="00B9218B"/>
    <w:rsid w:val="00BA1E06"/>
    <w:rsid w:val="00BB40F8"/>
    <w:rsid w:val="00BB543D"/>
    <w:rsid w:val="00BB75AC"/>
    <w:rsid w:val="00BC0A17"/>
    <w:rsid w:val="00BC1E45"/>
    <w:rsid w:val="00BD1E58"/>
    <w:rsid w:val="00BD2C80"/>
    <w:rsid w:val="00BD614C"/>
    <w:rsid w:val="00BD71E2"/>
    <w:rsid w:val="00BD76D5"/>
    <w:rsid w:val="00BE10CD"/>
    <w:rsid w:val="00BE410A"/>
    <w:rsid w:val="00BE593E"/>
    <w:rsid w:val="00BF3AB3"/>
    <w:rsid w:val="00C0137B"/>
    <w:rsid w:val="00C06C1D"/>
    <w:rsid w:val="00C1574D"/>
    <w:rsid w:val="00C15A56"/>
    <w:rsid w:val="00C260C4"/>
    <w:rsid w:val="00C319A3"/>
    <w:rsid w:val="00C3438E"/>
    <w:rsid w:val="00C43551"/>
    <w:rsid w:val="00C5766C"/>
    <w:rsid w:val="00C65A39"/>
    <w:rsid w:val="00C7010A"/>
    <w:rsid w:val="00C71BD7"/>
    <w:rsid w:val="00C71C95"/>
    <w:rsid w:val="00C867D3"/>
    <w:rsid w:val="00C90369"/>
    <w:rsid w:val="00C909E7"/>
    <w:rsid w:val="00CA103E"/>
    <w:rsid w:val="00CA69FA"/>
    <w:rsid w:val="00CB5198"/>
    <w:rsid w:val="00CB5ADE"/>
    <w:rsid w:val="00CD441A"/>
    <w:rsid w:val="00CE12B1"/>
    <w:rsid w:val="00CE273E"/>
    <w:rsid w:val="00CE4293"/>
    <w:rsid w:val="00CF1698"/>
    <w:rsid w:val="00CF56C8"/>
    <w:rsid w:val="00CF6B0B"/>
    <w:rsid w:val="00D25766"/>
    <w:rsid w:val="00D40298"/>
    <w:rsid w:val="00D43F47"/>
    <w:rsid w:val="00D6052B"/>
    <w:rsid w:val="00D60D98"/>
    <w:rsid w:val="00D60EDF"/>
    <w:rsid w:val="00D66E08"/>
    <w:rsid w:val="00D67DE7"/>
    <w:rsid w:val="00D717CE"/>
    <w:rsid w:val="00D73705"/>
    <w:rsid w:val="00D74EB3"/>
    <w:rsid w:val="00D82851"/>
    <w:rsid w:val="00D86062"/>
    <w:rsid w:val="00D862D5"/>
    <w:rsid w:val="00D9488E"/>
    <w:rsid w:val="00DA15C3"/>
    <w:rsid w:val="00DB5C81"/>
    <w:rsid w:val="00DC1984"/>
    <w:rsid w:val="00DC24F6"/>
    <w:rsid w:val="00DC4434"/>
    <w:rsid w:val="00DC4765"/>
    <w:rsid w:val="00DD147A"/>
    <w:rsid w:val="00DD66CD"/>
    <w:rsid w:val="00DE4E01"/>
    <w:rsid w:val="00DE6815"/>
    <w:rsid w:val="00E0536E"/>
    <w:rsid w:val="00E3790B"/>
    <w:rsid w:val="00E46430"/>
    <w:rsid w:val="00E47E94"/>
    <w:rsid w:val="00E6550D"/>
    <w:rsid w:val="00E879C3"/>
    <w:rsid w:val="00E92C5E"/>
    <w:rsid w:val="00E9733A"/>
    <w:rsid w:val="00EA419F"/>
    <w:rsid w:val="00EA51AA"/>
    <w:rsid w:val="00EA7A55"/>
    <w:rsid w:val="00EA7C2D"/>
    <w:rsid w:val="00EA7E14"/>
    <w:rsid w:val="00EB1992"/>
    <w:rsid w:val="00EB1B77"/>
    <w:rsid w:val="00EC633F"/>
    <w:rsid w:val="00ED02BE"/>
    <w:rsid w:val="00ED7CB0"/>
    <w:rsid w:val="00EE14D8"/>
    <w:rsid w:val="00F01DE7"/>
    <w:rsid w:val="00F0284B"/>
    <w:rsid w:val="00F03874"/>
    <w:rsid w:val="00F06B8B"/>
    <w:rsid w:val="00F11B3F"/>
    <w:rsid w:val="00F2120F"/>
    <w:rsid w:val="00F27A9C"/>
    <w:rsid w:val="00F4377B"/>
    <w:rsid w:val="00F64CC9"/>
    <w:rsid w:val="00F75E81"/>
    <w:rsid w:val="00F94177"/>
    <w:rsid w:val="00F97639"/>
    <w:rsid w:val="00FA1BAF"/>
    <w:rsid w:val="00FA1D24"/>
    <w:rsid w:val="00FB11A9"/>
    <w:rsid w:val="00FB4DD3"/>
    <w:rsid w:val="00FB5515"/>
    <w:rsid w:val="00FC6042"/>
    <w:rsid w:val="00FC6BBB"/>
    <w:rsid w:val="00FC6C92"/>
    <w:rsid w:val="00FD7219"/>
    <w:rsid w:val="00FD7E31"/>
    <w:rsid w:val="00FE1703"/>
    <w:rsid w:val="00FF27D7"/>
    <w:rsid w:val="00FF69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AA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F0AAE"/>
    <w:pPr>
      <w:tabs>
        <w:tab w:val="center" w:pos="4153"/>
        <w:tab w:val="right" w:pos="8306"/>
      </w:tabs>
      <w:autoSpaceDE w:val="0"/>
      <w:autoSpaceDN w:val="0"/>
    </w:pPr>
    <w:rPr>
      <w:sz w:val="20"/>
      <w:szCs w:val="20"/>
    </w:rPr>
  </w:style>
  <w:style w:type="character" w:customStyle="1" w:styleId="HeaderChar">
    <w:name w:val="Header Char"/>
    <w:basedOn w:val="DefaultParagraphFont"/>
    <w:link w:val="Header"/>
    <w:uiPriority w:val="99"/>
    <w:locked/>
    <w:rsid w:val="002F0AAE"/>
    <w:rPr>
      <w:rFonts w:ascii="Times New Roman" w:hAnsi="Times New Roman" w:cs="Times New Roman"/>
      <w:sz w:val="20"/>
      <w:szCs w:val="20"/>
      <w:lang w:eastAsia="ru-RU"/>
    </w:rPr>
  </w:style>
  <w:style w:type="character" w:styleId="PageNumber">
    <w:name w:val="page number"/>
    <w:basedOn w:val="DefaultParagraphFont"/>
    <w:uiPriority w:val="99"/>
    <w:rsid w:val="002F0AAE"/>
    <w:rPr>
      <w:rFonts w:cs="Times New Roman"/>
    </w:rPr>
  </w:style>
  <w:style w:type="paragraph" w:styleId="Footer">
    <w:name w:val="footer"/>
    <w:basedOn w:val="Normal"/>
    <w:link w:val="FooterChar"/>
    <w:uiPriority w:val="99"/>
    <w:rsid w:val="002F0AAE"/>
    <w:pPr>
      <w:tabs>
        <w:tab w:val="center" w:pos="4677"/>
        <w:tab w:val="right" w:pos="9355"/>
      </w:tabs>
    </w:pPr>
  </w:style>
  <w:style w:type="character" w:customStyle="1" w:styleId="FooterChar">
    <w:name w:val="Footer Char"/>
    <w:basedOn w:val="DefaultParagraphFont"/>
    <w:link w:val="Footer"/>
    <w:uiPriority w:val="99"/>
    <w:locked/>
    <w:rsid w:val="002F0AAE"/>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1953</Words>
  <Characters>11138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Kzakupok</dc:creator>
  <cp:keywords/>
  <dc:description/>
  <cp:lastModifiedBy>Admin</cp:lastModifiedBy>
  <cp:revision>3</cp:revision>
  <cp:lastPrinted>2021-12-22T11:25:00Z</cp:lastPrinted>
  <dcterms:created xsi:type="dcterms:W3CDTF">2021-11-17T08:18:00Z</dcterms:created>
  <dcterms:modified xsi:type="dcterms:W3CDTF">2021-12-22T11:25:00Z</dcterms:modified>
</cp:coreProperties>
</file>