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C1C" w:rsidRPr="00116C6E" w:rsidRDefault="00BF2C1C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BF2C1C" w:rsidRPr="00116C6E" w:rsidRDefault="00BF2C1C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Шуморовской сельской администрации</w:t>
      </w:r>
      <w:r w:rsidRPr="00116C6E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116C6E">
        <w:rPr>
          <w:sz w:val="28"/>
          <w:szCs w:val="28"/>
        </w:rPr>
        <w:t>б исполнении бюджета</w:t>
      </w:r>
      <w:r>
        <w:rPr>
          <w:sz w:val="28"/>
          <w:szCs w:val="28"/>
        </w:rPr>
        <w:t xml:space="preserve"> муниципального образования «Шумаровское сельское поселение, Мглинского района, Брянской области»</w:t>
      </w:r>
      <w:r w:rsidRPr="00116C6E">
        <w:rPr>
          <w:sz w:val="28"/>
          <w:szCs w:val="28"/>
        </w:rPr>
        <w:t xml:space="preserve"> за </w:t>
      </w:r>
      <w:r>
        <w:rPr>
          <w:sz w:val="28"/>
          <w:szCs w:val="28"/>
        </w:rPr>
        <w:t>9 месяцев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116C6E">
        <w:rPr>
          <w:sz w:val="28"/>
          <w:szCs w:val="28"/>
        </w:rPr>
        <w:t xml:space="preserve"> года»</w:t>
      </w:r>
    </w:p>
    <w:p w:rsidR="00BF2C1C" w:rsidRPr="00116C6E" w:rsidRDefault="00BF2C1C" w:rsidP="003D2804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  <w:rPr>
          <w:sz w:val="28"/>
          <w:szCs w:val="28"/>
        </w:rPr>
      </w:pPr>
      <w:r w:rsidRPr="000B7460"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8"/>
          <w:attr w:name="Day" w:val="15"/>
          <w:attr w:name="Month" w:val="11"/>
          <w:attr w:name="ls" w:val="trans"/>
        </w:smartTagPr>
        <w:r>
          <w:rPr>
            <w:sz w:val="28"/>
            <w:szCs w:val="28"/>
          </w:rPr>
          <w:t>15.11</w:t>
        </w:r>
        <w:r w:rsidRPr="000B7460">
          <w:rPr>
            <w:sz w:val="28"/>
            <w:szCs w:val="28"/>
          </w:rPr>
          <w:t>.2018</w:t>
        </w:r>
      </w:smartTag>
      <w:r w:rsidRPr="000B7460">
        <w:rPr>
          <w:sz w:val="28"/>
          <w:szCs w:val="28"/>
        </w:rPr>
        <w:t xml:space="preserve"> г.№1</w:t>
      </w:r>
      <w:r>
        <w:rPr>
          <w:sz w:val="28"/>
          <w:szCs w:val="28"/>
        </w:rPr>
        <w:t>95</w:t>
      </w:r>
      <w:r w:rsidRPr="000B7460">
        <w:rPr>
          <w:sz w:val="28"/>
          <w:szCs w:val="28"/>
        </w:rPr>
        <w:t xml:space="preserve">                                                                                       г.Мглин</w:t>
      </w:r>
    </w:p>
    <w:p w:rsidR="00BF2C1C" w:rsidRPr="005D7757" w:rsidRDefault="00BF2C1C" w:rsidP="00F0139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</w:pPr>
      <w:r w:rsidRPr="00116C6E">
        <w:rPr>
          <w:sz w:val="28"/>
          <w:szCs w:val="28"/>
        </w:rPr>
        <w:tab/>
        <w:t xml:space="preserve">                  </w:t>
      </w:r>
      <w:r w:rsidRPr="005D7757">
        <w:t xml:space="preserve">                                                                                                                                </w:t>
      </w:r>
    </w:p>
    <w:p w:rsidR="00BF2C1C" w:rsidRDefault="00BF2C1C" w:rsidP="006E44C0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 w:right="284"/>
        <w:rPr>
          <w:b/>
        </w:rPr>
      </w:pPr>
      <w:r w:rsidRPr="00410E67">
        <w:rPr>
          <w:b/>
        </w:rPr>
        <w:t>1. Общие положения</w:t>
      </w:r>
    </w:p>
    <w:p w:rsidR="00BF2C1C" w:rsidRPr="00410E67" w:rsidRDefault="00BF2C1C" w:rsidP="006E44C0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70" w:lineRule="exact"/>
        <w:ind w:left="100" w:right="34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 ,Шумаровского</w:t>
      </w:r>
      <w:r w:rsidRPr="00410E67">
        <w:t xml:space="preserve"> сельского поселеня  за </w:t>
      </w:r>
      <w:r>
        <w:t xml:space="preserve">9 месяцев </w:t>
      </w:r>
      <w:r w:rsidRPr="00410E67">
        <w:t>201</w:t>
      </w:r>
      <w:r>
        <w:t>8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10E67">
          <w:t>26.10.2012</w:t>
        </w:r>
      </w:smartTag>
      <w:r w:rsidRPr="00410E67">
        <w:t xml:space="preserve"> №4-444,пунктом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10E67">
          <w:t>1.2.</w:t>
        </w:r>
        <w:r>
          <w:t>56</w:t>
        </w:r>
        <w:r w:rsidRPr="00410E67">
          <w:t>.</w:t>
        </w:r>
      </w:smartTag>
      <w:r w:rsidRPr="00410E67">
        <w:t xml:space="preserve"> плана работы Контрольно-счетной палаты на 201</w:t>
      </w:r>
      <w:r>
        <w:t>8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10E67">
          <w:t>2</w:t>
        </w:r>
        <w:r>
          <w:t>9</w:t>
        </w:r>
        <w:r w:rsidRPr="00410E67">
          <w:t>.12.201</w:t>
        </w:r>
        <w:r>
          <w:t>8</w:t>
        </w:r>
      </w:smartTag>
      <w:r w:rsidRPr="00410E67">
        <w:t xml:space="preserve"> года №</w:t>
      </w:r>
      <w:r>
        <w:t xml:space="preserve">88, с изменениями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>
          <w:t>18.09.2018</w:t>
        </w:r>
      </w:smartTag>
      <w:r>
        <w:t xml:space="preserve"> год №72.</w:t>
      </w:r>
    </w:p>
    <w:p w:rsidR="00BF2C1C" w:rsidRPr="00410E67" w:rsidRDefault="00BF2C1C" w:rsidP="006E44C0">
      <w:pPr>
        <w:ind w:right="34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Шуморовского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</w:t>
      </w:r>
      <w:r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BF2C1C" w:rsidRDefault="00BF2C1C" w:rsidP="006E44C0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2018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Шуморовского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 w:rsidRPr="00410E67">
          <w:rPr>
            <w:rFonts w:ascii="Times New Roman" w:hAnsi="Times New Roman" w:cs="Times New Roman"/>
            <w:sz w:val="27"/>
            <w:szCs w:val="27"/>
          </w:rPr>
          <w:t>2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  <w:r w:rsidRPr="00410E67">
          <w:rPr>
            <w:rFonts w:ascii="Times New Roman" w:hAnsi="Times New Roman" w:cs="Times New Roman"/>
            <w:sz w:val="27"/>
            <w:szCs w:val="27"/>
          </w:rPr>
          <w:t>.12.201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№4-119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 «Шумаровское </w:t>
      </w:r>
      <w:r w:rsidRPr="00410E67">
        <w:rPr>
          <w:rFonts w:ascii="Times New Roman" w:hAnsi="Times New Roman" w:cs="Times New Roman"/>
          <w:sz w:val="27"/>
          <w:szCs w:val="27"/>
        </w:rPr>
        <w:t>сельско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410E67">
        <w:rPr>
          <w:rFonts w:ascii="Times New Roman" w:hAnsi="Times New Roman" w:cs="Times New Roman"/>
          <w:sz w:val="27"/>
          <w:szCs w:val="27"/>
        </w:rPr>
        <w:t xml:space="preserve"> поселени</w:t>
      </w:r>
      <w:r>
        <w:rPr>
          <w:rFonts w:ascii="Times New Roman" w:hAnsi="Times New Roman" w:cs="Times New Roman"/>
          <w:sz w:val="27"/>
          <w:szCs w:val="27"/>
        </w:rPr>
        <w:t>е, Млинского района, Брянской области»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 и на плановый период 201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437,9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BF2C1C" w:rsidRPr="00410E67" w:rsidRDefault="00BF2C1C" w:rsidP="006E44C0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BF2C1C" w:rsidRDefault="00BF2C1C" w:rsidP="006E44C0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Шумаровского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BF2C1C" w:rsidRPr="00410E67" w:rsidRDefault="00BF2C1C" w:rsidP="006E44C0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BF2C1C" w:rsidRDefault="00BF2C1C" w:rsidP="006E44C0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Бюджет </w:t>
      </w:r>
      <w:r>
        <w:t>Шумаровского</w:t>
      </w:r>
      <w:r w:rsidRPr="00410E67">
        <w:t xml:space="preserve"> сельского поселения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541,2 тыс.</w:t>
      </w:r>
      <w:r w:rsidRPr="00410E67">
        <w:t xml:space="preserve"> рублей, или на </w:t>
      </w:r>
      <w:r>
        <w:t>62,3</w:t>
      </w:r>
      <w:r w:rsidRPr="00410E67">
        <w:t xml:space="preserve"> % к утвержденным назначениям с учетом изменений, что на </w:t>
      </w:r>
      <w:r>
        <w:t>162,0 тыс.</w:t>
      </w:r>
      <w:r w:rsidRPr="00410E67">
        <w:t xml:space="preserve"> рублей </w:t>
      </w:r>
      <w:r>
        <w:t>меньше чем в прошлом году</w:t>
      </w:r>
      <w:r w:rsidRPr="00410E67">
        <w:t>(</w:t>
      </w:r>
      <w:r>
        <w:t xml:space="preserve">9 месяцев </w:t>
      </w:r>
      <w:r w:rsidRPr="00410E67">
        <w:t>201</w:t>
      </w:r>
      <w:r>
        <w:t>7</w:t>
      </w:r>
      <w:r w:rsidRPr="00410E67">
        <w:t xml:space="preserve"> года </w:t>
      </w:r>
      <w:r>
        <w:t>703,2 тыс. рублей). Темп роста составил 77,0 %.</w:t>
      </w:r>
    </w:p>
    <w:p w:rsidR="00BF2C1C" w:rsidRDefault="00BF2C1C" w:rsidP="006E44C0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Анализ исполнения доходной части бюджета </w:t>
      </w:r>
      <w:r>
        <w:t xml:space="preserve">Шумаровского </w:t>
      </w:r>
      <w:r w:rsidRPr="00410E67">
        <w:t xml:space="preserve">сельского поселения за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BF2C1C" w:rsidRPr="00410E67" w:rsidRDefault="00BF2C1C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284"/>
      </w:pPr>
      <w:r>
        <w:rPr>
          <w:b/>
          <w:bCs/>
        </w:rPr>
        <w:t xml:space="preserve">        1. </w:t>
      </w:r>
      <w:r w:rsidRPr="00410E67">
        <w:rPr>
          <w:b/>
          <w:bCs/>
        </w:rPr>
        <w:t xml:space="preserve">Налоговые доходы бюджета </w:t>
      </w:r>
      <w:r>
        <w:rPr>
          <w:b/>
          <w:bCs/>
        </w:rPr>
        <w:t>Шумаровского</w:t>
      </w:r>
      <w:r w:rsidRPr="00410E67">
        <w:rPr>
          <w:b/>
          <w:bCs/>
        </w:rPr>
        <w:t xml:space="preserve"> сельского поселения.</w:t>
      </w:r>
    </w:p>
    <w:p w:rsidR="00BF2C1C" w:rsidRDefault="00BF2C1C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>За</w:t>
      </w:r>
      <w:r w:rsidRPr="00410E67">
        <w:t xml:space="preserve">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 поступление налоговых доходов в </w:t>
      </w:r>
      <w:r>
        <w:t xml:space="preserve">Шуморовское  </w:t>
      </w:r>
      <w:r w:rsidRPr="00410E67">
        <w:t xml:space="preserve">сельское поселение составило </w:t>
      </w:r>
      <w:r>
        <w:t>280,2 тыс.</w:t>
      </w:r>
      <w:r w:rsidRPr="00410E67">
        <w:t xml:space="preserve"> рублей, или </w:t>
      </w:r>
      <w:r>
        <w:t>86,5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 w:rsidRPr="00410E67">
        <w:t xml:space="preserve"> К соответствующему периоду 201</w:t>
      </w:r>
      <w:r>
        <w:t>7</w:t>
      </w:r>
      <w:r w:rsidRPr="00410E67">
        <w:t xml:space="preserve"> года темп роста поступлений составил </w:t>
      </w:r>
      <w:r>
        <w:t>94,8</w:t>
      </w:r>
      <w:r w:rsidRPr="00410E67">
        <w:t xml:space="preserve"> %. </w:t>
      </w:r>
    </w:p>
    <w:p w:rsidR="00BF2C1C" w:rsidRPr="00410E67" w:rsidRDefault="00BF2C1C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</w:t>
      </w:r>
      <w:r>
        <w:t>9 месяцев</w:t>
      </w:r>
      <w:r w:rsidRPr="00410E67">
        <w:t xml:space="preserve"> 201</w:t>
      </w:r>
      <w:r>
        <w:t>8</w:t>
      </w:r>
      <w:r w:rsidRPr="00410E67">
        <w:t xml:space="preserve"> года, являются </w:t>
      </w:r>
      <w:r>
        <w:rPr>
          <w:i/>
        </w:rPr>
        <w:t>налог на имущество.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>
        <w:t>96,2</w:t>
      </w:r>
      <w:r w:rsidRPr="00721BCE">
        <w:t> %</w:t>
      </w:r>
      <w:r w:rsidRPr="00410E67">
        <w:t xml:space="preserve"> поступивших налоговых доходов.</w:t>
      </w:r>
    </w:p>
    <w:p w:rsidR="00BF2C1C" w:rsidRDefault="00BF2C1C" w:rsidP="008025DF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Объем поступлений составил </w:t>
      </w:r>
      <w:r>
        <w:t>269,5 тыс. рублей или 87,6 %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>
        <w:t>90,0</w:t>
      </w:r>
      <w:r w:rsidRPr="00410E67">
        <w:t xml:space="preserve"> %, его поступления в бюджет </w:t>
      </w:r>
      <w:r>
        <w:t>Шуморовского сельского</w:t>
      </w:r>
      <w:r w:rsidRPr="00410E67">
        <w:t xml:space="preserve"> поселения  составили </w:t>
      </w:r>
      <w:r>
        <w:t xml:space="preserve">242,6 тыс. </w:t>
      </w:r>
      <w:r w:rsidRPr="00410E67">
        <w:t xml:space="preserve">рублей, годовые назначения исполнены на </w:t>
      </w:r>
      <w:r>
        <w:t>87,3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 xml:space="preserve">сократилось </w:t>
      </w:r>
      <w:r w:rsidRPr="00410E67">
        <w:t xml:space="preserve">на </w:t>
      </w:r>
      <w:r>
        <w:t>34,0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26,9 тыс.</w:t>
      </w:r>
      <w:r w:rsidRPr="00410E67">
        <w:t xml:space="preserve"> рублей, или </w:t>
      </w:r>
      <w:r>
        <w:t>90,0</w:t>
      </w:r>
      <w:r w:rsidRPr="00410E67">
        <w:t xml:space="preserve"> % годовых плановых назначений. В структуре собственных доходов </w:t>
      </w:r>
      <w:r>
        <w:t>9,9</w:t>
      </w:r>
      <w:r w:rsidRPr="00410E67">
        <w:t xml:space="preserve"> %.</w:t>
      </w:r>
    </w:p>
    <w:p w:rsidR="00BF2C1C" w:rsidRDefault="00BF2C1C" w:rsidP="006E44C0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           Госпошлины </w:t>
      </w:r>
      <w:r>
        <w:t xml:space="preserve">поступило в сумме 0,3тыс. рублей, </w:t>
      </w:r>
      <w:r w:rsidRPr="00410E67">
        <w:t>годово</w:t>
      </w:r>
      <w:r>
        <w:t>й</w:t>
      </w:r>
      <w:r w:rsidRPr="00410E67">
        <w:t xml:space="preserve"> план</w:t>
      </w:r>
      <w:r>
        <w:t xml:space="preserve"> составил</w:t>
      </w:r>
      <w:r w:rsidRPr="00410E67">
        <w:t xml:space="preserve"> 1</w:t>
      </w:r>
      <w:r>
        <w:t>,5 тыс.</w:t>
      </w:r>
      <w:r w:rsidRPr="00410E67">
        <w:t xml:space="preserve"> рублей. </w:t>
      </w:r>
    </w:p>
    <w:p w:rsidR="00BF2C1C" w:rsidRDefault="00BF2C1C" w:rsidP="006E44C0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  <w:r>
        <w:rPr>
          <w:rFonts w:ascii="Times New Roman" w:hAnsi="Times New Roman" w:cs="Times New Roman"/>
          <w:b/>
          <w:bCs/>
          <w:sz w:val="27"/>
          <w:szCs w:val="27"/>
        </w:rPr>
        <w:t>2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1"/>
    </w:p>
    <w:p w:rsidR="00BF2C1C" w:rsidRDefault="00BF2C1C" w:rsidP="006E44C0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>9 месяцев</w:t>
      </w:r>
      <w:r w:rsidRPr="00410E67">
        <w:rPr>
          <w:rFonts w:ascii="Times New Roman" w:hAnsi="Times New Roman" w:cs="Times New Roman"/>
          <w:sz w:val="27"/>
          <w:szCs w:val="27"/>
        </w:rPr>
        <w:t xml:space="preserve"> 201</w:t>
      </w:r>
      <w:r>
        <w:rPr>
          <w:rFonts w:ascii="Times New Roman" w:hAnsi="Times New Roman" w:cs="Times New Roman"/>
          <w:sz w:val="27"/>
          <w:szCs w:val="27"/>
        </w:rPr>
        <w:t>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261,0 тыс. рублей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>
        <w:rPr>
          <w:rFonts w:ascii="Times New Roman" w:hAnsi="Times New Roman" w:cs="Times New Roman"/>
          <w:sz w:val="27"/>
          <w:szCs w:val="27"/>
        </w:rPr>
        <w:t>47,8</w:t>
      </w:r>
      <w:r w:rsidRPr="00410E67">
        <w:rPr>
          <w:rFonts w:ascii="Times New Roman" w:hAnsi="Times New Roman" w:cs="Times New Roman"/>
          <w:sz w:val="27"/>
          <w:szCs w:val="27"/>
        </w:rPr>
        <w:t xml:space="preserve"> % утвержденных годовых назначений. </w:t>
      </w:r>
      <w:r>
        <w:rPr>
          <w:rFonts w:ascii="Times New Roman" w:hAnsi="Times New Roman" w:cs="Times New Roman"/>
          <w:sz w:val="27"/>
          <w:szCs w:val="27"/>
        </w:rPr>
        <w:t xml:space="preserve">       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9 месяцев 2018 года составило в сумме 48,0 тыс. рублей, или 75,0%. В структуре безвозмездных поступлений субвенции составили  18,3 %.Темп роста составил  108,1 %. </w:t>
      </w:r>
    </w:p>
    <w:p w:rsidR="00BF2C1C" w:rsidRDefault="00BF2C1C" w:rsidP="005031EE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19,2 % в структуре безвозмездных поступлениях занимают </w:t>
      </w:r>
      <w:r w:rsidRPr="00416DCE">
        <w:rPr>
          <w:rFonts w:ascii="Times New Roman" w:hAnsi="Times New Roman" w:cs="Times New Roman"/>
          <w:b/>
          <w:i/>
          <w:sz w:val="27"/>
          <w:szCs w:val="27"/>
        </w:rPr>
        <w:t>дотации</w:t>
      </w:r>
      <w:r w:rsidRPr="00416DCE">
        <w:rPr>
          <w:rFonts w:ascii="Times New Roman" w:hAnsi="Times New Roman" w:cs="Times New Roman"/>
          <w:i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 xml:space="preserve"> Исполнение за 9 месяцев 2018 года составило 50,2 тыс. рублей, или 100,0%. Темп роста 163,9%.</w:t>
      </w:r>
    </w:p>
    <w:p w:rsidR="00BF2C1C" w:rsidRDefault="00BF2C1C" w:rsidP="005031EE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6DCE">
        <w:rPr>
          <w:rFonts w:ascii="Times New Roman" w:hAnsi="Times New Roman" w:cs="Times New Roman"/>
          <w:b/>
          <w:i/>
          <w:sz w:val="27"/>
          <w:szCs w:val="27"/>
        </w:rPr>
        <w:t>Иные межбюджетные трансферты</w:t>
      </w:r>
      <w:r>
        <w:rPr>
          <w:rFonts w:ascii="Times New Roman" w:hAnsi="Times New Roman" w:cs="Times New Roman"/>
          <w:sz w:val="27"/>
          <w:szCs w:val="27"/>
        </w:rPr>
        <w:t xml:space="preserve"> поступили в сумме 162,8 тыс.рублей, или 37,8 % уточненной бюджетной росписи.</w:t>
      </w:r>
    </w:p>
    <w:p w:rsidR="00BF2C1C" w:rsidRDefault="00BF2C1C" w:rsidP="005031EE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BF2C1C" w:rsidRDefault="00BF2C1C" w:rsidP="005031EE">
      <w:pPr>
        <w:keepNext/>
        <w:keepLines/>
        <w:ind w:right="284" w:firstLine="709"/>
        <w:jc w:val="both"/>
        <w:outlineLvl w:val="0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Шуморовского</w:t>
      </w:r>
      <w:r w:rsidRPr="00410E67">
        <w:rPr>
          <w:rStyle w:val="12"/>
          <w:b/>
        </w:rPr>
        <w:t xml:space="preserve"> сельского поселения за </w:t>
      </w:r>
      <w:r>
        <w:rPr>
          <w:rStyle w:val="12"/>
          <w:b/>
        </w:rPr>
        <w:t>9 месяцев</w:t>
      </w:r>
      <w:r w:rsidRPr="00410E67">
        <w:rPr>
          <w:rStyle w:val="12"/>
          <w:b/>
        </w:rPr>
        <w:t xml:space="preserve"> 201</w:t>
      </w:r>
      <w:r>
        <w:rPr>
          <w:rStyle w:val="12"/>
          <w:b/>
        </w:rPr>
        <w:t>8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BF2C1C" w:rsidRPr="00410E67" w:rsidRDefault="00BF2C1C" w:rsidP="006E44C0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Шуморовского </w:t>
      </w:r>
      <w:r w:rsidRPr="00410E67">
        <w:rPr>
          <w:rStyle w:val="10"/>
        </w:rPr>
        <w:t xml:space="preserve">сельского поселения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645,2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65,6</w:t>
      </w:r>
      <w:r w:rsidRPr="00410E67">
        <w:rPr>
          <w:rStyle w:val="10"/>
        </w:rPr>
        <w:t xml:space="preserve"> % от утвержденных годовых назначений.</w:t>
      </w:r>
    </w:p>
    <w:p w:rsidR="00BF2C1C" w:rsidRPr="00410E67" w:rsidRDefault="00BF2C1C" w:rsidP="006E44C0">
      <w:pPr>
        <w:pStyle w:val="2"/>
        <w:shd w:val="clear" w:color="auto" w:fill="auto"/>
        <w:spacing w:before="0" w:after="0" w:line="322" w:lineRule="exact"/>
        <w:ind w:right="284" w:firstLine="700"/>
        <w:sectPr w:rsidR="00BF2C1C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Шуморовского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BF2C1C" w:rsidRPr="00410E67" w:rsidRDefault="00BF2C1C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Шуморовского сельского</w:t>
      </w:r>
      <w:r w:rsidRPr="00410E67">
        <w:rPr>
          <w:rStyle w:val="10"/>
        </w:rPr>
        <w:t xml:space="preserve"> поселения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92,5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>
        <w:rPr>
          <w:i/>
        </w:rPr>
        <w:t xml:space="preserve">02 </w:t>
      </w:r>
      <w:r w:rsidRPr="00410E67">
        <w:rPr>
          <w:i/>
        </w:rPr>
        <w:t>«</w:t>
      </w:r>
      <w:r>
        <w:rPr>
          <w:i/>
        </w:rPr>
        <w:t>Национальная оборона»-7,2</w:t>
      </w:r>
      <w:r w:rsidRPr="00410E67">
        <w:rPr>
          <w:i/>
        </w:rPr>
        <w:t xml:space="preserve"> %.</w:t>
      </w:r>
    </w:p>
    <w:p w:rsidR="00BF2C1C" w:rsidRPr="00410E67" w:rsidRDefault="00BF2C1C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BF2C1C" w:rsidRPr="00410E67" w:rsidRDefault="00BF2C1C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составили </w:t>
      </w:r>
      <w:r>
        <w:rPr>
          <w:rStyle w:val="32"/>
          <w:b/>
          <w:sz w:val="27"/>
          <w:szCs w:val="27"/>
        </w:rPr>
        <w:t>596,9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65,3</w:t>
      </w:r>
      <w:r w:rsidRPr="00410E67">
        <w:t xml:space="preserve"> </w:t>
      </w:r>
      <w:r w:rsidRPr="00410E67">
        <w:rPr>
          <w:rStyle w:val="10"/>
        </w:rPr>
        <w:t>% уточненного бюджета, по отношению к аналогичному периоду 201</w:t>
      </w:r>
      <w:r>
        <w:rPr>
          <w:rStyle w:val="10"/>
        </w:rPr>
        <w:t>7</w:t>
      </w:r>
      <w:r w:rsidRPr="00410E67">
        <w:rPr>
          <w:rStyle w:val="10"/>
        </w:rPr>
        <w:t xml:space="preserve"> года расходы у</w:t>
      </w:r>
      <w:r>
        <w:rPr>
          <w:rStyle w:val="10"/>
        </w:rPr>
        <w:t>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31,8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BF2C1C" w:rsidRPr="00410E67" w:rsidRDefault="00BF2C1C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392,37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10"/>
        </w:rPr>
        <w:t>271,2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t>69,1</w:t>
      </w:r>
      <w:r w:rsidRPr="00410E67">
        <w:rPr>
          <w:rStyle w:val="10"/>
        </w:rPr>
        <w:t>%);</w:t>
      </w:r>
    </w:p>
    <w:p w:rsidR="00BF2C1C" w:rsidRDefault="00BF2C1C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320,6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509,4 тыс.</w:t>
      </w:r>
      <w:r w:rsidRPr="00410E67">
        <w:t xml:space="preserve"> рубл</w:t>
      </w:r>
      <w:r>
        <w:t>ей</w:t>
      </w:r>
      <w:r w:rsidRPr="00410E67">
        <w:t xml:space="preserve">, темп роста составил </w:t>
      </w:r>
      <w:r>
        <w:t>102,4</w:t>
      </w:r>
      <w:r w:rsidRPr="00410E67">
        <w:t>%.</w:t>
      </w:r>
    </w:p>
    <w:p w:rsidR="00BF2C1C" w:rsidRPr="00410E67" w:rsidRDefault="00BF2C1C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i/>
        </w:rPr>
        <w:t>Расходы на обеспечение деятельности финансовых органов финансово-бюджетного надзора</w:t>
      </w:r>
      <w:r w:rsidRPr="00FA4296">
        <w:rPr>
          <w:rStyle w:val="10"/>
        </w:rPr>
        <w:t xml:space="preserve"> </w:t>
      </w:r>
      <w:r>
        <w:rPr>
          <w:rStyle w:val="10"/>
        </w:rPr>
        <w:t>исполнение составили 1,2 тыс.рублей, или 50 % уточненной росписи.</w:t>
      </w:r>
    </w:p>
    <w:p w:rsidR="00BF2C1C" w:rsidRPr="00410E67" w:rsidRDefault="00BF2C1C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</w:t>
      </w:r>
      <w:r>
        <w:rPr>
          <w:rStyle w:val="10"/>
        </w:rPr>
        <w:t xml:space="preserve"> составило 4,0 тыс.рублей, исполнение к уточненной бюджетной росписи составило 50 %</w:t>
      </w:r>
      <w:r w:rsidRPr="00410E67">
        <w:rPr>
          <w:rStyle w:val="10"/>
        </w:rPr>
        <w:t>.</w:t>
      </w:r>
    </w:p>
    <w:p w:rsidR="00BF2C1C" w:rsidRDefault="00BF2C1C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>
        <w:rPr>
          <w:rStyle w:val="10"/>
          <w:i/>
        </w:rPr>
        <w:t>Р</w:t>
      </w:r>
      <w:r w:rsidRPr="00410E67">
        <w:rPr>
          <w:rStyle w:val="10"/>
          <w:i/>
        </w:rPr>
        <w:t>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 201</w:t>
      </w:r>
      <w:r>
        <w:rPr>
          <w:rStyle w:val="10"/>
        </w:rPr>
        <w:t xml:space="preserve">8 </w:t>
      </w:r>
      <w:r w:rsidRPr="00410E67">
        <w:rPr>
          <w:rStyle w:val="10"/>
        </w:rPr>
        <w:t>года отсутствует;</w:t>
      </w:r>
    </w:p>
    <w:p w:rsidR="00BF2C1C" w:rsidRPr="00410E67" w:rsidRDefault="00BF2C1C" w:rsidP="006E44C0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46,6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64,0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72,8</w:t>
      </w:r>
      <w:r w:rsidRPr="00410E67">
        <w:rPr>
          <w:rStyle w:val="10"/>
        </w:rPr>
        <w:t xml:space="preserve"> %, по отношению к аналогичному периоду 201</w:t>
      </w:r>
      <w:r>
        <w:rPr>
          <w:rStyle w:val="10"/>
        </w:rPr>
        <w:t>7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>
        <w:rPr>
          <w:rStyle w:val="10"/>
        </w:rPr>
        <w:t>9,4 тыс.</w:t>
      </w:r>
      <w:r w:rsidRPr="00410E67">
        <w:rPr>
          <w:rStyle w:val="10"/>
        </w:rPr>
        <w:t xml:space="preserve"> рублей, или на </w:t>
      </w:r>
      <w:r>
        <w:rPr>
          <w:rStyle w:val="10"/>
        </w:rPr>
        <w:t>25,4</w:t>
      </w:r>
      <w:r w:rsidRPr="00410E67">
        <w:rPr>
          <w:rStyle w:val="10"/>
        </w:rPr>
        <w:t xml:space="preserve"> %. </w:t>
      </w:r>
    </w:p>
    <w:p w:rsidR="00BF2C1C" w:rsidRDefault="00BF2C1C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7,5</w:t>
      </w:r>
      <w:r w:rsidRPr="00410E67">
        <w:rPr>
          <w:rStyle w:val="10"/>
        </w:rPr>
        <w:t xml:space="preserve"> %.</w:t>
      </w:r>
    </w:p>
    <w:p w:rsidR="00BF2C1C" w:rsidRDefault="00BF2C1C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 xml:space="preserve">9 месяцев 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исполнены в сумме 0,7 тыс.рублей, или 100 % уточненного плана.</w:t>
      </w:r>
    </w:p>
    <w:p w:rsidR="00BF2C1C" w:rsidRDefault="00BF2C1C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BF2C1C" w:rsidRDefault="00BF2C1C" w:rsidP="006E44C0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>расходы за 9 месяцев 2018 года составили 1,0 тыс.рублей или 28,2 % уточненного плана.</w:t>
      </w:r>
    </w:p>
    <w:p w:rsidR="00BF2C1C" w:rsidRDefault="00BF2C1C" w:rsidP="006E44C0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>9 месяцев 2018</w:t>
      </w:r>
      <w:r w:rsidRPr="00410E67">
        <w:rPr>
          <w:rStyle w:val="10"/>
        </w:rPr>
        <w:t xml:space="preserve"> года отсутствуют.</w:t>
      </w:r>
    </w:p>
    <w:p w:rsidR="00BF2C1C" w:rsidRDefault="00BF2C1C" w:rsidP="006E44C0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расходы отсутствуют.</w:t>
      </w:r>
    </w:p>
    <w:p w:rsidR="00BF2C1C" w:rsidRPr="00410E67" w:rsidRDefault="00BF2C1C" w:rsidP="006E44C0">
      <w:pPr>
        <w:pStyle w:val="2"/>
        <w:shd w:val="clear" w:color="auto" w:fill="auto"/>
        <w:spacing w:before="0" w:after="0" w:line="317" w:lineRule="exact"/>
        <w:ind w:left="60" w:right="284" w:firstLine="700"/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</w:p>
    <w:p w:rsidR="00BF2C1C" w:rsidRDefault="00BF2C1C" w:rsidP="006E44C0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отсутствуют.</w:t>
      </w:r>
    </w:p>
    <w:p w:rsidR="00BF2C1C" w:rsidRPr="00410E67" w:rsidRDefault="00BF2C1C" w:rsidP="006E44C0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</w:p>
    <w:p w:rsidR="00BF2C1C" w:rsidRDefault="00BF2C1C" w:rsidP="006E44C0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</w:p>
    <w:p w:rsidR="00BF2C1C" w:rsidRDefault="00BF2C1C" w:rsidP="006E44C0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Шуморовского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BF2C1C" w:rsidRPr="00410E67" w:rsidRDefault="00BF2C1C" w:rsidP="006E44C0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r>
        <w:t>Шумаровского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7"/>
          <w:attr w:name="Day" w:val="27"/>
          <w:attr w:name="Month" w:val="12"/>
          <w:attr w:name="ls" w:val="trans"/>
        </w:smartTagPr>
        <w:r>
          <w:t>27</w:t>
        </w:r>
        <w:r w:rsidRPr="00410E67">
          <w:t>.12.201</w:t>
        </w:r>
        <w:r>
          <w:t>7</w:t>
        </w:r>
      </w:smartTag>
      <w:r>
        <w:t xml:space="preserve"> г. №4/119</w:t>
      </w:r>
      <w:r w:rsidRPr="00410E67">
        <w:t xml:space="preserve"> «О бюджете</w:t>
      </w:r>
      <w:r>
        <w:t xml:space="preserve"> муниципального образования «</w:t>
      </w:r>
      <w:r w:rsidRPr="00410E67">
        <w:t xml:space="preserve"> </w:t>
      </w:r>
      <w:r>
        <w:t>Шуморовское</w:t>
      </w:r>
      <w:r w:rsidRPr="00410E67">
        <w:t xml:space="preserve"> сельско</w:t>
      </w:r>
      <w:r>
        <w:t>е поселение, Млинского района, Брянской области»</w:t>
      </w:r>
      <w:r w:rsidRPr="00410E67">
        <w:t xml:space="preserve"> на 201</w:t>
      </w:r>
      <w:r>
        <w:t xml:space="preserve">8 год и на плановый период 2019 </w:t>
      </w:r>
      <w:r w:rsidRPr="00410E67">
        <w:t>и 20</w:t>
      </w:r>
      <w:r>
        <w:t xml:space="preserve">20 </w:t>
      </w:r>
      <w:r w:rsidRPr="00410E67">
        <w:t>годов » принят бездефицитный бюджет.</w:t>
      </w:r>
    </w:p>
    <w:p w:rsidR="00BF2C1C" w:rsidRPr="00410E67" w:rsidRDefault="00BF2C1C" w:rsidP="00F5203C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С внесением изменений в бюджетную роспись дефицит бюджета </w:t>
      </w:r>
      <w:r>
        <w:t>Шуморовского</w:t>
      </w:r>
      <w:r w:rsidRPr="00410E67">
        <w:t xml:space="preserve"> сельского поселения </w:t>
      </w:r>
      <w:r>
        <w:t xml:space="preserve">не </w:t>
      </w:r>
      <w:r w:rsidRPr="00410E67">
        <w:t xml:space="preserve">изменен </w:t>
      </w:r>
      <w:r>
        <w:t>(114,4 тыс.</w:t>
      </w:r>
      <w:r w:rsidRPr="00410E67">
        <w:t xml:space="preserve"> руб.</w:t>
      </w:r>
      <w:r>
        <w:t>)</w:t>
      </w:r>
    </w:p>
    <w:p w:rsidR="00BF2C1C" w:rsidRPr="00410E67" w:rsidRDefault="00BF2C1C" w:rsidP="00F5203C">
      <w:pPr>
        <w:pStyle w:val="2"/>
        <w:shd w:val="clear" w:color="auto" w:fill="auto"/>
        <w:spacing w:before="0" w:after="0" w:line="317" w:lineRule="exact"/>
        <w:ind w:left="20" w:firstLine="700"/>
      </w:pPr>
      <w:r>
        <w:t>Бюджет Шумаровского сельского поселения исполнен с дефицитом в сумме 104,0 тыс.рублей.</w:t>
      </w:r>
    </w:p>
    <w:p w:rsidR="00BF2C1C" w:rsidRPr="00410E67" w:rsidRDefault="00BF2C1C" w:rsidP="006E44C0">
      <w:pPr>
        <w:pStyle w:val="2"/>
        <w:shd w:val="clear" w:color="auto" w:fill="auto"/>
        <w:spacing w:before="0" w:after="338" w:line="317" w:lineRule="exact"/>
        <w:ind w:left="20" w:right="284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>
        <w:rPr>
          <w:rStyle w:val="10"/>
        </w:rPr>
        <w:t>9 месяцев</w:t>
      </w:r>
      <w:r w:rsidRPr="00410E67">
        <w:rPr>
          <w:rStyle w:val="10"/>
        </w:rPr>
        <w:t xml:space="preserve"> 201</w:t>
      </w:r>
      <w:r>
        <w:rPr>
          <w:rStyle w:val="10"/>
        </w:rPr>
        <w:t>8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rPr>
          <w:rStyle w:val="10"/>
        </w:rPr>
        <w:t>Шумаровского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rPr>
          <w:rStyle w:val="10"/>
        </w:rPr>
        <w:t>Шумаровского</w:t>
      </w:r>
      <w:r w:rsidRPr="00410E67">
        <w:rPr>
          <w:rStyle w:val="10"/>
        </w:rPr>
        <w:t xml:space="preserve"> 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BF2C1C" w:rsidRPr="00410E67" w:rsidRDefault="00BF2C1C" w:rsidP="006E44C0">
      <w:pPr>
        <w:pStyle w:val="110"/>
        <w:keepNext/>
        <w:keepLines/>
        <w:shd w:val="clear" w:color="auto" w:fill="auto"/>
        <w:spacing w:after="0" w:line="270" w:lineRule="exact"/>
        <w:ind w:left="20" w:right="284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BF2C1C" w:rsidRPr="00410E67" w:rsidRDefault="00BF2C1C" w:rsidP="006E44C0">
      <w:pPr>
        <w:pStyle w:val="2"/>
        <w:shd w:val="clear" w:color="auto" w:fill="auto"/>
        <w:spacing w:before="0" w:after="0" w:line="307" w:lineRule="exact"/>
        <w:ind w:left="20" w:right="284" w:firstLine="700"/>
        <w:sectPr w:rsidR="00BF2C1C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rPr>
          <w:rStyle w:val="10"/>
        </w:rPr>
        <w:t xml:space="preserve">Шумаровскойсельской 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И.А.Рыжинской</w:t>
      </w:r>
    </w:p>
    <w:p w:rsidR="00BF2C1C" w:rsidRPr="00410E67" w:rsidRDefault="00BF2C1C" w:rsidP="006E44C0">
      <w:pPr>
        <w:framePr w:w="11088" w:h="961" w:hRule="exact" w:wrap="notBeside" w:vAnchor="text" w:hAnchor="text" w:xAlign="center" w:y="1" w:anchorLock="1"/>
        <w:ind w:right="284"/>
        <w:rPr>
          <w:rFonts w:ascii="Times New Roman" w:hAnsi="Times New Roman" w:cs="Times New Roman"/>
          <w:sz w:val="27"/>
          <w:szCs w:val="27"/>
        </w:rPr>
      </w:pPr>
    </w:p>
    <w:p w:rsidR="00BF2C1C" w:rsidRPr="00410E67" w:rsidRDefault="00BF2C1C" w:rsidP="006E44C0">
      <w:pPr>
        <w:ind w:right="284"/>
        <w:rPr>
          <w:rFonts w:ascii="Times New Roman" w:hAnsi="Times New Roman" w:cs="Times New Roman"/>
          <w:sz w:val="27"/>
          <w:szCs w:val="27"/>
        </w:rPr>
        <w:sectPr w:rsidR="00BF2C1C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F2C1C" w:rsidRPr="00410E67" w:rsidRDefault="00BF2C1C" w:rsidP="006E44C0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Председатель</w:t>
      </w:r>
    </w:p>
    <w:p w:rsidR="00BF2C1C" w:rsidRPr="00410E67" w:rsidRDefault="00BF2C1C" w:rsidP="006E44C0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r>
        <w:rPr>
          <w:rStyle w:val="10"/>
        </w:rPr>
        <w:t>Л.В.Чуприк</w:t>
      </w:r>
    </w:p>
    <w:p w:rsidR="00BF2C1C" w:rsidRPr="00410E67" w:rsidRDefault="00BF2C1C" w:rsidP="006E44C0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BF2C1C" w:rsidRPr="004D2FF2" w:rsidRDefault="00BF2C1C" w:rsidP="006E44C0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Исполнитель</w:t>
      </w:r>
    </w:p>
    <w:p w:rsidR="00BF2C1C" w:rsidRPr="004D2FF2" w:rsidRDefault="00BF2C1C" w:rsidP="006E44C0">
      <w:pPr>
        <w:ind w:right="284"/>
        <w:rPr>
          <w:rFonts w:ascii="Times New Roman" w:hAnsi="Times New Roman" w:cs="Times New Roman"/>
        </w:rPr>
      </w:pPr>
      <w:r w:rsidRPr="004D2FF2">
        <w:rPr>
          <w:rFonts w:ascii="Times New Roman" w:hAnsi="Times New Roman" w:cs="Times New Roman"/>
        </w:rPr>
        <w:t>Комкова Н.Е</w:t>
      </w:r>
    </w:p>
    <w:p w:rsidR="00BF2C1C" w:rsidRDefault="00BF2C1C" w:rsidP="006E44C0">
      <w:pPr>
        <w:ind w:right="284"/>
        <w:rPr>
          <w:sz w:val="28"/>
          <w:szCs w:val="28"/>
        </w:rPr>
      </w:pPr>
    </w:p>
    <w:p w:rsidR="00BF2C1C" w:rsidRDefault="00BF2C1C" w:rsidP="006E44C0">
      <w:pPr>
        <w:ind w:right="284"/>
        <w:rPr>
          <w:sz w:val="28"/>
          <w:szCs w:val="28"/>
        </w:rPr>
      </w:pPr>
    </w:p>
    <w:p w:rsidR="00BF2C1C" w:rsidRDefault="00BF2C1C" w:rsidP="00B45A00">
      <w:pPr>
        <w:ind w:right="284"/>
        <w:rPr>
          <w:sz w:val="28"/>
          <w:szCs w:val="28"/>
        </w:rPr>
      </w:pPr>
    </w:p>
    <w:p w:rsidR="00BF2C1C" w:rsidRDefault="00BF2C1C" w:rsidP="00B45A00">
      <w:pPr>
        <w:ind w:right="284"/>
        <w:rPr>
          <w:sz w:val="28"/>
          <w:szCs w:val="28"/>
        </w:rPr>
      </w:pPr>
    </w:p>
    <w:p w:rsidR="00BF2C1C" w:rsidRDefault="00BF2C1C" w:rsidP="00B45A00">
      <w:pPr>
        <w:ind w:right="284"/>
        <w:rPr>
          <w:sz w:val="28"/>
          <w:szCs w:val="28"/>
        </w:rPr>
      </w:pPr>
    </w:p>
    <w:p w:rsidR="00BF2C1C" w:rsidRPr="00116C6E" w:rsidRDefault="00BF2C1C" w:rsidP="003C4BE4">
      <w:pPr>
        <w:rPr>
          <w:sz w:val="28"/>
          <w:szCs w:val="28"/>
        </w:rPr>
      </w:pPr>
    </w:p>
    <w:p w:rsidR="00BF2C1C" w:rsidRPr="003C4BE4" w:rsidRDefault="00BF2C1C" w:rsidP="003C4BE4"/>
    <w:p w:rsidR="00BF2C1C" w:rsidRPr="003C4BE4" w:rsidRDefault="00BF2C1C" w:rsidP="003C4BE4"/>
    <w:p w:rsidR="00BF2C1C" w:rsidRPr="003C4BE4" w:rsidRDefault="00BF2C1C" w:rsidP="003C4BE4"/>
    <w:p w:rsidR="00BF2C1C" w:rsidRPr="003C4BE4" w:rsidRDefault="00BF2C1C" w:rsidP="003C4BE4"/>
    <w:p w:rsidR="00BF2C1C" w:rsidRDefault="00BF2C1C" w:rsidP="003C4BE4"/>
    <w:p w:rsidR="00BF2C1C" w:rsidRDefault="00BF2C1C" w:rsidP="003C4BE4"/>
    <w:p w:rsidR="00BF2C1C" w:rsidRDefault="00BF2C1C" w:rsidP="003C4BE4"/>
    <w:p w:rsidR="00BF2C1C" w:rsidRDefault="00BF2C1C" w:rsidP="003C4BE4"/>
    <w:p w:rsidR="00BF2C1C" w:rsidRDefault="00BF2C1C" w:rsidP="003C4BE4"/>
    <w:p w:rsidR="00BF2C1C" w:rsidRPr="003C4BE4" w:rsidRDefault="00BF2C1C" w:rsidP="003C4BE4"/>
    <w:sectPr w:rsidR="00BF2C1C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C1C" w:rsidRDefault="00BF2C1C" w:rsidP="0050045E">
      <w:r>
        <w:separator/>
      </w:r>
    </w:p>
  </w:endnote>
  <w:endnote w:type="continuationSeparator" w:id="0">
    <w:p w:rsidR="00BF2C1C" w:rsidRDefault="00BF2C1C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C1C" w:rsidRDefault="00BF2C1C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F570F8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C1C" w:rsidRDefault="00BF2C1C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C1C" w:rsidRDefault="00BF2C1C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1165DF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C1C" w:rsidRDefault="00BF2C1C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C1C" w:rsidRDefault="00BF2C1C"/>
  </w:footnote>
  <w:footnote w:type="continuationSeparator" w:id="0">
    <w:p w:rsidR="00BF2C1C" w:rsidRDefault="00BF2C1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05BC7"/>
    <w:rsid w:val="000309C2"/>
    <w:rsid w:val="00030D3F"/>
    <w:rsid w:val="0003512B"/>
    <w:rsid w:val="00037488"/>
    <w:rsid w:val="0004111D"/>
    <w:rsid w:val="00045D08"/>
    <w:rsid w:val="00053DFF"/>
    <w:rsid w:val="000601DF"/>
    <w:rsid w:val="00065EEB"/>
    <w:rsid w:val="00070F76"/>
    <w:rsid w:val="0007548B"/>
    <w:rsid w:val="00075826"/>
    <w:rsid w:val="000914B5"/>
    <w:rsid w:val="00092FD0"/>
    <w:rsid w:val="00094FFA"/>
    <w:rsid w:val="000A2F64"/>
    <w:rsid w:val="000B44FC"/>
    <w:rsid w:val="000B62DF"/>
    <w:rsid w:val="000B7460"/>
    <w:rsid w:val="000C375D"/>
    <w:rsid w:val="000D3B34"/>
    <w:rsid w:val="000E44B5"/>
    <w:rsid w:val="000F4E09"/>
    <w:rsid w:val="000F555A"/>
    <w:rsid w:val="001000E6"/>
    <w:rsid w:val="00105CDB"/>
    <w:rsid w:val="00110D15"/>
    <w:rsid w:val="001114DD"/>
    <w:rsid w:val="0011224F"/>
    <w:rsid w:val="001139AE"/>
    <w:rsid w:val="001165DF"/>
    <w:rsid w:val="00116C6E"/>
    <w:rsid w:val="00117848"/>
    <w:rsid w:val="00122CC0"/>
    <w:rsid w:val="00130301"/>
    <w:rsid w:val="00130C1A"/>
    <w:rsid w:val="00130C28"/>
    <w:rsid w:val="00131D3A"/>
    <w:rsid w:val="001360B3"/>
    <w:rsid w:val="001471AF"/>
    <w:rsid w:val="00151763"/>
    <w:rsid w:val="00153808"/>
    <w:rsid w:val="00163BDF"/>
    <w:rsid w:val="001641D3"/>
    <w:rsid w:val="00173081"/>
    <w:rsid w:val="00175A8A"/>
    <w:rsid w:val="00185729"/>
    <w:rsid w:val="00185AE5"/>
    <w:rsid w:val="001A6797"/>
    <w:rsid w:val="001A6F2A"/>
    <w:rsid w:val="001B1605"/>
    <w:rsid w:val="001B6ECC"/>
    <w:rsid w:val="001D0D1E"/>
    <w:rsid w:val="001D3F64"/>
    <w:rsid w:val="001E6301"/>
    <w:rsid w:val="001F3628"/>
    <w:rsid w:val="001F65D9"/>
    <w:rsid w:val="00212769"/>
    <w:rsid w:val="00215974"/>
    <w:rsid w:val="0022058D"/>
    <w:rsid w:val="00223F96"/>
    <w:rsid w:val="002268AB"/>
    <w:rsid w:val="00236237"/>
    <w:rsid w:val="00236FBB"/>
    <w:rsid w:val="0024517A"/>
    <w:rsid w:val="00252077"/>
    <w:rsid w:val="00252946"/>
    <w:rsid w:val="002570B7"/>
    <w:rsid w:val="00280B4B"/>
    <w:rsid w:val="002818F6"/>
    <w:rsid w:val="00290DFB"/>
    <w:rsid w:val="002A1AD0"/>
    <w:rsid w:val="002A3615"/>
    <w:rsid w:val="002A52F8"/>
    <w:rsid w:val="002B55B2"/>
    <w:rsid w:val="002D18CB"/>
    <w:rsid w:val="002D211E"/>
    <w:rsid w:val="002D3B10"/>
    <w:rsid w:val="002D7124"/>
    <w:rsid w:val="002E039D"/>
    <w:rsid w:val="002E6729"/>
    <w:rsid w:val="002F2E72"/>
    <w:rsid w:val="002F6F83"/>
    <w:rsid w:val="002F7B39"/>
    <w:rsid w:val="00300C33"/>
    <w:rsid w:val="003028EC"/>
    <w:rsid w:val="00304521"/>
    <w:rsid w:val="00305EE2"/>
    <w:rsid w:val="003115DA"/>
    <w:rsid w:val="003152E4"/>
    <w:rsid w:val="00317E82"/>
    <w:rsid w:val="003226E4"/>
    <w:rsid w:val="00324207"/>
    <w:rsid w:val="00327516"/>
    <w:rsid w:val="00327E9D"/>
    <w:rsid w:val="003422EE"/>
    <w:rsid w:val="00366278"/>
    <w:rsid w:val="00373973"/>
    <w:rsid w:val="003744FF"/>
    <w:rsid w:val="0038006C"/>
    <w:rsid w:val="0038031E"/>
    <w:rsid w:val="00381C0D"/>
    <w:rsid w:val="003864E9"/>
    <w:rsid w:val="0039675D"/>
    <w:rsid w:val="003967EA"/>
    <w:rsid w:val="003A6E4A"/>
    <w:rsid w:val="003B3CAD"/>
    <w:rsid w:val="003B690E"/>
    <w:rsid w:val="003C2555"/>
    <w:rsid w:val="003C43BF"/>
    <w:rsid w:val="003C4A1F"/>
    <w:rsid w:val="003C4BE4"/>
    <w:rsid w:val="003C7BB6"/>
    <w:rsid w:val="003D045F"/>
    <w:rsid w:val="003D1FBA"/>
    <w:rsid w:val="003D25BB"/>
    <w:rsid w:val="003D2804"/>
    <w:rsid w:val="003D3E1F"/>
    <w:rsid w:val="003D5357"/>
    <w:rsid w:val="003E14B1"/>
    <w:rsid w:val="003F484E"/>
    <w:rsid w:val="004038D4"/>
    <w:rsid w:val="004046F4"/>
    <w:rsid w:val="00410E67"/>
    <w:rsid w:val="00413139"/>
    <w:rsid w:val="00413DF6"/>
    <w:rsid w:val="00416DCE"/>
    <w:rsid w:val="00430E6F"/>
    <w:rsid w:val="0043318A"/>
    <w:rsid w:val="00436923"/>
    <w:rsid w:val="004408CF"/>
    <w:rsid w:val="004411B2"/>
    <w:rsid w:val="00453621"/>
    <w:rsid w:val="00464671"/>
    <w:rsid w:val="00465CBB"/>
    <w:rsid w:val="00470799"/>
    <w:rsid w:val="00472575"/>
    <w:rsid w:val="00474E83"/>
    <w:rsid w:val="004808E0"/>
    <w:rsid w:val="004833E9"/>
    <w:rsid w:val="00493B45"/>
    <w:rsid w:val="004A6CD5"/>
    <w:rsid w:val="004A7D00"/>
    <w:rsid w:val="004B0A18"/>
    <w:rsid w:val="004C0408"/>
    <w:rsid w:val="004C230F"/>
    <w:rsid w:val="004C3BD2"/>
    <w:rsid w:val="004C7F49"/>
    <w:rsid w:val="004D2FF2"/>
    <w:rsid w:val="004F2D91"/>
    <w:rsid w:val="004F5C31"/>
    <w:rsid w:val="0050045E"/>
    <w:rsid w:val="00502702"/>
    <w:rsid w:val="005031EE"/>
    <w:rsid w:val="0052374B"/>
    <w:rsid w:val="005251C3"/>
    <w:rsid w:val="005304D7"/>
    <w:rsid w:val="00540041"/>
    <w:rsid w:val="005468A8"/>
    <w:rsid w:val="00547FED"/>
    <w:rsid w:val="005536C8"/>
    <w:rsid w:val="00561363"/>
    <w:rsid w:val="00561AF2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F096C"/>
    <w:rsid w:val="005F2197"/>
    <w:rsid w:val="00605161"/>
    <w:rsid w:val="00605D85"/>
    <w:rsid w:val="00617328"/>
    <w:rsid w:val="006225C3"/>
    <w:rsid w:val="006272AB"/>
    <w:rsid w:val="006362C9"/>
    <w:rsid w:val="006429F0"/>
    <w:rsid w:val="00646CDE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86180"/>
    <w:rsid w:val="00694A8A"/>
    <w:rsid w:val="00695CFA"/>
    <w:rsid w:val="006A00A8"/>
    <w:rsid w:val="006B1DA2"/>
    <w:rsid w:val="006B3842"/>
    <w:rsid w:val="006C40B2"/>
    <w:rsid w:val="006E44C0"/>
    <w:rsid w:val="006F3522"/>
    <w:rsid w:val="006F550A"/>
    <w:rsid w:val="006F7DF9"/>
    <w:rsid w:val="00704610"/>
    <w:rsid w:val="00710DD5"/>
    <w:rsid w:val="00715710"/>
    <w:rsid w:val="00721BCE"/>
    <w:rsid w:val="00721DEC"/>
    <w:rsid w:val="007229B6"/>
    <w:rsid w:val="00722BF4"/>
    <w:rsid w:val="00722C90"/>
    <w:rsid w:val="00722F08"/>
    <w:rsid w:val="007258C7"/>
    <w:rsid w:val="00725F47"/>
    <w:rsid w:val="007263FF"/>
    <w:rsid w:val="00731E90"/>
    <w:rsid w:val="0073299E"/>
    <w:rsid w:val="00735407"/>
    <w:rsid w:val="007362C7"/>
    <w:rsid w:val="007405FF"/>
    <w:rsid w:val="00740CFC"/>
    <w:rsid w:val="0075501F"/>
    <w:rsid w:val="00761262"/>
    <w:rsid w:val="0076597C"/>
    <w:rsid w:val="00774432"/>
    <w:rsid w:val="007839FC"/>
    <w:rsid w:val="007870B0"/>
    <w:rsid w:val="007A18DB"/>
    <w:rsid w:val="007A2D37"/>
    <w:rsid w:val="007A315C"/>
    <w:rsid w:val="007B082A"/>
    <w:rsid w:val="007B4A8A"/>
    <w:rsid w:val="007C3210"/>
    <w:rsid w:val="007E33FC"/>
    <w:rsid w:val="007F0730"/>
    <w:rsid w:val="007F08B2"/>
    <w:rsid w:val="007F1122"/>
    <w:rsid w:val="007F1B16"/>
    <w:rsid w:val="007F2789"/>
    <w:rsid w:val="007F5012"/>
    <w:rsid w:val="007F51E0"/>
    <w:rsid w:val="007F66DC"/>
    <w:rsid w:val="007F697D"/>
    <w:rsid w:val="008025DF"/>
    <w:rsid w:val="00804111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010"/>
    <w:rsid w:val="0086538C"/>
    <w:rsid w:val="0086546D"/>
    <w:rsid w:val="00874021"/>
    <w:rsid w:val="008864ED"/>
    <w:rsid w:val="00893C4A"/>
    <w:rsid w:val="00894EEE"/>
    <w:rsid w:val="0089592F"/>
    <w:rsid w:val="008A1AAD"/>
    <w:rsid w:val="008A5AE8"/>
    <w:rsid w:val="008A76C6"/>
    <w:rsid w:val="008B0181"/>
    <w:rsid w:val="008B2D4F"/>
    <w:rsid w:val="008B6CBF"/>
    <w:rsid w:val="008C3A6E"/>
    <w:rsid w:val="008C65D3"/>
    <w:rsid w:val="008D192E"/>
    <w:rsid w:val="008D4EE8"/>
    <w:rsid w:val="008E57E5"/>
    <w:rsid w:val="008E7051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43AAF"/>
    <w:rsid w:val="00950D7D"/>
    <w:rsid w:val="009553FF"/>
    <w:rsid w:val="00956201"/>
    <w:rsid w:val="009676A8"/>
    <w:rsid w:val="009734AB"/>
    <w:rsid w:val="00973D03"/>
    <w:rsid w:val="0097631A"/>
    <w:rsid w:val="009876EA"/>
    <w:rsid w:val="009957C0"/>
    <w:rsid w:val="0099724C"/>
    <w:rsid w:val="009A3B6E"/>
    <w:rsid w:val="009A64A5"/>
    <w:rsid w:val="009A7C95"/>
    <w:rsid w:val="009B0A03"/>
    <w:rsid w:val="009B522A"/>
    <w:rsid w:val="009C360C"/>
    <w:rsid w:val="009C568E"/>
    <w:rsid w:val="009D018B"/>
    <w:rsid w:val="009D6B62"/>
    <w:rsid w:val="009E0FD8"/>
    <w:rsid w:val="009E3707"/>
    <w:rsid w:val="009E5CAD"/>
    <w:rsid w:val="009F44F8"/>
    <w:rsid w:val="009F6496"/>
    <w:rsid w:val="00A014C9"/>
    <w:rsid w:val="00A05F2C"/>
    <w:rsid w:val="00A07FDD"/>
    <w:rsid w:val="00A115BD"/>
    <w:rsid w:val="00A12817"/>
    <w:rsid w:val="00A23173"/>
    <w:rsid w:val="00A3440A"/>
    <w:rsid w:val="00A45A8B"/>
    <w:rsid w:val="00A45C4F"/>
    <w:rsid w:val="00A54A95"/>
    <w:rsid w:val="00A624EB"/>
    <w:rsid w:val="00A62EC7"/>
    <w:rsid w:val="00A64CE9"/>
    <w:rsid w:val="00A677F0"/>
    <w:rsid w:val="00A77089"/>
    <w:rsid w:val="00A860B6"/>
    <w:rsid w:val="00A86C96"/>
    <w:rsid w:val="00A918F3"/>
    <w:rsid w:val="00AB3D48"/>
    <w:rsid w:val="00AB6829"/>
    <w:rsid w:val="00AC7B99"/>
    <w:rsid w:val="00AD0E91"/>
    <w:rsid w:val="00AD6458"/>
    <w:rsid w:val="00AF0CB1"/>
    <w:rsid w:val="00B02514"/>
    <w:rsid w:val="00B05413"/>
    <w:rsid w:val="00B05AD3"/>
    <w:rsid w:val="00B0635F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40767"/>
    <w:rsid w:val="00B45A00"/>
    <w:rsid w:val="00B50985"/>
    <w:rsid w:val="00B53382"/>
    <w:rsid w:val="00B54F4B"/>
    <w:rsid w:val="00B60950"/>
    <w:rsid w:val="00B61D74"/>
    <w:rsid w:val="00B636FD"/>
    <w:rsid w:val="00B73FFA"/>
    <w:rsid w:val="00B76130"/>
    <w:rsid w:val="00B777F8"/>
    <w:rsid w:val="00B811C6"/>
    <w:rsid w:val="00B85AD2"/>
    <w:rsid w:val="00B959F2"/>
    <w:rsid w:val="00BA38A4"/>
    <w:rsid w:val="00BB19DF"/>
    <w:rsid w:val="00BB229B"/>
    <w:rsid w:val="00BB5DE7"/>
    <w:rsid w:val="00BE0645"/>
    <w:rsid w:val="00BE37CF"/>
    <w:rsid w:val="00BF0BC0"/>
    <w:rsid w:val="00BF2C1C"/>
    <w:rsid w:val="00C00FA0"/>
    <w:rsid w:val="00C01611"/>
    <w:rsid w:val="00C075B1"/>
    <w:rsid w:val="00C30709"/>
    <w:rsid w:val="00C30BF0"/>
    <w:rsid w:val="00C32031"/>
    <w:rsid w:val="00C36F3B"/>
    <w:rsid w:val="00C44762"/>
    <w:rsid w:val="00C461BC"/>
    <w:rsid w:val="00C47157"/>
    <w:rsid w:val="00C476E8"/>
    <w:rsid w:val="00C500DA"/>
    <w:rsid w:val="00C50E71"/>
    <w:rsid w:val="00C52237"/>
    <w:rsid w:val="00C54DFF"/>
    <w:rsid w:val="00C63AB2"/>
    <w:rsid w:val="00C65375"/>
    <w:rsid w:val="00C7353B"/>
    <w:rsid w:val="00C81605"/>
    <w:rsid w:val="00C82410"/>
    <w:rsid w:val="00C906BC"/>
    <w:rsid w:val="00C915DB"/>
    <w:rsid w:val="00CB34CB"/>
    <w:rsid w:val="00CB4BCD"/>
    <w:rsid w:val="00CC1BB4"/>
    <w:rsid w:val="00CC7118"/>
    <w:rsid w:val="00CE31CE"/>
    <w:rsid w:val="00D071A9"/>
    <w:rsid w:val="00D1346E"/>
    <w:rsid w:val="00D26102"/>
    <w:rsid w:val="00D31C6D"/>
    <w:rsid w:val="00D359A2"/>
    <w:rsid w:val="00D4544C"/>
    <w:rsid w:val="00D46F3D"/>
    <w:rsid w:val="00D47DBB"/>
    <w:rsid w:val="00D52DCE"/>
    <w:rsid w:val="00D5439C"/>
    <w:rsid w:val="00D6201C"/>
    <w:rsid w:val="00D62ED2"/>
    <w:rsid w:val="00D63BBD"/>
    <w:rsid w:val="00D643B0"/>
    <w:rsid w:val="00D651CE"/>
    <w:rsid w:val="00D67723"/>
    <w:rsid w:val="00D710E3"/>
    <w:rsid w:val="00D7142A"/>
    <w:rsid w:val="00D74D50"/>
    <w:rsid w:val="00D75DA1"/>
    <w:rsid w:val="00D77DA3"/>
    <w:rsid w:val="00D800AA"/>
    <w:rsid w:val="00D9098B"/>
    <w:rsid w:val="00DA615D"/>
    <w:rsid w:val="00DA67AF"/>
    <w:rsid w:val="00DC209E"/>
    <w:rsid w:val="00DC2A51"/>
    <w:rsid w:val="00DC31BA"/>
    <w:rsid w:val="00DC3E6C"/>
    <w:rsid w:val="00DC6994"/>
    <w:rsid w:val="00DE6883"/>
    <w:rsid w:val="00DE7F88"/>
    <w:rsid w:val="00DF4CE2"/>
    <w:rsid w:val="00E0188B"/>
    <w:rsid w:val="00E177FC"/>
    <w:rsid w:val="00E22534"/>
    <w:rsid w:val="00E312AD"/>
    <w:rsid w:val="00E32761"/>
    <w:rsid w:val="00E35543"/>
    <w:rsid w:val="00E4057E"/>
    <w:rsid w:val="00E41ED4"/>
    <w:rsid w:val="00E423FB"/>
    <w:rsid w:val="00E42E55"/>
    <w:rsid w:val="00E44BFF"/>
    <w:rsid w:val="00E44F8B"/>
    <w:rsid w:val="00E50D40"/>
    <w:rsid w:val="00E6056D"/>
    <w:rsid w:val="00E62F1C"/>
    <w:rsid w:val="00E67830"/>
    <w:rsid w:val="00E7278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2E7F"/>
    <w:rsid w:val="00EB785F"/>
    <w:rsid w:val="00EC5277"/>
    <w:rsid w:val="00ED0AE8"/>
    <w:rsid w:val="00ED12AA"/>
    <w:rsid w:val="00ED4AAE"/>
    <w:rsid w:val="00EE153F"/>
    <w:rsid w:val="00EE170E"/>
    <w:rsid w:val="00EE18D4"/>
    <w:rsid w:val="00EE669B"/>
    <w:rsid w:val="00EE6D93"/>
    <w:rsid w:val="00F01391"/>
    <w:rsid w:val="00F048FE"/>
    <w:rsid w:val="00F06554"/>
    <w:rsid w:val="00F11B3C"/>
    <w:rsid w:val="00F145EA"/>
    <w:rsid w:val="00F14E55"/>
    <w:rsid w:val="00F20B26"/>
    <w:rsid w:val="00F20E61"/>
    <w:rsid w:val="00F226AE"/>
    <w:rsid w:val="00F24161"/>
    <w:rsid w:val="00F369DD"/>
    <w:rsid w:val="00F40C84"/>
    <w:rsid w:val="00F41A23"/>
    <w:rsid w:val="00F46E92"/>
    <w:rsid w:val="00F51E0F"/>
    <w:rsid w:val="00F5203C"/>
    <w:rsid w:val="00F54BEF"/>
    <w:rsid w:val="00F56546"/>
    <w:rsid w:val="00F570F8"/>
    <w:rsid w:val="00F5772A"/>
    <w:rsid w:val="00F63518"/>
    <w:rsid w:val="00F64B49"/>
    <w:rsid w:val="00F66B65"/>
    <w:rsid w:val="00F7267A"/>
    <w:rsid w:val="00F77798"/>
    <w:rsid w:val="00F77ADA"/>
    <w:rsid w:val="00F90A48"/>
    <w:rsid w:val="00F94A1A"/>
    <w:rsid w:val="00FA4102"/>
    <w:rsid w:val="00FA4296"/>
    <w:rsid w:val="00FA66EE"/>
    <w:rsid w:val="00FA78C3"/>
    <w:rsid w:val="00FC0B31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09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3055</TotalTime>
  <Pages>4</Pages>
  <Words>1184</Words>
  <Characters>6754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311</cp:revision>
  <cp:lastPrinted>2017-08-14T07:17:00Z</cp:lastPrinted>
  <dcterms:created xsi:type="dcterms:W3CDTF">2017-07-17T08:21:00Z</dcterms:created>
  <dcterms:modified xsi:type="dcterms:W3CDTF">2018-11-19T14:25:00Z</dcterms:modified>
</cp:coreProperties>
</file>