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A5A" w:rsidRDefault="00DE0A5A" w:rsidP="00A978BA">
      <w:pPr>
        <w:pStyle w:val="NormalWeb"/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ПОЗДРАВЛЕНИЕ</w:t>
      </w:r>
    </w:p>
    <w:p w:rsidR="00DE0A5A" w:rsidRPr="00A978BA" w:rsidRDefault="00DE0A5A" w:rsidP="00A978BA">
      <w:pPr>
        <w:pStyle w:val="NormalWeb"/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978BA">
        <w:rPr>
          <w:rFonts w:ascii="Times New Roman" w:hAnsi="Times New Roman" w:cs="Times New Roman"/>
          <w:color w:val="auto"/>
          <w:sz w:val="28"/>
          <w:szCs w:val="28"/>
        </w:rPr>
        <w:t>Главы администрации Мглинского района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978BA">
        <w:rPr>
          <w:rFonts w:ascii="Times New Roman" w:hAnsi="Times New Roman" w:cs="Times New Roman"/>
          <w:color w:val="auto"/>
          <w:sz w:val="28"/>
          <w:szCs w:val="28"/>
        </w:rPr>
        <w:t>с Днем знаний.</w:t>
      </w:r>
    </w:p>
    <w:p w:rsidR="00DE0A5A" w:rsidRPr="00BF1B3B" w:rsidRDefault="00DE0A5A" w:rsidP="00BF1B3B">
      <w:pPr>
        <w:pStyle w:val="NormalWeb"/>
        <w:spacing w:before="0" w:beforeAutospacing="0" w:after="0"/>
        <w:ind w:firstLine="709"/>
        <w:jc w:val="center"/>
        <w:rPr>
          <w:rFonts w:ascii="Times New Roman" w:hAnsi="Times New Roman" w:cs="Times New Roman"/>
          <w:b/>
          <w:i/>
          <w:color w:val="auto"/>
          <w:sz w:val="30"/>
          <w:szCs w:val="30"/>
        </w:rPr>
      </w:pPr>
      <w:r w:rsidRPr="00BF1B3B">
        <w:rPr>
          <w:rFonts w:ascii="Times New Roman" w:hAnsi="Times New Roman" w:cs="Times New Roman"/>
          <w:b/>
          <w:i/>
          <w:color w:val="auto"/>
          <w:sz w:val="30"/>
          <w:szCs w:val="30"/>
        </w:rPr>
        <w:t>Уважаемые педагоги, учащиеся, родители и ветераны</w:t>
      </w:r>
    </w:p>
    <w:p w:rsidR="00DE0A5A" w:rsidRPr="00BF1B3B" w:rsidRDefault="00DE0A5A" w:rsidP="00BF1B3B">
      <w:pPr>
        <w:pStyle w:val="NormalWeb"/>
        <w:spacing w:before="0" w:beforeAutospacing="0" w:after="0"/>
        <w:ind w:firstLine="709"/>
        <w:jc w:val="center"/>
        <w:rPr>
          <w:rFonts w:ascii="Times New Roman" w:hAnsi="Times New Roman" w:cs="Times New Roman"/>
          <w:b/>
          <w:i/>
          <w:color w:val="auto"/>
          <w:sz w:val="30"/>
          <w:szCs w:val="30"/>
        </w:rPr>
      </w:pPr>
      <w:r w:rsidRPr="00BF1B3B">
        <w:rPr>
          <w:rFonts w:ascii="Times New Roman" w:hAnsi="Times New Roman" w:cs="Times New Roman"/>
          <w:b/>
          <w:i/>
          <w:color w:val="auto"/>
          <w:sz w:val="30"/>
          <w:szCs w:val="30"/>
        </w:rPr>
        <w:t>педагогического труда!</w:t>
      </w:r>
    </w:p>
    <w:p w:rsidR="00DE0A5A" w:rsidRPr="00BF1B3B" w:rsidRDefault="00DE0A5A" w:rsidP="0063331F">
      <w:pPr>
        <w:pStyle w:val="NormalWeb"/>
        <w:jc w:val="center"/>
        <w:rPr>
          <w:rFonts w:ascii="Times New Roman" w:hAnsi="Times New Roman" w:cs="Times New Roman"/>
          <w:b/>
          <w:color w:val="auto"/>
          <w:sz w:val="30"/>
          <w:szCs w:val="30"/>
        </w:rPr>
      </w:pPr>
      <w:r w:rsidRPr="00BF1B3B">
        <w:rPr>
          <w:rStyle w:val="annot1"/>
          <w:rFonts w:ascii="Times New Roman" w:hAnsi="Times New Roman"/>
          <w:b/>
          <w:color w:val="auto"/>
          <w:sz w:val="30"/>
          <w:szCs w:val="30"/>
        </w:rPr>
        <w:t xml:space="preserve">От всей души поздравляю </w:t>
      </w:r>
      <w:r>
        <w:rPr>
          <w:rStyle w:val="annot1"/>
          <w:rFonts w:ascii="Times New Roman" w:hAnsi="Times New Roman"/>
          <w:b/>
          <w:color w:val="auto"/>
          <w:sz w:val="30"/>
          <w:szCs w:val="30"/>
        </w:rPr>
        <w:t xml:space="preserve">вас </w:t>
      </w:r>
      <w:r w:rsidRPr="00BF1B3B">
        <w:rPr>
          <w:rStyle w:val="annot1"/>
          <w:rFonts w:ascii="Times New Roman" w:hAnsi="Times New Roman"/>
          <w:b/>
          <w:color w:val="auto"/>
          <w:sz w:val="30"/>
          <w:szCs w:val="30"/>
        </w:rPr>
        <w:t>с праздником – Днем Знаний!</w:t>
      </w:r>
    </w:p>
    <w:p w:rsidR="00DE0A5A" w:rsidRPr="002A2FA5" w:rsidRDefault="00DE0A5A" w:rsidP="002A2FA5">
      <w:pPr>
        <w:spacing w:after="0" w:line="240" w:lineRule="auto"/>
        <w:ind w:firstLine="708"/>
        <w:jc w:val="both"/>
        <w:rPr>
          <w:sz w:val="30"/>
          <w:szCs w:val="30"/>
        </w:rPr>
      </w:pPr>
      <w:r w:rsidRPr="002A2FA5">
        <w:rPr>
          <w:sz w:val="30"/>
          <w:szCs w:val="30"/>
        </w:rPr>
        <w:t>1 сентября -  всеми любимый праздник. В этот день школьный звонок возвещает о начале нового учебного года, празднике открытия новых знаний, очередного этапа на пути к взрослению. Этот праздник для всех нас стал символом добрых начинаний, открытий и свершений.</w:t>
      </w:r>
    </w:p>
    <w:p w:rsidR="00DE0A5A" w:rsidRPr="00BF1B3B" w:rsidRDefault="00DE0A5A" w:rsidP="00BF1B3B">
      <w:pPr>
        <w:spacing w:after="0" w:line="240" w:lineRule="auto"/>
        <w:ind w:firstLine="709"/>
        <w:jc w:val="both"/>
        <w:rPr>
          <w:sz w:val="30"/>
          <w:szCs w:val="30"/>
        </w:rPr>
      </w:pPr>
      <w:r w:rsidRPr="00BF1B3B">
        <w:rPr>
          <w:sz w:val="30"/>
          <w:szCs w:val="30"/>
        </w:rPr>
        <w:t xml:space="preserve">Дорогие ребята! </w:t>
      </w:r>
      <w:r>
        <w:rPr>
          <w:sz w:val="30"/>
          <w:szCs w:val="30"/>
        </w:rPr>
        <w:t>1 сентября -</w:t>
      </w:r>
      <w:r w:rsidRPr="00BF1B3B">
        <w:rPr>
          <w:sz w:val="30"/>
          <w:szCs w:val="30"/>
        </w:rPr>
        <w:t xml:space="preserve"> особенный день для тех из вас, кто впервые сядет за школьную парту. Сегодня для первоклассников прозвучат первые звонки, начнется новый жизненный этап, полный удивительных открытий. На своем пути вы встретитесь с трудностями, ведь знания не даются легко и просто, нужно терпение, старание и упорство. Воспитывайте в себе эти качества, и тогда учение вам будет в радость.  Именно в школе вы, ребята, вооружаетесь прочными знаниями, формируете свое мировоззрение. Пусть школьные годы станут для вас незабываемыми.</w:t>
      </w:r>
    </w:p>
    <w:p w:rsidR="00DE0A5A" w:rsidRPr="00BF1B3B" w:rsidRDefault="00DE0A5A" w:rsidP="00BF1B3B">
      <w:pPr>
        <w:spacing w:after="0" w:line="240" w:lineRule="auto"/>
        <w:ind w:firstLine="709"/>
        <w:jc w:val="both"/>
        <w:rPr>
          <w:sz w:val="30"/>
          <w:szCs w:val="30"/>
        </w:rPr>
      </w:pPr>
      <w:r w:rsidRPr="00BF1B3B">
        <w:rPr>
          <w:sz w:val="30"/>
          <w:szCs w:val="30"/>
        </w:rPr>
        <w:t xml:space="preserve"> Для старшеклассников и выпускников наступающий учебный год станет определяющим в выборе профессии. Дерзайте, смело идите вперед. Мы уверены - вам по силам добиться самых высоких результатов. </w:t>
      </w:r>
    </w:p>
    <w:p w:rsidR="00DE0A5A" w:rsidRPr="00BF1B3B" w:rsidRDefault="00DE0A5A" w:rsidP="00BF1B3B">
      <w:pPr>
        <w:pStyle w:val="NormalWeb"/>
        <w:spacing w:before="0" w:beforeAutospacing="0" w:after="0"/>
        <w:ind w:firstLine="709"/>
        <w:rPr>
          <w:rFonts w:ascii="Times New Roman" w:hAnsi="Times New Roman" w:cs="Times New Roman"/>
          <w:color w:val="auto"/>
          <w:sz w:val="30"/>
          <w:szCs w:val="30"/>
        </w:rPr>
      </w:pPr>
      <w:r w:rsidRPr="00BF1B3B">
        <w:rPr>
          <w:rFonts w:ascii="Times New Roman" w:hAnsi="Times New Roman" w:cs="Times New Roman"/>
          <w:color w:val="auto"/>
          <w:sz w:val="30"/>
          <w:szCs w:val="30"/>
        </w:rPr>
        <w:t>Особо хочу поздравить педагогов. Есть профессии, к которым мы всегда относимся с особым почтением. И педагог - одна из них. Преподаватели дают необходимые знания, учат мудрости, передают жизненный опыт, во многом формируют личность своих учеников. Поэтому настоящий педагог - это больше чем профессия, и хочется, чтобы в школах работали только те, для кого это не просто обязанность, а состояние души.</w:t>
      </w:r>
    </w:p>
    <w:p w:rsidR="00DE0A5A" w:rsidRPr="00BF1B3B" w:rsidRDefault="00DE0A5A" w:rsidP="00BF1B3B">
      <w:pPr>
        <w:spacing w:after="0" w:line="240" w:lineRule="auto"/>
        <w:ind w:firstLine="709"/>
        <w:jc w:val="both"/>
        <w:rPr>
          <w:sz w:val="30"/>
          <w:szCs w:val="30"/>
        </w:rPr>
      </w:pPr>
      <w:r w:rsidRPr="00BF1B3B">
        <w:rPr>
          <w:sz w:val="30"/>
          <w:szCs w:val="30"/>
        </w:rPr>
        <w:t>1 сентября – это и праздник родителей. Благодаря любви, поддержке и вниманию близких людей для многих школьников постижение мира знаний становится заманчивым и увлекательным. Хочу пожелать Вам, уважаемые родители, терпения и настойчивости.</w:t>
      </w:r>
    </w:p>
    <w:p w:rsidR="00DE0A5A" w:rsidRPr="00BF1B3B" w:rsidRDefault="00DE0A5A" w:rsidP="00BF1B3B">
      <w:pPr>
        <w:pStyle w:val="NormalWeb"/>
        <w:spacing w:before="0" w:beforeAutospacing="0" w:after="0"/>
        <w:ind w:firstLine="709"/>
        <w:rPr>
          <w:rFonts w:ascii="Times New Roman" w:hAnsi="Times New Roman" w:cs="Times New Roman"/>
          <w:color w:val="auto"/>
          <w:sz w:val="30"/>
          <w:szCs w:val="30"/>
        </w:rPr>
      </w:pPr>
      <w:r w:rsidRPr="00BF1B3B">
        <w:rPr>
          <w:rFonts w:ascii="Times New Roman" w:hAnsi="Times New Roman" w:cs="Times New Roman"/>
          <w:color w:val="auto"/>
          <w:sz w:val="30"/>
          <w:szCs w:val="30"/>
        </w:rPr>
        <w:t xml:space="preserve">Желаю всем учащимся и учителям, а также родителям - здоровья, творческого поиска, трудолюбия и не останавливаться на достигнутом. </w:t>
      </w:r>
    </w:p>
    <w:p w:rsidR="00DE0A5A" w:rsidRPr="00BF1B3B" w:rsidRDefault="00DE0A5A" w:rsidP="00BF1B3B">
      <w:pPr>
        <w:pStyle w:val="NormalWeb"/>
        <w:spacing w:before="0" w:beforeAutospacing="0" w:after="0"/>
        <w:ind w:firstLine="709"/>
        <w:rPr>
          <w:rFonts w:ascii="Times New Roman" w:hAnsi="Times New Roman" w:cs="Times New Roman"/>
          <w:color w:val="auto"/>
          <w:sz w:val="30"/>
          <w:szCs w:val="30"/>
        </w:rPr>
      </w:pPr>
      <w:r w:rsidRPr="00BF1B3B">
        <w:rPr>
          <w:rFonts w:ascii="Times New Roman" w:hAnsi="Times New Roman" w:cs="Times New Roman"/>
          <w:color w:val="auto"/>
          <w:sz w:val="30"/>
          <w:szCs w:val="30"/>
        </w:rPr>
        <w:t>Пусть новый учебный год будет для вас успешным и благополучным, принесет радость новых знаний и открытий!</w:t>
      </w:r>
    </w:p>
    <w:p w:rsidR="00DE0A5A" w:rsidRPr="00BF1B3B" w:rsidRDefault="00DE0A5A" w:rsidP="00BF1B3B">
      <w:pPr>
        <w:pStyle w:val="NormalWeb"/>
        <w:spacing w:before="0" w:beforeAutospacing="0" w:after="0"/>
        <w:ind w:firstLine="709"/>
        <w:rPr>
          <w:rFonts w:ascii="Times New Roman" w:hAnsi="Times New Roman" w:cs="Times New Roman"/>
          <w:color w:val="auto"/>
          <w:sz w:val="30"/>
          <w:szCs w:val="30"/>
        </w:rPr>
      </w:pPr>
    </w:p>
    <w:p w:rsidR="00DE0A5A" w:rsidRPr="00BF1B3B" w:rsidRDefault="00DE0A5A" w:rsidP="00A978BA">
      <w:pPr>
        <w:spacing w:line="240" w:lineRule="auto"/>
        <w:jc w:val="both"/>
        <w:rPr>
          <w:sz w:val="30"/>
          <w:szCs w:val="30"/>
        </w:rPr>
      </w:pPr>
      <w:r w:rsidRPr="00BF1B3B">
        <w:rPr>
          <w:sz w:val="30"/>
          <w:szCs w:val="30"/>
        </w:rPr>
        <w:t>С уважением,</w:t>
      </w:r>
    </w:p>
    <w:p w:rsidR="00DE0A5A" w:rsidRPr="00BF1B3B" w:rsidRDefault="00DE0A5A" w:rsidP="00A978BA">
      <w:pPr>
        <w:spacing w:line="240" w:lineRule="auto"/>
        <w:jc w:val="center"/>
        <w:rPr>
          <w:sz w:val="30"/>
          <w:szCs w:val="30"/>
        </w:rPr>
      </w:pPr>
      <w:r w:rsidRPr="00BF1B3B">
        <w:rPr>
          <w:sz w:val="30"/>
          <w:szCs w:val="30"/>
        </w:rPr>
        <w:t>И.о. Главы администрации района                                            О.В. Милица</w:t>
      </w:r>
    </w:p>
    <w:p w:rsidR="00DE0A5A" w:rsidRDefault="00DE0A5A" w:rsidP="00BF1B3B">
      <w:pPr>
        <w:pStyle w:val="NormalWeb"/>
        <w:ind w:firstLine="708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1 сентября 2015 года</w:t>
      </w:r>
    </w:p>
    <w:sectPr w:rsidR="00DE0A5A" w:rsidSect="00BF1B3B">
      <w:pgSz w:w="11906" w:h="16838"/>
      <w:pgMar w:top="1134" w:right="851" w:bottom="851" w:left="1077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88E"/>
    <w:rsid w:val="0001640F"/>
    <w:rsid w:val="00026E36"/>
    <w:rsid w:val="00032D81"/>
    <w:rsid w:val="00037F9B"/>
    <w:rsid w:val="00040C74"/>
    <w:rsid w:val="00054D6E"/>
    <w:rsid w:val="000829E4"/>
    <w:rsid w:val="000C2ABA"/>
    <w:rsid w:val="000E6124"/>
    <w:rsid w:val="000E7F88"/>
    <w:rsid w:val="000F3A2E"/>
    <w:rsid w:val="00101491"/>
    <w:rsid w:val="00117501"/>
    <w:rsid w:val="001425B6"/>
    <w:rsid w:val="001669E1"/>
    <w:rsid w:val="00176BF9"/>
    <w:rsid w:val="00191AE9"/>
    <w:rsid w:val="001A162A"/>
    <w:rsid w:val="001E3747"/>
    <w:rsid w:val="002241CA"/>
    <w:rsid w:val="002A2FA5"/>
    <w:rsid w:val="00376375"/>
    <w:rsid w:val="003A542F"/>
    <w:rsid w:val="00403AE0"/>
    <w:rsid w:val="004543C6"/>
    <w:rsid w:val="00465C9C"/>
    <w:rsid w:val="004E2829"/>
    <w:rsid w:val="004F1647"/>
    <w:rsid w:val="00547B44"/>
    <w:rsid w:val="005663FB"/>
    <w:rsid w:val="005701C4"/>
    <w:rsid w:val="0058218E"/>
    <w:rsid w:val="005E29C1"/>
    <w:rsid w:val="00617B85"/>
    <w:rsid w:val="0063331F"/>
    <w:rsid w:val="006438B4"/>
    <w:rsid w:val="006907AD"/>
    <w:rsid w:val="0069515F"/>
    <w:rsid w:val="00695855"/>
    <w:rsid w:val="00696E89"/>
    <w:rsid w:val="006B1DF0"/>
    <w:rsid w:val="006C1164"/>
    <w:rsid w:val="006C709D"/>
    <w:rsid w:val="006F2A8E"/>
    <w:rsid w:val="00764EC7"/>
    <w:rsid w:val="00795F58"/>
    <w:rsid w:val="007A11EE"/>
    <w:rsid w:val="00824FC0"/>
    <w:rsid w:val="008663F5"/>
    <w:rsid w:val="00867B0F"/>
    <w:rsid w:val="008B184E"/>
    <w:rsid w:val="008C67F8"/>
    <w:rsid w:val="008D5B15"/>
    <w:rsid w:val="008F3F5D"/>
    <w:rsid w:val="009066C0"/>
    <w:rsid w:val="00982399"/>
    <w:rsid w:val="009A0F0C"/>
    <w:rsid w:val="009A54F5"/>
    <w:rsid w:val="009D28BE"/>
    <w:rsid w:val="009D2F5A"/>
    <w:rsid w:val="009D7995"/>
    <w:rsid w:val="009E1626"/>
    <w:rsid w:val="00A325C1"/>
    <w:rsid w:val="00A53345"/>
    <w:rsid w:val="00A57DD8"/>
    <w:rsid w:val="00A60B40"/>
    <w:rsid w:val="00A645F1"/>
    <w:rsid w:val="00A648E3"/>
    <w:rsid w:val="00A67451"/>
    <w:rsid w:val="00A85C99"/>
    <w:rsid w:val="00A87147"/>
    <w:rsid w:val="00A94835"/>
    <w:rsid w:val="00A978BA"/>
    <w:rsid w:val="00A97A06"/>
    <w:rsid w:val="00AF637C"/>
    <w:rsid w:val="00B2029D"/>
    <w:rsid w:val="00B771E5"/>
    <w:rsid w:val="00B80B91"/>
    <w:rsid w:val="00B9008C"/>
    <w:rsid w:val="00BF1B3B"/>
    <w:rsid w:val="00C30FCA"/>
    <w:rsid w:val="00C579DB"/>
    <w:rsid w:val="00C807B7"/>
    <w:rsid w:val="00D03584"/>
    <w:rsid w:val="00D0388E"/>
    <w:rsid w:val="00D3045A"/>
    <w:rsid w:val="00D32BA3"/>
    <w:rsid w:val="00D4013C"/>
    <w:rsid w:val="00D90404"/>
    <w:rsid w:val="00DD1C80"/>
    <w:rsid w:val="00DE0A5A"/>
    <w:rsid w:val="00DF00DE"/>
    <w:rsid w:val="00DF1C83"/>
    <w:rsid w:val="00E0789F"/>
    <w:rsid w:val="00E11102"/>
    <w:rsid w:val="00E83497"/>
    <w:rsid w:val="00E91F40"/>
    <w:rsid w:val="00EB2B68"/>
    <w:rsid w:val="00F4487D"/>
    <w:rsid w:val="00F60E8E"/>
    <w:rsid w:val="00F64927"/>
    <w:rsid w:val="00F87003"/>
    <w:rsid w:val="00FE0024"/>
    <w:rsid w:val="00FE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E36"/>
    <w:pPr>
      <w:spacing w:after="200" w:line="276" w:lineRule="auto"/>
    </w:pPr>
    <w:rPr>
      <w:sz w:val="28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3331F"/>
    <w:pPr>
      <w:spacing w:before="100" w:beforeAutospacing="1" w:after="120" w:line="240" w:lineRule="auto"/>
      <w:jc w:val="both"/>
    </w:pPr>
    <w:rPr>
      <w:rFonts w:ascii="Arial" w:hAnsi="Arial" w:cs="Arial"/>
      <w:color w:val="364E50"/>
      <w:sz w:val="14"/>
      <w:szCs w:val="14"/>
      <w:lang w:eastAsia="ru-RU"/>
    </w:rPr>
  </w:style>
  <w:style w:type="character" w:customStyle="1" w:styleId="annot1">
    <w:name w:val="annot1"/>
    <w:basedOn w:val="DefaultParagraphFont"/>
    <w:uiPriority w:val="99"/>
    <w:rsid w:val="0063331F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207</TotalTime>
  <Pages>1</Pages>
  <Words>326</Words>
  <Characters>1864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User</cp:lastModifiedBy>
  <cp:revision>23</cp:revision>
  <cp:lastPrinted>2015-08-25T12:15:00Z</cp:lastPrinted>
  <dcterms:created xsi:type="dcterms:W3CDTF">2008-08-27T15:13:00Z</dcterms:created>
  <dcterms:modified xsi:type="dcterms:W3CDTF">2016-01-15T09:16:00Z</dcterms:modified>
</cp:coreProperties>
</file>