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4A" w:rsidRPr="00CC7A27" w:rsidRDefault="00AB794A" w:rsidP="00CC7A2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eastAsia="ru-RU"/>
        </w:rPr>
        <w:pict>
          <v:rect id="Прямоугольник 10" o:spid="_x0000_s1026" style="position:absolute;left:0;text-align:left;margin-left:603.3pt;margin-top:97.4pt;width:129.75pt;height:63.75pt;z-index:251633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" strokecolor="#4f81bd" strokeweight="2pt">
            <v:textbox>
              <w:txbxContent>
                <w:p w:rsidR="00AB794A" w:rsidRDefault="00AB794A" w:rsidP="009D04FC">
                  <w:pPr>
                    <w:spacing w:after="0" w:line="240" w:lineRule="auto"/>
                    <w:jc w:val="center"/>
                  </w:pPr>
                  <w:r w:rsidRPr="006D5325">
                    <w:rPr>
                      <w:rFonts w:ascii="Times New Roman" w:hAnsi="Times New Roman"/>
                    </w:rPr>
                    <w:t>Руководитель аппарата, управляющей делами администрации</w:t>
                  </w:r>
                  <w:r>
                    <w:t xml:space="preserve">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Прямая соединительная линия 63" o:spid="_x0000_s1027" style="position:absolute;left:0;text-align:left;z-index:251688448;visibility:visible" from="596.55pt,119.9pt" to="608.55pt,1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" strokecolor="#4579b8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2" o:spid="_x0000_s1028" type="#_x0000_t32" style="position:absolute;left:0;text-align:left;margin-left:599.55pt;margin-top:203.9pt;width:10.5pt;height:0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61" o:spid="_x0000_s1029" type="#_x0000_t32" style="position:absolute;left:0;text-align:left;margin-left:599.55pt;margin-top:267.65pt;width:9pt;height:0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60" o:spid="_x0000_s1030" type="#_x0000_t32" style="position:absolute;left:0;text-align:left;margin-left:599.55pt;margin-top:308.9pt;width:9.75pt;height:0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59" o:spid="_x0000_s1031" type="#_x0000_t32" style="position:absolute;left:0;text-align:left;margin-left:599.55pt;margin-top:349.4pt;width:10.5pt;height:0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58" o:spid="_x0000_s1032" type="#_x0000_t32" style="position:absolute;left:0;text-align:left;margin-left:599.55pt;margin-top:402.65pt;width:10.5pt;height:0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" strokecolor="#4579b8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57" o:spid="_x0000_s1033" style="position:absolute;left:0;text-align:left;z-index:251682304;visibility:visible" from="596.55pt,119.9pt" to="599.55pt,4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" strokecolor="#4579b8"/>
        </w:pict>
      </w:r>
      <w:r>
        <w:rPr>
          <w:noProof/>
          <w:lang w:eastAsia="ru-RU"/>
        </w:rPr>
        <w:pict>
          <v:line id="Прямая соединительная линия 56" o:spid="_x0000_s1034" style="position:absolute;left:0;text-align:left;z-index:251681280;visibility:visible" from="422.55pt,119.9pt" to="428.55pt,1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" strokecolor="#4579b8"/>
        </w:pict>
      </w:r>
      <w:r>
        <w:rPr>
          <w:noProof/>
          <w:lang w:eastAsia="ru-RU"/>
        </w:rPr>
        <w:pict>
          <v:shape id="Прямая со стрелкой 54" o:spid="_x0000_s1035" type="#_x0000_t32" style="position:absolute;left:0;text-align:left;margin-left:423.3pt;margin-top:192.65pt;width:9pt;height:.75pt;flip:y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52" o:spid="_x0000_s1036" type="#_x0000_t32" style="position:absolute;left:0;text-align:left;margin-left:423.3pt;margin-top:282.65pt;width:9pt;height:0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53" o:spid="_x0000_s1037" type="#_x0000_t32" style="position:absolute;left:0;text-align:left;margin-left:423.3pt;margin-top:236.15pt;width:9pt;height:.7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51" o:spid="_x0000_s1038" type="#_x0000_t32" style="position:absolute;left:0;text-align:left;margin-left:423.3pt;margin-top:331.4pt;width:9pt;height:0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" strokecolor="#4579b8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50" o:spid="_x0000_s1039" style="position:absolute;left:0;text-align:left;z-index:251676160;visibility:visible" from="422.55pt,119.9pt" to="423.3pt,3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" strokecolor="#4579b8"/>
        </w:pict>
      </w:r>
      <w:r>
        <w:rPr>
          <w:noProof/>
          <w:lang w:eastAsia="ru-RU"/>
        </w:rPr>
        <w:pict>
          <v:shape id="Прямая со стрелкой 49" o:spid="_x0000_s1040" type="#_x0000_t32" style="position:absolute;left:0;text-align:left;margin-left:417.3pt;margin-top:395.9pt;width:15pt;height:0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" strokecolor="#4579b8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48" o:spid="_x0000_s1041" style="position:absolute;left:0;text-align:left;z-index:251674112;visibility:visible" from="414.3pt,84.65pt" to="417.3pt,3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" strokecolor="#4579b8"/>
        </w:pict>
      </w:r>
      <w:r>
        <w:rPr>
          <w:noProof/>
          <w:lang w:eastAsia="ru-RU"/>
        </w:rPr>
        <w:pict>
          <v:shape id="Прямая со стрелкой 47" o:spid="_x0000_s1042" type="#_x0000_t32" style="position:absolute;left:0;text-align:left;margin-left:211.05pt;margin-top:402.65pt;width:18pt;height:0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46" o:spid="_x0000_s1043" type="#_x0000_t32" style="position:absolute;left:0;text-align:left;margin-left:211.05pt;margin-top:321.65pt;width:18pt;height:0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45" o:spid="_x0000_s1044" type="#_x0000_t32" style="position:absolute;left:0;text-align:left;margin-left:211.05pt;margin-top:267.65pt;width:15.75pt;height:0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44" o:spid="_x0000_s1045" type="#_x0000_t32" style="position:absolute;left:0;text-align:left;margin-left:211.05pt;margin-top:203.9pt;width:11.25pt;height:0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" strokecolor="#4579b8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43" o:spid="_x0000_s1046" style="position:absolute;left:0;text-align:left;z-index:251668992;visibility:visible" from="211.05pt,119.9pt" to="224.55pt,1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" strokecolor="#4579b8"/>
        </w:pict>
      </w:r>
      <w:r>
        <w:rPr>
          <w:noProof/>
          <w:lang w:eastAsia="ru-RU"/>
        </w:rPr>
        <w:pict>
          <v:line id="Прямая соединительная линия 42" o:spid="_x0000_s1047" style="position:absolute;left:0;text-align:left;z-index:251667968;visibility:visible" from="211.05pt,119.9pt" to="211.05pt,4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" strokecolor="#4579b8"/>
        </w:pict>
      </w:r>
      <w:r>
        <w:rPr>
          <w:noProof/>
          <w:lang w:eastAsia="ru-RU"/>
        </w:rPr>
        <w:pict>
          <v:line id="Прямая соединительная линия 41" o:spid="_x0000_s1048" style="position:absolute;left:0;text-align:left;z-index:251666944;visibility:visible" from="8.55pt,114.65pt" to="20.55pt,1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" strokecolor="#4579b8"/>
        </w:pict>
      </w:r>
      <w:r>
        <w:rPr>
          <w:noProof/>
          <w:lang w:eastAsia="ru-RU"/>
        </w:rPr>
        <w:pict>
          <v:shape id="Прямая со стрелкой 40" o:spid="_x0000_s1049" type="#_x0000_t32" style="position:absolute;left:0;text-align:left;margin-left:8.55pt;margin-top:402.65pt;width:12pt;height:0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39" o:spid="_x0000_s1050" type="#_x0000_t32" style="position:absolute;left:0;text-align:left;margin-left:8.55pt;margin-top:331.4pt;width:12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38" o:spid="_x0000_s1051" type="#_x0000_t32" style="position:absolute;left:0;text-align:left;margin-left:8.55pt;margin-top:267.65pt;width:12pt;height:0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37" o:spid="_x0000_s1052" type="#_x0000_t32" style="position:absolute;left:0;text-align:left;margin-left:8.55pt;margin-top:215.15pt;width:12pt;height:0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36" o:spid="_x0000_s1053" type="#_x0000_t32" style="position:absolute;left:0;text-align:left;margin-left:8.55pt;margin-top:167.15pt;width:12pt;height:0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" strokecolor="#4579b8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35" o:spid="_x0000_s1054" style="position:absolute;left:0;text-align:left;z-index:251660800;visibility:visible" from="8.55pt,114.65pt" to="8.55pt,4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" strokecolor="#4579b8"/>
        </w:pict>
      </w:r>
      <w:r>
        <w:rPr>
          <w:noProof/>
          <w:lang w:eastAsia="ru-RU"/>
        </w:rPr>
        <w:pict>
          <v:shape id="Прямая со стрелкой 33" o:spid="_x0000_s1055" type="#_x0000_t32" style="position:absolute;left:0;text-align:left;margin-left:505.8pt;margin-top:83.9pt;width:0;height:13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30" o:spid="_x0000_s1056" type="#_x0000_t32" style="position:absolute;left:0;text-align:left;margin-left:349.05pt;margin-top:73.4pt;width:0;height:11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34" o:spid="_x0000_s1057" type="#_x0000_t32" style="position:absolute;left:0;text-align:left;margin-left:670.05pt;margin-top:84.65pt;width:0;height:12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32" o:spid="_x0000_s1058" type="#_x0000_t32" style="position:absolute;left:0;text-align:left;margin-left:307.8pt;margin-top:84.65pt;width:0;height:14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31" o:spid="_x0000_s1059" type="#_x0000_t32" style="position:absolute;left:0;text-align:left;margin-left:91.8pt;margin-top:84.65pt;width:0;height:14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" strokecolor="#4579b8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3" o:spid="_x0000_s1060" style="position:absolute;left:0;text-align:left;z-index:251654656;visibility:visible" from="91.8pt,83.9pt" to="670.05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" strokecolor="#4579b8"/>
        </w:pict>
      </w:r>
      <w:r>
        <w:rPr>
          <w:noProof/>
          <w:lang w:eastAsia="ru-RU"/>
        </w:rPr>
        <w:pict>
          <v:shape id="Прямая со стрелкой 2" o:spid="_x0000_s1061" type="#_x0000_t32" style="position:absolute;left:0;text-align:left;margin-left:610.05pt;margin-top:34.4pt;width:0;height:12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" strokecolor="#4579b8">
            <v:stroke endarrow="open"/>
          </v:shape>
        </w:pict>
      </w:r>
      <w:r>
        <w:rPr>
          <w:noProof/>
          <w:lang w:eastAsia="ru-RU"/>
        </w:rPr>
        <w:pict>
          <v:rect id="Прямоугольник 15" o:spid="_x0000_s1062" style="position:absolute;left:0;text-align:left;margin-left:20.55pt;margin-top:366.65pt;width:165pt;height:55.5pt;z-index:2516382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Специалист по вопросам молодежной политики и спорту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4" o:spid="_x0000_s1063" style="position:absolute;left:0;text-align:left;margin-left:20.55pt;margin-top:308.7pt;width:165pt;height:40.5pt;z-index:251637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q8FkgIAADc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Специалисты по вопросам опеки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64" style="position:absolute;left:0;text-align:left;margin-left:20.55pt;margin-top:241.2pt;width:165pt;height:54.75pt;z-index:251636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Специалисты по делам несовершеннолетних и защите их прав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2" o:spid="_x0000_s1065" style="position:absolute;left:0;text-align:left;margin-left:20.55pt;margin-top:199.2pt;width:165pt;height:27pt;z-index:251635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Районный отдел культуры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9" o:spid="_x0000_s1066" style="position:absolute;left:0;text-align:left;margin-left:226.8pt;margin-top:366.65pt;width:175.5pt;height:59.25pt;z-index:251642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Специалист по ГО и ЧС и охране окружающей среды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8" o:spid="_x0000_s1067" style="position:absolute;left:0;text-align:left;margin-left:229.05pt;margin-top:298.2pt;width:175.5pt;height:45pt;z-index:251641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Комитет по управлению муниципальным имуществом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7" o:spid="_x0000_s1068" style="position:absolute;left:0;text-align:left;margin-left:224.55pt;margin-top:247.2pt;width:177.75pt;height:31.5pt;z-index:251640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Отдел по работе с населением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9" o:spid="_x0000_s1069" style="position:absolute;left:0;text-align:left;margin-left:609.3pt;margin-top:379.2pt;width:125.25pt;height:54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" strokecolor="#4f81bd" strokeweight="2pt">
            <v:textbox>
              <w:txbxContent>
                <w:p w:rsidR="00AB794A" w:rsidRPr="006D5325" w:rsidRDefault="00AB794A" w:rsidP="006D53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Сектор по техническому обеспечению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8" o:spid="_x0000_s1070" style="position:absolute;left:0;text-align:left;margin-left:610.05pt;margin-top:331.4pt;width:125.25pt;height:35.25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7" o:spid="_x0000_s1071" style="position:absolute;left:0;text-align:left;margin-left:610.05pt;margin-top:299.9pt;width:124.5pt;height:21.75pt;z-index:251650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Архив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6" o:spid="_x0000_s1072" style="position:absolute;left:0;text-align:left;margin-left:608.55pt;margin-top:247.2pt;width:124.5pt;height:39pt;z-index:25164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" strokecolor="#4f81bd" strokeweight="2pt">
            <v:textbox>
              <w:txbxContent>
                <w:p w:rsidR="00AB794A" w:rsidRDefault="00AB794A" w:rsidP="00CC7A27">
                  <w:pPr>
                    <w:jc w:val="center"/>
                  </w:pPr>
                  <w:r>
                    <w:t>Правовой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4" o:spid="_x0000_s1073" style="position:absolute;left:0;text-align:left;margin-left:432.3pt;margin-top:362.9pt;width:150pt;height:59.25pt;z-index:251647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Сектор по мобработе и секретному делопроизводству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3" o:spid="_x0000_s1074" style="position:absolute;left:0;text-align:left;margin-left:432.3pt;margin-top:314.9pt;width:150pt;height:30pt;z-index:251646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Сектор контроля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2" o:spid="_x0000_s1075" style="position:absolute;left:0;text-align:left;margin-left:432.3pt;margin-top:267.65pt;width:150pt;height:31.5pt;z-index:2516454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Отдел закупок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1" o:spid="_x0000_s1076" style="position:absolute;left:0;text-align:left;margin-left:432.3pt;margin-top:221.9pt;width:150pt;height:28.5pt;z-index:2516444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Отдел экономики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5" o:spid="_x0000_s1077" style="position:absolute;left:0;text-align:left;margin-left:608.55pt;margin-top:177.45pt;width:124.5pt;height:51.75pt;z-index:251648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Организационно-контрольный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0" o:spid="_x0000_s1078" style="position:absolute;left:0;text-align:left;margin-left:432.3pt;margin-top:177.65pt;width:150pt;height:26.25pt;z-index:251643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Финансовый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6" o:spid="_x0000_s1079" style="position:absolute;left:0;text-align:left;margin-left:222.3pt;margin-top:177.45pt;width:180pt;height:50.25pt;z-index:251639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Отдел по строительству, архитектуре, ЖКХ, транспорту и связи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1" o:spid="_x0000_s1080" style="position:absolute;left:0;text-align:left;margin-left:20.55pt;margin-top:154.2pt;width:165pt;height:30pt;z-index:251634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" strokecolor="#4f81bd" strokeweight="2pt">
            <v:textbox>
              <w:txbxContent>
                <w:p w:rsidR="00AB794A" w:rsidRPr="006D5325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Районный отдел образования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7" o:spid="_x0000_s1081" style="position:absolute;left:0;text-align:left;margin-left:20.55pt;margin-top:98.7pt;width:165pt;height:39pt;z-index:251630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" strokecolor="#4f81bd" strokeweight="2pt">
            <v:textbox>
              <w:txbxContent>
                <w:p w:rsidR="00AB794A" w:rsidRPr="006D5325" w:rsidRDefault="00AB794A" w:rsidP="009D04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Заместитель главы администрации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82" style="position:absolute;left:0;text-align:left;margin-left:428.55pt;margin-top:98.7pt;width:153.75pt;height:63.75pt;z-index:251632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" strokecolor="#4f81bd" strokeweight="2pt">
            <v:textbox>
              <w:txbxContent>
                <w:p w:rsidR="00AB794A" w:rsidRPr="006D5325" w:rsidRDefault="00AB794A" w:rsidP="009D04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Заместитель главы администрации районы, начальник финансового отдела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" o:spid="_x0000_s1083" style="position:absolute;left:0;text-align:left;margin-left:552.3pt;margin-top:46.2pt;width:122.25pt;height:27pt;z-index:251629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" strokecolor="#4f81bd" strokeweight="2pt">
            <v:textbox>
              <w:txbxContent>
                <w:p w:rsidR="00AB794A" w:rsidRPr="00CA6483" w:rsidRDefault="00AB794A" w:rsidP="00CC7A27">
                  <w:pPr>
                    <w:jc w:val="center"/>
                    <w:rPr>
                      <w:rFonts w:ascii="Times New Roman" w:hAnsi="Times New Roman"/>
                    </w:rPr>
                  </w:pPr>
                  <w:r w:rsidRPr="00CA6483">
                    <w:rPr>
                      <w:rFonts w:ascii="Times New Roman" w:hAnsi="Times New Roman"/>
                    </w:rPr>
                    <w:t>Секретарь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84" style="position:absolute;left:0;text-align:left;margin-left:224.55pt;margin-top:97.2pt;width:180pt;height:63.75pt;z-index:251631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" strokecolor="#4f81bd" strokeweight="2pt">
            <v:textbox>
              <w:txbxContent>
                <w:p w:rsidR="00AB794A" w:rsidRPr="006D5325" w:rsidRDefault="00AB794A" w:rsidP="009D04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D5325">
                    <w:rPr>
                      <w:rFonts w:ascii="Times New Roman" w:hAnsi="Times New Roman"/>
                    </w:rPr>
                    <w:t>Заместитель главы администрации района по строительству, архитектуре, ЖКХ, транспорт</w:t>
                  </w:r>
                  <w:bookmarkStart w:id="0" w:name="_GoBack"/>
                  <w:r w:rsidRPr="006D5325">
                    <w:rPr>
                      <w:rFonts w:ascii="Times New Roman" w:hAnsi="Times New Roman"/>
                    </w:rPr>
                    <w:t>у и связи</w:t>
                  </w:r>
                  <w:bookmarkEnd w:id="0"/>
                </w:p>
              </w:txbxContent>
            </v:textbox>
          </v:rect>
        </w:pict>
      </w:r>
      <w:r>
        <w:rPr>
          <w:noProof/>
          <w:lang w:eastAsia="ru-RU"/>
        </w:rPr>
        <w:pict>
          <v:line id="Прямая соединительная линия 5" o:spid="_x0000_s1085" style="position:absolute;left:0;text-align:left;z-index:251628032;visibility:visible" from="473.55pt,34.2pt" to="610.0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" strokecolor="#4579b8"/>
        </w:pict>
      </w:r>
      <w:r>
        <w:rPr>
          <w:noProof/>
          <w:lang w:eastAsia="ru-RU"/>
        </w:rPr>
        <w:pict>
          <v:rect id="Прямоугольник 1" o:spid="_x0000_s1086" style="position:absolute;left:0;text-align:left;margin-left:229.05pt;margin-top:28.95pt;width:244.5pt;height:44.25pt;z-index:251627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" strokecolor="#4f81bd" strokeweight="2pt">
            <v:textbox>
              <w:txbxContent>
                <w:p w:rsidR="00AB794A" w:rsidRPr="00CC7A27" w:rsidRDefault="00AB794A" w:rsidP="00CC7A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C7A27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администрации </w:t>
                  </w:r>
                </w:p>
                <w:p w:rsidR="00AB794A" w:rsidRPr="00CC7A27" w:rsidRDefault="00AB794A" w:rsidP="00CC7A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C7A27">
                    <w:rPr>
                      <w:rFonts w:ascii="Times New Roman" w:hAnsi="Times New Roman"/>
                      <w:sz w:val="28"/>
                      <w:szCs w:val="28"/>
                    </w:rPr>
                    <w:t>Мглинского района</w:t>
                  </w:r>
                </w:p>
              </w:txbxContent>
            </v:textbox>
          </v:rect>
        </w:pict>
      </w:r>
      <w:r w:rsidRPr="00CC7A27">
        <w:rPr>
          <w:rFonts w:ascii="Times New Roman" w:hAnsi="Times New Roman"/>
          <w:b/>
          <w:sz w:val="36"/>
          <w:szCs w:val="36"/>
        </w:rPr>
        <w:t>Структура администрации Мглинского района</w:t>
      </w:r>
    </w:p>
    <w:sectPr w:rsidR="00AB794A" w:rsidRPr="00CC7A27" w:rsidSect="006D5325">
      <w:headerReference w:type="default" r:id="rId6"/>
      <w:pgSz w:w="16838" w:h="11906" w:orient="landscape"/>
      <w:pgMar w:top="1424" w:right="1134" w:bottom="850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94A" w:rsidRDefault="00AB794A" w:rsidP="006D5325">
      <w:pPr>
        <w:spacing w:after="0" w:line="240" w:lineRule="auto"/>
      </w:pPr>
      <w:r>
        <w:separator/>
      </w:r>
    </w:p>
  </w:endnote>
  <w:endnote w:type="continuationSeparator" w:id="1">
    <w:p w:rsidR="00AB794A" w:rsidRDefault="00AB794A" w:rsidP="006D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94A" w:rsidRDefault="00AB794A" w:rsidP="006D5325">
      <w:pPr>
        <w:spacing w:after="0" w:line="240" w:lineRule="auto"/>
      </w:pPr>
      <w:r>
        <w:separator/>
      </w:r>
    </w:p>
  </w:footnote>
  <w:footnote w:type="continuationSeparator" w:id="1">
    <w:p w:rsidR="00AB794A" w:rsidRDefault="00AB794A" w:rsidP="006D5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94A" w:rsidRPr="006D5325" w:rsidRDefault="00AB794A" w:rsidP="0094168A">
    <w:pPr>
      <w:pStyle w:val="Header"/>
      <w:jc w:val="right"/>
      <w:rPr>
        <w:rFonts w:ascii="Times New Roman" w:hAnsi="Times New Roman"/>
        <w:b/>
      </w:rPr>
    </w:pPr>
    <w:r w:rsidRPr="006D5325">
      <w:rPr>
        <w:rFonts w:ascii="Times New Roman" w:hAnsi="Times New Roman"/>
        <w:b/>
      </w:rPr>
      <w:t>Приложение</w:t>
    </w:r>
  </w:p>
  <w:p w:rsidR="00AB794A" w:rsidRPr="006D5325" w:rsidRDefault="00AB794A" w:rsidP="0094168A">
    <w:pPr>
      <w:pStyle w:val="Header"/>
      <w:jc w:val="right"/>
      <w:rPr>
        <w:rFonts w:ascii="Times New Roman" w:hAnsi="Times New Roman"/>
        <w:b/>
      </w:rPr>
    </w:pPr>
    <w:r w:rsidRPr="006D5325">
      <w:rPr>
        <w:rFonts w:ascii="Times New Roman" w:hAnsi="Times New Roman"/>
        <w:b/>
      </w:rPr>
      <w:t>к решению Мглинского районного</w:t>
    </w:r>
  </w:p>
  <w:p w:rsidR="00AB794A" w:rsidRPr="006D5325" w:rsidRDefault="00AB794A" w:rsidP="0094168A">
    <w:pPr>
      <w:pStyle w:val="Header"/>
      <w:jc w:val="right"/>
      <w:rPr>
        <w:rFonts w:ascii="Times New Roman" w:hAnsi="Times New Roman"/>
        <w:b/>
      </w:rPr>
    </w:pPr>
    <w:r w:rsidRPr="006D5325">
      <w:rPr>
        <w:rFonts w:ascii="Times New Roman" w:hAnsi="Times New Roman"/>
        <w:b/>
      </w:rPr>
      <w:t xml:space="preserve">    Совета народных депутатов</w:t>
    </w:r>
  </w:p>
  <w:p w:rsidR="00AB794A" w:rsidRDefault="00AB794A" w:rsidP="0094168A">
    <w:pPr>
      <w:pStyle w:val="Header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      от</w:t>
    </w:r>
    <w:r w:rsidRPr="006D5325">
      <w:rPr>
        <w:rFonts w:ascii="Times New Roman" w:hAnsi="Times New Roman"/>
        <w:b/>
      </w:rPr>
      <w:t xml:space="preserve"> 30.03.2015 г. №5-121</w:t>
    </w:r>
  </w:p>
  <w:p w:rsidR="00AB794A" w:rsidRPr="006D5325" w:rsidRDefault="00AB794A" w:rsidP="0094168A">
    <w:pPr>
      <w:pStyle w:val="Header"/>
      <w:jc w:val="right"/>
      <w:rPr>
        <w:rFonts w:ascii="Times New Roman" w:hAnsi="Times New Roman"/>
        <w:b/>
      </w:rPr>
    </w:pPr>
  </w:p>
  <w:p w:rsidR="00AB794A" w:rsidRPr="006D5325" w:rsidRDefault="00AB794A" w:rsidP="0094168A">
    <w:pPr>
      <w:pStyle w:val="Header"/>
      <w:jc w:val="right"/>
      <w:rPr>
        <w:rFonts w:ascii="Times New Roman" w:hAnsi="Times New Roman"/>
        <w:b/>
      </w:rPr>
    </w:pPr>
    <w:r w:rsidRPr="006D5325">
      <w:rPr>
        <w:rFonts w:ascii="Times New Roman" w:hAnsi="Times New Roman"/>
        <w:b/>
      </w:rPr>
      <w:t xml:space="preserve">   Приложение</w:t>
    </w:r>
  </w:p>
  <w:p w:rsidR="00AB794A" w:rsidRPr="006D5325" w:rsidRDefault="00AB794A" w:rsidP="0094168A">
    <w:pPr>
      <w:pStyle w:val="Header"/>
      <w:jc w:val="right"/>
      <w:rPr>
        <w:rFonts w:ascii="Times New Roman" w:hAnsi="Times New Roman"/>
        <w:b/>
      </w:rPr>
    </w:pPr>
    <w:r w:rsidRPr="006D5325">
      <w:rPr>
        <w:rFonts w:ascii="Times New Roman" w:hAnsi="Times New Roman"/>
        <w:b/>
      </w:rPr>
      <w:t>к решению Мглинского районного</w:t>
    </w:r>
  </w:p>
  <w:p w:rsidR="00AB794A" w:rsidRPr="006D5325" w:rsidRDefault="00AB794A" w:rsidP="0094168A">
    <w:pPr>
      <w:pStyle w:val="Header"/>
      <w:jc w:val="right"/>
      <w:rPr>
        <w:rFonts w:ascii="Times New Roman" w:hAnsi="Times New Roman"/>
        <w:b/>
      </w:rPr>
    </w:pPr>
    <w:r w:rsidRPr="006D5325">
      <w:rPr>
        <w:rFonts w:ascii="Times New Roman" w:hAnsi="Times New Roman"/>
        <w:b/>
      </w:rPr>
      <w:t>Совета народных депутатов</w:t>
    </w:r>
  </w:p>
  <w:p w:rsidR="00AB794A" w:rsidRPr="006D5325" w:rsidRDefault="00AB794A" w:rsidP="0094168A">
    <w:pPr>
      <w:pStyle w:val="Header"/>
      <w:jc w:val="right"/>
      <w:rPr>
        <w:rFonts w:ascii="Times New Roman" w:hAnsi="Times New Roman"/>
        <w:b/>
      </w:rPr>
    </w:pPr>
    <w:r w:rsidRPr="006D5325">
      <w:rPr>
        <w:rFonts w:ascii="Times New Roman" w:hAnsi="Times New Roman"/>
        <w:b/>
      </w:rPr>
      <w:t xml:space="preserve">  от 22.08.2014 г. №4-706</w:t>
    </w:r>
  </w:p>
  <w:p w:rsidR="00AB794A" w:rsidRDefault="00AB79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F1A"/>
    <w:rsid w:val="000046A4"/>
    <w:rsid w:val="00006274"/>
    <w:rsid w:val="00006AE3"/>
    <w:rsid w:val="00010047"/>
    <w:rsid w:val="00010B85"/>
    <w:rsid w:val="00011966"/>
    <w:rsid w:val="00012D65"/>
    <w:rsid w:val="00024B0C"/>
    <w:rsid w:val="00026F33"/>
    <w:rsid w:val="00030B05"/>
    <w:rsid w:val="00030EA1"/>
    <w:rsid w:val="00033EAD"/>
    <w:rsid w:val="00036E26"/>
    <w:rsid w:val="0004162D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D3"/>
    <w:rsid w:val="00073C76"/>
    <w:rsid w:val="00080F19"/>
    <w:rsid w:val="000810E7"/>
    <w:rsid w:val="0008496F"/>
    <w:rsid w:val="0008704C"/>
    <w:rsid w:val="00094A84"/>
    <w:rsid w:val="00096157"/>
    <w:rsid w:val="000A4B55"/>
    <w:rsid w:val="000A7E7C"/>
    <w:rsid w:val="000B0A05"/>
    <w:rsid w:val="000B104A"/>
    <w:rsid w:val="000B44B1"/>
    <w:rsid w:val="000B60A9"/>
    <w:rsid w:val="000C0A2F"/>
    <w:rsid w:val="000C436D"/>
    <w:rsid w:val="000C56BB"/>
    <w:rsid w:val="000C57A3"/>
    <w:rsid w:val="000C69AD"/>
    <w:rsid w:val="000D20D9"/>
    <w:rsid w:val="000E1F7B"/>
    <w:rsid w:val="000F2B27"/>
    <w:rsid w:val="000F4A61"/>
    <w:rsid w:val="000F6DF2"/>
    <w:rsid w:val="00103428"/>
    <w:rsid w:val="001056B2"/>
    <w:rsid w:val="00106CF2"/>
    <w:rsid w:val="00110022"/>
    <w:rsid w:val="00111163"/>
    <w:rsid w:val="0012303D"/>
    <w:rsid w:val="00125324"/>
    <w:rsid w:val="00125F3D"/>
    <w:rsid w:val="00127A10"/>
    <w:rsid w:val="00130006"/>
    <w:rsid w:val="00134465"/>
    <w:rsid w:val="001347F6"/>
    <w:rsid w:val="00141137"/>
    <w:rsid w:val="001417EA"/>
    <w:rsid w:val="001424E9"/>
    <w:rsid w:val="001427A5"/>
    <w:rsid w:val="00142A1B"/>
    <w:rsid w:val="00151921"/>
    <w:rsid w:val="00153EAF"/>
    <w:rsid w:val="00157048"/>
    <w:rsid w:val="0016116A"/>
    <w:rsid w:val="00162840"/>
    <w:rsid w:val="00162C06"/>
    <w:rsid w:val="001634AA"/>
    <w:rsid w:val="00164723"/>
    <w:rsid w:val="001655FE"/>
    <w:rsid w:val="00165F8D"/>
    <w:rsid w:val="00166E25"/>
    <w:rsid w:val="00170DEA"/>
    <w:rsid w:val="00174350"/>
    <w:rsid w:val="00177C0B"/>
    <w:rsid w:val="00184CD6"/>
    <w:rsid w:val="00186117"/>
    <w:rsid w:val="00191C29"/>
    <w:rsid w:val="00192939"/>
    <w:rsid w:val="00194B50"/>
    <w:rsid w:val="00195825"/>
    <w:rsid w:val="001967FC"/>
    <w:rsid w:val="001B12F2"/>
    <w:rsid w:val="001B24C9"/>
    <w:rsid w:val="001B35B9"/>
    <w:rsid w:val="001B42D1"/>
    <w:rsid w:val="001B4716"/>
    <w:rsid w:val="001C23DD"/>
    <w:rsid w:val="001C30B1"/>
    <w:rsid w:val="001C534E"/>
    <w:rsid w:val="001C55A6"/>
    <w:rsid w:val="001C55FE"/>
    <w:rsid w:val="001C67FF"/>
    <w:rsid w:val="001C719C"/>
    <w:rsid w:val="001D1F93"/>
    <w:rsid w:val="001D6399"/>
    <w:rsid w:val="001E13D0"/>
    <w:rsid w:val="001E2DFE"/>
    <w:rsid w:val="001E36D8"/>
    <w:rsid w:val="001E3CD4"/>
    <w:rsid w:val="001E4BF2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2BB"/>
    <w:rsid w:val="00283381"/>
    <w:rsid w:val="00283C49"/>
    <w:rsid w:val="0028521B"/>
    <w:rsid w:val="002864E8"/>
    <w:rsid w:val="0029303D"/>
    <w:rsid w:val="002944B2"/>
    <w:rsid w:val="00294FFE"/>
    <w:rsid w:val="0029726E"/>
    <w:rsid w:val="002A0044"/>
    <w:rsid w:val="002A1D5D"/>
    <w:rsid w:val="002A2DD4"/>
    <w:rsid w:val="002A3C25"/>
    <w:rsid w:val="002A4AD6"/>
    <w:rsid w:val="002A4C10"/>
    <w:rsid w:val="002A611F"/>
    <w:rsid w:val="002B09D8"/>
    <w:rsid w:val="002C0A31"/>
    <w:rsid w:val="002C1AFA"/>
    <w:rsid w:val="002C2C20"/>
    <w:rsid w:val="002C6E46"/>
    <w:rsid w:val="002C7BEF"/>
    <w:rsid w:val="002D15A8"/>
    <w:rsid w:val="002D15B8"/>
    <w:rsid w:val="002D4643"/>
    <w:rsid w:val="002D4A44"/>
    <w:rsid w:val="002D5645"/>
    <w:rsid w:val="002D6A2D"/>
    <w:rsid w:val="002E1422"/>
    <w:rsid w:val="002E2427"/>
    <w:rsid w:val="002E48D3"/>
    <w:rsid w:val="002E49D0"/>
    <w:rsid w:val="002F2F73"/>
    <w:rsid w:val="00314C9A"/>
    <w:rsid w:val="003206A6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1BCA"/>
    <w:rsid w:val="003422B0"/>
    <w:rsid w:val="00342D84"/>
    <w:rsid w:val="0034383A"/>
    <w:rsid w:val="003439A1"/>
    <w:rsid w:val="003478FD"/>
    <w:rsid w:val="003507E0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395E"/>
    <w:rsid w:val="00376B72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68B"/>
    <w:rsid w:val="003C7814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F4E60"/>
    <w:rsid w:val="003F65EA"/>
    <w:rsid w:val="003F7369"/>
    <w:rsid w:val="003F7F96"/>
    <w:rsid w:val="00400D92"/>
    <w:rsid w:val="00401654"/>
    <w:rsid w:val="0040193F"/>
    <w:rsid w:val="00403356"/>
    <w:rsid w:val="0040545F"/>
    <w:rsid w:val="004132A0"/>
    <w:rsid w:val="0041377F"/>
    <w:rsid w:val="00414B09"/>
    <w:rsid w:val="0041564A"/>
    <w:rsid w:val="00421DE7"/>
    <w:rsid w:val="00422129"/>
    <w:rsid w:val="00424368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6AA6"/>
    <w:rsid w:val="00480968"/>
    <w:rsid w:val="0048126E"/>
    <w:rsid w:val="0048549B"/>
    <w:rsid w:val="004931CE"/>
    <w:rsid w:val="004959DF"/>
    <w:rsid w:val="004970DE"/>
    <w:rsid w:val="004A229E"/>
    <w:rsid w:val="004A2BF1"/>
    <w:rsid w:val="004B38C3"/>
    <w:rsid w:val="004C0AB8"/>
    <w:rsid w:val="004C1B9F"/>
    <w:rsid w:val="004C28AB"/>
    <w:rsid w:val="004C4B26"/>
    <w:rsid w:val="004D0348"/>
    <w:rsid w:val="004D1251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6475"/>
    <w:rsid w:val="00517184"/>
    <w:rsid w:val="005171FA"/>
    <w:rsid w:val="00517C76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56E"/>
    <w:rsid w:val="00545375"/>
    <w:rsid w:val="0054648F"/>
    <w:rsid w:val="0055091C"/>
    <w:rsid w:val="00561567"/>
    <w:rsid w:val="00561FB7"/>
    <w:rsid w:val="00564223"/>
    <w:rsid w:val="0056781B"/>
    <w:rsid w:val="00575A73"/>
    <w:rsid w:val="005800D6"/>
    <w:rsid w:val="005805EB"/>
    <w:rsid w:val="0058184D"/>
    <w:rsid w:val="00582CAA"/>
    <w:rsid w:val="005838C6"/>
    <w:rsid w:val="0058489F"/>
    <w:rsid w:val="0058717F"/>
    <w:rsid w:val="00587934"/>
    <w:rsid w:val="00590772"/>
    <w:rsid w:val="005946EF"/>
    <w:rsid w:val="00594A41"/>
    <w:rsid w:val="00595F0A"/>
    <w:rsid w:val="00596A3B"/>
    <w:rsid w:val="005A05E9"/>
    <w:rsid w:val="005A2DEC"/>
    <w:rsid w:val="005A44D6"/>
    <w:rsid w:val="005A4731"/>
    <w:rsid w:val="005A5464"/>
    <w:rsid w:val="005A6EF5"/>
    <w:rsid w:val="005A7BF9"/>
    <w:rsid w:val="005B397C"/>
    <w:rsid w:val="005B505A"/>
    <w:rsid w:val="005B593F"/>
    <w:rsid w:val="005B7533"/>
    <w:rsid w:val="005C149F"/>
    <w:rsid w:val="005C18B3"/>
    <w:rsid w:val="005C27E7"/>
    <w:rsid w:val="005C382A"/>
    <w:rsid w:val="005C447E"/>
    <w:rsid w:val="005C7AC5"/>
    <w:rsid w:val="005C7CB1"/>
    <w:rsid w:val="005D1E6B"/>
    <w:rsid w:val="005D2CC3"/>
    <w:rsid w:val="005D39F8"/>
    <w:rsid w:val="005D3AE1"/>
    <w:rsid w:val="005D534E"/>
    <w:rsid w:val="005F17AA"/>
    <w:rsid w:val="005F5700"/>
    <w:rsid w:val="005F5BBE"/>
    <w:rsid w:val="00601665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33565"/>
    <w:rsid w:val="00636B55"/>
    <w:rsid w:val="00643F43"/>
    <w:rsid w:val="00644053"/>
    <w:rsid w:val="00645A5E"/>
    <w:rsid w:val="00646081"/>
    <w:rsid w:val="00647381"/>
    <w:rsid w:val="006525BA"/>
    <w:rsid w:val="00656C92"/>
    <w:rsid w:val="0066056E"/>
    <w:rsid w:val="006612F5"/>
    <w:rsid w:val="006764B7"/>
    <w:rsid w:val="00677A66"/>
    <w:rsid w:val="00680F30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6BBF"/>
    <w:rsid w:val="006A5525"/>
    <w:rsid w:val="006A564D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6AF7"/>
    <w:rsid w:val="006C74BF"/>
    <w:rsid w:val="006D36BD"/>
    <w:rsid w:val="006D410A"/>
    <w:rsid w:val="006D43DF"/>
    <w:rsid w:val="006D5325"/>
    <w:rsid w:val="006E0818"/>
    <w:rsid w:val="006E197A"/>
    <w:rsid w:val="006E2E92"/>
    <w:rsid w:val="006E6A29"/>
    <w:rsid w:val="006F068B"/>
    <w:rsid w:val="006F0CF9"/>
    <w:rsid w:val="006F1E37"/>
    <w:rsid w:val="006F20E8"/>
    <w:rsid w:val="006F3F24"/>
    <w:rsid w:val="007011E2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0F1A"/>
    <w:rsid w:val="00721E2D"/>
    <w:rsid w:val="00722EFA"/>
    <w:rsid w:val="00725E8D"/>
    <w:rsid w:val="007320BE"/>
    <w:rsid w:val="0073536C"/>
    <w:rsid w:val="00735CB3"/>
    <w:rsid w:val="00737577"/>
    <w:rsid w:val="00743C73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6FE"/>
    <w:rsid w:val="0077000D"/>
    <w:rsid w:val="00773985"/>
    <w:rsid w:val="00775886"/>
    <w:rsid w:val="00775F7B"/>
    <w:rsid w:val="00784BEF"/>
    <w:rsid w:val="0078518D"/>
    <w:rsid w:val="00790A65"/>
    <w:rsid w:val="00791F53"/>
    <w:rsid w:val="00792EAE"/>
    <w:rsid w:val="007A058A"/>
    <w:rsid w:val="007A1578"/>
    <w:rsid w:val="007A2D30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3028"/>
    <w:rsid w:val="007D5AB7"/>
    <w:rsid w:val="007E2D91"/>
    <w:rsid w:val="007E58B3"/>
    <w:rsid w:val="007F285E"/>
    <w:rsid w:val="008028F3"/>
    <w:rsid w:val="008103CC"/>
    <w:rsid w:val="00816EFD"/>
    <w:rsid w:val="008203D0"/>
    <w:rsid w:val="00821277"/>
    <w:rsid w:val="0082297F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45429"/>
    <w:rsid w:val="00847A9A"/>
    <w:rsid w:val="00851AFE"/>
    <w:rsid w:val="00853BE0"/>
    <w:rsid w:val="00853CD3"/>
    <w:rsid w:val="00860F4D"/>
    <w:rsid w:val="00862913"/>
    <w:rsid w:val="008638D6"/>
    <w:rsid w:val="00865A26"/>
    <w:rsid w:val="008700C8"/>
    <w:rsid w:val="00872A52"/>
    <w:rsid w:val="00873C6C"/>
    <w:rsid w:val="00876F32"/>
    <w:rsid w:val="00877CE2"/>
    <w:rsid w:val="00881CA6"/>
    <w:rsid w:val="0088709B"/>
    <w:rsid w:val="008870E4"/>
    <w:rsid w:val="00887157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81B"/>
    <w:rsid w:val="008D5652"/>
    <w:rsid w:val="008D6C11"/>
    <w:rsid w:val="008D7F12"/>
    <w:rsid w:val="008E16D4"/>
    <w:rsid w:val="008E22E1"/>
    <w:rsid w:val="008F02D1"/>
    <w:rsid w:val="008F036D"/>
    <w:rsid w:val="008F2518"/>
    <w:rsid w:val="008F2F4D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168A"/>
    <w:rsid w:val="00942233"/>
    <w:rsid w:val="00943510"/>
    <w:rsid w:val="009467F7"/>
    <w:rsid w:val="00946D87"/>
    <w:rsid w:val="00950B41"/>
    <w:rsid w:val="00952255"/>
    <w:rsid w:val="00953176"/>
    <w:rsid w:val="00956DB3"/>
    <w:rsid w:val="0096020D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69CD"/>
    <w:rsid w:val="009A6C55"/>
    <w:rsid w:val="009B1141"/>
    <w:rsid w:val="009B1317"/>
    <w:rsid w:val="009B1B2C"/>
    <w:rsid w:val="009B1E15"/>
    <w:rsid w:val="009B2002"/>
    <w:rsid w:val="009B7963"/>
    <w:rsid w:val="009C5B07"/>
    <w:rsid w:val="009D04FC"/>
    <w:rsid w:val="009D0BB0"/>
    <w:rsid w:val="009D30D3"/>
    <w:rsid w:val="009D4592"/>
    <w:rsid w:val="009D65D3"/>
    <w:rsid w:val="009E2B96"/>
    <w:rsid w:val="009E53AB"/>
    <w:rsid w:val="009E5689"/>
    <w:rsid w:val="009E5AF6"/>
    <w:rsid w:val="009F0359"/>
    <w:rsid w:val="009F313E"/>
    <w:rsid w:val="009F52DE"/>
    <w:rsid w:val="009F6D72"/>
    <w:rsid w:val="009F7786"/>
    <w:rsid w:val="00A01D41"/>
    <w:rsid w:val="00A01F0F"/>
    <w:rsid w:val="00A04A27"/>
    <w:rsid w:val="00A04BFD"/>
    <w:rsid w:val="00A150EB"/>
    <w:rsid w:val="00A15C99"/>
    <w:rsid w:val="00A15F1A"/>
    <w:rsid w:val="00A2447B"/>
    <w:rsid w:val="00A24739"/>
    <w:rsid w:val="00A25655"/>
    <w:rsid w:val="00A31E5B"/>
    <w:rsid w:val="00A334ED"/>
    <w:rsid w:val="00A352A0"/>
    <w:rsid w:val="00A37EDD"/>
    <w:rsid w:val="00A4003E"/>
    <w:rsid w:val="00A502DF"/>
    <w:rsid w:val="00A51114"/>
    <w:rsid w:val="00A5527A"/>
    <w:rsid w:val="00A61710"/>
    <w:rsid w:val="00A62E81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7E3B"/>
    <w:rsid w:val="00AA18CA"/>
    <w:rsid w:val="00AA364B"/>
    <w:rsid w:val="00AA4B03"/>
    <w:rsid w:val="00AA5928"/>
    <w:rsid w:val="00AA6D28"/>
    <w:rsid w:val="00AB042E"/>
    <w:rsid w:val="00AB3C3B"/>
    <w:rsid w:val="00AB5816"/>
    <w:rsid w:val="00AB5C78"/>
    <w:rsid w:val="00AB631E"/>
    <w:rsid w:val="00AB638C"/>
    <w:rsid w:val="00AB794A"/>
    <w:rsid w:val="00AC0237"/>
    <w:rsid w:val="00AC3555"/>
    <w:rsid w:val="00AC38EF"/>
    <w:rsid w:val="00AC45B2"/>
    <w:rsid w:val="00AD0D20"/>
    <w:rsid w:val="00AD4386"/>
    <w:rsid w:val="00AD5F6E"/>
    <w:rsid w:val="00AE248A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102AD"/>
    <w:rsid w:val="00B12F5A"/>
    <w:rsid w:val="00B130C2"/>
    <w:rsid w:val="00B149A5"/>
    <w:rsid w:val="00B16DA8"/>
    <w:rsid w:val="00B20FE7"/>
    <w:rsid w:val="00B22AF7"/>
    <w:rsid w:val="00B24232"/>
    <w:rsid w:val="00B31D6D"/>
    <w:rsid w:val="00B326F7"/>
    <w:rsid w:val="00B42CB9"/>
    <w:rsid w:val="00B50B39"/>
    <w:rsid w:val="00B50DC4"/>
    <w:rsid w:val="00B5202F"/>
    <w:rsid w:val="00B55286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93428"/>
    <w:rsid w:val="00B96DC9"/>
    <w:rsid w:val="00B977DE"/>
    <w:rsid w:val="00BA0E1D"/>
    <w:rsid w:val="00BA3FF6"/>
    <w:rsid w:val="00BA4006"/>
    <w:rsid w:val="00BA4471"/>
    <w:rsid w:val="00BA48BE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DB7"/>
    <w:rsid w:val="00C04546"/>
    <w:rsid w:val="00C05744"/>
    <w:rsid w:val="00C06E78"/>
    <w:rsid w:val="00C15641"/>
    <w:rsid w:val="00C16254"/>
    <w:rsid w:val="00C1775A"/>
    <w:rsid w:val="00C179E1"/>
    <w:rsid w:val="00C22B8F"/>
    <w:rsid w:val="00C22DF5"/>
    <w:rsid w:val="00C2527B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6BD0"/>
    <w:rsid w:val="00C523CF"/>
    <w:rsid w:val="00C533A3"/>
    <w:rsid w:val="00C54E3A"/>
    <w:rsid w:val="00C56B99"/>
    <w:rsid w:val="00C607C8"/>
    <w:rsid w:val="00C67440"/>
    <w:rsid w:val="00C77015"/>
    <w:rsid w:val="00C77A12"/>
    <w:rsid w:val="00C80FF5"/>
    <w:rsid w:val="00C81859"/>
    <w:rsid w:val="00C92461"/>
    <w:rsid w:val="00C976E3"/>
    <w:rsid w:val="00CA6483"/>
    <w:rsid w:val="00CB12AE"/>
    <w:rsid w:val="00CB1501"/>
    <w:rsid w:val="00CB1C1B"/>
    <w:rsid w:val="00CB3193"/>
    <w:rsid w:val="00CB3EC5"/>
    <w:rsid w:val="00CB6AB1"/>
    <w:rsid w:val="00CC0463"/>
    <w:rsid w:val="00CC153F"/>
    <w:rsid w:val="00CC3A24"/>
    <w:rsid w:val="00CC7A27"/>
    <w:rsid w:val="00CD02AD"/>
    <w:rsid w:val="00CD1A8F"/>
    <w:rsid w:val="00CD2686"/>
    <w:rsid w:val="00CD454A"/>
    <w:rsid w:val="00CD64C2"/>
    <w:rsid w:val="00CE1764"/>
    <w:rsid w:val="00CE6129"/>
    <w:rsid w:val="00CE66C0"/>
    <w:rsid w:val="00CE71A3"/>
    <w:rsid w:val="00CF0E6B"/>
    <w:rsid w:val="00CF4705"/>
    <w:rsid w:val="00CF5178"/>
    <w:rsid w:val="00D004AA"/>
    <w:rsid w:val="00D009E6"/>
    <w:rsid w:val="00D043DB"/>
    <w:rsid w:val="00D0684B"/>
    <w:rsid w:val="00D1006C"/>
    <w:rsid w:val="00D100CD"/>
    <w:rsid w:val="00D15FD2"/>
    <w:rsid w:val="00D20C0A"/>
    <w:rsid w:val="00D236DA"/>
    <w:rsid w:val="00D27E66"/>
    <w:rsid w:val="00D31A6C"/>
    <w:rsid w:val="00D352F7"/>
    <w:rsid w:val="00D402A7"/>
    <w:rsid w:val="00D45CF5"/>
    <w:rsid w:val="00D52154"/>
    <w:rsid w:val="00D548D7"/>
    <w:rsid w:val="00D55811"/>
    <w:rsid w:val="00D60049"/>
    <w:rsid w:val="00D60770"/>
    <w:rsid w:val="00D66CAE"/>
    <w:rsid w:val="00D67F7D"/>
    <w:rsid w:val="00D70E56"/>
    <w:rsid w:val="00D71104"/>
    <w:rsid w:val="00D72C9D"/>
    <w:rsid w:val="00D74286"/>
    <w:rsid w:val="00D75B44"/>
    <w:rsid w:val="00D762B8"/>
    <w:rsid w:val="00D7632B"/>
    <w:rsid w:val="00D77FF5"/>
    <w:rsid w:val="00D8534A"/>
    <w:rsid w:val="00D867B5"/>
    <w:rsid w:val="00D902D6"/>
    <w:rsid w:val="00D918EC"/>
    <w:rsid w:val="00D926EA"/>
    <w:rsid w:val="00D96FC9"/>
    <w:rsid w:val="00DB0515"/>
    <w:rsid w:val="00DB192F"/>
    <w:rsid w:val="00DB1B02"/>
    <w:rsid w:val="00DB26CF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459C"/>
    <w:rsid w:val="00DE576C"/>
    <w:rsid w:val="00DF04C6"/>
    <w:rsid w:val="00DF1D03"/>
    <w:rsid w:val="00DF663E"/>
    <w:rsid w:val="00E0122B"/>
    <w:rsid w:val="00E0225C"/>
    <w:rsid w:val="00E0445F"/>
    <w:rsid w:val="00E04C20"/>
    <w:rsid w:val="00E13E07"/>
    <w:rsid w:val="00E15A54"/>
    <w:rsid w:val="00E16DFE"/>
    <w:rsid w:val="00E17829"/>
    <w:rsid w:val="00E2114E"/>
    <w:rsid w:val="00E22F74"/>
    <w:rsid w:val="00E24A74"/>
    <w:rsid w:val="00E25948"/>
    <w:rsid w:val="00E2626F"/>
    <w:rsid w:val="00E27E30"/>
    <w:rsid w:val="00E326D6"/>
    <w:rsid w:val="00E33EF6"/>
    <w:rsid w:val="00E34608"/>
    <w:rsid w:val="00E36AEA"/>
    <w:rsid w:val="00E36E35"/>
    <w:rsid w:val="00E40AE7"/>
    <w:rsid w:val="00E42100"/>
    <w:rsid w:val="00E466EF"/>
    <w:rsid w:val="00E51450"/>
    <w:rsid w:val="00E53A77"/>
    <w:rsid w:val="00E553B8"/>
    <w:rsid w:val="00E63C5C"/>
    <w:rsid w:val="00E64619"/>
    <w:rsid w:val="00E654C6"/>
    <w:rsid w:val="00E70474"/>
    <w:rsid w:val="00E72469"/>
    <w:rsid w:val="00E72859"/>
    <w:rsid w:val="00E7325B"/>
    <w:rsid w:val="00E759E1"/>
    <w:rsid w:val="00E7688A"/>
    <w:rsid w:val="00E83CE6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C04C3"/>
    <w:rsid w:val="00EC1669"/>
    <w:rsid w:val="00EC7757"/>
    <w:rsid w:val="00EC7F5E"/>
    <w:rsid w:val="00ED070F"/>
    <w:rsid w:val="00ED4965"/>
    <w:rsid w:val="00ED55F4"/>
    <w:rsid w:val="00EE40ED"/>
    <w:rsid w:val="00EE423C"/>
    <w:rsid w:val="00F064EB"/>
    <w:rsid w:val="00F0735C"/>
    <w:rsid w:val="00F1005B"/>
    <w:rsid w:val="00F1362E"/>
    <w:rsid w:val="00F1598C"/>
    <w:rsid w:val="00F16874"/>
    <w:rsid w:val="00F17D04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845"/>
    <w:rsid w:val="00F44D78"/>
    <w:rsid w:val="00F46E3B"/>
    <w:rsid w:val="00F508EE"/>
    <w:rsid w:val="00F51ABB"/>
    <w:rsid w:val="00F529D3"/>
    <w:rsid w:val="00F552B0"/>
    <w:rsid w:val="00F61A13"/>
    <w:rsid w:val="00F637D6"/>
    <w:rsid w:val="00F71CA4"/>
    <w:rsid w:val="00F72F8B"/>
    <w:rsid w:val="00F7342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431F"/>
    <w:rsid w:val="00F94786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6168"/>
    <w:rsid w:val="00FE1B07"/>
    <w:rsid w:val="00FE47DA"/>
    <w:rsid w:val="00FF02E7"/>
    <w:rsid w:val="00FF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B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CC7A27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rsid w:val="006D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D532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D532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15</Words>
  <Characters>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2015-04-06T21:47:00Z</dcterms:created>
  <dcterms:modified xsi:type="dcterms:W3CDTF">2015-04-03T12:05:00Z</dcterms:modified>
</cp:coreProperties>
</file>