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C7" w:rsidRDefault="004C46C7" w:rsidP="00805D92">
      <w:pPr>
        <w:pStyle w:val="Subtitle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</w:t>
      </w:r>
    </w:p>
    <w:p w:rsidR="004C46C7" w:rsidRDefault="004C46C7" w:rsidP="00805D92">
      <w:pPr>
        <w:pStyle w:val="Subtitle"/>
        <w:spacing w:line="312" w:lineRule="auto"/>
        <w:rPr>
          <w:sz w:val="28"/>
          <w:szCs w:val="28"/>
          <w:lang w:eastAsia="en-US"/>
        </w:rPr>
      </w:pPr>
    </w:p>
    <w:p w:rsidR="004C46C7" w:rsidRDefault="004C46C7" w:rsidP="00805D92">
      <w:pPr>
        <w:pStyle w:val="Subtitle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4C46C7" w:rsidRDefault="004C46C7" w:rsidP="00805D92">
      <w:pPr>
        <w:pStyle w:val="Subtitle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РОССИЙСКАЯ ФЕДЕРАЦИЯ</w:t>
      </w:r>
    </w:p>
    <w:p w:rsidR="004C46C7" w:rsidRDefault="004C46C7" w:rsidP="00805D92">
      <w:pPr>
        <w:pStyle w:val="Subtitle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4C46C7" w:rsidRDefault="004C46C7" w:rsidP="00805D92">
      <w:pPr>
        <w:pStyle w:val="Subtitle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МГЛИНСКИЙ РАЙОН</w:t>
      </w:r>
    </w:p>
    <w:p w:rsidR="004C46C7" w:rsidRDefault="004C46C7" w:rsidP="00805D92">
      <w:pPr>
        <w:pStyle w:val="Subtitle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КРАСНОКОСАРОВСКОЕ СЕЛЬСКОЕ ПОСЕЛЕНИЕ</w:t>
      </w:r>
    </w:p>
    <w:p w:rsidR="004C46C7" w:rsidRDefault="004C46C7" w:rsidP="00805D92">
      <w:pPr>
        <w:pStyle w:val="Subtitle"/>
        <w:pBdr>
          <w:bottom w:val="single" w:sz="12" w:space="1" w:color="auto"/>
        </w:pBd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 КРАСНОКОСАРОВСКИЙ СЕЛЬСКИЙ СОВЕТ НАРОДНЫХ ДЕПУТАТОВ</w:t>
      </w:r>
    </w:p>
    <w:p w:rsidR="004C46C7" w:rsidRPr="009055ED" w:rsidRDefault="004C46C7" w:rsidP="00805D92">
      <w:pPr>
        <w:pStyle w:val="Subtitle"/>
        <w:rPr>
          <w:sz w:val="28"/>
          <w:szCs w:val="28"/>
        </w:rPr>
      </w:pPr>
      <w:r>
        <w:rPr>
          <w:sz w:val="28"/>
          <w:szCs w:val="28"/>
        </w:rPr>
        <w:t>Р  Е Ш Е Н  И  Е</w:t>
      </w:r>
    </w:p>
    <w:p w:rsidR="004C46C7" w:rsidRDefault="004C46C7" w:rsidP="00805D92">
      <w:pPr>
        <w:pStyle w:val="Subtitle"/>
        <w:jc w:val="left"/>
        <w:rPr>
          <w:b w:val="0"/>
          <w:sz w:val="24"/>
          <w:szCs w:val="24"/>
        </w:rPr>
      </w:pPr>
    </w:p>
    <w:p w:rsidR="004C46C7" w:rsidRDefault="004C46C7" w:rsidP="00805D92">
      <w:pPr>
        <w:pStyle w:val="PlainText"/>
        <w:jc w:val="right"/>
        <w:rPr>
          <w:rFonts w:ascii="Times New Roman" w:hAnsi="Times New Roman"/>
          <w:sz w:val="28"/>
          <w:szCs w:val="28"/>
          <w:u w:val="single"/>
        </w:rPr>
      </w:pPr>
    </w:p>
    <w:p w:rsidR="004C46C7" w:rsidRPr="005E4A52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  <w:r w:rsidRPr="005E4A52">
        <w:rPr>
          <w:rFonts w:ascii="Times New Roman" w:hAnsi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27 октября</w:t>
      </w:r>
      <w:r w:rsidRPr="005E4A52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>20</w:t>
      </w:r>
      <w:r w:rsidRPr="005E4A5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E4A52">
        <w:rPr>
          <w:rFonts w:ascii="Times New Roman" w:hAnsi="Times New Roman"/>
          <w:sz w:val="28"/>
          <w:szCs w:val="28"/>
        </w:rPr>
        <w:t xml:space="preserve">года  </w:t>
      </w:r>
      <w:r w:rsidRPr="00DB0813"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1/73</w:t>
      </w:r>
      <w:r w:rsidRPr="005E4A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</w:p>
    <w:p w:rsidR="004C46C7" w:rsidRPr="005E4A52" w:rsidRDefault="004C46C7" w:rsidP="00805D92">
      <w:pPr>
        <w:pStyle w:val="PlainTex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д.Красные Косары</w:t>
      </w:r>
    </w:p>
    <w:p w:rsidR="004C46C7" w:rsidRPr="005E4A52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</w:p>
    <w:p w:rsidR="004C46C7" w:rsidRPr="005E4A52" w:rsidRDefault="004C46C7" w:rsidP="00805D92">
      <w:pPr>
        <w:ind w:right="4109"/>
        <w:jc w:val="both"/>
        <w:outlineLvl w:val="0"/>
        <w:rPr>
          <w:sz w:val="28"/>
          <w:szCs w:val="28"/>
        </w:rPr>
      </w:pPr>
      <w:r w:rsidRPr="005E4A52">
        <w:rPr>
          <w:sz w:val="28"/>
          <w:szCs w:val="28"/>
        </w:rPr>
        <w:t xml:space="preserve">О назначении публичных слушаний </w:t>
      </w:r>
      <w:r>
        <w:rPr>
          <w:sz w:val="28"/>
          <w:szCs w:val="28"/>
        </w:rPr>
        <w:t>по проекту решения Краснокосаровского сельск</w:t>
      </w:r>
      <w:r w:rsidRPr="005E4A52">
        <w:rPr>
          <w:sz w:val="28"/>
          <w:szCs w:val="28"/>
        </w:rPr>
        <w:t>ого Совета народных депутатов «О в</w:t>
      </w:r>
      <w:r>
        <w:rPr>
          <w:sz w:val="28"/>
          <w:szCs w:val="28"/>
        </w:rPr>
        <w:t>несении изменений в Устав Краснокосаровского сельского поселения Мглинского муниципального района Брянской области</w:t>
      </w:r>
      <w:r w:rsidRPr="005E4A52">
        <w:rPr>
          <w:sz w:val="28"/>
          <w:szCs w:val="28"/>
        </w:rPr>
        <w:t>»</w:t>
      </w:r>
    </w:p>
    <w:p w:rsidR="004C46C7" w:rsidRPr="005E4A52" w:rsidRDefault="004C46C7" w:rsidP="00805D92">
      <w:pPr>
        <w:ind w:right="4109"/>
        <w:jc w:val="both"/>
        <w:outlineLvl w:val="0"/>
        <w:rPr>
          <w:sz w:val="28"/>
          <w:szCs w:val="28"/>
        </w:rPr>
      </w:pPr>
    </w:p>
    <w:p w:rsidR="004C46C7" w:rsidRDefault="004C46C7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В соответствии со статьей 28 Федерального закона от 06.10.2003г. №131-ФЗ «Об общих принципах организации местного самоуправления в Российской Федерации», ста</w:t>
      </w:r>
      <w:r>
        <w:rPr>
          <w:sz w:val="28"/>
          <w:szCs w:val="28"/>
        </w:rPr>
        <w:t>тьей 18 Устава Краснокосаровского сельского поселения</w:t>
      </w:r>
      <w:r w:rsidRPr="005E4A52">
        <w:rPr>
          <w:sz w:val="28"/>
          <w:szCs w:val="28"/>
        </w:rPr>
        <w:t>, Положением о порядке организации и проведения публи</w:t>
      </w:r>
      <w:r>
        <w:rPr>
          <w:sz w:val="28"/>
          <w:szCs w:val="28"/>
        </w:rPr>
        <w:t>чных слушаний в Краснокосаровском сельском поселении</w:t>
      </w:r>
      <w:r w:rsidRPr="005E4A52">
        <w:rPr>
          <w:sz w:val="28"/>
          <w:szCs w:val="28"/>
        </w:rPr>
        <w:t>, утвержденн</w:t>
      </w:r>
      <w:r>
        <w:rPr>
          <w:sz w:val="28"/>
          <w:szCs w:val="28"/>
        </w:rPr>
        <w:t>ым решением Краснокосаровского сельского</w:t>
      </w:r>
      <w:r w:rsidRPr="005E4A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народных депутатов  от 28.08.2020г </w:t>
      </w:r>
    </w:p>
    <w:p w:rsidR="004C46C7" w:rsidRPr="005E4A52" w:rsidRDefault="004C46C7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>№ 1/68,</w:t>
      </w:r>
      <w:r w:rsidRPr="005E4A52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Краснокосаровский сельский</w:t>
      </w:r>
      <w:r w:rsidRPr="005E4A52">
        <w:rPr>
          <w:sz w:val="28"/>
          <w:szCs w:val="28"/>
        </w:rPr>
        <w:t xml:space="preserve"> Совет народных депутатов </w:t>
      </w:r>
    </w:p>
    <w:p w:rsidR="004C46C7" w:rsidRPr="005E4A52" w:rsidRDefault="004C46C7" w:rsidP="00805D92">
      <w:pPr>
        <w:jc w:val="both"/>
        <w:outlineLvl w:val="0"/>
        <w:rPr>
          <w:sz w:val="28"/>
          <w:szCs w:val="28"/>
        </w:rPr>
      </w:pPr>
      <w:r w:rsidRPr="005E4A52">
        <w:rPr>
          <w:sz w:val="28"/>
          <w:szCs w:val="28"/>
        </w:rPr>
        <w:t>РЕШИЛ:</w:t>
      </w:r>
    </w:p>
    <w:p w:rsidR="004C46C7" w:rsidRPr="005E4A52" w:rsidRDefault="004C46C7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1. Провести публичные слушания по вопросу обсуждения проекта решения</w:t>
      </w:r>
      <w:r>
        <w:rPr>
          <w:sz w:val="28"/>
          <w:szCs w:val="28"/>
        </w:rPr>
        <w:t xml:space="preserve"> Краснокосаровского сельского</w:t>
      </w:r>
      <w:r w:rsidRPr="005E4A52">
        <w:rPr>
          <w:sz w:val="28"/>
          <w:szCs w:val="28"/>
        </w:rPr>
        <w:t xml:space="preserve"> Совета народных депутатов «О внесении изм</w:t>
      </w:r>
      <w:r>
        <w:rPr>
          <w:sz w:val="28"/>
          <w:szCs w:val="28"/>
        </w:rPr>
        <w:t>енений в Устав Краснокосаровского сельского поселения Мглинского муниципального района Брянской области</w:t>
      </w:r>
      <w:r w:rsidRPr="005E4A52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№1)</w:t>
      </w:r>
      <w:r w:rsidRPr="005E4A52">
        <w:rPr>
          <w:sz w:val="28"/>
          <w:szCs w:val="28"/>
        </w:rPr>
        <w:t xml:space="preserve">. </w:t>
      </w:r>
    </w:p>
    <w:p w:rsidR="004C46C7" w:rsidRPr="005E4A52" w:rsidRDefault="004C46C7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2. Опубликовать проект решения «О внесении изменений </w:t>
      </w:r>
      <w:r>
        <w:rPr>
          <w:sz w:val="28"/>
          <w:szCs w:val="28"/>
        </w:rPr>
        <w:t>в Устав</w:t>
      </w:r>
      <w:r w:rsidRPr="00731230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Краснокосаровского сельского поселения Мглинского муниципального района Брянской области</w:t>
      </w:r>
      <w:r w:rsidRPr="005E4A52">
        <w:rPr>
          <w:sz w:val="28"/>
          <w:szCs w:val="28"/>
        </w:rPr>
        <w:t>»</w:t>
      </w:r>
      <w:r>
        <w:rPr>
          <w:sz w:val="28"/>
          <w:szCs w:val="28"/>
        </w:rPr>
        <w:t xml:space="preserve"> 30 октября</w:t>
      </w:r>
      <w:r w:rsidRPr="005E4A5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E4A52">
        <w:rPr>
          <w:sz w:val="28"/>
          <w:szCs w:val="28"/>
        </w:rPr>
        <w:t xml:space="preserve"> года в официальном издании «Муниципальный вестник» и разместить  на официальном сайте администрации Мглинского района в сети Интернет (www.mgladm.ru). </w:t>
      </w:r>
    </w:p>
    <w:p w:rsidR="004C46C7" w:rsidRPr="005E4A52" w:rsidRDefault="004C46C7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3. Назначить публичные слушания по инициативе </w:t>
      </w:r>
      <w:r>
        <w:rPr>
          <w:sz w:val="28"/>
          <w:szCs w:val="28"/>
        </w:rPr>
        <w:t>Краснокосаровского сельского</w:t>
      </w:r>
      <w:r w:rsidRPr="005E4A52">
        <w:rPr>
          <w:sz w:val="28"/>
          <w:szCs w:val="28"/>
        </w:rPr>
        <w:t xml:space="preserve"> Совета народных депутатов по вопросу обсуждения проекта решения «О внесении изменений  в Устав </w:t>
      </w:r>
      <w:r>
        <w:rPr>
          <w:sz w:val="28"/>
          <w:szCs w:val="28"/>
        </w:rPr>
        <w:t>Краснокосаровского сельского поселения</w:t>
      </w:r>
      <w:r w:rsidRPr="005E4A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Мглинского муниципального района Брянской области» на 17 ноября </w:t>
      </w:r>
      <w:r w:rsidRPr="005E4A5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E4A52">
        <w:rPr>
          <w:sz w:val="28"/>
          <w:szCs w:val="28"/>
        </w:rPr>
        <w:t xml:space="preserve"> го</w:t>
      </w:r>
      <w:r>
        <w:rPr>
          <w:sz w:val="28"/>
          <w:szCs w:val="28"/>
        </w:rPr>
        <w:t>да, на 10-00 часов по адресу: ул.Садовая 12, д.Красные Косары Мглинский р-н,</w:t>
      </w:r>
      <w:r w:rsidRPr="005E4A52">
        <w:rPr>
          <w:sz w:val="28"/>
          <w:szCs w:val="28"/>
        </w:rPr>
        <w:t xml:space="preserve"> Бря</w:t>
      </w:r>
      <w:r>
        <w:rPr>
          <w:sz w:val="28"/>
          <w:szCs w:val="28"/>
        </w:rPr>
        <w:t>нская область, в СДК д.Красные Косары</w:t>
      </w:r>
      <w:r w:rsidRPr="005E4A52">
        <w:rPr>
          <w:sz w:val="28"/>
          <w:szCs w:val="28"/>
        </w:rPr>
        <w:t xml:space="preserve">. </w:t>
      </w:r>
    </w:p>
    <w:p w:rsidR="004C46C7" w:rsidRPr="005E4A52" w:rsidRDefault="004C46C7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4. Для проведения публичных слушаний утвердить Оргкомитет в составе:      </w:t>
      </w:r>
    </w:p>
    <w:p w:rsidR="004C46C7" w:rsidRPr="00ED085B" w:rsidRDefault="004C46C7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Копонов Н.П.</w:t>
      </w:r>
      <w:r w:rsidRPr="00ED085B">
        <w:rPr>
          <w:sz w:val="28"/>
          <w:szCs w:val="28"/>
        </w:rPr>
        <w:t xml:space="preserve"> – глава </w:t>
      </w:r>
      <w:r>
        <w:rPr>
          <w:sz w:val="28"/>
          <w:szCs w:val="28"/>
        </w:rPr>
        <w:t xml:space="preserve">Краснокосаровского </w:t>
      </w:r>
      <w:r w:rsidRPr="00ED085B">
        <w:rPr>
          <w:sz w:val="28"/>
          <w:szCs w:val="28"/>
        </w:rPr>
        <w:t xml:space="preserve">сельского поселения;  </w:t>
      </w:r>
    </w:p>
    <w:p w:rsidR="004C46C7" w:rsidRPr="005E4A52" w:rsidRDefault="004C46C7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Щетник В.М. – глава Краснокосаровской сельской администрации</w:t>
      </w:r>
      <w:r w:rsidRPr="005E4A52">
        <w:rPr>
          <w:sz w:val="28"/>
          <w:szCs w:val="28"/>
        </w:rPr>
        <w:t>;</w:t>
      </w:r>
    </w:p>
    <w:p w:rsidR="004C46C7" w:rsidRPr="009055ED" w:rsidRDefault="004C46C7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Лосева К.В. – депутат Краснокосаровского сельского </w:t>
      </w:r>
      <w:r w:rsidRPr="005E4A52">
        <w:rPr>
          <w:sz w:val="28"/>
          <w:szCs w:val="28"/>
        </w:rPr>
        <w:t>Совета народных депут</w:t>
      </w:r>
      <w:r>
        <w:rPr>
          <w:sz w:val="28"/>
          <w:szCs w:val="28"/>
        </w:rPr>
        <w:t>атов</w:t>
      </w:r>
      <w:r w:rsidRPr="005E4A52">
        <w:rPr>
          <w:sz w:val="28"/>
          <w:szCs w:val="28"/>
        </w:rPr>
        <w:t>;</w:t>
      </w:r>
    </w:p>
    <w:p w:rsidR="004C46C7" w:rsidRDefault="004C46C7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Кондрат В.Д. – депутат Краснокосаровского сельского </w:t>
      </w:r>
      <w:r w:rsidRPr="005E4A52">
        <w:rPr>
          <w:sz w:val="28"/>
          <w:szCs w:val="28"/>
        </w:rPr>
        <w:t>Совета народных депут</w:t>
      </w:r>
      <w:r>
        <w:rPr>
          <w:sz w:val="28"/>
          <w:szCs w:val="28"/>
        </w:rPr>
        <w:t>атов;</w:t>
      </w:r>
    </w:p>
    <w:p w:rsidR="004C46C7" w:rsidRPr="005E4A52" w:rsidRDefault="004C46C7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Лосева Е.И.–инспектор1-й категории Краснокосаровской сельской администрации;</w:t>
      </w:r>
    </w:p>
    <w:p w:rsidR="004C46C7" w:rsidRPr="005E4A52" w:rsidRDefault="004C46C7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5. Прием предложений по проекту решения «О внесении изм</w:t>
      </w:r>
      <w:r>
        <w:rPr>
          <w:sz w:val="28"/>
          <w:szCs w:val="28"/>
        </w:rPr>
        <w:t>енений в Устав Краснокосаровского  сельского поселения</w:t>
      </w:r>
      <w:r w:rsidRPr="00F73298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муниципального района Брянской области</w:t>
      </w:r>
      <w:r w:rsidRPr="005E4A52">
        <w:rPr>
          <w:sz w:val="28"/>
          <w:szCs w:val="28"/>
        </w:rPr>
        <w:t>» осуществлять  в письменном виде в течени</w:t>
      </w:r>
      <w:r>
        <w:rPr>
          <w:sz w:val="28"/>
          <w:szCs w:val="28"/>
        </w:rPr>
        <w:t xml:space="preserve">е </w:t>
      </w:r>
      <w:r w:rsidRPr="005E4A52">
        <w:rPr>
          <w:sz w:val="28"/>
          <w:szCs w:val="28"/>
        </w:rPr>
        <w:t xml:space="preserve">10 календарных дней со дня официального опубликования решения о проведении публичных слушаний по адресу: </w:t>
      </w:r>
      <w:r>
        <w:rPr>
          <w:sz w:val="28"/>
          <w:szCs w:val="28"/>
        </w:rPr>
        <w:t>ул. Садовая 12, д.Красные Косары</w:t>
      </w:r>
      <w:r w:rsidRPr="005E4A52">
        <w:rPr>
          <w:sz w:val="28"/>
          <w:szCs w:val="28"/>
        </w:rPr>
        <w:t>,</w:t>
      </w:r>
      <w:r>
        <w:rPr>
          <w:sz w:val="28"/>
          <w:szCs w:val="28"/>
        </w:rPr>
        <w:t xml:space="preserve"> Мглинский р-н,  Брянская область</w:t>
      </w:r>
      <w:r w:rsidRPr="005E4A52">
        <w:rPr>
          <w:sz w:val="28"/>
          <w:szCs w:val="28"/>
        </w:rPr>
        <w:t xml:space="preserve">,  в рабочие дни с 9-00 до 17-00 часов (в пятницу с 9-00 до 16-00), перерыв с 13-00 до 14-00. </w:t>
      </w:r>
    </w:p>
    <w:p w:rsidR="004C46C7" w:rsidRDefault="004C46C7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6. Прием заявлений лиц, желающих принять участие в публичных слушаниях по вопросу обсуждения  проекта решения «О внесении изм</w:t>
      </w:r>
      <w:r>
        <w:rPr>
          <w:sz w:val="28"/>
          <w:szCs w:val="28"/>
        </w:rPr>
        <w:t>енений в Устав Краснокосаровского сельского поселения</w:t>
      </w:r>
      <w:r w:rsidRPr="00F73298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муниципального района Брянской области</w:t>
      </w:r>
      <w:r w:rsidRPr="005E4A52">
        <w:rPr>
          <w:sz w:val="28"/>
          <w:szCs w:val="28"/>
        </w:rPr>
        <w:t>», осуществлять оргкомитету по</w:t>
      </w:r>
      <w:r>
        <w:rPr>
          <w:sz w:val="28"/>
          <w:szCs w:val="28"/>
        </w:rPr>
        <w:t xml:space="preserve">    11 ноября</w:t>
      </w:r>
      <w:r w:rsidRPr="005E4A5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E4A52">
        <w:rPr>
          <w:sz w:val="28"/>
          <w:szCs w:val="28"/>
        </w:rPr>
        <w:t xml:space="preserve"> года</w:t>
      </w:r>
      <w:r w:rsidRPr="005E4A5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(включительно) по адресу: ул. Саловая12, д.Красные Косары, Мглинский р-н, Брянская область, </w:t>
      </w:r>
      <w:r w:rsidRPr="005E4A52">
        <w:rPr>
          <w:sz w:val="28"/>
          <w:szCs w:val="28"/>
        </w:rPr>
        <w:t xml:space="preserve">  в рабочие дни с 9-00 до 17-00 часов (в пятницу с 9-00 до 16-00), перерыв с 13-00 до 14-00. </w:t>
      </w:r>
    </w:p>
    <w:p w:rsidR="004C46C7" w:rsidRDefault="004C46C7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Утвердить порядок учета предложений по проекту решения </w:t>
      </w:r>
      <w:r w:rsidRPr="005E4A52">
        <w:rPr>
          <w:sz w:val="28"/>
          <w:szCs w:val="28"/>
        </w:rPr>
        <w:t xml:space="preserve"> «О внесении изме</w:t>
      </w:r>
      <w:r>
        <w:rPr>
          <w:sz w:val="28"/>
          <w:szCs w:val="28"/>
        </w:rPr>
        <w:t>нений  в Устав Краснокосаровского сельского поселения</w:t>
      </w:r>
      <w:r w:rsidRPr="00F73298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муниципального района Брянской области</w:t>
      </w:r>
      <w:r w:rsidRPr="005E4A52">
        <w:rPr>
          <w:sz w:val="28"/>
          <w:szCs w:val="28"/>
        </w:rPr>
        <w:t>»</w:t>
      </w:r>
      <w:r>
        <w:rPr>
          <w:sz w:val="28"/>
          <w:szCs w:val="28"/>
        </w:rPr>
        <w:t xml:space="preserve"> и  участия граждан в его обсуждении (Приложение №2).</w:t>
      </w:r>
    </w:p>
    <w:p w:rsidR="004C46C7" w:rsidRPr="005E4A52" w:rsidRDefault="004C46C7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</w:t>
      </w:r>
      <w:r>
        <w:rPr>
          <w:sz w:val="28"/>
          <w:szCs w:val="28"/>
        </w:rPr>
        <w:t>8</w:t>
      </w:r>
      <w:r w:rsidRPr="005E4A52">
        <w:rPr>
          <w:sz w:val="28"/>
          <w:szCs w:val="28"/>
        </w:rPr>
        <w:t xml:space="preserve">. Данное решение опубликовать в официальном издании «Муниципальный вестник» и разместить  на официальном сайте администрации Мглинского района в сети Интернет (www.mgladm.ru).  </w:t>
      </w:r>
    </w:p>
    <w:p w:rsidR="004C46C7" w:rsidRPr="00A700AB" w:rsidRDefault="004C46C7" w:rsidP="00805D92">
      <w:pPr>
        <w:jc w:val="both"/>
        <w:rPr>
          <w:sz w:val="28"/>
          <w:szCs w:val="28"/>
        </w:rPr>
      </w:pPr>
    </w:p>
    <w:p w:rsidR="004C46C7" w:rsidRPr="00A700AB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  <w:r w:rsidRPr="00A700AB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Краснокосаровского </w:t>
      </w: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Pr="00A700AB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</w:rPr>
        <w:t>Н.П.Копонов</w:t>
      </w: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Приложение №2</w:t>
      </w: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к  решению Краснокосаровского</w:t>
      </w: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сельского   Совета народных депутатов </w:t>
      </w: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BF0B62">
        <w:rPr>
          <w:rFonts w:ascii="Times New Roman" w:hAnsi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27 октября</w:t>
      </w:r>
      <w:r w:rsidRPr="00BF0B62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>20</w:t>
      </w:r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  <w:u w:val="single"/>
        </w:rPr>
        <w:t>1/73</w:t>
      </w:r>
    </w:p>
    <w:p w:rsidR="004C46C7" w:rsidRDefault="004C46C7" w:rsidP="00805D92">
      <w:pPr>
        <w:pStyle w:val="PlainText"/>
        <w:rPr>
          <w:rFonts w:ascii="Times New Roman" w:hAnsi="Times New Roman"/>
          <w:sz w:val="28"/>
          <w:szCs w:val="28"/>
        </w:rPr>
      </w:pPr>
    </w:p>
    <w:p w:rsidR="004C46C7" w:rsidRDefault="004C46C7" w:rsidP="00805D92">
      <w:pPr>
        <w:pStyle w:val="Plain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43C8F">
        <w:rPr>
          <w:rFonts w:ascii="Times New Roman" w:hAnsi="Times New Roman"/>
          <w:sz w:val="28"/>
          <w:szCs w:val="28"/>
        </w:rPr>
        <w:t xml:space="preserve">орядок учета предложений по проекту решения  «О внесении изменений </w:t>
      </w:r>
      <w:r>
        <w:rPr>
          <w:rFonts w:ascii="Times New Roman" w:hAnsi="Times New Roman"/>
          <w:sz w:val="28"/>
          <w:szCs w:val="28"/>
        </w:rPr>
        <w:t xml:space="preserve"> в Устав Краснокосаровского сельского поселения</w:t>
      </w:r>
      <w:r w:rsidRPr="00F73298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Мглинского м</w:t>
      </w:r>
      <w:r w:rsidRPr="00F73298">
        <w:rPr>
          <w:rFonts w:ascii="Times New Roman" w:hAnsi="Times New Roman"/>
          <w:sz w:val="28"/>
          <w:szCs w:val="28"/>
        </w:rPr>
        <w:t xml:space="preserve">униципального района Брянской области» </w:t>
      </w:r>
      <w:r w:rsidRPr="00F43C8F">
        <w:rPr>
          <w:rFonts w:ascii="Times New Roman" w:hAnsi="Times New Roman"/>
          <w:sz w:val="28"/>
          <w:szCs w:val="28"/>
        </w:rPr>
        <w:t>и  участия граждан в его обсуждении</w:t>
      </w:r>
      <w:r>
        <w:rPr>
          <w:rFonts w:ascii="Times New Roman" w:hAnsi="Times New Roman"/>
          <w:sz w:val="28"/>
          <w:szCs w:val="28"/>
        </w:rPr>
        <w:t>.</w:t>
      </w:r>
    </w:p>
    <w:p w:rsidR="004C46C7" w:rsidRDefault="004C46C7" w:rsidP="00805D92">
      <w:pPr>
        <w:pStyle w:val="PlainText"/>
        <w:jc w:val="center"/>
        <w:rPr>
          <w:rFonts w:ascii="Times New Roman" w:hAnsi="Times New Roman"/>
          <w:sz w:val="28"/>
          <w:szCs w:val="28"/>
        </w:rPr>
      </w:pPr>
    </w:p>
    <w:p w:rsidR="004C46C7" w:rsidRDefault="004C46C7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Жители Краснокосаровского сельского поселения имеют право вносить свои предложения по </w:t>
      </w:r>
      <w:r w:rsidRPr="005E4A52">
        <w:rPr>
          <w:sz w:val="28"/>
          <w:szCs w:val="28"/>
        </w:rPr>
        <w:t>проекту решения «О внесении изм</w:t>
      </w:r>
      <w:r>
        <w:rPr>
          <w:sz w:val="28"/>
          <w:szCs w:val="28"/>
        </w:rPr>
        <w:t>енений в Устав Краснокосаровского сельского поселения</w:t>
      </w:r>
      <w:r w:rsidRPr="00F73298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муниципального района Брянской области</w:t>
      </w:r>
      <w:r w:rsidRPr="005E4A5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по тексту – </w:t>
      </w:r>
      <w:r w:rsidRPr="00820214">
        <w:rPr>
          <w:sz w:val="28"/>
          <w:szCs w:val="28"/>
        </w:rPr>
        <w:t>проект решения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а также участвовать в процессе обсуждения  проекта решения.</w:t>
      </w:r>
    </w:p>
    <w:p w:rsidR="004C46C7" w:rsidRDefault="004C46C7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Индивидуальное или коллективное обращение с соответствующими предложениями (далее по тексту - </w:t>
      </w:r>
      <w:r w:rsidRPr="00820214">
        <w:rPr>
          <w:sz w:val="28"/>
          <w:szCs w:val="28"/>
        </w:rPr>
        <w:t>обращение</w:t>
      </w:r>
      <w:r>
        <w:rPr>
          <w:sz w:val="28"/>
          <w:szCs w:val="28"/>
        </w:rPr>
        <w:t xml:space="preserve">) подается в письменном или печатном виде в Краснокосаровский сельский Совет народных депутатов в течение </w:t>
      </w:r>
      <w:r w:rsidRPr="005E4A52">
        <w:rPr>
          <w:sz w:val="28"/>
          <w:szCs w:val="28"/>
        </w:rPr>
        <w:t xml:space="preserve">10 календарных дней со дня официального опубликования </w:t>
      </w:r>
      <w:r>
        <w:rPr>
          <w:sz w:val="28"/>
          <w:szCs w:val="28"/>
        </w:rPr>
        <w:t xml:space="preserve"> текста проекта решения.</w:t>
      </w:r>
    </w:p>
    <w:p w:rsidR="004C46C7" w:rsidRDefault="004C46C7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Краснокосаровский сельский Совет народных депутатов осуществляет прием и регистрацию указанных обращений.</w:t>
      </w:r>
    </w:p>
    <w:p w:rsidR="004C46C7" w:rsidRDefault="004C46C7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Обращения граждан должны содержать конкретные предложения по изменению или дополнению норм проекта решения с обоснованием их внесения. Данные обращения должны быть подписаны гражданами с указанием фамилии, имени, отчества, сведений о месте жительства. Обращения юридических лиц должны содержать полное наименование юридического лица и его местонахождение.</w:t>
      </w:r>
    </w:p>
    <w:p w:rsidR="004C46C7" w:rsidRDefault="004C46C7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Зарегистрированное обращение направляется в оргкомитет для подготовки заключений по вопросу соответствия предложений в указанном обращении действующему законодательству.</w:t>
      </w:r>
    </w:p>
    <w:p w:rsidR="004C46C7" w:rsidRDefault="004C46C7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Обращения граждан (юридических лиц) рассматриваются оргкомитетом  в течение одного дня с момента окончания приема предложений Краснокосаровским сельским Советом народных депутатов. По итогам рассмотрения обращений по проекту решения оргкомитет большинством голосов от установленного числа членов комитета принимает одно из следующих решений:</w:t>
      </w:r>
    </w:p>
    <w:p w:rsidR="004C46C7" w:rsidRDefault="004C46C7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>- о внесении предложений по проекту решения для обсуждения на публичных слушаниях;</w:t>
      </w:r>
    </w:p>
    <w:p w:rsidR="004C46C7" w:rsidRDefault="004C46C7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>- об отказе в рассмотрении предложений.</w:t>
      </w:r>
    </w:p>
    <w:p w:rsidR="004C46C7" w:rsidRDefault="004C46C7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Оргкомитет вправе отказать в рассмотрении предложений в случае их несоответствия действующему законодательству. В случае отказа в рассмотрении предложений обратившимся гражданам (юридическим лицам) в письменной форме направляется мотивированный ответ.</w:t>
      </w:r>
    </w:p>
    <w:p w:rsidR="004C46C7" w:rsidRDefault="004C46C7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 принятия решения о внесении предложений для обсуждения на публичных слушаниях обратившимся гражданам (юридическим лицам) в письменном виде сообщается о принятом решении, дате, времени, месте проведения публичных слушаний.</w:t>
      </w:r>
    </w:p>
    <w:p w:rsidR="004C46C7" w:rsidRDefault="004C46C7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Граждане (юридические лица), предложения которых внесены для обсуждения на публичных слушаниях, участвуют в обсуждении проекта решения на публичных слушаниях в порядке, установленном Положением о порядке организации и проведения публичных слушаний  в Краснокосаровском сельском поселении,  утвержденным решением Краснокосаровского сельского Совета народных депутатов от 28.08.2020 г. № 1/68.</w:t>
      </w:r>
    </w:p>
    <w:p w:rsidR="004C46C7" w:rsidRPr="00F43C8F" w:rsidRDefault="004C46C7" w:rsidP="00805D92">
      <w:pPr>
        <w:pStyle w:val="PlainText"/>
        <w:jc w:val="center"/>
        <w:rPr>
          <w:rFonts w:ascii="Times New Roman" w:hAnsi="Times New Roman"/>
          <w:sz w:val="28"/>
          <w:szCs w:val="28"/>
        </w:rPr>
      </w:pPr>
    </w:p>
    <w:p w:rsidR="004C46C7" w:rsidRPr="00F43C8F" w:rsidRDefault="004C46C7" w:rsidP="00805D92">
      <w:pPr>
        <w:pStyle w:val="PlainText"/>
        <w:jc w:val="center"/>
        <w:rPr>
          <w:rFonts w:ascii="Times New Roman" w:hAnsi="Times New Roman"/>
          <w:sz w:val="28"/>
          <w:szCs w:val="28"/>
        </w:rPr>
      </w:pPr>
    </w:p>
    <w:p w:rsidR="004C46C7" w:rsidRDefault="004C46C7"/>
    <w:sectPr w:rsidR="004C46C7" w:rsidSect="007D5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A3D6B"/>
    <w:multiLevelType w:val="hybridMultilevel"/>
    <w:tmpl w:val="CC5805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D92"/>
    <w:rsid w:val="0009543F"/>
    <w:rsid w:val="001A7D82"/>
    <w:rsid w:val="002676F3"/>
    <w:rsid w:val="0033253E"/>
    <w:rsid w:val="00343376"/>
    <w:rsid w:val="004C46C7"/>
    <w:rsid w:val="004E0AB2"/>
    <w:rsid w:val="005032D6"/>
    <w:rsid w:val="00517F98"/>
    <w:rsid w:val="005A44DB"/>
    <w:rsid w:val="005D1464"/>
    <w:rsid w:val="005E4A52"/>
    <w:rsid w:val="00723B14"/>
    <w:rsid w:val="00731230"/>
    <w:rsid w:val="007D5BEC"/>
    <w:rsid w:val="00805D92"/>
    <w:rsid w:val="00820214"/>
    <w:rsid w:val="009055ED"/>
    <w:rsid w:val="00A700AB"/>
    <w:rsid w:val="00B608F8"/>
    <w:rsid w:val="00BA3778"/>
    <w:rsid w:val="00BD5362"/>
    <w:rsid w:val="00BF0B62"/>
    <w:rsid w:val="00DB0813"/>
    <w:rsid w:val="00ED085B"/>
    <w:rsid w:val="00F43C8F"/>
    <w:rsid w:val="00F55667"/>
    <w:rsid w:val="00F73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D92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99"/>
    <w:qFormat/>
    <w:rsid w:val="00805D92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05D92"/>
    <w:rPr>
      <w:rFonts w:ascii="Times New Roman" w:hAnsi="Times New Roman" w:cs="Times New Roman"/>
      <w:b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805D92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05D92"/>
    <w:rPr>
      <w:rFonts w:ascii="Courier New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4</Pages>
  <Words>1107</Words>
  <Characters>6311</Characters>
  <Application>Microsoft Office Outlook</Application>
  <DocSecurity>0</DocSecurity>
  <Lines>0</Lines>
  <Paragraphs>0</Paragraphs>
  <ScaleCrop>false</ScaleCrop>
  <Company>Pre_Installed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Pre_Installed User</dc:creator>
  <cp:keywords/>
  <dc:description/>
  <cp:lastModifiedBy>Customer</cp:lastModifiedBy>
  <cp:revision>5</cp:revision>
  <cp:lastPrinted>2020-11-03T07:00:00Z</cp:lastPrinted>
  <dcterms:created xsi:type="dcterms:W3CDTF">2020-11-02T13:01:00Z</dcterms:created>
  <dcterms:modified xsi:type="dcterms:W3CDTF">2020-11-03T07:02:00Z</dcterms:modified>
</cp:coreProperties>
</file>