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582" w:rsidRPr="004A50F5" w:rsidRDefault="00264582" w:rsidP="00985CF6">
      <w:pPr>
        <w:pStyle w:val="20"/>
        <w:shd w:val="clear" w:color="auto" w:fill="auto"/>
        <w:spacing w:line="100" w:lineRule="exact"/>
        <w:rPr>
          <w:lang w:val="ru-RU"/>
        </w:rPr>
      </w:pPr>
    </w:p>
    <w:p w:rsidR="00264582" w:rsidRDefault="00264582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264582" w:rsidRDefault="00264582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264582" w:rsidTr="008622F5">
        <w:tc>
          <w:tcPr>
            <w:tcW w:w="7419" w:type="dxa"/>
          </w:tcPr>
          <w:p w:rsidR="00264582" w:rsidRPr="008622F5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 xml:space="preserve">5 </w:t>
            </w:r>
            <w:r w:rsidRPr="008622F5">
              <w:rPr>
                <w:b/>
              </w:rPr>
              <w:t>год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622F5">
              <w:rPr>
                <w:b/>
              </w:rPr>
              <w:t>Сумма, рублей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34969,79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125390,90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127685,56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129299,20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149346,43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333188,36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36244,97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58786,63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103717,46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128657,34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144341,96</w:t>
            </w:r>
          </w:p>
        </w:tc>
      </w:tr>
      <w:tr w:rsidR="00264582" w:rsidTr="008622F5">
        <w:tc>
          <w:tcPr>
            <w:tcW w:w="7419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264582" w:rsidRPr="008622F5" w:rsidRDefault="00264582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216115,36</w:t>
            </w:r>
          </w:p>
        </w:tc>
      </w:tr>
      <w:tr w:rsidR="00264582" w:rsidTr="008622F5">
        <w:tc>
          <w:tcPr>
            <w:tcW w:w="7419" w:type="dxa"/>
          </w:tcPr>
          <w:p w:rsidR="00264582" w:rsidRPr="008622F5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64582" w:rsidRDefault="00264582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1587743,96</w:t>
            </w:r>
          </w:p>
        </w:tc>
      </w:tr>
    </w:tbl>
    <w:p w:rsidR="00264582" w:rsidRDefault="00264582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264582" w:rsidRDefault="00264582">
      <w:pPr>
        <w:rPr>
          <w:sz w:val="2"/>
          <w:szCs w:val="2"/>
        </w:rPr>
      </w:pPr>
    </w:p>
    <w:p w:rsidR="00264582" w:rsidRDefault="00264582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264582" w:rsidRDefault="00264582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sz w:val="21"/>
          <w:szCs w:val="21"/>
        </w:rPr>
      </w:pPr>
      <w:r w:rsidRPr="002F0753">
        <w:rPr>
          <w:rStyle w:val="Exact1"/>
          <w:b/>
          <w:sz w:val="21"/>
          <w:szCs w:val="21"/>
        </w:rPr>
        <w:t xml:space="preserve">Учредитель 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b/>
          <w:sz w:val="21"/>
          <w:szCs w:val="21"/>
        </w:rPr>
        <w:t>Учреждение</w:t>
      </w:r>
    </w:p>
    <w:p w:rsidR="00264582" w:rsidRPr="002F0753" w:rsidRDefault="00264582" w:rsidP="002F0753">
      <w:pPr>
        <w:pStyle w:val="21"/>
        <w:shd w:val="clear" w:color="auto" w:fill="auto"/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ул. Буденного д.7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ул. Урицкого д.2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Банковские реквизиты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Банковские реквизиты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ИНН 3220000474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ИНН </w:t>
      </w:r>
      <w:r w:rsidRPr="002F0753">
        <w:t>3220002383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БИК 041501001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БИК 041501001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р/с 40204810400000100126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р/с </w:t>
      </w:r>
      <w:r w:rsidRPr="002F0753">
        <w:t>40701810000011000192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л/с 03273012380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л/с </w:t>
      </w:r>
      <w:r w:rsidRPr="002F0753">
        <w:t>20276Ч47440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>
        <w:rPr>
          <w:rStyle w:val="Exact1"/>
          <w:sz w:val="21"/>
          <w:szCs w:val="21"/>
          <w:u w:val="none"/>
        </w:rPr>
        <w:t>В.и.о. н</w:t>
      </w:r>
      <w:r w:rsidRPr="002F0753">
        <w:rPr>
          <w:rStyle w:val="Exact1"/>
          <w:sz w:val="21"/>
          <w:szCs w:val="21"/>
          <w:u w:val="none"/>
        </w:rPr>
        <w:t>ачальник</w:t>
      </w:r>
      <w:r>
        <w:rPr>
          <w:rStyle w:val="Exact1"/>
          <w:sz w:val="21"/>
          <w:szCs w:val="21"/>
          <w:u w:val="none"/>
        </w:rPr>
        <w:t>а Мглинского районного</w:t>
      </w:r>
      <w:r>
        <w:rPr>
          <w:rStyle w:val="Exact1"/>
          <w:sz w:val="21"/>
          <w:szCs w:val="21"/>
          <w:u w:val="none"/>
        </w:rPr>
        <w:tab/>
      </w:r>
      <w:r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>Директор МБОУ ДОД Мглинская ДМШ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отдела культуры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 xml:space="preserve">______________ </w:t>
      </w:r>
      <w:r>
        <w:rPr>
          <w:color w:val="auto"/>
          <w:sz w:val="20"/>
          <w:szCs w:val="20"/>
        </w:rPr>
        <w:t>Казакова Л</w:t>
      </w:r>
      <w:r w:rsidRPr="009C0855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>М.</w:t>
      </w:r>
      <w:r w:rsidRPr="009C0855">
        <w:rPr>
          <w:color w:val="auto"/>
          <w:sz w:val="20"/>
          <w:szCs w:val="20"/>
        </w:rPr>
        <w:tab/>
      </w:r>
      <w:r w:rsidRPr="002F0753">
        <w:tab/>
      </w:r>
      <w:r>
        <w:tab/>
      </w:r>
      <w:r w:rsidRPr="002F0753">
        <w:tab/>
        <w:t xml:space="preserve">_____________ </w:t>
      </w:r>
      <w:r>
        <w:t>Лукашевич Е.Н.</w:t>
      </w: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</w:p>
    <w:p w:rsidR="00264582" w:rsidRPr="002F0753" w:rsidRDefault="00264582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М.П.</w:t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  <w:t>М.П.</w:t>
      </w:r>
    </w:p>
    <w:p w:rsidR="00264582" w:rsidRPr="002472DF" w:rsidRDefault="00264582" w:rsidP="002472DF">
      <w:pPr>
        <w:pStyle w:val="21"/>
        <w:shd w:val="clear" w:color="auto" w:fill="auto"/>
        <w:tabs>
          <w:tab w:val="left" w:pos="284"/>
          <w:tab w:val="left" w:pos="1418"/>
        </w:tabs>
        <w:spacing w:after="0" w:line="240" w:lineRule="auto"/>
        <w:ind w:firstLine="500"/>
        <w:jc w:val="both"/>
        <w:rPr>
          <w:sz w:val="20"/>
          <w:szCs w:val="20"/>
        </w:rPr>
      </w:pPr>
    </w:p>
    <w:sectPr w:rsidR="00264582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582" w:rsidRDefault="00264582" w:rsidP="008D65D8">
      <w:r>
        <w:separator/>
      </w:r>
    </w:p>
  </w:endnote>
  <w:endnote w:type="continuationSeparator" w:id="1">
    <w:p w:rsidR="00264582" w:rsidRDefault="00264582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582" w:rsidRDefault="00264582"/>
  </w:footnote>
  <w:footnote w:type="continuationSeparator" w:id="1">
    <w:p w:rsidR="00264582" w:rsidRDefault="0026458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0A4D69"/>
    <w:rsid w:val="000B5839"/>
    <w:rsid w:val="001140F8"/>
    <w:rsid w:val="00153046"/>
    <w:rsid w:val="00173187"/>
    <w:rsid w:val="001B2F38"/>
    <w:rsid w:val="00210B99"/>
    <w:rsid w:val="002472DF"/>
    <w:rsid w:val="00261F8D"/>
    <w:rsid w:val="00264582"/>
    <w:rsid w:val="002B7994"/>
    <w:rsid w:val="002E3A67"/>
    <w:rsid w:val="002F0753"/>
    <w:rsid w:val="00305214"/>
    <w:rsid w:val="003B0399"/>
    <w:rsid w:val="003E1F16"/>
    <w:rsid w:val="004A50F5"/>
    <w:rsid w:val="00596416"/>
    <w:rsid w:val="005A1822"/>
    <w:rsid w:val="005C5AA8"/>
    <w:rsid w:val="005D6519"/>
    <w:rsid w:val="00625E6F"/>
    <w:rsid w:val="00775A9D"/>
    <w:rsid w:val="007B2215"/>
    <w:rsid w:val="008622F5"/>
    <w:rsid w:val="008B1F56"/>
    <w:rsid w:val="008D65D8"/>
    <w:rsid w:val="00985CF6"/>
    <w:rsid w:val="009C0855"/>
    <w:rsid w:val="009E1E93"/>
    <w:rsid w:val="00B4418C"/>
    <w:rsid w:val="00D317FE"/>
    <w:rsid w:val="00D55F8B"/>
    <w:rsid w:val="00E557E7"/>
    <w:rsid w:val="00E83CC4"/>
    <w:rsid w:val="00E845A3"/>
    <w:rsid w:val="00FC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1</Pages>
  <Words>175</Words>
  <Characters>999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11</cp:revision>
  <cp:lastPrinted>2016-02-03T07:57:00Z</cp:lastPrinted>
  <dcterms:created xsi:type="dcterms:W3CDTF">2014-08-26T06:09:00Z</dcterms:created>
  <dcterms:modified xsi:type="dcterms:W3CDTF">2016-02-03T08:00:00Z</dcterms:modified>
</cp:coreProperties>
</file>