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66" w:rsidRDefault="00C30B66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C30B66" w:rsidRDefault="00C30B66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16 января 2015 года </w:t>
      </w:r>
    </w:p>
    <w:p w:rsidR="00C30B66" w:rsidRDefault="00C30B66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C30B66" w:rsidRPr="00603A7A" w:rsidRDefault="00C30B66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C30B66" w:rsidRDefault="00C30B66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C30B66" w:rsidRDefault="00C30B66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C30B66" w:rsidRPr="00603A7A" w:rsidRDefault="00C30B66" w:rsidP="006467BC">
      <w:pPr>
        <w:jc w:val="center"/>
        <w:rPr>
          <w:rFonts w:ascii="Times New Roman" w:hAnsi="Times New Roman" w:cs="Times New Roman"/>
        </w:rPr>
      </w:pPr>
    </w:p>
    <w:p w:rsidR="00C30B66" w:rsidRPr="003B03C7" w:rsidRDefault="00C30B66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</w:t>
      </w:r>
      <w:r>
        <w:rPr>
          <w:rStyle w:val="145pt"/>
          <w:i w:val="0"/>
          <w:sz w:val="24"/>
          <w:szCs w:val="24"/>
          <w:lang w:val="ru-RU" w:eastAsia="ru-RU"/>
        </w:rPr>
        <w:t xml:space="preserve">«    11    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 xml:space="preserve">  января  </w:t>
      </w:r>
      <w:smartTag w:uri="urn:schemas-microsoft-com:office:smarttags" w:element="metricconverter">
        <w:smartTagPr>
          <w:attr w:name="ProductID" w:val="2016 г"/>
        </w:smartTagPr>
        <w:r w:rsidRPr="003B03C7">
          <w:rPr>
            <w:rFonts w:ascii="Times New Roman" w:hAnsi="Times New Roman" w:cs="Times New Roman"/>
          </w:rPr>
          <w:t>20</w:t>
        </w:r>
        <w:r>
          <w:rPr>
            <w:rFonts w:ascii="Times New Roman" w:hAnsi="Times New Roman" w:cs="Times New Roman"/>
          </w:rPr>
          <w:t xml:space="preserve">16 </w:t>
        </w:r>
        <w:r w:rsidRPr="003B03C7">
          <w:rPr>
            <w:rFonts w:ascii="Times New Roman" w:hAnsi="Times New Roman" w:cs="Times New Roman"/>
          </w:rPr>
          <w:t>г</w:t>
        </w:r>
      </w:smartTag>
      <w:r w:rsidRPr="003B03C7">
        <w:rPr>
          <w:rFonts w:ascii="Times New Roman" w:hAnsi="Times New Roman" w:cs="Times New Roman"/>
        </w:rPr>
        <w:t>.</w:t>
      </w:r>
    </w:p>
    <w:p w:rsidR="00C30B66" w:rsidRDefault="00C30B66">
      <w:pPr>
        <w:jc w:val="center"/>
        <w:rPr>
          <w:rFonts w:ascii="Times New Roman" w:hAnsi="Times New Roman" w:cs="Times New Roman"/>
        </w:rPr>
      </w:pPr>
    </w:p>
    <w:p w:rsidR="00C30B66" w:rsidRDefault="00C30B66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в.и.о.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43220,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Cs w:val="28"/>
        </w:rPr>
        <w:t>утвержденного П</w:t>
      </w:r>
      <w:r w:rsidRPr="00670FEB">
        <w:rPr>
          <w:rFonts w:ascii="Times New Roman" w:hAnsi="Times New Roman" w:cs="Times New Roman"/>
          <w:szCs w:val="28"/>
        </w:rPr>
        <w:t>остановлением администрации Мглинского района от 19 декабря 2011 года № 1118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C30B66" w:rsidRDefault="00C30B66" w:rsidP="00603A7A">
      <w:pPr>
        <w:ind w:firstLine="851"/>
        <w:jc w:val="both"/>
        <w:rPr>
          <w:rFonts w:ascii="Times New Roman" w:hAnsi="Times New Roman" w:cs="Times New Roman"/>
        </w:rPr>
      </w:pPr>
    </w:p>
    <w:p w:rsidR="00C30B66" w:rsidRDefault="00C30B66" w:rsidP="00603A7A">
      <w:pPr>
        <w:ind w:firstLine="851"/>
        <w:jc w:val="both"/>
        <w:rPr>
          <w:rFonts w:ascii="Times New Roman" w:hAnsi="Times New Roman" w:cs="Times New Roman"/>
        </w:rPr>
      </w:pPr>
    </w:p>
    <w:p w:rsidR="00C30B66" w:rsidRDefault="00C30B66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C30B66" w:rsidRDefault="00C30B66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16 января 2015 года остаются неизменными и стороны подтверждают под ним свои обязательства.</w:t>
      </w:r>
    </w:p>
    <w:p w:rsidR="00C30B66" w:rsidRPr="00DD2534" w:rsidRDefault="00C30B66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C30B66" w:rsidRDefault="00C30B66" w:rsidP="00603A7A">
      <w:pPr>
        <w:ind w:firstLine="851"/>
        <w:jc w:val="both"/>
        <w:rPr>
          <w:rFonts w:ascii="Times New Roman" w:hAnsi="Times New Roman" w:cs="Times New Roman"/>
        </w:rPr>
      </w:pPr>
    </w:p>
    <w:p w:rsidR="00C30B66" w:rsidRDefault="00C30B66" w:rsidP="00603A7A">
      <w:pPr>
        <w:ind w:firstLine="851"/>
        <w:jc w:val="both"/>
        <w:rPr>
          <w:rFonts w:ascii="Times New Roman" w:hAnsi="Times New Roman" w:cs="Times New Roman"/>
        </w:rPr>
      </w:pPr>
    </w:p>
    <w:p w:rsidR="00C30B66" w:rsidRDefault="00C30B66" w:rsidP="00603A7A">
      <w:pPr>
        <w:ind w:firstLine="851"/>
        <w:jc w:val="both"/>
        <w:rPr>
          <w:rFonts w:ascii="Times New Roman" w:hAnsi="Times New Roman" w:cs="Times New Roman"/>
        </w:rPr>
      </w:pPr>
    </w:p>
    <w:p w:rsidR="00C30B66" w:rsidRPr="00DD2534" w:rsidRDefault="00C30B66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ул. Буденного д.7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E7E71">
        <w:rPr>
          <w:sz w:val="21"/>
          <w:szCs w:val="21"/>
        </w:rPr>
        <w:t>3253501099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БИК 041501001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E7E71">
        <w:rPr>
          <w:sz w:val="21"/>
          <w:szCs w:val="21"/>
        </w:rPr>
        <w:t>40701810000011000192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E7E71">
        <w:rPr>
          <w:sz w:val="21"/>
          <w:szCs w:val="21"/>
        </w:rPr>
        <w:t>20276Ч54390</w:t>
      </w:r>
    </w:p>
    <w:p w:rsidR="00C30B66" w:rsidRPr="00EE7E71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  <w:t xml:space="preserve">              </w:t>
      </w:r>
      <w:r>
        <w:rPr>
          <w:rStyle w:val="Exact"/>
          <w:u w:val="none"/>
        </w:rPr>
        <w:tab/>
        <w:t>Директор МБУ Мглинская МЦКС</w:t>
      </w: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______________ Казакова Л.М.</w:t>
      </w:r>
      <w:r>
        <w:tab/>
      </w:r>
      <w:r>
        <w:tab/>
      </w:r>
      <w:r>
        <w:tab/>
        <w:t xml:space="preserve">            _____________ Казакова Л.М.</w:t>
      </w: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Pr="001D0BB8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C30B66" w:rsidRDefault="00C30B66" w:rsidP="001D0BB8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C30B66" w:rsidRPr="000319E6" w:rsidRDefault="00C30B66" w:rsidP="001D0BB8">
      <w:pPr>
        <w:pStyle w:val="21"/>
        <w:keepNext/>
        <w:keepLines/>
        <w:shd w:val="clear" w:color="auto" w:fill="auto"/>
        <w:spacing w:before="0" w:after="252" w:line="240" w:lineRule="exact"/>
        <w:ind w:left="60"/>
        <w:rPr>
          <w:sz w:val="24"/>
          <w:szCs w:val="24"/>
        </w:rPr>
      </w:pPr>
      <w:r w:rsidRPr="000319E6">
        <w:rPr>
          <w:sz w:val="24"/>
          <w:szCs w:val="24"/>
        </w:rPr>
        <w:t>График перечисления Субсидии</w:t>
      </w:r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C30B66" w:rsidTr="00D33810">
        <w:tc>
          <w:tcPr>
            <w:tcW w:w="7419" w:type="dxa"/>
          </w:tcPr>
          <w:p w:rsidR="00C30B66" w:rsidRPr="000B2BE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0B2BE6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C30B66" w:rsidRPr="000B2BE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0B2BE6">
              <w:rPr>
                <w:b/>
              </w:rPr>
              <w:t>Сумма, рублей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400000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925000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1444360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2135000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2931360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C30B66" w:rsidRPr="000319E6" w:rsidRDefault="00C30B6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1744360</w:t>
            </w:r>
          </w:p>
        </w:tc>
      </w:tr>
      <w:tr w:rsidR="00C30B66" w:rsidTr="00D33810">
        <w:tc>
          <w:tcPr>
            <w:tcW w:w="7419" w:type="dxa"/>
          </w:tcPr>
          <w:p w:rsidR="00C30B6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C30B66" w:rsidRPr="000319E6" w:rsidRDefault="00C30B66" w:rsidP="000319E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1433592</w:t>
            </w:r>
            <w:r>
              <w:rPr>
                <w:rFonts w:ascii="Times New Roman" w:hAnsi="Times New Roman" w:cs="Times New Roman"/>
              </w:rPr>
              <w:t>,</w:t>
            </w:r>
            <w:r w:rsidRPr="000319E6">
              <w:rPr>
                <w:rFonts w:ascii="Times New Roman" w:hAnsi="Times New Roman" w:cs="Times New Roman"/>
              </w:rPr>
              <w:t>55</w:t>
            </w:r>
          </w:p>
        </w:tc>
      </w:tr>
      <w:tr w:rsidR="00C30B66" w:rsidTr="00D33810">
        <w:tc>
          <w:tcPr>
            <w:tcW w:w="7419" w:type="dxa"/>
          </w:tcPr>
          <w:p w:rsidR="00C30B66" w:rsidRPr="000B2BE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0B2BE6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C30B66" w:rsidRPr="000319E6" w:rsidRDefault="00C30B66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15 013 672,</w:t>
            </w:r>
            <w:r w:rsidRPr="000319E6">
              <w:rPr>
                <w:sz w:val="22"/>
                <w:szCs w:val="22"/>
              </w:rPr>
              <w:t>55</w:t>
            </w:r>
          </w:p>
        </w:tc>
      </w:tr>
    </w:tbl>
    <w:p w:rsidR="00C30B66" w:rsidRDefault="00C30B66" w:rsidP="001D0BB8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</w:p>
    <w:p w:rsidR="00C30B66" w:rsidRDefault="00C30B66" w:rsidP="001D0BB8">
      <w:pPr>
        <w:rPr>
          <w:sz w:val="2"/>
          <w:szCs w:val="2"/>
        </w:rPr>
      </w:pPr>
    </w:p>
    <w:p w:rsidR="00C30B66" w:rsidRDefault="00C30B66" w:rsidP="001D0BB8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C30B66" w:rsidRDefault="00C30B66" w:rsidP="001D0BB8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C30B66" w:rsidRPr="001D0BB8" w:rsidRDefault="00C30B66" w:rsidP="001D0BB8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1D0BB8">
        <w:rPr>
          <w:rStyle w:val="Exact1"/>
          <w:b/>
          <w:u w:val="none"/>
        </w:rPr>
        <w:t xml:space="preserve">Учредитель </w:t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b/>
          <w:u w:val="none"/>
        </w:rPr>
        <w:t>Учреждение</w:t>
      </w:r>
    </w:p>
    <w:p w:rsidR="00C30B66" w:rsidRPr="001D0BB8" w:rsidRDefault="00C30B66" w:rsidP="001D0BB8">
      <w:pPr>
        <w:pStyle w:val="2"/>
        <w:shd w:val="clear" w:color="auto" w:fill="auto"/>
        <w:tabs>
          <w:tab w:val="left" w:pos="0"/>
        </w:tabs>
        <w:spacing w:line="264" w:lineRule="exact"/>
        <w:ind w:firstLine="426"/>
        <w:jc w:val="left"/>
        <w:rPr>
          <w:sz w:val="22"/>
          <w:shd w:val="clear" w:color="auto" w:fill="FFFFFF"/>
        </w:rPr>
      </w:pPr>
      <w:smartTag w:uri="urn:schemas-microsoft-com:office:smarttags" w:element="metricconverter">
        <w:smartTagPr>
          <w:attr w:name="ProductID" w:val="243220, г"/>
        </w:smartTagPr>
        <w:r w:rsidRPr="001D0BB8">
          <w:rPr>
            <w:rStyle w:val="Exact1"/>
            <w:u w:val="none"/>
          </w:rPr>
          <w:t>243220, г</w:t>
        </w:r>
      </w:smartTag>
      <w:r w:rsidRPr="001D0BB8">
        <w:rPr>
          <w:rStyle w:val="Exact1"/>
          <w:u w:val="none"/>
        </w:rPr>
        <w:t>. Мглин</w:t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1D0BB8">
          <w:rPr>
            <w:sz w:val="22"/>
            <w:shd w:val="clear" w:color="auto" w:fill="FFFFFF"/>
          </w:rPr>
          <w:t>243220, г</w:t>
        </w:r>
      </w:smartTag>
      <w:r w:rsidRPr="001D0BB8">
        <w:rPr>
          <w:sz w:val="22"/>
          <w:shd w:val="clear" w:color="auto" w:fill="FFFFFF"/>
        </w:rPr>
        <w:t>. Мглин</w:t>
      </w:r>
    </w:p>
    <w:p w:rsidR="00C30B66" w:rsidRPr="00301A09" w:rsidRDefault="00C30B66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C30B66" w:rsidRPr="00301A09" w:rsidRDefault="00C30B66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C30B66" w:rsidRPr="00111E3F" w:rsidRDefault="00C30B66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C30B66" w:rsidRPr="00111E3F" w:rsidRDefault="00C30B66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C30B66" w:rsidRPr="00111E3F" w:rsidRDefault="00C30B66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C30B66" w:rsidRPr="00111E3F" w:rsidRDefault="00C30B66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C30B66" w:rsidRPr="00301A09" w:rsidRDefault="00C30B66" w:rsidP="001D0BB8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C30B66" w:rsidRPr="00301A09" w:rsidRDefault="00C30B66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C30B66" w:rsidRPr="00301A09" w:rsidRDefault="00C30B66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C30B66" w:rsidRPr="00301A09" w:rsidRDefault="00C30B66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Ширко 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.Н.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Казакова Л.М.</w:t>
      </w:r>
    </w:p>
    <w:p w:rsidR="00C30B66" w:rsidRPr="00301A09" w:rsidRDefault="00C30B66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C30B66" w:rsidRPr="001D0BB8" w:rsidRDefault="00C30B66" w:rsidP="001D0BB8">
      <w:pPr>
        <w:tabs>
          <w:tab w:val="left" w:pos="0"/>
        </w:tabs>
        <w:spacing w:line="264" w:lineRule="exact"/>
        <w:ind w:left="426"/>
        <w:jc w:val="both"/>
      </w:pPr>
      <w:r w:rsidRPr="00301A09">
        <w:t>М.П.</w:t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  <w:t>М.П.</w:t>
      </w:r>
    </w:p>
    <w:sectPr w:rsidR="00C30B66" w:rsidRPr="001D0BB8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319E6"/>
    <w:rsid w:val="00056993"/>
    <w:rsid w:val="0006495C"/>
    <w:rsid w:val="00082060"/>
    <w:rsid w:val="000B2BE6"/>
    <w:rsid w:val="000F2A8F"/>
    <w:rsid w:val="00111E3F"/>
    <w:rsid w:val="001762B3"/>
    <w:rsid w:val="001D0BB8"/>
    <w:rsid w:val="002B0B22"/>
    <w:rsid w:val="00301A09"/>
    <w:rsid w:val="00303F33"/>
    <w:rsid w:val="00387163"/>
    <w:rsid w:val="003A6EE4"/>
    <w:rsid w:val="003B03C7"/>
    <w:rsid w:val="00455FF5"/>
    <w:rsid w:val="00495B06"/>
    <w:rsid w:val="004A50F5"/>
    <w:rsid w:val="005647A1"/>
    <w:rsid w:val="00603A7A"/>
    <w:rsid w:val="006247E3"/>
    <w:rsid w:val="006467BC"/>
    <w:rsid w:val="00670FEB"/>
    <w:rsid w:val="006C2509"/>
    <w:rsid w:val="007829B0"/>
    <w:rsid w:val="007F4163"/>
    <w:rsid w:val="008F46F0"/>
    <w:rsid w:val="009635C0"/>
    <w:rsid w:val="009732B1"/>
    <w:rsid w:val="009A5438"/>
    <w:rsid w:val="009C3AC7"/>
    <w:rsid w:val="009F472D"/>
    <w:rsid w:val="00A9437C"/>
    <w:rsid w:val="00AC3F9C"/>
    <w:rsid w:val="00AD05F3"/>
    <w:rsid w:val="00AD7E61"/>
    <w:rsid w:val="00B24DBE"/>
    <w:rsid w:val="00B76826"/>
    <w:rsid w:val="00BB4000"/>
    <w:rsid w:val="00C1725C"/>
    <w:rsid w:val="00C23BFB"/>
    <w:rsid w:val="00C30B66"/>
    <w:rsid w:val="00C35ED5"/>
    <w:rsid w:val="00C52497"/>
    <w:rsid w:val="00CD29EF"/>
    <w:rsid w:val="00CF21F3"/>
    <w:rsid w:val="00CF5553"/>
    <w:rsid w:val="00D33810"/>
    <w:rsid w:val="00D80425"/>
    <w:rsid w:val="00DA486D"/>
    <w:rsid w:val="00DD2534"/>
    <w:rsid w:val="00DE2192"/>
    <w:rsid w:val="00EE7E71"/>
    <w:rsid w:val="00F12D7F"/>
    <w:rsid w:val="00F42B40"/>
    <w:rsid w:val="00F55FC9"/>
    <w:rsid w:val="00F60F22"/>
    <w:rsid w:val="00F7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1D0BB8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1D0BB8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1D0BB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469</Words>
  <Characters>2676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</dc:title>
  <dc:subject/>
  <dc:creator>Бухгалтер</dc:creator>
  <cp:keywords/>
  <dc:description/>
  <cp:lastModifiedBy>Дом культуры</cp:lastModifiedBy>
  <cp:revision>8</cp:revision>
  <cp:lastPrinted>2016-02-01T11:48:00Z</cp:lastPrinted>
  <dcterms:created xsi:type="dcterms:W3CDTF">2015-01-20T06:59:00Z</dcterms:created>
  <dcterms:modified xsi:type="dcterms:W3CDTF">2016-02-04T06:07:00Z</dcterms:modified>
</cp:coreProperties>
</file>