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00" w:rsidRDefault="00644900" w:rsidP="00D72821">
      <w:pPr>
        <w:tabs>
          <w:tab w:val="left" w:pos="7365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644900" w:rsidRDefault="00644900" w:rsidP="005C353F">
      <w:pPr>
        <w:jc w:val="right"/>
        <w:rPr>
          <w:lang w:val="ru-RU"/>
        </w:rPr>
      </w:pPr>
      <w:r>
        <w:rPr>
          <w:lang w:val="ru-RU"/>
        </w:rPr>
        <w:t xml:space="preserve"> Приложение № 5</w:t>
      </w:r>
    </w:p>
    <w:p w:rsidR="00644900" w:rsidRDefault="00644900" w:rsidP="000E270F">
      <w:pPr>
        <w:jc w:val="right"/>
        <w:rPr>
          <w:lang w:val="ru-RU"/>
        </w:rPr>
      </w:pPr>
      <w:r>
        <w:rPr>
          <w:lang w:val="ru-RU"/>
        </w:rPr>
        <w:t>к решению «Об исполнениии бюджета муниципального образования</w:t>
      </w:r>
    </w:p>
    <w:p w:rsidR="00644900" w:rsidRDefault="00644900" w:rsidP="000E270F">
      <w:pPr>
        <w:jc w:val="right"/>
        <w:rPr>
          <w:lang w:val="ru-RU"/>
        </w:rPr>
      </w:pPr>
      <w:r>
        <w:rPr>
          <w:lang w:val="ru-RU"/>
        </w:rPr>
        <w:t>«Вельжичское сельское поселение, Мглинского района,</w:t>
      </w:r>
    </w:p>
    <w:p w:rsidR="00644900" w:rsidRDefault="00644900" w:rsidP="000E270F">
      <w:pPr>
        <w:jc w:val="right"/>
        <w:rPr>
          <w:lang w:val="ru-RU"/>
        </w:rPr>
      </w:pPr>
      <w:r>
        <w:rPr>
          <w:lang w:val="ru-RU"/>
        </w:rPr>
        <w:t>Брянской области» за 2018 год»</w:t>
      </w:r>
    </w:p>
    <w:p w:rsidR="00644900" w:rsidRDefault="00644900" w:rsidP="000E270F">
      <w:pPr>
        <w:tabs>
          <w:tab w:val="left" w:pos="7650"/>
        </w:tabs>
        <w:jc w:val="right"/>
        <w:rPr>
          <w:lang w:val="ru-RU"/>
        </w:rPr>
      </w:pPr>
      <w:r>
        <w:rPr>
          <w:lang w:val="ru-RU"/>
        </w:rPr>
        <w:tab/>
        <w:t>от28.05.2019 года №3-175</w:t>
      </w:r>
    </w:p>
    <w:p w:rsidR="00644900" w:rsidRDefault="00644900" w:rsidP="00DF76A2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Источники</w:t>
      </w:r>
    </w:p>
    <w:p w:rsidR="00644900" w:rsidRDefault="00644900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 xml:space="preserve">внутреннего финансирования дефицита бюджета муниципального образования «Вельжичское сельское  поселение, Мглинского района, Брянской области»   за 2018год  </w:t>
      </w:r>
    </w:p>
    <w:p w:rsidR="00644900" w:rsidRDefault="00644900" w:rsidP="00C07248">
      <w:pPr>
        <w:tabs>
          <w:tab w:val="left" w:pos="6795"/>
          <w:tab w:val="left" w:pos="8460"/>
        </w:tabs>
        <w:ind w:left="8280" w:hanging="8640"/>
        <w:rPr>
          <w:lang w:val="ru-RU"/>
        </w:rPr>
      </w:pPr>
      <w:bookmarkStart w:id="0" w:name="_GoBack"/>
      <w:bookmarkEnd w:id="0"/>
      <w:r>
        <w:rPr>
          <w:lang w:val="ru-RU"/>
        </w:rPr>
        <w:tab/>
        <w:t>рублей</w:t>
      </w:r>
      <w:r>
        <w:rPr>
          <w:lang w:val="ru-RU"/>
        </w:rPr>
        <w:tab/>
        <w:t xml:space="preserve">                             </w:t>
      </w:r>
    </w:p>
    <w:tbl>
      <w:tblPr>
        <w:tblpPr w:leftFromText="180" w:rightFromText="180" w:vertAnchor="text" w:horzAnchor="page" w:tblpX="1500" w:tblpY="170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9"/>
        <w:gridCol w:w="3476"/>
        <w:gridCol w:w="1701"/>
      </w:tblGrid>
      <w:tr w:rsidR="00644900" w:rsidTr="00C07248">
        <w:trPr>
          <w:trHeight w:val="563"/>
        </w:trPr>
        <w:tc>
          <w:tcPr>
            <w:tcW w:w="2869" w:type="dxa"/>
          </w:tcPr>
          <w:p w:rsidR="00644900" w:rsidRDefault="00644900" w:rsidP="00814C43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</w:tc>
        <w:tc>
          <w:tcPr>
            <w:tcW w:w="3476" w:type="dxa"/>
          </w:tcPr>
          <w:p w:rsidR="00644900" w:rsidRDefault="00644900" w:rsidP="00814C43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01" w:type="dxa"/>
          </w:tcPr>
          <w:p w:rsidR="00644900" w:rsidRPr="00814C43" w:rsidRDefault="00644900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Сумма      2018 год       </w:t>
            </w:r>
          </w:p>
        </w:tc>
      </w:tr>
      <w:tr w:rsidR="00644900" w:rsidTr="00C07248">
        <w:tc>
          <w:tcPr>
            <w:tcW w:w="2869" w:type="dxa"/>
          </w:tcPr>
          <w:p w:rsidR="00644900" w:rsidRPr="00814C43" w:rsidRDefault="00644900" w:rsidP="00814C43">
            <w:pPr>
              <w:rPr>
                <w:b/>
                <w:sz w:val="22"/>
                <w:szCs w:val="22"/>
              </w:rPr>
            </w:pPr>
            <w:r w:rsidRPr="00814C43">
              <w:rPr>
                <w:b/>
                <w:sz w:val="22"/>
                <w:szCs w:val="22"/>
              </w:rPr>
              <w:t>9</w:t>
            </w:r>
            <w:r w:rsidRPr="00814C43">
              <w:rPr>
                <w:b/>
                <w:sz w:val="22"/>
                <w:szCs w:val="22"/>
                <w:lang w:val="ru-RU"/>
              </w:rPr>
              <w:t>30</w:t>
            </w:r>
            <w:r w:rsidRPr="00814C43">
              <w:rPr>
                <w:b/>
                <w:sz w:val="22"/>
                <w:szCs w:val="22"/>
              </w:rPr>
              <w:t xml:space="preserve"> 01 05 00 00 00 0000 000</w:t>
            </w:r>
          </w:p>
        </w:tc>
        <w:tc>
          <w:tcPr>
            <w:tcW w:w="3476" w:type="dxa"/>
          </w:tcPr>
          <w:p w:rsidR="00644900" w:rsidRDefault="00644900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Изменение остатка средств на счетах по учету бюджета</w:t>
            </w:r>
          </w:p>
        </w:tc>
        <w:tc>
          <w:tcPr>
            <w:tcW w:w="1701" w:type="dxa"/>
          </w:tcPr>
          <w:p w:rsidR="00644900" w:rsidRPr="00814C43" w:rsidRDefault="00644900" w:rsidP="000D55C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4900" w:rsidTr="00C07248">
        <w:trPr>
          <w:trHeight w:val="537"/>
        </w:trPr>
        <w:tc>
          <w:tcPr>
            <w:tcW w:w="2869" w:type="dxa"/>
          </w:tcPr>
          <w:p w:rsidR="00644900" w:rsidRPr="00814C43" w:rsidRDefault="00644900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930 01 05 00 00 00 0000  500</w:t>
            </w:r>
          </w:p>
        </w:tc>
        <w:tc>
          <w:tcPr>
            <w:tcW w:w="3476" w:type="dxa"/>
          </w:tcPr>
          <w:p w:rsidR="00644900" w:rsidRPr="00F7266A" w:rsidRDefault="00644900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остатков средств бюджетов</w:t>
            </w:r>
          </w:p>
        </w:tc>
        <w:tc>
          <w:tcPr>
            <w:tcW w:w="1701" w:type="dxa"/>
          </w:tcPr>
          <w:p w:rsidR="00644900" w:rsidRPr="00814C43" w:rsidRDefault="00644900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-1187705,42</w:t>
            </w:r>
            <w:r>
              <w:rPr>
                <w:lang w:val="ru-RU"/>
              </w:rPr>
              <w:t xml:space="preserve">                            </w:t>
            </w:r>
          </w:p>
        </w:tc>
      </w:tr>
      <w:tr w:rsidR="00644900" w:rsidTr="00C07248">
        <w:trPr>
          <w:trHeight w:val="537"/>
        </w:trPr>
        <w:tc>
          <w:tcPr>
            <w:tcW w:w="2869" w:type="dxa"/>
          </w:tcPr>
          <w:p w:rsidR="00644900" w:rsidRPr="00814C43" w:rsidRDefault="00644900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930 01 05 02 00 00 0000  500</w:t>
            </w:r>
          </w:p>
        </w:tc>
        <w:tc>
          <w:tcPr>
            <w:tcW w:w="3476" w:type="dxa"/>
          </w:tcPr>
          <w:p w:rsidR="00644900" w:rsidRPr="00F7266A" w:rsidRDefault="00644900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644900" w:rsidRPr="00814C43" w:rsidRDefault="00644900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-1187705,42</w:t>
            </w:r>
          </w:p>
        </w:tc>
      </w:tr>
      <w:tr w:rsidR="00644900" w:rsidTr="00C07248">
        <w:trPr>
          <w:trHeight w:val="537"/>
        </w:trPr>
        <w:tc>
          <w:tcPr>
            <w:tcW w:w="2869" w:type="dxa"/>
          </w:tcPr>
          <w:p w:rsidR="00644900" w:rsidRPr="00814C43" w:rsidRDefault="00644900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930 01 05 02 01 00 0000 510</w:t>
            </w:r>
          </w:p>
        </w:tc>
        <w:tc>
          <w:tcPr>
            <w:tcW w:w="3476" w:type="dxa"/>
          </w:tcPr>
          <w:p w:rsidR="00644900" w:rsidRPr="00F7266A" w:rsidRDefault="00644900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 прочих остатков денежных средств бюджетов</w:t>
            </w:r>
          </w:p>
        </w:tc>
        <w:tc>
          <w:tcPr>
            <w:tcW w:w="1701" w:type="dxa"/>
          </w:tcPr>
          <w:p w:rsidR="00644900" w:rsidRPr="00814C43" w:rsidRDefault="00644900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-1187705,42</w:t>
            </w:r>
          </w:p>
        </w:tc>
      </w:tr>
      <w:tr w:rsidR="00644900" w:rsidTr="00C07248">
        <w:trPr>
          <w:trHeight w:val="537"/>
        </w:trPr>
        <w:tc>
          <w:tcPr>
            <w:tcW w:w="2869" w:type="dxa"/>
          </w:tcPr>
          <w:p w:rsidR="00644900" w:rsidRPr="00814C43" w:rsidRDefault="00644900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930 01 05 02 01 10 0000 510</w:t>
            </w:r>
          </w:p>
        </w:tc>
        <w:tc>
          <w:tcPr>
            <w:tcW w:w="3476" w:type="dxa"/>
          </w:tcPr>
          <w:p w:rsidR="00644900" w:rsidRPr="00F7266A" w:rsidRDefault="00644900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</w:tcPr>
          <w:p w:rsidR="00644900" w:rsidRPr="00814C43" w:rsidRDefault="00644900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-1187705,42</w:t>
            </w:r>
          </w:p>
        </w:tc>
      </w:tr>
      <w:tr w:rsidR="00644900" w:rsidTr="00C07248">
        <w:trPr>
          <w:trHeight w:val="504"/>
        </w:trPr>
        <w:tc>
          <w:tcPr>
            <w:tcW w:w="2869" w:type="dxa"/>
          </w:tcPr>
          <w:p w:rsidR="00644900" w:rsidRPr="00814C43" w:rsidRDefault="00644900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01 05 00 00 00 0000 600</w:t>
            </w:r>
          </w:p>
          <w:p w:rsidR="00644900" w:rsidRPr="00814C43" w:rsidRDefault="00644900" w:rsidP="00814C43">
            <w:pPr>
              <w:rPr>
                <w:sz w:val="22"/>
                <w:szCs w:val="22"/>
              </w:rPr>
            </w:pPr>
          </w:p>
        </w:tc>
        <w:tc>
          <w:tcPr>
            <w:tcW w:w="3476" w:type="dxa"/>
          </w:tcPr>
          <w:p w:rsidR="00644900" w:rsidRPr="00DF424F" w:rsidRDefault="00644900" w:rsidP="00814C43">
            <w:pPr>
              <w:ind w:left="-22"/>
              <w:rPr>
                <w:lang w:val="ru-RU"/>
              </w:rPr>
            </w:pPr>
            <w:r>
              <w:rPr>
                <w:lang w:val="ru-RU"/>
              </w:rPr>
              <w:t>Уменьшение  остатков средств бюджетов</w:t>
            </w:r>
          </w:p>
          <w:p w:rsidR="00644900" w:rsidRDefault="00644900" w:rsidP="00814C43"/>
        </w:tc>
        <w:tc>
          <w:tcPr>
            <w:tcW w:w="1701" w:type="dxa"/>
          </w:tcPr>
          <w:p w:rsidR="00644900" w:rsidRPr="00814C43" w:rsidRDefault="00644900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1120529,72</w:t>
            </w:r>
          </w:p>
        </w:tc>
      </w:tr>
      <w:tr w:rsidR="00644900" w:rsidTr="00C07248">
        <w:tc>
          <w:tcPr>
            <w:tcW w:w="2869" w:type="dxa"/>
          </w:tcPr>
          <w:p w:rsidR="00644900" w:rsidRPr="00814C43" w:rsidRDefault="00644900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01 05 02 00 00 0000 600</w:t>
            </w:r>
          </w:p>
        </w:tc>
        <w:tc>
          <w:tcPr>
            <w:tcW w:w="3476" w:type="dxa"/>
          </w:tcPr>
          <w:p w:rsidR="00644900" w:rsidRDefault="00644900" w:rsidP="00814C43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644900" w:rsidRPr="00814C43" w:rsidRDefault="00644900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1120529,72</w:t>
            </w:r>
          </w:p>
        </w:tc>
      </w:tr>
      <w:tr w:rsidR="00644900" w:rsidTr="00C07248">
        <w:tc>
          <w:tcPr>
            <w:tcW w:w="2869" w:type="dxa"/>
          </w:tcPr>
          <w:p w:rsidR="00644900" w:rsidRPr="00814C43" w:rsidRDefault="00644900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01 05 02 01 00 0000 610</w:t>
            </w:r>
          </w:p>
        </w:tc>
        <w:tc>
          <w:tcPr>
            <w:tcW w:w="3476" w:type="dxa"/>
          </w:tcPr>
          <w:p w:rsidR="00644900" w:rsidRDefault="00644900" w:rsidP="00814C43">
            <w:pPr>
              <w:rPr>
                <w:lang w:val="ru-RU"/>
              </w:rPr>
            </w:pPr>
            <w:r>
              <w:rPr>
                <w:lang w:val="ru-RU"/>
              </w:rPr>
              <w:t>Уменьшение  прочих остатков денежных средств бюджетов</w:t>
            </w:r>
          </w:p>
        </w:tc>
        <w:tc>
          <w:tcPr>
            <w:tcW w:w="1701" w:type="dxa"/>
          </w:tcPr>
          <w:p w:rsidR="00644900" w:rsidRPr="00814C43" w:rsidRDefault="00644900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1120529,72</w:t>
            </w:r>
          </w:p>
        </w:tc>
      </w:tr>
      <w:tr w:rsidR="00644900" w:rsidTr="00C07248">
        <w:tc>
          <w:tcPr>
            <w:tcW w:w="2869" w:type="dxa"/>
          </w:tcPr>
          <w:p w:rsidR="00644900" w:rsidRPr="00814C43" w:rsidRDefault="00644900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01 05 02 01 10 0000 610</w:t>
            </w:r>
          </w:p>
        </w:tc>
        <w:tc>
          <w:tcPr>
            <w:tcW w:w="3476" w:type="dxa"/>
          </w:tcPr>
          <w:p w:rsidR="00644900" w:rsidRDefault="00644900" w:rsidP="00814C43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</w:tcPr>
          <w:p w:rsidR="00644900" w:rsidRPr="00814C43" w:rsidRDefault="00644900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1120529,72</w:t>
            </w:r>
          </w:p>
        </w:tc>
      </w:tr>
      <w:tr w:rsidR="00644900" w:rsidRPr="00C07248" w:rsidTr="00C07248">
        <w:tc>
          <w:tcPr>
            <w:tcW w:w="6345" w:type="dxa"/>
            <w:gridSpan w:val="2"/>
          </w:tcPr>
          <w:p w:rsidR="00644900" w:rsidRDefault="00644900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 источников внутреннего финансирования дефицита</w:t>
            </w:r>
          </w:p>
        </w:tc>
        <w:tc>
          <w:tcPr>
            <w:tcW w:w="1701" w:type="dxa"/>
          </w:tcPr>
          <w:p w:rsidR="00644900" w:rsidRPr="00814C43" w:rsidRDefault="00644900" w:rsidP="000D55CC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</w:tbl>
    <w:p w:rsidR="00644900" w:rsidRPr="00C07248" w:rsidRDefault="00644900" w:rsidP="00DF76A2">
      <w:pPr>
        <w:rPr>
          <w:lang w:val="ru-RU"/>
        </w:rPr>
      </w:pPr>
      <w:r w:rsidRPr="00C07248">
        <w:rPr>
          <w:lang w:val="ru-RU"/>
        </w:rPr>
        <w:tab/>
      </w:r>
    </w:p>
    <w:p w:rsidR="00644900" w:rsidRPr="00C07248" w:rsidRDefault="00644900" w:rsidP="00DF76A2">
      <w:pPr>
        <w:ind w:left="180"/>
        <w:rPr>
          <w:lang w:val="ru-RU"/>
        </w:rPr>
      </w:pPr>
    </w:p>
    <w:p w:rsidR="00644900" w:rsidRPr="00C07248" w:rsidRDefault="00644900" w:rsidP="00DF76A2">
      <w:pPr>
        <w:rPr>
          <w:lang w:val="ru-RU"/>
        </w:rPr>
      </w:pPr>
    </w:p>
    <w:p w:rsidR="00644900" w:rsidRPr="00C07248" w:rsidRDefault="00644900" w:rsidP="00DF76A2">
      <w:pPr>
        <w:jc w:val="both"/>
        <w:rPr>
          <w:lang w:val="ru-RU"/>
        </w:rPr>
      </w:pPr>
    </w:p>
    <w:p w:rsidR="00644900" w:rsidRDefault="00644900" w:rsidP="00DF76A2">
      <w:pPr>
        <w:jc w:val="both"/>
        <w:rPr>
          <w:lang w:val="ru-RU"/>
        </w:rPr>
      </w:pPr>
    </w:p>
    <w:p w:rsidR="00644900" w:rsidRDefault="00644900" w:rsidP="00DF76A2">
      <w:pPr>
        <w:jc w:val="both"/>
        <w:rPr>
          <w:lang w:val="ru-RU"/>
        </w:rPr>
      </w:pPr>
    </w:p>
    <w:p w:rsidR="00644900" w:rsidRDefault="00644900" w:rsidP="00DF76A2">
      <w:pPr>
        <w:jc w:val="both"/>
        <w:rPr>
          <w:lang w:val="ru-RU"/>
        </w:rPr>
      </w:pPr>
    </w:p>
    <w:p w:rsidR="00644900" w:rsidRPr="00C07248" w:rsidRDefault="00644900" w:rsidP="00DF76A2">
      <w:pPr>
        <w:rPr>
          <w:lang w:val="ru-RU"/>
        </w:rPr>
      </w:pPr>
    </w:p>
    <w:sectPr w:rsidR="00644900" w:rsidRPr="00C07248" w:rsidSect="00814C43">
      <w:pgSz w:w="11906" w:h="16838"/>
      <w:pgMar w:top="1134" w:right="284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900" w:rsidRDefault="00644900" w:rsidP="00686D8F">
      <w:r>
        <w:separator/>
      </w:r>
    </w:p>
  </w:endnote>
  <w:endnote w:type="continuationSeparator" w:id="0">
    <w:p w:rsidR="00644900" w:rsidRDefault="00644900" w:rsidP="00686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900" w:rsidRDefault="00644900" w:rsidP="00686D8F">
      <w:r>
        <w:separator/>
      </w:r>
    </w:p>
  </w:footnote>
  <w:footnote w:type="continuationSeparator" w:id="0">
    <w:p w:rsidR="00644900" w:rsidRDefault="00644900" w:rsidP="00686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96A"/>
    <w:rsid w:val="0000023B"/>
    <w:rsid w:val="00000266"/>
    <w:rsid w:val="00000431"/>
    <w:rsid w:val="000009FD"/>
    <w:rsid w:val="00000F7C"/>
    <w:rsid w:val="000010DE"/>
    <w:rsid w:val="00001468"/>
    <w:rsid w:val="000015D0"/>
    <w:rsid w:val="000018C1"/>
    <w:rsid w:val="00001B00"/>
    <w:rsid w:val="00001B86"/>
    <w:rsid w:val="00001ED7"/>
    <w:rsid w:val="0000235E"/>
    <w:rsid w:val="0000235F"/>
    <w:rsid w:val="00002572"/>
    <w:rsid w:val="0000274F"/>
    <w:rsid w:val="00002D08"/>
    <w:rsid w:val="0000330F"/>
    <w:rsid w:val="00003765"/>
    <w:rsid w:val="000038CD"/>
    <w:rsid w:val="00003B2C"/>
    <w:rsid w:val="00006B2B"/>
    <w:rsid w:val="00006CCD"/>
    <w:rsid w:val="00006EF1"/>
    <w:rsid w:val="000075FE"/>
    <w:rsid w:val="00007FD8"/>
    <w:rsid w:val="00010051"/>
    <w:rsid w:val="0001090D"/>
    <w:rsid w:val="00010C94"/>
    <w:rsid w:val="000115B3"/>
    <w:rsid w:val="00011DBB"/>
    <w:rsid w:val="00013569"/>
    <w:rsid w:val="000135FB"/>
    <w:rsid w:val="00014B98"/>
    <w:rsid w:val="00015455"/>
    <w:rsid w:val="00015641"/>
    <w:rsid w:val="0001566B"/>
    <w:rsid w:val="00015BFA"/>
    <w:rsid w:val="000165E3"/>
    <w:rsid w:val="00017071"/>
    <w:rsid w:val="00017A72"/>
    <w:rsid w:val="00017DBD"/>
    <w:rsid w:val="000200E5"/>
    <w:rsid w:val="00021361"/>
    <w:rsid w:val="00022994"/>
    <w:rsid w:val="00022A78"/>
    <w:rsid w:val="000232CD"/>
    <w:rsid w:val="00023FF7"/>
    <w:rsid w:val="0002490D"/>
    <w:rsid w:val="0002569B"/>
    <w:rsid w:val="0002606F"/>
    <w:rsid w:val="00026A68"/>
    <w:rsid w:val="000279F3"/>
    <w:rsid w:val="00027C18"/>
    <w:rsid w:val="000304E5"/>
    <w:rsid w:val="000309A5"/>
    <w:rsid w:val="00030EFD"/>
    <w:rsid w:val="00030F0A"/>
    <w:rsid w:val="00030FC3"/>
    <w:rsid w:val="0003103F"/>
    <w:rsid w:val="0003118D"/>
    <w:rsid w:val="000311FF"/>
    <w:rsid w:val="00031460"/>
    <w:rsid w:val="00031E44"/>
    <w:rsid w:val="00031EB3"/>
    <w:rsid w:val="00032D92"/>
    <w:rsid w:val="000332A6"/>
    <w:rsid w:val="000343DA"/>
    <w:rsid w:val="00034533"/>
    <w:rsid w:val="00035391"/>
    <w:rsid w:val="0003569A"/>
    <w:rsid w:val="00035C4F"/>
    <w:rsid w:val="0003614E"/>
    <w:rsid w:val="00036733"/>
    <w:rsid w:val="00036875"/>
    <w:rsid w:val="00036AB1"/>
    <w:rsid w:val="00036C1E"/>
    <w:rsid w:val="00037847"/>
    <w:rsid w:val="00037A0A"/>
    <w:rsid w:val="0004076E"/>
    <w:rsid w:val="00040D9C"/>
    <w:rsid w:val="00042833"/>
    <w:rsid w:val="00042CA3"/>
    <w:rsid w:val="00042E7A"/>
    <w:rsid w:val="0004371D"/>
    <w:rsid w:val="00043911"/>
    <w:rsid w:val="0004432E"/>
    <w:rsid w:val="00044872"/>
    <w:rsid w:val="00044F0D"/>
    <w:rsid w:val="000450B5"/>
    <w:rsid w:val="0004528A"/>
    <w:rsid w:val="000453E3"/>
    <w:rsid w:val="00045E1A"/>
    <w:rsid w:val="000469F4"/>
    <w:rsid w:val="0004720C"/>
    <w:rsid w:val="00047C07"/>
    <w:rsid w:val="00047FB3"/>
    <w:rsid w:val="0005104C"/>
    <w:rsid w:val="0005144E"/>
    <w:rsid w:val="0005159B"/>
    <w:rsid w:val="0005229A"/>
    <w:rsid w:val="00052584"/>
    <w:rsid w:val="00052944"/>
    <w:rsid w:val="00052C1D"/>
    <w:rsid w:val="00052D5B"/>
    <w:rsid w:val="000537FA"/>
    <w:rsid w:val="00054312"/>
    <w:rsid w:val="000545FA"/>
    <w:rsid w:val="0005493E"/>
    <w:rsid w:val="00055289"/>
    <w:rsid w:val="00055291"/>
    <w:rsid w:val="00055455"/>
    <w:rsid w:val="000554CF"/>
    <w:rsid w:val="000554F8"/>
    <w:rsid w:val="0005648E"/>
    <w:rsid w:val="00056AA9"/>
    <w:rsid w:val="00056B5E"/>
    <w:rsid w:val="000578AD"/>
    <w:rsid w:val="00057FBF"/>
    <w:rsid w:val="00060E4F"/>
    <w:rsid w:val="00060FF8"/>
    <w:rsid w:val="0006121A"/>
    <w:rsid w:val="0006131A"/>
    <w:rsid w:val="000613D0"/>
    <w:rsid w:val="0006145B"/>
    <w:rsid w:val="00061944"/>
    <w:rsid w:val="00061CB2"/>
    <w:rsid w:val="00062168"/>
    <w:rsid w:val="000625E3"/>
    <w:rsid w:val="0006264E"/>
    <w:rsid w:val="00063940"/>
    <w:rsid w:val="00063EDF"/>
    <w:rsid w:val="00064CAC"/>
    <w:rsid w:val="000650E7"/>
    <w:rsid w:val="00065A13"/>
    <w:rsid w:val="00065A6F"/>
    <w:rsid w:val="00066718"/>
    <w:rsid w:val="00067002"/>
    <w:rsid w:val="00067A51"/>
    <w:rsid w:val="00067F85"/>
    <w:rsid w:val="000700DB"/>
    <w:rsid w:val="00070A68"/>
    <w:rsid w:val="00070AAB"/>
    <w:rsid w:val="000717CA"/>
    <w:rsid w:val="000729FD"/>
    <w:rsid w:val="00072EFA"/>
    <w:rsid w:val="00073D63"/>
    <w:rsid w:val="000742C4"/>
    <w:rsid w:val="00074872"/>
    <w:rsid w:val="00075073"/>
    <w:rsid w:val="0007508A"/>
    <w:rsid w:val="000755EC"/>
    <w:rsid w:val="00075D44"/>
    <w:rsid w:val="00075DC7"/>
    <w:rsid w:val="000761EA"/>
    <w:rsid w:val="000770C4"/>
    <w:rsid w:val="00080A4A"/>
    <w:rsid w:val="00080E55"/>
    <w:rsid w:val="00081884"/>
    <w:rsid w:val="0008190B"/>
    <w:rsid w:val="000824B2"/>
    <w:rsid w:val="00083216"/>
    <w:rsid w:val="00083C4B"/>
    <w:rsid w:val="00084EE4"/>
    <w:rsid w:val="0008514E"/>
    <w:rsid w:val="00085635"/>
    <w:rsid w:val="00086827"/>
    <w:rsid w:val="0008695A"/>
    <w:rsid w:val="00086A99"/>
    <w:rsid w:val="00087189"/>
    <w:rsid w:val="0008719E"/>
    <w:rsid w:val="0008740E"/>
    <w:rsid w:val="000875A3"/>
    <w:rsid w:val="000879E5"/>
    <w:rsid w:val="00090762"/>
    <w:rsid w:val="00091528"/>
    <w:rsid w:val="00091582"/>
    <w:rsid w:val="00092C34"/>
    <w:rsid w:val="00094703"/>
    <w:rsid w:val="00094F35"/>
    <w:rsid w:val="00095910"/>
    <w:rsid w:val="00095DBA"/>
    <w:rsid w:val="00097975"/>
    <w:rsid w:val="000A043D"/>
    <w:rsid w:val="000A1EEF"/>
    <w:rsid w:val="000A2392"/>
    <w:rsid w:val="000A259A"/>
    <w:rsid w:val="000A263D"/>
    <w:rsid w:val="000A29B9"/>
    <w:rsid w:val="000A3305"/>
    <w:rsid w:val="000A3595"/>
    <w:rsid w:val="000A3900"/>
    <w:rsid w:val="000A3E3D"/>
    <w:rsid w:val="000A491C"/>
    <w:rsid w:val="000A4B95"/>
    <w:rsid w:val="000A4D3F"/>
    <w:rsid w:val="000A4DAF"/>
    <w:rsid w:val="000A4DE0"/>
    <w:rsid w:val="000A51EF"/>
    <w:rsid w:val="000A520F"/>
    <w:rsid w:val="000A5CEA"/>
    <w:rsid w:val="000A5E86"/>
    <w:rsid w:val="000A62B1"/>
    <w:rsid w:val="000A698A"/>
    <w:rsid w:val="000A743F"/>
    <w:rsid w:val="000A7841"/>
    <w:rsid w:val="000A7C23"/>
    <w:rsid w:val="000B0EF4"/>
    <w:rsid w:val="000B1408"/>
    <w:rsid w:val="000B1EBB"/>
    <w:rsid w:val="000B2605"/>
    <w:rsid w:val="000B2883"/>
    <w:rsid w:val="000B2C56"/>
    <w:rsid w:val="000B3120"/>
    <w:rsid w:val="000B3258"/>
    <w:rsid w:val="000B3303"/>
    <w:rsid w:val="000B3508"/>
    <w:rsid w:val="000B366D"/>
    <w:rsid w:val="000B3D65"/>
    <w:rsid w:val="000B40D0"/>
    <w:rsid w:val="000B41D8"/>
    <w:rsid w:val="000B4567"/>
    <w:rsid w:val="000B4EDB"/>
    <w:rsid w:val="000B637C"/>
    <w:rsid w:val="000B791C"/>
    <w:rsid w:val="000C064B"/>
    <w:rsid w:val="000C090B"/>
    <w:rsid w:val="000C0CEE"/>
    <w:rsid w:val="000C0EB4"/>
    <w:rsid w:val="000C10CE"/>
    <w:rsid w:val="000C14CE"/>
    <w:rsid w:val="000C3F31"/>
    <w:rsid w:val="000C3FBE"/>
    <w:rsid w:val="000C41A1"/>
    <w:rsid w:val="000C42CC"/>
    <w:rsid w:val="000C457C"/>
    <w:rsid w:val="000C4A4C"/>
    <w:rsid w:val="000C4E1C"/>
    <w:rsid w:val="000C4F5B"/>
    <w:rsid w:val="000C52E2"/>
    <w:rsid w:val="000C54DA"/>
    <w:rsid w:val="000C65A0"/>
    <w:rsid w:val="000C664F"/>
    <w:rsid w:val="000C6743"/>
    <w:rsid w:val="000C689B"/>
    <w:rsid w:val="000C728B"/>
    <w:rsid w:val="000C7CF2"/>
    <w:rsid w:val="000D1B55"/>
    <w:rsid w:val="000D2D3F"/>
    <w:rsid w:val="000D31F2"/>
    <w:rsid w:val="000D37DF"/>
    <w:rsid w:val="000D388F"/>
    <w:rsid w:val="000D38E6"/>
    <w:rsid w:val="000D3C4B"/>
    <w:rsid w:val="000D427E"/>
    <w:rsid w:val="000D450C"/>
    <w:rsid w:val="000D55CC"/>
    <w:rsid w:val="000D5E41"/>
    <w:rsid w:val="000D6D38"/>
    <w:rsid w:val="000D757B"/>
    <w:rsid w:val="000E0087"/>
    <w:rsid w:val="000E0141"/>
    <w:rsid w:val="000E0D44"/>
    <w:rsid w:val="000E270F"/>
    <w:rsid w:val="000E385C"/>
    <w:rsid w:val="000E44F7"/>
    <w:rsid w:val="000E4711"/>
    <w:rsid w:val="000E5270"/>
    <w:rsid w:val="000E54A1"/>
    <w:rsid w:val="000E56BC"/>
    <w:rsid w:val="000E5E7F"/>
    <w:rsid w:val="000E611C"/>
    <w:rsid w:val="000E6C2B"/>
    <w:rsid w:val="000E6F6B"/>
    <w:rsid w:val="000E71CC"/>
    <w:rsid w:val="000E7620"/>
    <w:rsid w:val="000F0747"/>
    <w:rsid w:val="000F0B62"/>
    <w:rsid w:val="000F0DC1"/>
    <w:rsid w:val="000F1088"/>
    <w:rsid w:val="000F12D5"/>
    <w:rsid w:val="000F19AA"/>
    <w:rsid w:val="000F1F23"/>
    <w:rsid w:val="000F3827"/>
    <w:rsid w:val="000F3E13"/>
    <w:rsid w:val="000F44D6"/>
    <w:rsid w:val="000F488D"/>
    <w:rsid w:val="000F4E40"/>
    <w:rsid w:val="000F50C7"/>
    <w:rsid w:val="000F54A9"/>
    <w:rsid w:val="000F58EC"/>
    <w:rsid w:val="000F6109"/>
    <w:rsid w:val="000F6251"/>
    <w:rsid w:val="000F7807"/>
    <w:rsid w:val="001000DC"/>
    <w:rsid w:val="0010014F"/>
    <w:rsid w:val="00100248"/>
    <w:rsid w:val="00100BB1"/>
    <w:rsid w:val="00100C0F"/>
    <w:rsid w:val="001017FE"/>
    <w:rsid w:val="001027F4"/>
    <w:rsid w:val="00102EA1"/>
    <w:rsid w:val="0010342A"/>
    <w:rsid w:val="00104103"/>
    <w:rsid w:val="001042E2"/>
    <w:rsid w:val="00104C1E"/>
    <w:rsid w:val="00105AB1"/>
    <w:rsid w:val="00106CFA"/>
    <w:rsid w:val="00107E29"/>
    <w:rsid w:val="00107FD0"/>
    <w:rsid w:val="00110D38"/>
    <w:rsid w:val="00111569"/>
    <w:rsid w:val="001117A6"/>
    <w:rsid w:val="00111998"/>
    <w:rsid w:val="001128F7"/>
    <w:rsid w:val="00113132"/>
    <w:rsid w:val="00113B6F"/>
    <w:rsid w:val="00113CD4"/>
    <w:rsid w:val="001140D6"/>
    <w:rsid w:val="00114771"/>
    <w:rsid w:val="0011583E"/>
    <w:rsid w:val="00115BC2"/>
    <w:rsid w:val="0011749A"/>
    <w:rsid w:val="001204D1"/>
    <w:rsid w:val="001207BB"/>
    <w:rsid w:val="00120BDC"/>
    <w:rsid w:val="00121096"/>
    <w:rsid w:val="001216C7"/>
    <w:rsid w:val="001217F5"/>
    <w:rsid w:val="00121872"/>
    <w:rsid w:val="00121F01"/>
    <w:rsid w:val="001221C5"/>
    <w:rsid w:val="00123365"/>
    <w:rsid w:val="0012391D"/>
    <w:rsid w:val="00123A12"/>
    <w:rsid w:val="00123DAC"/>
    <w:rsid w:val="00124161"/>
    <w:rsid w:val="001246FC"/>
    <w:rsid w:val="00124803"/>
    <w:rsid w:val="001256AD"/>
    <w:rsid w:val="001260FD"/>
    <w:rsid w:val="001265BE"/>
    <w:rsid w:val="001267C5"/>
    <w:rsid w:val="00127165"/>
    <w:rsid w:val="001271E4"/>
    <w:rsid w:val="0012789E"/>
    <w:rsid w:val="00130643"/>
    <w:rsid w:val="00131186"/>
    <w:rsid w:val="00132336"/>
    <w:rsid w:val="0013274F"/>
    <w:rsid w:val="00133075"/>
    <w:rsid w:val="00133407"/>
    <w:rsid w:val="00133D2C"/>
    <w:rsid w:val="00133E6D"/>
    <w:rsid w:val="00133F96"/>
    <w:rsid w:val="00133FCF"/>
    <w:rsid w:val="001365E0"/>
    <w:rsid w:val="00136621"/>
    <w:rsid w:val="00136C17"/>
    <w:rsid w:val="001374B3"/>
    <w:rsid w:val="001376B2"/>
    <w:rsid w:val="00137F41"/>
    <w:rsid w:val="0014065B"/>
    <w:rsid w:val="00140CBF"/>
    <w:rsid w:val="00140CDD"/>
    <w:rsid w:val="00141361"/>
    <w:rsid w:val="00141462"/>
    <w:rsid w:val="0014182B"/>
    <w:rsid w:val="00141A1D"/>
    <w:rsid w:val="001424FC"/>
    <w:rsid w:val="00143060"/>
    <w:rsid w:val="0014313C"/>
    <w:rsid w:val="00143764"/>
    <w:rsid w:val="001437D8"/>
    <w:rsid w:val="001443F7"/>
    <w:rsid w:val="00144489"/>
    <w:rsid w:val="00144867"/>
    <w:rsid w:val="0014527C"/>
    <w:rsid w:val="001452A5"/>
    <w:rsid w:val="00146220"/>
    <w:rsid w:val="001462F6"/>
    <w:rsid w:val="001464F6"/>
    <w:rsid w:val="001468FC"/>
    <w:rsid w:val="00146BDD"/>
    <w:rsid w:val="00147190"/>
    <w:rsid w:val="00147219"/>
    <w:rsid w:val="0015056A"/>
    <w:rsid w:val="001514B5"/>
    <w:rsid w:val="00151D68"/>
    <w:rsid w:val="001520A6"/>
    <w:rsid w:val="00152439"/>
    <w:rsid w:val="001527AB"/>
    <w:rsid w:val="00152ADA"/>
    <w:rsid w:val="0015462F"/>
    <w:rsid w:val="001556D2"/>
    <w:rsid w:val="001563C4"/>
    <w:rsid w:val="0015660B"/>
    <w:rsid w:val="001574A3"/>
    <w:rsid w:val="00157F0E"/>
    <w:rsid w:val="001600F9"/>
    <w:rsid w:val="00160449"/>
    <w:rsid w:val="00160D39"/>
    <w:rsid w:val="00161EB7"/>
    <w:rsid w:val="0016212D"/>
    <w:rsid w:val="00162316"/>
    <w:rsid w:val="00163D12"/>
    <w:rsid w:val="00164614"/>
    <w:rsid w:val="00164641"/>
    <w:rsid w:val="001647D1"/>
    <w:rsid w:val="00164853"/>
    <w:rsid w:val="001648E6"/>
    <w:rsid w:val="00165080"/>
    <w:rsid w:val="001650FD"/>
    <w:rsid w:val="00165E73"/>
    <w:rsid w:val="001666B4"/>
    <w:rsid w:val="00166709"/>
    <w:rsid w:val="0016678D"/>
    <w:rsid w:val="00166A5A"/>
    <w:rsid w:val="00166AE9"/>
    <w:rsid w:val="0016742B"/>
    <w:rsid w:val="00167B95"/>
    <w:rsid w:val="00170770"/>
    <w:rsid w:val="001711FF"/>
    <w:rsid w:val="00171EDF"/>
    <w:rsid w:val="00172512"/>
    <w:rsid w:val="0017318A"/>
    <w:rsid w:val="00173B82"/>
    <w:rsid w:val="00174185"/>
    <w:rsid w:val="001741D8"/>
    <w:rsid w:val="0017444C"/>
    <w:rsid w:val="0017589A"/>
    <w:rsid w:val="00175FFA"/>
    <w:rsid w:val="0017608A"/>
    <w:rsid w:val="00176294"/>
    <w:rsid w:val="00176811"/>
    <w:rsid w:val="00176E94"/>
    <w:rsid w:val="00176FE4"/>
    <w:rsid w:val="00177688"/>
    <w:rsid w:val="00177958"/>
    <w:rsid w:val="001779CE"/>
    <w:rsid w:val="001804D6"/>
    <w:rsid w:val="001807A7"/>
    <w:rsid w:val="00180BEA"/>
    <w:rsid w:val="00180D40"/>
    <w:rsid w:val="00180E2F"/>
    <w:rsid w:val="00180EEE"/>
    <w:rsid w:val="00181076"/>
    <w:rsid w:val="00182185"/>
    <w:rsid w:val="001821BA"/>
    <w:rsid w:val="001822AE"/>
    <w:rsid w:val="00182AB4"/>
    <w:rsid w:val="00182CBE"/>
    <w:rsid w:val="00183133"/>
    <w:rsid w:val="0018328F"/>
    <w:rsid w:val="001834B1"/>
    <w:rsid w:val="00183501"/>
    <w:rsid w:val="00183A50"/>
    <w:rsid w:val="00183B33"/>
    <w:rsid w:val="00184FDE"/>
    <w:rsid w:val="00185732"/>
    <w:rsid w:val="0018591D"/>
    <w:rsid w:val="00185C81"/>
    <w:rsid w:val="0018637B"/>
    <w:rsid w:val="00186440"/>
    <w:rsid w:val="001867E3"/>
    <w:rsid w:val="00186DC8"/>
    <w:rsid w:val="00190003"/>
    <w:rsid w:val="00191460"/>
    <w:rsid w:val="00191558"/>
    <w:rsid w:val="0019173E"/>
    <w:rsid w:val="00191D99"/>
    <w:rsid w:val="00191DE6"/>
    <w:rsid w:val="001939A2"/>
    <w:rsid w:val="00193D74"/>
    <w:rsid w:val="0019468E"/>
    <w:rsid w:val="0019575F"/>
    <w:rsid w:val="00195C3F"/>
    <w:rsid w:val="001960BF"/>
    <w:rsid w:val="001969BA"/>
    <w:rsid w:val="00196B23"/>
    <w:rsid w:val="00197273"/>
    <w:rsid w:val="0019766A"/>
    <w:rsid w:val="001979C6"/>
    <w:rsid w:val="001A083F"/>
    <w:rsid w:val="001A13F8"/>
    <w:rsid w:val="001A1CD2"/>
    <w:rsid w:val="001A43AE"/>
    <w:rsid w:val="001A4DC1"/>
    <w:rsid w:val="001A5E01"/>
    <w:rsid w:val="001A6695"/>
    <w:rsid w:val="001A67CF"/>
    <w:rsid w:val="001A6E11"/>
    <w:rsid w:val="001A70F4"/>
    <w:rsid w:val="001B0291"/>
    <w:rsid w:val="001B097D"/>
    <w:rsid w:val="001B0C48"/>
    <w:rsid w:val="001B0D95"/>
    <w:rsid w:val="001B0F89"/>
    <w:rsid w:val="001B1EC9"/>
    <w:rsid w:val="001B35B7"/>
    <w:rsid w:val="001B4028"/>
    <w:rsid w:val="001B435C"/>
    <w:rsid w:val="001B43CC"/>
    <w:rsid w:val="001B4975"/>
    <w:rsid w:val="001B4A8F"/>
    <w:rsid w:val="001B5266"/>
    <w:rsid w:val="001B538A"/>
    <w:rsid w:val="001B5F1A"/>
    <w:rsid w:val="001B6A4D"/>
    <w:rsid w:val="001B7499"/>
    <w:rsid w:val="001B76FB"/>
    <w:rsid w:val="001B7E4C"/>
    <w:rsid w:val="001C154C"/>
    <w:rsid w:val="001C18AD"/>
    <w:rsid w:val="001C27CE"/>
    <w:rsid w:val="001C280A"/>
    <w:rsid w:val="001C2E1B"/>
    <w:rsid w:val="001C3176"/>
    <w:rsid w:val="001C35AB"/>
    <w:rsid w:val="001C371A"/>
    <w:rsid w:val="001C37AD"/>
    <w:rsid w:val="001C5050"/>
    <w:rsid w:val="001C5360"/>
    <w:rsid w:val="001C5377"/>
    <w:rsid w:val="001C5C05"/>
    <w:rsid w:val="001C6F8A"/>
    <w:rsid w:val="001C75F3"/>
    <w:rsid w:val="001C7910"/>
    <w:rsid w:val="001C7A78"/>
    <w:rsid w:val="001D05F3"/>
    <w:rsid w:val="001D06EB"/>
    <w:rsid w:val="001D11FE"/>
    <w:rsid w:val="001D1377"/>
    <w:rsid w:val="001D23E9"/>
    <w:rsid w:val="001D2548"/>
    <w:rsid w:val="001D26AA"/>
    <w:rsid w:val="001D26C7"/>
    <w:rsid w:val="001D295A"/>
    <w:rsid w:val="001D2AEF"/>
    <w:rsid w:val="001D3110"/>
    <w:rsid w:val="001D4058"/>
    <w:rsid w:val="001D57A7"/>
    <w:rsid w:val="001D5A61"/>
    <w:rsid w:val="001D5D84"/>
    <w:rsid w:val="001D6611"/>
    <w:rsid w:val="001D6A96"/>
    <w:rsid w:val="001D6C00"/>
    <w:rsid w:val="001D7B91"/>
    <w:rsid w:val="001D7EEB"/>
    <w:rsid w:val="001D7F72"/>
    <w:rsid w:val="001E0492"/>
    <w:rsid w:val="001E14BE"/>
    <w:rsid w:val="001E1CB4"/>
    <w:rsid w:val="001E27E9"/>
    <w:rsid w:val="001E2C3B"/>
    <w:rsid w:val="001E37A4"/>
    <w:rsid w:val="001E3CAE"/>
    <w:rsid w:val="001E3D57"/>
    <w:rsid w:val="001E4B4B"/>
    <w:rsid w:val="001E4D3A"/>
    <w:rsid w:val="001E4D89"/>
    <w:rsid w:val="001E5072"/>
    <w:rsid w:val="001E6EF1"/>
    <w:rsid w:val="001E72B9"/>
    <w:rsid w:val="001E74EE"/>
    <w:rsid w:val="001E7509"/>
    <w:rsid w:val="001F01E7"/>
    <w:rsid w:val="001F0E27"/>
    <w:rsid w:val="001F0E35"/>
    <w:rsid w:val="001F1A67"/>
    <w:rsid w:val="001F28C6"/>
    <w:rsid w:val="001F2C1F"/>
    <w:rsid w:val="001F2DF1"/>
    <w:rsid w:val="001F2F88"/>
    <w:rsid w:val="001F3E38"/>
    <w:rsid w:val="001F3F77"/>
    <w:rsid w:val="001F4409"/>
    <w:rsid w:val="001F4504"/>
    <w:rsid w:val="001F54BF"/>
    <w:rsid w:val="001F5B2B"/>
    <w:rsid w:val="001F5FF0"/>
    <w:rsid w:val="001F644B"/>
    <w:rsid w:val="001F644E"/>
    <w:rsid w:val="001F650A"/>
    <w:rsid w:val="002001C6"/>
    <w:rsid w:val="00200809"/>
    <w:rsid w:val="00200DF7"/>
    <w:rsid w:val="00201F8C"/>
    <w:rsid w:val="002022A9"/>
    <w:rsid w:val="00202AEA"/>
    <w:rsid w:val="002031A1"/>
    <w:rsid w:val="00203375"/>
    <w:rsid w:val="002033B7"/>
    <w:rsid w:val="00203B70"/>
    <w:rsid w:val="00203D33"/>
    <w:rsid w:val="00205CFE"/>
    <w:rsid w:val="00205E3F"/>
    <w:rsid w:val="0020644D"/>
    <w:rsid w:val="0020655A"/>
    <w:rsid w:val="00206B0E"/>
    <w:rsid w:val="00206E8B"/>
    <w:rsid w:val="00207534"/>
    <w:rsid w:val="00210331"/>
    <w:rsid w:val="002104B2"/>
    <w:rsid w:val="00210709"/>
    <w:rsid w:val="0021180B"/>
    <w:rsid w:val="00211B4E"/>
    <w:rsid w:val="002120B4"/>
    <w:rsid w:val="002122F5"/>
    <w:rsid w:val="0021287F"/>
    <w:rsid w:val="00212A10"/>
    <w:rsid w:val="00212EC7"/>
    <w:rsid w:val="002133F9"/>
    <w:rsid w:val="00213C10"/>
    <w:rsid w:val="0021457C"/>
    <w:rsid w:val="00214C7A"/>
    <w:rsid w:val="0021519F"/>
    <w:rsid w:val="0021560A"/>
    <w:rsid w:val="002156BE"/>
    <w:rsid w:val="00215B07"/>
    <w:rsid w:val="00215C5B"/>
    <w:rsid w:val="002168B9"/>
    <w:rsid w:val="002169D2"/>
    <w:rsid w:val="00217828"/>
    <w:rsid w:val="00217ED6"/>
    <w:rsid w:val="00220153"/>
    <w:rsid w:val="0022092F"/>
    <w:rsid w:val="00220C52"/>
    <w:rsid w:val="00221467"/>
    <w:rsid w:val="00222584"/>
    <w:rsid w:val="0022285A"/>
    <w:rsid w:val="002228B6"/>
    <w:rsid w:val="00222EA0"/>
    <w:rsid w:val="00223B7E"/>
    <w:rsid w:val="002247FC"/>
    <w:rsid w:val="00224E80"/>
    <w:rsid w:val="002254D7"/>
    <w:rsid w:val="00225585"/>
    <w:rsid w:val="002270C6"/>
    <w:rsid w:val="00227142"/>
    <w:rsid w:val="00227356"/>
    <w:rsid w:val="00227AEC"/>
    <w:rsid w:val="00227C21"/>
    <w:rsid w:val="00227EDF"/>
    <w:rsid w:val="00227FA7"/>
    <w:rsid w:val="002302B3"/>
    <w:rsid w:val="00230D77"/>
    <w:rsid w:val="00230E23"/>
    <w:rsid w:val="00230FD6"/>
    <w:rsid w:val="00231EBF"/>
    <w:rsid w:val="0023253E"/>
    <w:rsid w:val="00232564"/>
    <w:rsid w:val="00233772"/>
    <w:rsid w:val="00233E9C"/>
    <w:rsid w:val="0023427F"/>
    <w:rsid w:val="00234E58"/>
    <w:rsid w:val="00235760"/>
    <w:rsid w:val="00235F1B"/>
    <w:rsid w:val="0023604B"/>
    <w:rsid w:val="00236CEA"/>
    <w:rsid w:val="00237508"/>
    <w:rsid w:val="00237DF6"/>
    <w:rsid w:val="002400C4"/>
    <w:rsid w:val="00240118"/>
    <w:rsid w:val="002402C3"/>
    <w:rsid w:val="00240E80"/>
    <w:rsid w:val="00241139"/>
    <w:rsid w:val="00241682"/>
    <w:rsid w:val="002418A5"/>
    <w:rsid w:val="00241E97"/>
    <w:rsid w:val="002426B7"/>
    <w:rsid w:val="002442B0"/>
    <w:rsid w:val="002445EB"/>
    <w:rsid w:val="00244DAD"/>
    <w:rsid w:val="0024595F"/>
    <w:rsid w:val="00246856"/>
    <w:rsid w:val="00246D7C"/>
    <w:rsid w:val="0024774D"/>
    <w:rsid w:val="00247D31"/>
    <w:rsid w:val="002500E6"/>
    <w:rsid w:val="002508E0"/>
    <w:rsid w:val="002508F2"/>
    <w:rsid w:val="00252503"/>
    <w:rsid w:val="002525DF"/>
    <w:rsid w:val="00252A98"/>
    <w:rsid w:val="00252CA6"/>
    <w:rsid w:val="00252DCD"/>
    <w:rsid w:val="002539D9"/>
    <w:rsid w:val="0025523D"/>
    <w:rsid w:val="002555B9"/>
    <w:rsid w:val="0025571B"/>
    <w:rsid w:val="002558C5"/>
    <w:rsid w:val="002560E8"/>
    <w:rsid w:val="00256421"/>
    <w:rsid w:val="00256DE3"/>
    <w:rsid w:val="002577C3"/>
    <w:rsid w:val="00257D22"/>
    <w:rsid w:val="00257DC3"/>
    <w:rsid w:val="002616AA"/>
    <w:rsid w:val="002625AE"/>
    <w:rsid w:val="00263028"/>
    <w:rsid w:val="00264575"/>
    <w:rsid w:val="002646CF"/>
    <w:rsid w:val="00264709"/>
    <w:rsid w:val="002647FB"/>
    <w:rsid w:val="00264830"/>
    <w:rsid w:val="00264E9A"/>
    <w:rsid w:val="002653DB"/>
    <w:rsid w:val="00265503"/>
    <w:rsid w:val="002655ED"/>
    <w:rsid w:val="002659CD"/>
    <w:rsid w:val="00266C17"/>
    <w:rsid w:val="00266C46"/>
    <w:rsid w:val="00266EE9"/>
    <w:rsid w:val="00267241"/>
    <w:rsid w:val="0026744F"/>
    <w:rsid w:val="00267D17"/>
    <w:rsid w:val="00267D4F"/>
    <w:rsid w:val="00267D50"/>
    <w:rsid w:val="00270003"/>
    <w:rsid w:val="00271756"/>
    <w:rsid w:val="00271B4D"/>
    <w:rsid w:val="00271C6D"/>
    <w:rsid w:val="00271D74"/>
    <w:rsid w:val="0027215D"/>
    <w:rsid w:val="002724BA"/>
    <w:rsid w:val="002730C3"/>
    <w:rsid w:val="00273C8F"/>
    <w:rsid w:val="00274146"/>
    <w:rsid w:val="00274564"/>
    <w:rsid w:val="002745A4"/>
    <w:rsid w:val="002756E6"/>
    <w:rsid w:val="00276559"/>
    <w:rsid w:val="002769A6"/>
    <w:rsid w:val="0027705B"/>
    <w:rsid w:val="00277453"/>
    <w:rsid w:val="0028024C"/>
    <w:rsid w:val="00280CFB"/>
    <w:rsid w:val="00281C44"/>
    <w:rsid w:val="00282652"/>
    <w:rsid w:val="00283040"/>
    <w:rsid w:val="002837F0"/>
    <w:rsid w:val="002842F4"/>
    <w:rsid w:val="00284580"/>
    <w:rsid w:val="002848A3"/>
    <w:rsid w:val="002853DF"/>
    <w:rsid w:val="002862B0"/>
    <w:rsid w:val="00286F3B"/>
    <w:rsid w:val="002907E0"/>
    <w:rsid w:val="00290C80"/>
    <w:rsid w:val="002915F4"/>
    <w:rsid w:val="00291851"/>
    <w:rsid w:val="00291A5F"/>
    <w:rsid w:val="00291CE3"/>
    <w:rsid w:val="002925EC"/>
    <w:rsid w:val="00292E1F"/>
    <w:rsid w:val="00292E38"/>
    <w:rsid w:val="00292FE7"/>
    <w:rsid w:val="00293FB0"/>
    <w:rsid w:val="00294F13"/>
    <w:rsid w:val="00294F38"/>
    <w:rsid w:val="00295968"/>
    <w:rsid w:val="00295C96"/>
    <w:rsid w:val="00295DB3"/>
    <w:rsid w:val="002963A0"/>
    <w:rsid w:val="00296CA9"/>
    <w:rsid w:val="00297C85"/>
    <w:rsid w:val="002A014C"/>
    <w:rsid w:val="002A0438"/>
    <w:rsid w:val="002A0DF4"/>
    <w:rsid w:val="002A0EEE"/>
    <w:rsid w:val="002A1391"/>
    <w:rsid w:val="002A1CCF"/>
    <w:rsid w:val="002A1E33"/>
    <w:rsid w:val="002A249D"/>
    <w:rsid w:val="002A2F2A"/>
    <w:rsid w:val="002A34B1"/>
    <w:rsid w:val="002A3866"/>
    <w:rsid w:val="002A4193"/>
    <w:rsid w:val="002A4217"/>
    <w:rsid w:val="002A4498"/>
    <w:rsid w:val="002A48DA"/>
    <w:rsid w:val="002A4E8E"/>
    <w:rsid w:val="002A50E2"/>
    <w:rsid w:val="002A5469"/>
    <w:rsid w:val="002A5C38"/>
    <w:rsid w:val="002A6FEE"/>
    <w:rsid w:val="002A7DCA"/>
    <w:rsid w:val="002A7E19"/>
    <w:rsid w:val="002B065F"/>
    <w:rsid w:val="002B0792"/>
    <w:rsid w:val="002B19AE"/>
    <w:rsid w:val="002B1C3A"/>
    <w:rsid w:val="002B1C8A"/>
    <w:rsid w:val="002B30D4"/>
    <w:rsid w:val="002B30E3"/>
    <w:rsid w:val="002B320D"/>
    <w:rsid w:val="002B3811"/>
    <w:rsid w:val="002B3952"/>
    <w:rsid w:val="002B3BFD"/>
    <w:rsid w:val="002B473A"/>
    <w:rsid w:val="002B4C9E"/>
    <w:rsid w:val="002B51FC"/>
    <w:rsid w:val="002B5ED1"/>
    <w:rsid w:val="002B6110"/>
    <w:rsid w:val="002B6D2A"/>
    <w:rsid w:val="002B7DC1"/>
    <w:rsid w:val="002C03A7"/>
    <w:rsid w:val="002C213D"/>
    <w:rsid w:val="002C2938"/>
    <w:rsid w:val="002C2FE3"/>
    <w:rsid w:val="002C3775"/>
    <w:rsid w:val="002C390E"/>
    <w:rsid w:val="002C3FE5"/>
    <w:rsid w:val="002C4410"/>
    <w:rsid w:val="002C48D8"/>
    <w:rsid w:val="002C4A43"/>
    <w:rsid w:val="002C5DD2"/>
    <w:rsid w:val="002C7048"/>
    <w:rsid w:val="002C738B"/>
    <w:rsid w:val="002C75E1"/>
    <w:rsid w:val="002D01B1"/>
    <w:rsid w:val="002D01FD"/>
    <w:rsid w:val="002D034B"/>
    <w:rsid w:val="002D1340"/>
    <w:rsid w:val="002D18E5"/>
    <w:rsid w:val="002D1B2A"/>
    <w:rsid w:val="002D23A0"/>
    <w:rsid w:val="002D2540"/>
    <w:rsid w:val="002D281E"/>
    <w:rsid w:val="002D2B68"/>
    <w:rsid w:val="002D2EFF"/>
    <w:rsid w:val="002D3064"/>
    <w:rsid w:val="002D33C7"/>
    <w:rsid w:val="002D33CC"/>
    <w:rsid w:val="002D37D8"/>
    <w:rsid w:val="002D3E6B"/>
    <w:rsid w:val="002D4DFD"/>
    <w:rsid w:val="002D4E7E"/>
    <w:rsid w:val="002D5BE7"/>
    <w:rsid w:val="002D5C23"/>
    <w:rsid w:val="002D5C79"/>
    <w:rsid w:val="002D5D17"/>
    <w:rsid w:val="002D5DAA"/>
    <w:rsid w:val="002D60EB"/>
    <w:rsid w:val="002D6853"/>
    <w:rsid w:val="002D69D1"/>
    <w:rsid w:val="002D6DA5"/>
    <w:rsid w:val="002D6DB5"/>
    <w:rsid w:val="002D729F"/>
    <w:rsid w:val="002D7548"/>
    <w:rsid w:val="002D79C0"/>
    <w:rsid w:val="002D7BD8"/>
    <w:rsid w:val="002E00D0"/>
    <w:rsid w:val="002E07EF"/>
    <w:rsid w:val="002E12F5"/>
    <w:rsid w:val="002E1380"/>
    <w:rsid w:val="002E1810"/>
    <w:rsid w:val="002E1A6F"/>
    <w:rsid w:val="002E2D0B"/>
    <w:rsid w:val="002E33A2"/>
    <w:rsid w:val="002E3568"/>
    <w:rsid w:val="002E3985"/>
    <w:rsid w:val="002E39E6"/>
    <w:rsid w:val="002E3BA0"/>
    <w:rsid w:val="002E5426"/>
    <w:rsid w:val="002E5C9B"/>
    <w:rsid w:val="002E7036"/>
    <w:rsid w:val="002E7D3D"/>
    <w:rsid w:val="002F05B6"/>
    <w:rsid w:val="002F0F0C"/>
    <w:rsid w:val="002F1E07"/>
    <w:rsid w:val="002F24C5"/>
    <w:rsid w:val="002F2962"/>
    <w:rsid w:val="002F2C9B"/>
    <w:rsid w:val="002F3BCE"/>
    <w:rsid w:val="002F524C"/>
    <w:rsid w:val="002F5B9D"/>
    <w:rsid w:val="002F5C45"/>
    <w:rsid w:val="002F5FD8"/>
    <w:rsid w:val="002F66A2"/>
    <w:rsid w:val="0030003A"/>
    <w:rsid w:val="00301073"/>
    <w:rsid w:val="00301BAB"/>
    <w:rsid w:val="00302726"/>
    <w:rsid w:val="003027D5"/>
    <w:rsid w:val="00302E67"/>
    <w:rsid w:val="00303959"/>
    <w:rsid w:val="00303BB2"/>
    <w:rsid w:val="00303C2B"/>
    <w:rsid w:val="00303E2D"/>
    <w:rsid w:val="0030419F"/>
    <w:rsid w:val="003059D4"/>
    <w:rsid w:val="00306091"/>
    <w:rsid w:val="003061C0"/>
    <w:rsid w:val="0030728B"/>
    <w:rsid w:val="00307508"/>
    <w:rsid w:val="00307F19"/>
    <w:rsid w:val="00307F96"/>
    <w:rsid w:val="00310A0A"/>
    <w:rsid w:val="00310E53"/>
    <w:rsid w:val="003112DC"/>
    <w:rsid w:val="00311324"/>
    <w:rsid w:val="003117C4"/>
    <w:rsid w:val="003123C7"/>
    <w:rsid w:val="0031252D"/>
    <w:rsid w:val="003125FD"/>
    <w:rsid w:val="00312E98"/>
    <w:rsid w:val="0031329A"/>
    <w:rsid w:val="003139A5"/>
    <w:rsid w:val="00313DB7"/>
    <w:rsid w:val="00313F00"/>
    <w:rsid w:val="00314AF3"/>
    <w:rsid w:val="00314D40"/>
    <w:rsid w:val="00315881"/>
    <w:rsid w:val="00316036"/>
    <w:rsid w:val="00317871"/>
    <w:rsid w:val="00317F43"/>
    <w:rsid w:val="00320964"/>
    <w:rsid w:val="00321068"/>
    <w:rsid w:val="0032152D"/>
    <w:rsid w:val="0032276E"/>
    <w:rsid w:val="003229B6"/>
    <w:rsid w:val="00322CCB"/>
    <w:rsid w:val="0032352F"/>
    <w:rsid w:val="00323956"/>
    <w:rsid w:val="00324B1B"/>
    <w:rsid w:val="00325013"/>
    <w:rsid w:val="00325091"/>
    <w:rsid w:val="0032532C"/>
    <w:rsid w:val="00325D0C"/>
    <w:rsid w:val="00326963"/>
    <w:rsid w:val="00326C43"/>
    <w:rsid w:val="003271C9"/>
    <w:rsid w:val="00327539"/>
    <w:rsid w:val="00327E06"/>
    <w:rsid w:val="00330721"/>
    <w:rsid w:val="00330A90"/>
    <w:rsid w:val="00330F52"/>
    <w:rsid w:val="00331144"/>
    <w:rsid w:val="003313B9"/>
    <w:rsid w:val="00331DC6"/>
    <w:rsid w:val="003320FB"/>
    <w:rsid w:val="00332E4A"/>
    <w:rsid w:val="003337AF"/>
    <w:rsid w:val="003338CA"/>
    <w:rsid w:val="00333CF7"/>
    <w:rsid w:val="00333D14"/>
    <w:rsid w:val="00333F6A"/>
    <w:rsid w:val="0033470C"/>
    <w:rsid w:val="00334898"/>
    <w:rsid w:val="00335657"/>
    <w:rsid w:val="00335711"/>
    <w:rsid w:val="003358A3"/>
    <w:rsid w:val="003359B5"/>
    <w:rsid w:val="00335ADF"/>
    <w:rsid w:val="0033653C"/>
    <w:rsid w:val="00336BFF"/>
    <w:rsid w:val="00336C86"/>
    <w:rsid w:val="00336E81"/>
    <w:rsid w:val="00337E00"/>
    <w:rsid w:val="00337FD5"/>
    <w:rsid w:val="0034121D"/>
    <w:rsid w:val="003415C8"/>
    <w:rsid w:val="00341B3E"/>
    <w:rsid w:val="003428D2"/>
    <w:rsid w:val="00343F7A"/>
    <w:rsid w:val="0034494A"/>
    <w:rsid w:val="00344CA0"/>
    <w:rsid w:val="00344E5F"/>
    <w:rsid w:val="00344F71"/>
    <w:rsid w:val="003456F1"/>
    <w:rsid w:val="003457D6"/>
    <w:rsid w:val="00345940"/>
    <w:rsid w:val="00345B31"/>
    <w:rsid w:val="00346455"/>
    <w:rsid w:val="00347027"/>
    <w:rsid w:val="003470F6"/>
    <w:rsid w:val="003471CD"/>
    <w:rsid w:val="00347B2A"/>
    <w:rsid w:val="00350B85"/>
    <w:rsid w:val="003514B8"/>
    <w:rsid w:val="003514F1"/>
    <w:rsid w:val="00351C92"/>
    <w:rsid w:val="00352169"/>
    <w:rsid w:val="003528DD"/>
    <w:rsid w:val="00352A31"/>
    <w:rsid w:val="00352AD4"/>
    <w:rsid w:val="00352E72"/>
    <w:rsid w:val="003536A1"/>
    <w:rsid w:val="00353E90"/>
    <w:rsid w:val="00354CC2"/>
    <w:rsid w:val="00354E14"/>
    <w:rsid w:val="003553D2"/>
    <w:rsid w:val="0035649A"/>
    <w:rsid w:val="00357146"/>
    <w:rsid w:val="00357240"/>
    <w:rsid w:val="00360ADD"/>
    <w:rsid w:val="003612C5"/>
    <w:rsid w:val="00361754"/>
    <w:rsid w:val="00362080"/>
    <w:rsid w:val="003634E4"/>
    <w:rsid w:val="00363791"/>
    <w:rsid w:val="003651AE"/>
    <w:rsid w:val="00365D93"/>
    <w:rsid w:val="003662D3"/>
    <w:rsid w:val="003666F4"/>
    <w:rsid w:val="00370080"/>
    <w:rsid w:val="00370368"/>
    <w:rsid w:val="00370384"/>
    <w:rsid w:val="00370556"/>
    <w:rsid w:val="00370ACD"/>
    <w:rsid w:val="00371EC3"/>
    <w:rsid w:val="00372713"/>
    <w:rsid w:val="0037329B"/>
    <w:rsid w:val="00373583"/>
    <w:rsid w:val="00373840"/>
    <w:rsid w:val="003740BC"/>
    <w:rsid w:val="00374CFE"/>
    <w:rsid w:val="003752B8"/>
    <w:rsid w:val="00375328"/>
    <w:rsid w:val="003760A3"/>
    <w:rsid w:val="0037619C"/>
    <w:rsid w:val="003765E2"/>
    <w:rsid w:val="00376BA3"/>
    <w:rsid w:val="0037707B"/>
    <w:rsid w:val="0037757C"/>
    <w:rsid w:val="0038075C"/>
    <w:rsid w:val="00380866"/>
    <w:rsid w:val="00380994"/>
    <w:rsid w:val="0038195C"/>
    <w:rsid w:val="00381A33"/>
    <w:rsid w:val="00381F5D"/>
    <w:rsid w:val="00382178"/>
    <w:rsid w:val="00382424"/>
    <w:rsid w:val="00382625"/>
    <w:rsid w:val="0038272D"/>
    <w:rsid w:val="003827A4"/>
    <w:rsid w:val="003828AC"/>
    <w:rsid w:val="00382E1E"/>
    <w:rsid w:val="00382E8E"/>
    <w:rsid w:val="00382F57"/>
    <w:rsid w:val="0038332A"/>
    <w:rsid w:val="003849DC"/>
    <w:rsid w:val="00384DD7"/>
    <w:rsid w:val="00384EAF"/>
    <w:rsid w:val="00385063"/>
    <w:rsid w:val="0038725E"/>
    <w:rsid w:val="0038773B"/>
    <w:rsid w:val="00387EA5"/>
    <w:rsid w:val="00390382"/>
    <w:rsid w:val="00390454"/>
    <w:rsid w:val="0039052E"/>
    <w:rsid w:val="0039057D"/>
    <w:rsid w:val="003908FE"/>
    <w:rsid w:val="00392109"/>
    <w:rsid w:val="003927AC"/>
    <w:rsid w:val="00392BFF"/>
    <w:rsid w:val="00393149"/>
    <w:rsid w:val="00393C8A"/>
    <w:rsid w:val="00393EFD"/>
    <w:rsid w:val="003948FC"/>
    <w:rsid w:val="00394C9F"/>
    <w:rsid w:val="00394FBF"/>
    <w:rsid w:val="003950E5"/>
    <w:rsid w:val="00395481"/>
    <w:rsid w:val="00397026"/>
    <w:rsid w:val="00397F9E"/>
    <w:rsid w:val="003A03BF"/>
    <w:rsid w:val="003A07E4"/>
    <w:rsid w:val="003A0B2A"/>
    <w:rsid w:val="003A0E6C"/>
    <w:rsid w:val="003A217E"/>
    <w:rsid w:val="003A2509"/>
    <w:rsid w:val="003A2BAE"/>
    <w:rsid w:val="003A2F8E"/>
    <w:rsid w:val="003A341B"/>
    <w:rsid w:val="003A392E"/>
    <w:rsid w:val="003A4290"/>
    <w:rsid w:val="003A43DD"/>
    <w:rsid w:val="003A509D"/>
    <w:rsid w:val="003A5B7E"/>
    <w:rsid w:val="003A5D15"/>
    <w:rsid w:val="003A6362"/>
    <w:rsid w:val="003A63AD"/>
    <w:rsid w:val="003A691C"/>
    <w:rsid w:val="003A766D"/>
    <w:rsid w:val="003B06B0"/>
    <w:rsid w:val="003B0E94"/>
    <w:rsid w:val="003B13D5"/>
    <w:rsid w:val="003B1754"/>
    <w:rsid w:val="003B18A2"/>
    <w:rsid w:val="003B1B44"/>
    <w:rsid w:val="003B32D3"/>
    <w:rsid w:val="003B3406"/>
    <w:rsid w:val="003B351C"/>
    <w:rsid w:val="003B386C"/>
    <w:rsid w:val="003B38D7"/>
    <w:rsid w:val="003B3A5B"/>
    <w:rsid w:val="003B3CC1"/>
    <w:rsid w:val="003B5EF6"/>
    <w:rsid w:val="003B69C2"/>
    <w:rsid w:val="003B6F2D"/>
    <w:rsid w:val="003B7874"/>
    <w:rsid w:val="003B7908"/>
    <w:rsid w:val="003C1720"/>
    <w:rsid w:val="003C17CA"/>
    <w:rsid w:val="003C1ABF"/>
    <w:rsid w:val="003C1FAB"/>
    <w:rsid w:val="003C2236"/>
    <w:rsid w:val="003C2488"/>
    <w:rsid w:val="003C3863"/>
    <w:rsid w:val="003C3BD7"/>
    <w:rsid w:val="003C4674"/>
    <w:rsid w:val="003C666E"/>
    <w:rsid w:val="003C6C87"/>
    <w:rsid w:val="003D00CE"/>
    <w:rsid w:val="003D15D5"/>
    <w:rsid w:val="003D2031"/>
    <w:rsid w:val="003D2689"/>
    <w:rsid w:val="003D285C"/>
    <w:rsid w:val="003D2B16"/>
    <w:rsid w:val="003D42AF"/>
    <w:rsid w:val="003D4692"/>
    <w:rsid w:val="003D4B6B"/>
    <w:rsid w:val="003D558E"/>
    <w:rsid w:val="003D5644"/>
    <w:rsid w:val="003D64DE"/>
    <w:rsid w:val="003D663F"/>
    <w:rsid w:val="003D737A"/>
    <w:rsid w:val="003D78B1"/>
    <w:rsid w:val="003E0429"/>
    <w:rsid w:val="003E0608"/>
    <w:rsid w:val="003E1922"/>
    <w:rsid w:val="003E1F9C"/>
    <w:rsid w:val="003E236E"/>
    <w:rsid w:val="003E2DA1"/>
    <w:rsid w:val="003E2EC1"/>
    <w:rsid w:val="003E3F5F"/>
    <w:rsid w:val="003E4465"/>
    <w:rsid w:val="003E4D63"/>
    <w:rsid w:val="003E542C"/>
    <w:rsid w:val="003E73C2"/>
    <w:rsid w:val="003E7BF6"/>
    <w:rsid w:val="003F0435"/>
    <w:rsid w:val="003F0DA7"/>
    <w:rsid w:val="003F1633"/>
    <w:rsid w:val="003F175A"/>
    <w:rsid w:val="003F1DEB"/>
    <w:rsid w:val="003F3079"/>
    <w:rsid w:val="003F394C"/>
    <w:rsid w:val="003F398D"/>
    <w:rsid w:val="003F5215"/>
    <w:rsid w:val="003F57B7"/>
    <w:rsid w:val="003F6D6C"/>
    <w:rsid w:val="003F7F77"/>
    <w:rsid w:val="004002ED"/>
    <w:rsid w:val="00401E0F"/>
    <w:rsid w:val="00402798"/>
    <w:rsid w:val="004027AC"/>
    <w:rsid w:val="0040299D"/>
    <w:rsid w:val="00402CCF"/>
    <w:rsid w:val="00402F83"/>
    <w:rsid w:val="00404207"/>
    <w:rsid w:val="00404539"/>
    <w:rsid w:val="0040494D"/>
    <w:rsid w:val="00404DC4"/>
    <w:rsid w:val="00404E10"/>
    <w:rsid w:val="004050A1"/>
    <w:rsid w:val="004050C5"/>
    <w:rsid w:val="004061C9"/>
    <w:rsid w:val="004064E7"/>
    <w:rsid w:val="004070A2"/>
    <w:rsid w:val="004074CB"/>
    <w:rsid w:val="00407C4D"/>
    <w:rsid w:val="00407E04"/>
    <w:rsid w:val="004103E5"/>
    <w:rsid w:val="00410906"/>
    <w:rsid w:val="00410C02"/>
    <w:rsid w:val="00411685"/>
    <w:rsid w:val="00411BFC"/>
    <w:rsid w:val="0041244B"/>
    <w:rsid w:val="004124E0"/>
    <w:rsid w:val="00413523"/>
    <w:rsid w:val="004136DD"/>
    <w:rsid w:val="00413812"/>
    <w:rsid w:val="00413ADD"/>
    <w:rsid w:val="00414372"/>
    <w:rsid w:val="0041482D"/>
    <w:rsid w:val="00415478"/>
    <w:rsid w:val="0041581E"/>
    <w:rsid w:val="00415DDC"/>
    <w:rsid w:val="00416745"/>
    <w:rsid w:val="0041679B"/>
    <w:rsid w:val="00416CC0"/>
    <w:rsid w:val="00416D93"/>
    <w:rsid w:val="0041765E"/>
    <w:rsid w:val="004179C8"/>
    <w:rsid w:val="00417D84"/>
    <w:rsid w:val="00417DBF"/>
    <w:rsid w:val="0042114D"/>
    <w:rsid w:val="00421FDF"/>
    <w:rsid w:val="00422286"/>
    <w:rsid w:val="00423CFD"/>
    <w:rsid w:val="004249BF"/>
    <w:rsid w:val="00424DCC"/>
    <w:rsid w:val="00424E88"/>
    <w:rsid w:val="00425034"/>
    <w:rsid w:val="00425E3B"/>
    <w:rsid w:val="004260DA"/>
    <w:rsid w:val="004261E3"/>
    <w:rsid w:val="00426240"/>
    <w:rsid w:val="00426A9C"/>
    <w:rsid w:val="00427136"/>
    <w:rsid w:val="004278BA"/>
    <w:rsid w:val="00427B2C"/>
    <w:rsid w:val="00427D3A"/>
    <w:rsid w:val="00427EEF"/>
    <w:rsid w:val="0043034A"/>
    <w:rsid w:val="004309FF"/>
    <w:rsid w:val="00430A2E"/>
    <w:rsid w:val="00430C17"/>
    <w:rsid w:val="00430E87"/>
    <w:rsid w:val="00431298"/>
    <w:rsid w:val="00431560"/>
    <w:rsid w:val="00431CEE"/>
    <w:rsid w:val="00433D4B"/>
    <w:rsid w:val="00433E4C"/>
    <w:rsid w:val="00433F5D"/>
    <w:rsid w:val="00433F8C"/>
    <w:rsid w:val="004344F0"/>
    <w:rsid w:val="004345E9"/>
    <w:rsid w:val="00434641"/>
    <w:rsid w:val="004346BF"/>
    <w:rsid w:val="004348C1"/>
    <w:rsid w:val="00435993"/>
    <w:rsid w:val="00435995"/>
    <w:rsid w:val="00435A1B"/>
    <w:rsid w:val="00436E2C"/>
    <w:rsid w:val="004371F0"/>
    <w:rsid w:val="00437F7C"/>
    <w:rsid w:val="0044009B"/>
    <w:rsid w:val="00440438"/>
    <w:rsid w:val="0044057B"/>
    <w:rsid w:val="00441027"/>
    <w:rsid w:val="0044135A"/>
    <w:rsid w:val="00441365"/>
    <w:rsid w:val="0044154F"/>
    <w:rsid w:val="00441BB1"/>
    <w:rsid w:val="004423EF"/>
    <w:rsid w:val="004425F2"/>
    <w:rsid w:val="004425F6"/>
    <w:rsid w:val="004429D0"/>
    <w:rsid w:val="00442C82"/>
    <w:rsid w:val="00443A52"/>
    <w:rsid w:val="00444301"/>
    <w:rsid w:val="00444883"/>
    <w:rsid w:val="004448AD"/>
    <w:rsid w:val="00445819"/>
    <w:rsid w:val="00445CD5"/>
    <w:rsid w:val="004462B7"/>
    <w:rsid w:val="0044630E"/>
    <w:rsid w:val="0044663A"/>
    <w:rsid w:val="00446AF4"/>
    <w:rsid w:val="00447D60"/>
    <w:rsid w:val="00447F3E"/>
    <w:rsid w:val="0045026A"/>
    <w:rsid w:val="0045052F"/>
    <w:rsid w:val="00450A6F"/>
    <w:rsid w:val="00451371"/>
    <w:rsid w:val="004524D3"/>
    <w:rsid w:val="00452DF2"/>
    <w:rsid w:val="00453156"/>
    <w:rsid w:val="004531CD"/>
    <w:rsid w:val="00454662"/>
    <w:rsid w:val="0045466E"/>
    <w:rsid w:val="00454956"/>
    <w:rsid w:val="00454B36"/>
    <w:rsid w:val="00455500"/>
    <w:rsid w:val="004562A0"/>
    <w:rsid w:val="004565D5"/>
    <w:rsid w:val="00457315"/>
    <w:rsid w:val="00457B1B"/>
    <w:rsid w:val="00457DFB"/>
    <w:rsid w:val="00460013"/>
    <w:rsid w:val="004604FF"/>
    <w:rsid w:val="00460647"/>
    <w:rsid w:val="00460F63"/>
    <w:rsid w:val="00461232"/>
    <w:rsid w:val="0046160C"/>
    <w:rsid w:val="00461836"/>
    <w:rsid w:val="0046191B"/>
    <w:rsid w:val="0046285C"/>
    <w:rsid w:val="00462993"/>
    <w:rsid w:val="00462D18"/>
    <w:rsid w:val="00463086"/>
    <w:rsid w:val="00463478"/>
    <w:rsid w:val="004636B6"/>
    <w:rsid w:val="00464025"/>
    <w:rsid w:val="004645D5"/>
    <w:rsid w:val="00464A6E"/>
    <w:rsid w:val="00464DF1"/>
    <w:rsid w:val="00464E84"/>
    <w:rsid w:val="00465118"/>
    <w:rsid w:val="00465DAF"/>
    <w:rsid w:val="004660BF"/>
    <w:rsid w:val="0046655B"/>
    <w:rsid w:val="00466962"/>
    <w:rsid w:val="00466F5C"/>
    <w:rsid w:val="00467521"/>
    <w:rsid w:val="00467FB3"/>
    <w:rsid w:val="004714F4"/>
    <w:rsid w:val="00471710"/>
    <w:rsid w:val="0047199A"/>
    <w:rsid w:val="00471C61"/>
    <w:rsid w:val="00472010"/>
    <w:rsid w:val="00472425"/>
    <w:rsid w:val="00472611"/>
    <w:rsid w:val="00472B1E"/>
    <w:rsid w:val="00473264"/>
    <w:rsid w:val="0047363C"/>
    <w:rsid w:val="004742BF"/>
    <w:rsid w:val="004743EF"/>
    <w:rsid w:val="004744C7"/>
    <w:rsid w:val="004746B6"/>
    <w:rsid w:val="004750BF"/>
    <w:rsid w:val="00475805"/>
    <w:rsid w:val="004759A6"/>
    <w:rsid w:val="00475BDD"/>
    <w:rsid w:val="00476DDD"/>
    <w:rsid w:val="0047774A"/>
    <w:rsid w:val="00477B9B"/>
    <w:rsid w:val="00477D7E"/>
    <w:rsid w:val="00477DFF"/>
    <w:rsid w:val="004801C6"/>
    <w:rsid w:val="0048049D"/>
    <w:rsid w:val="00480CC6"/>
    <w:rsid w:val="00480CE7"/>
    <w:rsid w:val="004812F3"/>
    <w:rsid w:val="00481306"/>
    <w:rsid w:val="00481596"/>
    <w:rsid w:val="00481A57"/>
    <w:rsid w:val="00482513"/>
    <w:rsid w:val="0048251D"/>
    <w:rsid w:val="004828E1"/>
    <w:rsid w:val="00484208"/>
    <w:rsid w:val="0048431D"/>
    <w:rsid w:val="0048436A"/>
    <w:rsid w:val="004844D0"/>
    <w:rsid w:val="00484807"/>
    <w:rsid w:val="00484833"/>
    <w:rsid w:val="00484A23"/>
    <w:rsid w:val="0048530C"/>
    <w:rsid w:val="00485A0D"/>
    <w:rsid w:val="00485CD1"/>
    <w:rsid w:val="00485E26"/>
    <w:rsid w:val="00485EA8"/>
    <w:rsid w:val="00486090"/>
    <w:rsid w:val="004867CB"/>
    <w:rsid w:val="00486974"/>
    <w:rsid w:val="00487041"/>
    <w:rsid w:val="00487100"/>
    <w:rsid w:val="0048741D"/>
    <w:rsid w:val="00490A5E"/>
    <w:rsid w:val="00490F7E"/>
    <w:rsid w:val="0049159B"/>
    <w:rsid w:val="0049197A"/>
    <w:rsid w:val="004929DD"/>
    <w:rsid w:val="00492AED"/>
    <w:rsid w:val="00493619"/>
    <w:rsid w:val="00493AC9"/>
    <w:rsid w:val="00494D4A"/>
    <w:rsid w:val="00495172"/>
    <w:rsid w:val="004953C1"/>
    <w:rsid w:val="004953CE"/>
    <w:rsid w:val="0049558E"/>
    <w:rsid w:val="00495C6F"/>
    <w:rsid w:val="00496566"/>
    <w:rsid w:val="00497C08"/>
    <w:rsid w:val="00497D47"/>
    <w:rsid w:val="004A190D"/>
    <w:rsid w:val="004A1F01"/>
    <w:rsid w:val="004A20FE"/>
    <w:rsid w:val="004A25D9"/>
    <w:rsid w:val="004A2755"/>
    <w:rsid w:val="004A2AC4"/>
    <w:rsid w:val="004A3373"/>
    <w:rsid w:val="004A3629"/>
    <w:rsid w:val="004A3C01"/>
    <w:rsid w:val="004A432D"/>
    <w:rsid w:val="004A4450"/>
    <w:rsid w:val="004A4A6E"/>
    <w:rsid w:val="004A4AB3"/>
    <w:rsid w:val="004A4D69"/>
    <w:rsid w:val="004A5817"/>
    <w:rsid w:val="004A60C4"/>
    <w:rsid w:val="004A6309"/>
    <w:rsid w:val="004A660F"/>
    <w:rsid w:val="004A6FD2"/>
    <w:rsid w:val="004A72DF"/>
    <w:rsid w:val="004B021A"/>
    <w:rsid w:val="004B0CFA"/>
    <w:rsid w:val="004B1330"/>
    <w:rsid w:val="004B15DE"/>
    <w:rsid w:val="004B2858"/>
    <w:rsid w:val="004B31F9"/>
    <w:rsid w:val="004B3839"/>
    <w:rsid w:val="004B3BD4"/>
    <w:rsid w:val="004B3F8F"/>
    <w:rsid w:val="004B45A5"/>
    <w:rsid w:val="004B4848"/>
    <w:rsid w:val="004B591C"/>
    <w:rsid w:val="004B5C38"/>
    <w:rsid w:val="004B5CB0"/>
    <w:rsid w:val="004B65FD"/>
    <w:rsid w:val="004B6635"/>
    <w:rsid w:val="004B68A0"/>
    <w:rsid w:val="004B72CD"/>
    <w:rsid w:val="004B78D0"/>
    <w:rsid w:val="004B7E45"/>
    <w:rsid w:val="004C0745"/>
    <w:rsid w:val="004C0DC3"/>
    <w:rsid w:val="004C162E"/>
    <w:rsid w:val="004C48D8"/>
    <w:rsid w:val="004C51A2"/>
    <w:rsid w:val="004C5332"/>
    <w:rsid w:val="004C5CC2"/>
    <w:rsid w:val="004C5F74"/>
    <w:rsid w:val="004C638B"/>
    <w:rsid w:val="004C6BAA"/>
    <w:rsid w:val="004C6D65"/>
    <w:rsid w:val="004C7160"/>
    <w:rsid w:val="004C735C"/>
    <w:rsid w:val="004D0B5E"/>
    <w:rsid w:val="004D0E79"/>
    <w:rsid w:val="004D1166"/>
    <w:rsid w:val="004D1A7F"/>
    <w:rsid w:val="004D1C51"/>
    <w:rsid w:val="004D201A"/>
    <w:rsid w:val="004D210B"/>
    <w:rsid w:val="004D21F2"/>
    <w:rsid w:val="004D35E6"/>
    <w:rsid w:val="004D3F6F"/>
    <w:rsid w:val="004D4263"/>
    <w:rsid w:val="004D46B9"/>
    <w:rsid w:val="004D4984"/>
    <w:rsid w:val="004D5BBF"/>
    <w:rsid w:val="004D646B"/>
    <w:rsid w:val="004D6CC6"/>
    <w:rsid w:val="004D7D51"/>
    <w:rsid w:val="004E0099"/>
    <w:rsid w:val="004E00CB"/>
    <w:rsid w:val="004E04AE"/>
    <w:rsid w:val="004E05E4"/>
    <w:rsid w:val="004E0854"/>
    <w:rsid w:val="004E11AC"/>
    <w:rsid w:val="004E12E3"/>
    <w:rsid w:val="004E13FB"/>
    <w:rsid w:val="004E1DB9"/>
    <w:rsid w:val="004E1FCB"/>
    <w:rsid w:val="004E2D4F"/>
    <w:rsid w:val="004E3248"/>
    <w:rsid w:val="004E3C2B"/>
    <w:rsid w:val="004E4747"/>
    <w:rsid w:val="004E4820"/>
    <w:rsid w:val="004E5166"/>
    <w:rsid w:val="004E51F1"/>
    <w:rsid w:val="004E6106"/>
    <w:rsid w:val="004E642F"/>
    <w:rsid w:val="004E67D3"/>
    <w:rsid w:val="004F03F6"/>
    <w:rsid w:val="004F0985"/>
    <w:rsid w:val="004F0CE4"/>
    <w:rsid w:val="004F0D5A"/>
    <w:rsid w:val="004F205F"/>
    <w:rsid w:val="004F215F"/>
    <w:rsid w:val="004F2DDE"/>
    <w:rsid w:val="004F2ED1"/>
    <w:rsid w:val="004F5287"/>
    <w:rsid w:val="004F5ED4"/>
    <w:rsid w:val="004F64A5"/>
    <w:rsid w:val="004F6F75"/>
    <w:rsid w:val="004F74EA"/>
    <w:rsid w:val="004F7735"/>
    <w:rsid w:val="005000EF"/>
    <w:rsid w:val="00500DF9"/>
    <w:rsid w:val="00501936"/>
    <w:rsid w:val="005020AF"/>
    <w:rsid w:val="005025F0"/>
    <w:rsid w:val="00502963"/>
    <w:rsid w:val="00502FA3"/>
    <w:rsid w:val="00502FF3"/>
    <w:rsid w:val="005030D8"/>
    <w:rsid w:val="005033AE"/>
    <w:rsid w:val="0050413C"/>
    <w:rsid w:val="00504322"/>
    <w:rsid w:val="00504528"/>
    <w:rsid w:val="0050540A"/>
    <w:rsid w:val="00505871"/>
    <w:rsid w:val="00505CFC"/>
    <w:rsid w:val="00506493"/>
    <w:rsid w:val="00507438"/>
    <w:rsid w:val="00507EEE"/>
    <w:rsid w:val="00507FE8"/>
    <w:rsid w:val="0051063D"/>
    <w:rsid w:val="00510C65"/>
    <w:rsid w:val="00510F39"/>
    <w:rsid w:val="00511F93"/>
    <w:rsid w:val="0051262B"/>
    <w:rsid w:val="00512CFE"/>
    <w:rsid w:val="005130BC"/>
    <w:rsid w:val="005142F6"/>
    <w:rsid w:val="00515325"/>
    <w:rsid w:val="0051552D"/>
    <w:rsid w:val="00515B48"/>
    <w:rsid w:val="0051675D"/>
    <w:rsid w:val="00516882"/>
    <w:rsid w:val="00516DB2"/>
    <w:rsid w:val="0052051C"/>
    <w:rsid w:val="005207E3"/>
    <w:rsid w:val="0052089B"/>
    <w:rsid w:val="00520A01"/>
    <w:rsid w:val="00520AE3"/>
    <w:rsid w:val="00520DF8"/>
    <w:rsid w:val="0052114A"/>
    <w:rsid w:val="00522CA7"/>
    <w:rsid w:val="005233C6"/>
    <w:rsid w:val="005241CE"/>
    <w:rsid w:val="00524440"/>
    <w:rsid w:val="0052562D"/>
    <w:rsid w:val="00525797"/>
    <w:rsid w:val="00525D1F"/>
    <w:rsid w:val="0052602C"/>
    <w:rsid w:val="005273B3"/>
    <w:rsid w:val="00527538"/>
    <w:rsid w:val="00527AFE"/>
    <w:rsid w:val="00527F13"/>
    <w:rsid w:val="00530020"/>
    <w:rsid w:val="00530095"/>
    <w:rsid w:val="00530F0E"/>
    <w:rsid w:val="005312FA"/>
    <w:rsid w:val="00531485"/>
    <w:rsid w:val="00531581"/>
    <w:rsid w:val="005315D0"/>
    <w:rsid w:val="005317C3"/>
    <w:rsid w:val="005317E3"/>
    <w:rsid w:val="00531802"/>
    <w:rsid w:val="00532742"/>
    <w:rsid w:val="00532D21"/>
    <w:rsid w:val="00532EDE"/>
    <w:rsid w:val="005342C5"/>
    <w:rsid w:val="00534FE7"/>
    <w:rsid w:val="00535364"/>
    <w:rsid w:val="00535512"/>
    <w:rsid w:val="00535B17"/>
    <w:rsid w:val="00535DE3"/>
    <w:rsid w:val="005360AC"/>
    <w:rsid w:val="005367E5"/>
    <w:rsid w:val="00536A86"/>
    <w:rsid w:val="005372C7"/>
    <w:rsid w:val="005378E1"/>
    <w:rsid w:val="005404DE"/>
    <w:rsid w:val="005406AA"/>
    <w:rsid w:val="005433C3"/>
    <w:rsid w:val="005433E8"/>
    <w:rsid w:val="00543A9A"/>
    <w:rsid w:val="005450F1"/>
    <w:rsid w:val="005450F4"/>
    <w:rsid w:val="005458B2"/>
    <w:rsid w:val="00545CB1"/>
    <w:rsid w:val="00545CDB"/>
    <w:rsid w:val="005468C5"/>
    <w:rsid w:val="00546D2A"/>
    <w:rsid w:val="005470C2"/>
    <w:rsid w:val="00547EA4"/>
    <w:rsid w:val="00550B3F"/>
    <w:rsid w:val="0055111A"/>
    <w:rsid w:val="005514D3"/>
    <w:rsid w:val="00551832"/>
    <w:rsid w:val="00551CA4"/>
    <w:rsid w:val="005527BF"/>
    <w:rsid w:val="00552850"/>
    <w:rsid w:val="00552DD8"/>
    <w:rsid w:val="005530AB"/>
    <w:rsid w:val="00553548"/>
    <w:rsid w:val="005543B4"/>
    <w:rsid w:val="00554DCC"/>
    <w:rsid w:val="00554FBA"/>
    <w:rsid w:val="00555861"/>
    <w:rsid w:val="005561A4"/>
    <w:rsid w:val="00556687"/>
    <w:rsid w:val="00556ECF"/>
    <w:rsid w:val="005574AA"/>
    <w:rsid w:val="0055789B"/>
    <w:rsid w:val="00557DA7"/>
    <w:rsid w:val="00557DD8"/>
    <w:rsid w:val="0056017E"/>
    <w:rsid w:val="005605C2"/>
    <w:rsid w:val="005606EA"/>
    <w:rsid w:val="005609FE"/>
    <w:rsid w:val="005610B7"/>
    <w:rsid w:val="005612FD"/>
    <w:rsid w:val="00561793"/>
    <w:rsid w:val="00561B60"/>
    <w:rsid w:val="00561F22"/>
    <w:rsid w:val="0056309A"/>
    <w:rsid w:val="00563C9B"/>
    <w:rsid w:val="00564381"/>
    <w:rsid w:val="00564576"/>
    <w:rsid w:val="00564D6D"/>
    <w:rsid w:val="00564F62"/>
    <w:rsid w:val="00565100"/>
    <w:rsid w:val="00565850"/>
    <w:rsid w:val="00565B82"/>
    <w:rsid w:val="0056614F"/>
    <w:rsid w:val="005662BC"/>
    <w:rsid w:val="0056670B"/>
    <w:rsid w:val="00566835"/>
    <w:rsid w:val="00566B5A"/>
    <w:rsid w:val="00567E23"/>
    <w:rsid w:val="00567F23"/>
    <w:rsid w:val="00571EF9"/>
    <w:rsid w:val="0057229F"/>
    <w:rsid w:val="00573AE5"/>
    <w:rsid w:val="00573BB2"/>
    <w:rsid w:val="005740E0"/>
    <w:rsid w:val="00574588"/>
    <w:rsid w:val="005752A5"/>
    <w:rsid w:val="00575465"/>
    <w:rsid w:val="005758E5"/>
    <w:rsid w:val="00576219"/>
    <w:rsid w:val="00576B14"/>
    <w:rsid w:val="005776A6"/>
    <w:rsid w:val="00577A0A"/>
    <w:rsid w:val="00577B8F"/>
    <w:rsid w:val="00580390"/>
    <w:rsid w:val="00580EB5"/>
    <w:rsid w:val="00581039"/>
    <w:rsid w:val="005813ED"/>
    <w:rsid w:val="00581BBA"/>
    <w:rsid w:val="0058206D"/>
    <w:rsid w:val="00582463"/>
    <w:rsid w:val="005825CD"/>
    <w:rsid w:val="00582665"/>
    <w:rsid w:val="00582EBA"/>
    <w:rsid w:val="00583838"/>
    <w:rsid w:val="005838B1"/>
    <w:rsid w:val="00583A2D"/>
    <w:rsid w:val="0058406F"/>
    <w:rsid w:val="0058475F"/>
    <w:rsid w:val="005852AD"/>
    <w:rsid w:val="00585F53"/>
    <w:rsid w:val="00586592"/>
    <w:rsid w:val="005866BB"/>
    <w:rsid w:val="00586876"/>
    <w:rsid w:val="0058691E"/>
    <w:rsid w:val="00587F69"/>
    <w:rsid w:val="00587FA6"/>
    <w:rsid w:val="00590CC0"/>
    <w:rsid w:val="005914C5"/>
    <w:rsid w:val="00591663"/>
    <w:rsid w:val="00591910"/>
    <w:rsid w:val="005929AE"/>
    <w:rsid w:val="00592DCE"/>
    <w:rsid w:val="005938E6"/>
    <w:rsid w:val="00593F60"/>
    <w:rsid w:val="0059401D"/>
    <w:rsid w:val="0059463E"/>
    <w:rsid w:val="0059470F"/>
    <w:rsid w:val="005947C6"/>
    <w:rsid w:val="00594BA7"/>
    <w:rsid w:val="005969F1"/>
    <w:rsid w:val="00596B66"/>
    <w:rsid w:val="00596FB5"/>
    <w:rsid w:val="00597BFE"/>
    <w:rsid w:val="005A0A4B"/>
    <w:rsid w:val="005A1076"/>
    <w:rsid w:val="005A1971"/>
    <w:rsid w:val="005A1A2D"/>
    <w:rsid w:val="005A1AF9"/>
    <w:rsid w:val="005A2608"/>
    <w:rsid w:val="005A2698"/>
    <w:rsid w:val="005A3BF8"/>
    <w:rsid w:val="005A3C39"/>
    <w:rsid w:val="005A3E41"/>
    <w:rsid w:val="005A4573"/>
    <w:rsid w:val="005A49DC"/>
    <w:rsid w:val="005A54AE"/>
    <w:rsid w:val="005A5966"/>
    <w:rsid w:val="005A650D"/>
    <w:rsid w:val="005B04B2"/>
    <w:rsid w:val="005B051E"/>
    <w:rsid w:val="005B093C"/>
    <w:rsid w:val="005B1483"/>
    <w:rsid w:val="005B18A8"/>
    <w:rsid w:val="005B18B9"/>
    <w:rsid w:val="005B18E5"/>
    <w:rsid w:val="005B18FC"/>
    <w:rsid w:val="005B20D0"/>
    <w:rsid w:val="005B3455"/>
    <w:rsid w:val="005B40EB"/>
    <w:rsid w:val="005B5553"/>
    <w:rsid w:val="005B56A7"/>
    <w:rsid w:val="005B56BB"/>
    <w:rsid w:val="005B632B"/>
    <w:rsid w:val="005B670C"/>
    <w:rsid w:val="005B7F76"/>
    <w:rsid w:val="005C0C91"/>
    <w:rsid w:val="005C108E"/>
    <w:rsid w:val="005C2813"/>
    <w:rsid w:val="005C2FDB"/>
    <w:rsid w:val="005C353F"/>
    <w:rsid w:val="005C354B"/>
    <w:rsid w:val="005C39BC"/>
    <w:rsid w:val="005C4082"/>
    <w:rsid w:val="005C4599"/>
    <w:rsid w:val="005C47F5"/>
    <w:rsid w:val="005C48E2"/>
    <w:rsid w:val="005C5888"/>
    <w:rsid w:val="005C5A99"/>
    <w:rsid w:val="005C5C17"/>
    <w:rsid w:val="005C5C47"/>
    <w:rsid w:val="005C6BDB"/>
    <w:rsid w:val="005C70C5"/>
    <w:rsid w:val="005C70E7"/>
    <w:rsid w:val="005C716B"/>
    <w:rsid w:val="005C7696"/>
    <w:rsid w:val="005C7965"/>
    <w:rsid w:val="005D00E2"/>
    <w:rsid w:val="005D0673"/>
    <w:rsid w:val="005D0AFE"/>
    <w:rsid w:val="005D0B3E"/>
    <w:rsid w:val="005D1B63"/>
    <w:rsid w:val="005D2836"/>
    <w:rsid w:val="005D285F"/>
    <w:rsid w:val="005D2996"/>
    <w:rsid w:val="005D3AD0"/>
    <w:rsid w:val="005D400D"/>
    <w:rsid w:val="005D45E8"/>
    <w:rsid w:val="005D4A0E"/>
    <w:rsid w:val="005D4AEB"/>
    <w:rsid w:val="005D4C4A"/>
    <w:rsid w:val="005D4F67"/>
    <w:rsid w:val="005D60CC"/>
    <w:rsid w:val="005D6A1F"/>
    <w:rsid w:val="005D7CEA"/>
    <w:rsid w:val="005E011A"/>
    <w:rsid w:val="005E0122"/>
    <w:rsid w:val="005E0517"/>
    <w:rsid w:val="005E0F8E"/>
    <w:rsid w:val="005E172F"/>
    <w:rsid w:val="005E1889"/>
    <w:rsid w:val="005E1B8A"/>
    <w:rsid w:val="005E1DBA"/>
    <w:rsid w:val="005E201A"/>
    <w:rsid w:val="005E248C"/>
    <w:rsid w:val="005E49B1"/>
    <w:rsid w:val="005E4A8D"/>
    <w:rsid w:val="005E5AE9"/>
    <w:rsid w:val="005E5F13"/>
    <w:rsid w:val="005E665E"/>
    <w:rsid w:val="005E6AF3"/>
    <w:rsid w:val="005E6FDB"/>
    <w:rsid w:val="005F09C8"/>
    <w:rsid w:val="005F0A7F"/>
    <w:rsid w:val="005F1E13"/>
    <w:rsid w:val="005F21DE"/>
    <w:rsid w:val="005F2271"/>
    <w:rsid w:val="005F27FE"/>
    <w:rsid w:val="005F290C"/>
    <w:rsid w:val="005F2A50"/>
    <w:rsid w:val="005F2D24"/>
    <w:rsid w:val="005F2FC0"/>
    <w:rsid w:val="005F3382"/>
    <w:rsid w:val="005F3471"/>
    <w:rsid w:val="005F37C3"/>
    <w:rsid w:val="005F3B99"/>
    <w:rsid w:val="005F4324"/>
    <w:rsid w:val="005F4501"/>
    <w:rsid w:val="005F4C8E"/>
    <w:rsid w:val="005F4E74"/>
    <w:rsid w:val="005F51FC"/>
    <w:rsid w:val="005F5747"/>
    <w:rsid w:val="005F6380"/>
    <w:rsid w:val="005F68C9"/>
    <w:rsid w:val="005F7E83"/>
    <w:rsid w:val="0060090D"/>
    <w:rsid w:val="00600C68"/>
    <w:rsid w:val="00601985"/>
    <w:rsid w:val="00601B9D"/>
    <w:rsid w:val="00601DBD"/>
    <w:rsid w:val="00602012"/>
    <w:rsid w:val="006028C3"/>
    <w:rsid w:val="00602B3B"/>
    <w:rsid w:val="006031EB"/>
    <w:rsid w:val="00603406"/>
    <w:rsid w:val="00603FCB"/>
    <w:rsid w:val="006043F5"/>
    <w:rsid w:val="00604A87"/>
    <w:rsid w:val="0060502F"/>
    <w:rsid w:val="00605DC2"/>
    <w:rsid w:val="00606986"/>
    <w:rsid w:val="0060785E"/>
    <w:rsid w:val="00607C47"/>
    <w:rsid w:val="00607CD5"/>
    <w:rsid w:val="00607D75"/>
    <w:rsid w:val="00607F36"/>
    <w:rsid w:val="00610777"/>
    <w:rsid w:val="00610D05"/>
    <w:rsid w:val="00610EA8"/>
    <w:rsid w:val="0061177D"/>
    <w:rsid w:val="00611DA6"/>
    <w:rsid w:val="00612061"/>
    <w:rsid w:val="00612824"/>
    <w:rsid w:val="00613E71"/>
    <w:rsid w:val="0061402A"/>
    <w:rsid w:val="0061426F"/>
    <w:rsid w:val="006145FD"/>
    <w:rsid w:val="00614734"/>
    <w:rsid w:val="00614BF8"/>
    <w:rsid w:val="00614D9F"/>
    <w:rsid w:val="006150AF"/>
    <w:rsid w:val="00615B75"/>
    <w:rsid w:val="0061684A"/>
    <w:rsid w:val="00616C22"/>
    <w:rsid w:val="00616C92"/>
    <w:rsid w:val="0061722F"/>
    <w:rsid w:val="00617410"/>
    <w:rsid w:val="0061787D"/>
    <w:rsid w:val="00617BCA"/>
    <w:rsid w:val="00617BF4"/>
    <w:rsid w:val="00617C44"/>
    <w:rsid w:val="00617F7A"/>
    <w:rsid w:val="006213E8"/>
    <w:rsid w:val="006226CE"/>
    <w:rsid w:val="006239A1"/>
    <w:rsid w:val="006239DF"/>
    <w:rsid w:val="00623B56"/>
    <w:rsid w:val="00624049"/>
    <w:rsid w:val="00624580"/>
    <w:rsid w:val="006247A1"/>
    <w:rsid w:val="00624F58"/>
    <w:rsid w:val="0062514E"/>
    <w:rsid w:val="00625392"/>
    <w:rsid w:val="006255A2"/>
    <w:rsid w:val="00625AEB"/>
    <w:rsid w:val="0062675E"/>
    <w:rsid w:val="00626892"/>
    <w:rsid w:val="00626B2F"/>
    <w:rsid w:val="00626EF3"/>
    <w:rsid w:val="00626F40"/>
    <w:rsid w:val="00627B4C"/>
    <w:rsid w:val="006301D0"/>
    <w:rsid w:val="00630A9F"/>
    <w:rsid w:val="00630C98"/>
    <w:rsid w:val="0063165B"/>
    <w:rsid w:val="006319C6"/>
    <w:rsid w:val="006322C4"/>
    <w:rsid w:val="006322DC"/>
    <w:rsid w:val="00632457"/>
    <w:rsid w:val="006326F2"/>
    <w:rsid w:val="00632994"/>
    <w:rsid w:val="00632F38"/>
    <w:rsid w:val="0063318E"/>
    <w:rsid w:val="00633AA5"/>
    <w:rsid w:val="00633C89"/>
    <w:rsid w:val="00634364"/>
    <w:rsid w:val="0063558D"/>
    <w:rsid w:val="00635C06"/>
    <w:rsid w:val="006364D7"/>
    <w:rsid w:val="006368F7"/>
    <w:rsid w:val="006369B8"/>
    <w:rsid w:val="006369D1"/>
    <w:rsid w:val="00636A6B"/>
    <w:rsid w:val="006372AC"/>
    <w:rsid w:val="006374B2"/>
    <w:rsid w:val="006377B5"/>
    <w:rsid w:val="00640315"/>
    <w:rsid w:val="006409F3"/>
    <w:rsid w:val="0064165E"/>
    <w:rsid w:val="006420F7"/>
    <w:rsid w:val="0064232C"/>
    <w:rsid w:val="00642E77"/>
    <w:rsid w:val="006432F6"/>
    <w:rsid w:val="00643412"/>
    <w:rsid w:val="00643E24"/>
    <w:rsid w:val="00643FE2"/>
    <w:rsid w:val="00644436"/>
    <w:rsid w:val="006446D2"/>
    <w:rsid w:val="00644900"/>
    <w:rsid w:val="00644C1B"/>
    <w:rsid w:val="006453DC"/>
    <w:rsid w:val="00645F57"/>
    <w:rsid w:val="006474E4"/>
    <w:rsid w:val="006474EF"/>
    <w:rsid w:val="00647D47"/>
    <w:rsid w:val="00647DD7"/>
    <w:rsid w:val="00647F5C"/>
    <w:rsid w:val="00650544"/>
    <w:rsid w:val="00650607"/>
    <w:rsid w:val="00650A86"/>
    <w:rsid w:val="00650EB2"/>
    <w:rsid w:val="0065166F"/>
    <w:rsid w:val="00651697"/>
    <w:rsid w:val="00651FAA"/>
    <w:rsid w:val="006521E9"/>
    <w:rsid w:val="006533BE"/>
    <w:rsid w:val="006534FB"/>
    <w:rsid w:val="0065374B"/>
    <w:rsid w:val="0065464D"/>
    <w:rsid w:val="00654B75"/>
    <w:rsid w:val="006552AD"/>
    <w:rsid w:val="0065549D"/>
    <w:rsid w:val="0065571D"/>
    <w:rsid w:val="00655DAE"/>
    <w:rsid w:val="00655F1B"/>
    <w:rsid w:val="006574B6"/>
    <w:rsid w:val="00657535"/>
    <w:rsid w:val="0066012A"/>
    <w:rsid w:val="006607F4"/>
    <w:rsid w:val="00660FD7"/>
    <w:rsid w:val="00661553"/>
    <w:rsid w:val="00661ADB"/>
    <w:rsid w:val="00661DD9"/>
    <w:rsid w:val="00662146"/>
    <w:rsid w:val="00662B3F"/>
    <w:rsid w:val="00663483"/>
    <w:rsid w:val="00663C8B"/>
    <w:rsid w:val="006642FB"/>
    <w:rsid w:val="00664343"/>
    <w:rsid w:val="00664434"/>
    <w:rsid w:val="00664A21"/>
    <w:rsid w:val="00664DA7"/>
    <w:rsid w:val="00665A21"/>
    <w:rsid w:val="00665EB6"/>
    <w:rsid w:val="00666282"/>
    <w:rsid w:val="006663EC"/>
    <w:rsid w:val="006666AF"/>
    <w:rsid w:val="0066684C"/>
    <w:rsid w:val="00666D11"/>
    <w:rsid w:val="00666E1B"/>
    <w:rsid w:val="006712AD"/>
    <w:rsid w:val="0067135A"/>
    <w:rsid w:val="0067152C"/>
    <w:rsid w:val="00671F25"/>
    <w:rsid w:val="00672E6C"/>
    <w:rsid w:val="006733C0"/>
    <w:rsid w:val="006734CE"/>
    <w:rsid w:val="00673699"/>
    <w:rsid w:val="00673863"/>
    <w:rsid w:val="0067446B"/>
    <w:rsid w:val="00674BED"/>
    <w:rsid w:val="00674EA5"/>
    <w:rsid w:val="00675912"/>
    <w:rsid w:val="00676B55"/>
    <w:rsid w:val="0067713B"/>
    <w:rsid w:val="006776DF"/>
    <w:rsid w:val="00677B72"/>
    <w:rsid w:val="00677CB3"/>
    <w:rsid w:val="0068072D"/>
    <w:rsid w:val="006807F4"/>
    <w:rsid w:val="00680F30"/>
    <w:rsid w:val="006819B1"/>
    <w:rsid w:val="00681B02"/>
    <w:rsid w:val="00681F38"/>
    <w:rsid w:val="00682042"/>
    <w:rsid w:val="0068274A"/>
    <w:rsid w:val="0068278F"/>
    <w:rsid w:val="00682C8A"/>
    <w:rsid w:val="0068332C"/>
    <w:rsid w:val="006838A4"/>
    <w:rsid w:val="0068432A"/>
    <w:rsid w:val="00684AD9"/>
    <w:rsid w:val="006851C3"/>
    <w:rsid w:val="006852E6"/>
    <w:rsid w:val="006860CC"/>
    <w:rsid w:val="006861EC"/>
    <w:rsid w:val="00686CAF"/>
    <w:rsid w:val="00686D8F"/>
    <w:rsid w:val="00687137"/>
    <w:rsid w:val="006901C7"/>
    <w:rsid w:val="0069146C"/>
    <w:rsid w:val="006923E6"/>
    <w:rsid w:val="0069404A"/>
    <w:rsid w:val="006947C9"/>
    <w:rsid w:val="00695BA4"/>
    <w:rsid w:val="00696055"/>
    <w:rsid w:val="0069625E"/>
    <w:rsid w:val="00696742"/>
    <w:rsid w:val="00697152"/>
    <w:rsid w:val="006A0EB5"/>
    <w:rsid w:val="006A1364"/>
    <w:rsid w:val="006A1500"/>
    <w:rsid w:val="006A1A63"/>
    <w:rsid w:val="006A1B50"/>
    <w:rsid w:val="006A1FEF"/>
    <w:rsid w:val="006A24DD"/>
    <w:rsid w:val="006A28C5"/>
    <w:rsid w:val="006A2E8F"/>
    <w:rsid w:val="006A32C9"/>
    <w:rsid w:val="006A3624"/>
    <w:rsid w:val="006A3E10"/>
    <w:rsid w:val="006A3F31"/>
    <w:rsid w:val="006A407F"/>
    <w:rsid w:val="006A4C60"/>
    <w:rsid w:val="006A4EA9"/>
    <w:rsid w:val="006A4FEB"/>
    <w:rsid w:val="006A5469"/>
    <w:rsid w:val="006A5741"/>
    <w:rsid w:val="006A5A56"/>
    <w:rsid w:val="006A5A82"/>
    <w:rsid w:val="006A5B2A"/>
    <w:rsid w:val="006A5CDA"/>
    <w:rsid w:val="006A7722"/>
    <w:rsid w:val="006A7C7A"/>
    <w:rsid w:val="006B0329"/>
    <w:rsid w:val="006B0D3D"/>
    <w:rsid w:val="006B182A"/>
    <w:rsid w:val="006B1BA8"/>
    <w:rsid w:val="006B233A"/>
    <w:rsid w:val="006B2BE3"/>
    <w:rsid w:val="006B30C0"/>
    <w:rsid w:val="006B35CF"/>
    <w:rsid w:val="006B3F2B"/>
    <w:rsid w:val="006B40C5"/>
    <w:rsid w:val="006B45BE"/>
    <w:rsid w:val="006B4605"/>
    <w:rsid w:val="006B4B96"/>
    <w:rsid w:val="006B4CEB"/>
    <w:rsid w:val="006B5943"/>
    <w:rsid w:val="006B6D3B"/>
    <w:rsid w:val="006B71BC"/>
    <w:rsid w:val="006C00E2"/>
    <w:rsid w:val="006C06D0"/>
    <w:rsid w:val="006C08B2"/>
    <w:rsid w:val="006C0DDB"/>
    <w:rsid w:val="006C11BF"/>
    <w:rsid w:val="006C1356"/>
    <w:rsid w:val="006C2247"/>
    <w:rsid w:val="006C2B8B"/>
    <w:rsid w:val="006C3662"/>
    <w:rsid w:val="006C4087"/>
    <w:rsid w:val="006C47D6"/>
    <w:rsid w:val="006C48F8"/>
    <w:rsid w:val="006C4E6F"/>
    <w:rsid w:val="006C5CCC"/>
    <w:rsid w:val="006C6BE4"/>
    <w:rsid w:val="006D1009"/>
    <w:rsid w:val="006D1235"/>
    <w:rsid w:val="006D1CF7"/>
    <w:rsid w:val="006D1D9D"/>
    <w:rsid w:val="006D1DC7"/>
    <w:rsid w:val="006D3488"/>
    <w:rsid w:val="006D35E7"/>
    <w:rsid w:val="006D4395"/>
    <w:rsid w:val="006D443F"/>
    <w:rsid w:val="006D4611"/>
    <w:rsid w:val="006D4B99"/>
    <w:rsid w:val="006D505D"/>
    <w:rsid w:val="006D643E"/>
    <w:rsid w:val="006D6936"/>
    <w:rsid w:val="006D695A"/>
    <w:rsid w:val="006D6FCE"/>
    <w:rsid w:val="006D743D"/>
    <w:rsid w:val="006D7799"/>
    <w:rsid w:val="006D7924"/>
    <w:rsid w:val="006D7A74"/>
    <w:rsid w:val="006E033C"/>
    <w:rsid w:val="006E0BF1"/>
    <w:rsid w:val="006E0CB2"/>
    <w:rsid w:val="006E2FD6"/>
    <w:rsid w:val="006E38BB"/>
    <w:rsid w:val="006E38DA"/>
    <w:rsid w:val="006E4826"/>
    <w:rsid w:val="006E4941"/>
    <w:rsid w:val="006E5001"/>
    <w:rsid w:val="006E5076"/>
    <w:rsid w:val="006E55E7"/>
    <w:rsid w:val="006E56DE"/>
    <w:rsid w:val="006E5FA5"/>
    <w:rsid w:val="006E60D1"/>
    <w:rsid w:val="006E68CD"/>
    <w:rsid w:val="006E692B"/>
    <w:rsid w:val="006E6D1A"/>
    <w:rsid w:val="006E6F02"/>
    <w:rsid w:val="006E77E9"/>
    <w:rsid w:val="006F0C7A"/>
    <w:rsid w:val="006F0F92"/>
    <w:rsid w:val="006F14C2"/>
    <w:rsid w:val="006F15C8"/>
    <w:rsid w:val="006F1A29"/>
    <w:rsid w:val="006F1FFA"/>
    <w:rsid w:val="006F220F"/>
    <w:rsid w:val="006F2C0D"/>
    <w:rsid w:val="006F45AB"/>
    <w:rsid w:val="006F4939"/>
    <w:rsid w:val="006F4D23"/>
    <w:rsid w:val="006F5343"/>
    <w:rsid w:val="006F5DCB"/>
    <w:rsid w:val="006F618E"/>
    <w:rsid w:val="006F6A78"/>
    <w:rsid w:val="006F7733"/>
    <w:rsid w:val="006F7BB3"/>
    <w:rsid w:val="007002BD"/>
    <w:rsid w:val="00700A82"/>
    <w:rsid w:val="00700AE0"/>
    <w:rsid w:val="00700E86"/>
    <w:rsid w:val="00700F2C"/>
    <w:rsid w:val="0070111A"/>
    <w:rsid w:val="00701F60"/>
    <w:rsid w:val="00702EA5"/>
    <w:rsid w:val="00703293"/>
    <w:rsid w:val="0070374F"/>
    <w:rsid w:val="00703C91"/>
    <w:rsid w:val="0070479D"/>
    <w:rsid w:val="007049C9"/>
    <w:rsid w:val="007057D0"/>
    <w:rsid w:val="00705BB8"/>
    <w:rsid w:val="00706052"/>
    <w:rsid w:val="00706475"/>
    <w:rsid w:val="007066A7"/>
    <w:rsid w:val="00706DC6"/>
    <w:rsid w:val="0070753D"/>
    <w:rsid w:val="00707AA0"/>
    <w:rsid w:val="00707EA5"/>
    <w:rsid w:val="007108DD"/>
    <w:rsid w:val="0071197B"/>
    <w:rsid w:val="00712BA9"/>
    <w:rsid w:val="00713DA6"/>
    <w:rsid w:val="0071436F"/>
    <w:rsid w:val="00714382"/>
    <w:rsid w:val="007143A5"/>
    <w:rsid w:val="00714409"/>
    <w:rsid w:val="00714D98"/>
    <w:rsid w:val="00715524"/>
    <w:rsid w:val="00715FA3"/>
    <w:rsid w:val="0071627B"/>
    <w:rsid w:val="00716BEC"/>
    <w:rsid w:val="0072005A"/>
    <w:rsid w:val="00721379"/>
    <w:rsid w:val="0072294A"/>
    <w:rsid w:val="00722CD1"/>
    <w:rsid w:val="007237B2"/>
    <w:rsid w:val="0072438A"/>
    <w:rsid w:val="00724597"/>
    <w:rsid w:val="00724BAB"/>
    <w:rsid w:val="00724DD5"/>
    <w:rsid w:val="00725418"/>
    <w:rsid w:val="007256A0"/>
    <w:rsid w:val="00726006"/>
    <w:rsid w:val="00726926"/>
    <w:rsid w:val="0072692B"/>
    <w:rsid w:val="00726D2F"/>
    <w:rsid w:val="007270EF"/>
    <w:rsid w:val="00727471"/>
    <w:rsid w:val="00727AE6"/>
    <w:rsid w:val="007306C1"/>
    <w:rsid w:val="00731831"/>
    <w:rsid w:val="00731BC8"/>
    <w:rsid w:val="007322E4"/>
    <w:rsid w:val="0073245C"/>
    <w:rsid w:val="007329E6"/>
    <w:rsid w:val="00732B38"/>
    <w:rsid w:val="00732E3E"/>
    <w:rsid w:val="00732EB1"/>
    <w:rsid w:val="007333BD"/>
    <w:rsid w:val="0073432B"/>
    <w:rsid w:val="00734A86"/>
    <w:rsid w:val="00734BCD"/>
    <w:rsid w:val="007352D9"/>
    <w:rsid w:val="007359E4"/>
    <w:rsid w:val="00735ABE"/>
    <w:rsid w:val="00735AF1"/>
    <w:rsid w:val="0073626E"/>
    <w:rsid w:val="007362D7"/>
    <w:rsid w:val="00736989"/>
    <w:rsid w:val="00736F81"/>
    <w:rsid w:val="00737B45"/>
    <w:rsid w:val="00737C5B"/>
    <w:rsid w:val="00740776"/>
    <w:rsid w:val="007407B5"/>
    <w:rsid w:val="00740AF7"/>
    <w:rsid w:val="00740EFF"/>
    <w:rsid w:val="007410AA"/>
    <w:rsid w:val="00741D74"/>
    <w:rsid w:val="00741F39"/>
    <w:rsid w:val="0074300E"/>
    <w:rsid w:val="00743199"/>
    <w:rsid w:val="00743671"/>
    <w:rsid w:val="007440FC"/>
    <w:rsid w:val="00744542"/>
    <w:rsid w:val="00745C42"/>
    <w:rsid w:val="00745E2F"/>
    <w:rsid w:val="007465B1"/>
    <w:rsid w:val="007470B4"/>
    <w:rsid w:val="007473B4"/>
    <w:rsid w:val="00750512"/>
    <w:rsid w:val="00750DF5"/>
    <w:rsid w:val="0075103C"/>
    <w:rsid w:val="00751689"/>
    <w:rsid w:val="00751A5D"/>
    <w:rsid w:val="00751C61"/>
    <w:rsid w:val="007531AE"/>
    <w:rsid w:val="007532F5"/>
    <w:rsid w:val="00753352"/>
    <w:rsid w:val="00754219"/>
    <w:rsid w:val="00754644"/>
    <w:rsid w:val="007548C9"/>
    <w:rsid w:val="00754A61"/>
    <w:rsid w:val="007550F5"/>
    <w:rsid w:val="00755483"/>
    <w:rsid w:val="007558AD"/>
    <w:rsid w:val="00755B17"/>
    <w:rsid w:val="00756768"/>
    <w:rsid w:val="00756BC7"/>
    <w:rsid w:val="00756C99"/>
    <w:rsid w:val="007570FF"/>
    <w:rsid w:val="0075719C"/>
    <w:rsid w:val="0075755C"/>
    <w:rsid w:val="00757A5A"/>
    <w:rsid w:val="00760518"/>
    <w:rsid w:val="007608AB"/>
    <w:rsid w:val="00761232"/>
    <w:rsid w:val="007615B6"/>
    <w:rsid w:val="0076235C"/>
    <w:rsid w:val="0076256B"/>
    <w:rsid w:val="00762C51"/>
    <w:rsid w:val="00762D60"/>
    <w:rsid w:val="00763347"/>
    <w:rsid w:val="007633B9"/>
    <w:rsid w:val="00763522"/>
    <w:rsid w:val="00763C31"/>
    <w:rsid w:val="00763E47"/>
    <w:rsid w:val="007643E5"/>
    <w:rsid w:val="0076441D"/>
    <w:rsid w:val="00764742"/>
    <w:rsid w:val="00765150"/>
    <w:rsid w:val="007667C8"/>
    <w:rsid w:val="0076728A"/>
    <w:rsid w:val="00767747"/>
    <w:rsid w:val="0077142F"/>
    <w:rsid w:val="007724B1"/>
    <w:rsid w:val="00773424"/>
    <w:rsid w:val="00774680"/>
    <w:rsid w:val="007756C0"/>
    <w:rsid w:val="00775A8B"/>
    <w:rsid w:val="00775B3B"/>
    <w:rsid w:val="00775D02"/>
    <w:rsid w:val="007774AC"/>
    <w:rsid w:val="0077793F"/>
    <w:rsid w:val="00781450"/>
    <w:rsid w:val="00782087"/>
    <w:rsid w:val="007822FB"/>
    <w:rsid w:val="00782427"/>
    <w:rsid w:val="007828B8"/>
    <w:rsid w:val="0078309F"/>
    <w:rsid w:val="00783936"/>
    <w:rsid w:val="00783C41"/>
    <w:rsid w:val="00783F8F"/>
    <w:rsid w:val="0078407E"/>
    <w:rsid w:val="007841D8"/>
    <w:rsid w:val="00784286"/>
    <w:rsid w:val="007842A6"/>
    <w:rsid w:val="00784C1A"/>
    <w:rsid w:val="00785018"/>
    <w:rsid w:val="0078522D"/>
    <w:rsid w:val="00785FD9"/>
    <w:rsid w:val="007861AB"/>
    <w:rsid w:val="0078717F"/>
    <w:rsid w:val="00787994"/>
    <w:rsid w:val="00790599"/>
    <w:rsid w:val="00790680"/>
    <w:rsid w:val="00790939"/>
    <w:rsid w:val="00790D2E"/>
    <w:rsid w:val="00791578"/>
    <w:rsid w:val="007915EA"/>
    <w:rsid w:val="00791701"/>
    <w:rsid w:val="0079188D"/>
    <w:rsid w:val="0079239D"/>
    <w:rsid w:val="0079255B"/>
    <w:rsid w:val="0079272E"/>
    <w:rsid w:val="00793C0E"/>
    <w:rsid w:val="00795DC8"/>
    <w:rsid w:val="00797152"/>
    <w:rsid w:val="0079726A"/>
    <w:rsid w:val="00797618"/>
    <w:rsid w:val="00797719"/>
    <w:rsid w:val="007A0444"/>
    <w:rsid w:val="007A058F"/>
    <w:rsid w:val="007A0811"/>
    <w:rsid w:val="007A11DF"/>
    <w:rsid w:val="007A14AA"/>
    <w:rsid w:val="007A1AA5"/>
    <w:rsid w:val="007A2FA7"/>
    <w:rsid w:val="007A3FD0"/>
    <w:rsid w:val="007A452A"/>
    <w:rsid w:val="007A4AAB"/>
    <w:rsid w:val="007A4C12"/>
    <w:rsid w:val="007A4D04"/>
    <w:rsid w:val="007A5D03"/>
    <w:rsid w:val="007A69E3"/>
    <w:rsid w:val="007A6C6B"/>
    <w:rsid w:val="007A6D72"/>
    <w:rsid w:val="007A6F20"/>
    <w:rsid w:val="007B1257"/>
    <w:rsid w:val="007B1E73"/>
    <w:rsid w:val="007B2003"/>
    <w:rsid w:val="007B2D83"/>
    <w:rsid w:val="007B3808"/>
    <w:rsid w:val="007B4721"/>
    <w:rsid w:val="007B5842"/>
    <w:rsid w:val="007B5FB6"/>
    <w:rsid w:val="007B681B"/>
    <w:rsid w:val="007B75A9"/>
    <w:rsid w:val="007C0397"/>
    <w:rsid w:val="007C04D9"/>
    <w:rsid w:val="007C0644"/>
    <w:rsid w:val="007C08F8"/>
    <w:rsid w:val="007C10FD"/>
    <w:rsid w:val="007C1AE7"/>
    <w:rsid w:val="007C1B49"/>
    <w:rsid w:val="007C1D80"/>
    <w:rsid w:val="007C2015"/>
    <w:rsid w:val="007C21B0"/>
    <w:rsid w:val="007C2AF2"/>
    <w:rsid w:val="007C2E33"/>
    <w:rsid w:val="007C32A3"/>
    <w:rsid w:val="007C49AD"/>
    <w:rsid w:val="007C61EC"/>
    <w:rsid w:val="007C633A"/>
    <w:rsid w:val="007C656C"/>
    <w:rsid w:val="007C6E36"/>
    <w:rsid w:val="007C7010"/>
    <w:rsid w:val="007C7659"/>
    <w:rsid w:val="007C77A8"/>
    <w:rsid w:val="007C7EA3"/>
    <w:rsid w:val="007D0979"/>
    <w:rsid w:val="007D0AC4"/>
    <w:rsid w:val="007D21DA"/>
    <w:rsid w:val="007D2AE4"/>
    <w:rsid w:val="007D3047"/>
    <w:rsid w:val="007D34EC"/>
    <w:rsid w:val="007D4196"/>
    <w:rsid w:val="007D4366"/>
    <w:rsid w:val="007D55B4"/>
    <w:rsid w:val="007D56DB"/>
    <w:rsid w:val="007D5BE8"/>
    <w:rsid w:val="007D5DC4"/>
    <w:rsid w:val="007D6010"/>
    <w:rsid w:val="007D61AB"/>
    <w:rsid w:val="007D6ED5"/>
    <w:rsid w:val="007E06B4"/>
    <w:rsid w:val="007E0FB6"/>
    <w:rsid w:val="007E11A3"/>
    <w:rsid w:val="007E12FF"/>
    <w:rsid w:val="007E139F"/>
    <w:rsid w:val="007E23CA"/>
    <w:rsid w:val="007E2CD5"/>
    <w:rsid w:val="007E3597"/>
    <w:rsid w:val="007E4A47"/>
    <w:rsid w:val="007E5720"/>
    <w:rsid w:val="007E5E0C"/>
    <w:rsid w:val="007E6241"/>
    <w:rsid w:val="007E6AC8"/>
    <w:rsid w:val="007E7493"/>
    <w:rsid w:val="007E785F"/>
    <w:rsid w:val="007E7B60"/>
    <w:rsid w:val="007E7C71"/>
    <w:rsid w:val="007F09D7"/>
    <w:rsid w:val="007F0A0F"/>
    <w:rsid w:val="007F1077"/>
    <w:rsid w:val="007F13F7"/>
    <w:rsid w:val="007F25F8"/>
    <w:rsid w:val="007F28E0"/>
    <w:rsid w:val="007F299B"/>
    <w:rsid w:val="007F2F6A"/>
    <w:rsid w:val="007F327A"/>
    <w:rsid w:val="007F33E5"/>
    <w:rsid w:val="007F36EF"/>
    <w:rsid w:val="007F39C3"/>
    <w:rsid w:val="007F4C7C"/>
    <w:rsid w:val="007F4ECD"/>
    <w:rsid w:val="007F55A4"/>
    <w:rsid w:val="007F5D9B"/>
    <w:rsid w:val="007F643F"/>
    <w:rsid w:val="007F6467"/>
    <w:rsid w:val="007F6861"/>
    <w:rsid w:val="007F68AF"/>
    <w:rsid w:val="007F6CA3"/>
    <w:rsid w:val="007F7137"/>
    <w:rsid w:val="007F7179"/>
    <w:rsid w:val="00800F49"/>
    <w:rsid w:val="008027A5"/>
    <w:rsid w:val="00802E4D"/>
    <w:rsid w:val="00803492"/>
    <w:rsid w:val="008034A5"/>
    <w:rsid w:val="00804536"/>
    <w:rsid w:val="00804814"/>
    <w:rsid w:val="008056E8"/>
    <w:rsid w:val="00805A1B"/>
    <w:rsid w:val="00806FAF"/>
    <w:rsid w:val="0080719F"/>
    <w:rsid w:val="00807455"/>
    <w:rsid w:val="00807769"/>
    <w:rsid w:val="00807FC4"/>
    <w:rsid w:val="008103A0"/>
    <w:rsid w:val="008103EA"/>
    <w:rsid w:val="00812516"/>
    <w:rsid w:val="00812AF8"/>
    <w:rsid w:val="00812F4D"/>
    <w:rsid w:val="00813061"/>
    <w:rsid w:val="0081320C"/>
    <w:rsid w:val="00813BE5"/>
    <w:rsid w:val="008142EC"/>
    <w:rsid w:val="00814460"/>
    <w:rsid w:val="00814567"/>
    <w:rsid w:val="00814694"/>
    <w:rsid w:val="00814826"/>
    <w:rsid w:val="00814C43"/>
    <w:rsid w:val="0081589F"/>
    <w:rsid w:val="0081617D"/>
    <w:rsid w:val="00816C3E"/>
    <w:rsid w:val="00816E35"/>
    <w:rsid w:val="00817340"/>
    <w:rsid w:val="00817FAB"/>
    <w:rsid w:val="00820BDA"/>
    <w:rsid w:val="00820FBC"/>
    <w:rsid w:val="0082123A"/>
    <w:rsid w:val="0082246B"/>
    <w:rsid w:val="0082278B"/>
    <w:rsid w:val="0082321D"/>
    <w:rsid w:val="00823973"/>
    <w:rsid w:val="00823D84"/>
    <w:rsid w:val="00823E73"/>
    <w:rsid w:val="008241F5"/>
    <w:rsid w:val="00825E03"/>
    <w:rsid w:val="00826E91"/>
    <w:rsid w:val="008271E6"/>
    <w:rsid w:val="00827834"/>
    <w:rsid w:val="00827A15"/>
    <w:rsid w:val="00827E23"/>
    <w:rsid w:val="008303A7"/>
    <w:rsid w:val="00831157"/>
    <w:rsid w:val="00832263"/>
    <w:rsid w:val="0083290E"/>
    <w:rsid w:val="00832BF8"/>
    <w:rsid w:val="00832EA3"/>
    <w:rsid w:val="00832FBA"/>
    <w:rsid w:val="008331C9"/>
    <w:rsid w:val="0083377B"/>
    <w:rsid w:val="00834375"/>
    <w:rsid w:val="008344A2"/>
    <w:rsid w:val="00834831"/>
    <w:rsid w:val="00834C30"/>
    <w:rsid w:val="00834D03"/>
    <w:rsid w:val="00834D0C"/>
    <w:rsid w:val="00835378"/>
    <w:rsid w:val="008364E9"/>
    <w:rsid w:val="00837C46"/>
    <w:rsid w:val="0084075B"/>
    <w:rsid w:val="0084124C"/>
    <w:rsid w:val="0084127F"/>
    <w:rsid w:val="008431D2"/>
    <w:rsid w:val="00843230"/>
    <w:rsid w:val="008434C4"/>
    <w:rsid w:val="0084394D"/>
    <w:rsid w:val="0084435D"/>
    <w:rsid w:val="00844745"/>
    <w:rsid w:val="008447C2"/>
    <w:rsid w:val="008450AC"/>
    <w:rsid w:val="00845842"/>
    <w:rsid w:val="008459E3"/>
    <w:rsid w:val="00845A53"/>
    <w:rsid w:val="00845D79"/>
    <w:rsid w:val="008462CF"/>
    <w:rsid w:val="0084680F"/>
    <w:rsid w:val="00847162"/>
    <w:rsid w:val="00847492"/>
    <w:rsid w:val="00847AA3"/>
    <w:rsid w:val="00847FB6"/>
    <w:rsid w:val="0085057C"/>
    <w:rsid w:val="008509E8"/>
    <w:rsid w:val="00850C3C"/>
    <w:rsid w:val="00850D36"/>
    <w:rsid w:val="008518CB"/>
    <w:rsid w:val="00851986"/>
    <w:rsid w:val="008527AA"/>
    <w:rsid w:val="008529A5"/>
    <w:rsid w:val="00852BB9"/>
    <w:rsid w:val="00852F3F"/>
    <w:rsid w:val="008538F4"/>
    <w:rsid w:val="00853931"/>
    <w:rsid w:val="00854ABB"/>
    <w:rsid w:val="00855371"/>
    <w:rsid w:val="00856A72"/>
    <w:rsid w:val="008576D0"/>
    <w:rsid w:val="00860883"/>
    <w:rsid w:val="00860B5C"/>
    <w:rsid w:val="00861C48"/>
    <w:rsid w:val="00862850"/>
    <w:rsid w:val="00862AD1"/>
    <w:rsid w:val="00863061"/>
    <w:rsid w:val="00863310"/>
    <w:rsid w:val="00863CD0"/>
    <w:rsid w:val="00864923"/>
    <w:rsid w:val="008649C8"/>
    <w:rsid w:val="00864C6A"/>
    <w:rsid w:val="00864F3E"/>
    <w:rsid w:val="00864F40"/>
    <w:rsid w:val="00865598"/>
    <w:rsid w:val="0086569B"/>
    <w:rsid w:val="00865863"/>
    <w:rsid w:val="00865886"/>
    <w:rsid w:val="00866537"/>
    <w:rsid w:val="008670A5"/>
    <w:rsid w:val="00867BD3"/>
    <w:rsid w:val="00867CDC"/>
    <w:rsid w:val="008707FC"/>
    <w:rsid w:val="0087105A"/>
    <w:rsid w:val="008713B8"/>
    <w:rsid w:val="008714B6"/>
    <w:rsid w:val="00871CBC"/>
    <w:rsid w:val="008722E4"/>
    <w:rsid w:val="008723A2"/>
    <w:rsid w:val="00872D5D"/>
    <w:rsid w:val="008737C6"/>
    <w:rsid w:val="0087419D"/>
    <w:rsid w:val="00874C38"/>
    <w:rsid w:val="00874F5F"/>
    <w:rsid w:val="0087544B"/>
    <w:rsid w:val="008760B1"/>
    <w:rsid w:val="0087627C"/>
    <w:rsid w:val="00876FB0"/>
    <w:rsid w:val="00880B2A"/>
    <w:rsid w:val="0088134C"/>
    <w:rsid w:val="008813F6"/>
    <w:rsid w:val="008815FB"/>
    <w:rsid w:val="008819F5"/>
    <w:rsid w:val="00882512"/>
    <w:rsid w:val="00883D1F"/>
    <w:rsid w:val="00884A12"/>
    <w:rsid w:val="00884CCD"/>
    <w:rsid w:val="00884EEF"/>
    <w:rsid w:val="00885C74"/>
    <w:rsid w:val="008867E2"/>
    <w:rsid w:val="00886E77"/>
    <w:rsid w:val="00887765"/>
    <w:rsid w:val="00891497"/>
    <w:rsid w:val="008918D1"/>
    <w:rsid w:val="00891B79"/>
    <w:rsid w:val="0089222E"/>
    <w:rsid w:val="008923D6"/>
    <w:rsid w:val="00892469"/>
    <w:rsid w:val="00892746"/>
    <w:rsid w:val="008930E4"/>
    <w:rsid w:val="00894164"/>
    <w:rsid w:val="00894994"/>
    <w:rsid w:val="008950B4"/>
    <w:rsid w:val="008953AC"/>
    <w:rsid w:val="00895CAF"/>
    <w:rsid w:val="008960EE"/>
    <w:rsid w:val="00896323"/>
    <w:rsid w:val="00897073"/>
    <w:rsid w:val="008A0017"/>
    <w:rsid w:val="008A1174"/>
    <w:rsid w:val="008A198C"/>
    <w:rsid w:val="008A1F2C"/>
    <w:rsid w:val="008A2169"/>
    <w:rsid w:val="008A229D"/>
    <w:rsid w:val="008A3061"/>
    <w:rsid w:val="008A3247"/>
    <w:rsid w:val="008A3E94"/>
    <w:rsid w:val="008A4DA7"/>
    <w:rsid w:val="008A4DE6"/>
    <w:rsid w:val="008A5A0A"/>
    <w:rsid w:val="008A6025"/>
    <w:rsid w:val="008A6040"/>
    <w:rsid w:val="008A6F8C"/>
    <w:rsid w:val="008A7685"/>
    <w:rsid w:val="008A788A"/>
    <w:rsid w:val="008A7DE8"/>
    <w:rsid w:val="008B00D2"/>
    <w:rsid w:val="008B0445"/>
    <w:rsid w:val="008B0519"/>
    <w:rsid w:val="008B05DA"/>
    <w:rsid w:val="008B10A2"/>
    <w:rsid w:val="008B20D0"/>
    <w:rsid w:val="008B2549"/>
    <w:rsid w:val="008B2625"/>
    <w:rsid w:val="008B275B"/>
    <w:rsid w:val="008B2A90"/>
    <w:rsid w:val="008B2E4B"/>
    <w:rsid w:val="008B3118"/>
    <w:rsid w:val="008B3708"/>
    <w:rsid w:val="008B397C"/>
    <w:rsid w:val="008B3EC5"/>
    <w:rsid w:val="008B4E41"/>
    <w:rsid w:val="008B4F5B"/>
    <w:rsid w:val="008B5428"/>
    <w:rsid w:val="008B5784"/>
    <w:rsid w:val="008B5904"/>
    <w:rsid w:val="008B5BE9"/>
    <w:rsid w:val="008B68B5"/>
    <w:rsid w:val="008B7DE1"/>
    <w:rsid w:val="008C02BE"/>
    <w:rsid w:val="008C060B"/>
    <w:rsid w:val="008C1204"/>
    <w:rsid w:val="008C270D"/>
    <w:rsid w:val="008C33AC"/>
    <w:rsid w:val="008C341D"/>
    <w:rsid w:val="008C3614"/>
    <w:rsid w:val="008C44E4"/>
    <w:rsid w:val="008C45EF"/>
    <w:rsid w:val="008C56A4"/>
    <w:rsid w:val="008C6C58"/>
    <w:rsid w:val="008C7AAB"/>
    <w:rsid w:val="008C7D81"/>
    <w:rsid w:val="008D094B"/>
    <w:rsid w:val="008D09B1"/>
    <w:rsid w:val="008D11DD"/>
    <w:rsid w:val="008D190D"/>
    <w:rsid w:val="008D1B50"/>
    <w:rsid w:val="008D265A"/>
    <w:rsid w:val="008D297A"/>
    <w:rsid w:val="008D2B67"/>
    <w:rsid w:val="008D311E"/>
    <w:rsid w:val="008D39F2"/>
    <w:rsid w:val="008D5328"/>
    <w:rsid w:val="008D5CB8"/>
    <w:rsid w:val="008D5F83"/>
    <w:rsid w:val="008D6703"/>
    <w:rsid w:val="008D7194"/>
    <w:rsid w:val="008D79A4"/>
    <w:rsid w:val="008E0BA1"/>
    <w:rsid w:val="008E0E17"/>
    <w:rsid w:val="008E11D6"/>
    <w:rsid w:val="008E1634"/>
    <w:rsid w:val="008E2BCF"/>
    <w:rsid w:val="008E2DC6"/>
    <w:rsid w:val="008E3649"/>
    <w:rsid w:val="008E372C"/>
    <w:rsid w:val="008E3CE2"/>
    <w:rsid w:val="008E46E9"/>
    <w:rsid w:val="008E483A"/>
    <w:rsid w:val="008E538B"/>
    <w:rsid w:val="008E6FE4"/>
    <w:rsid w:val="008E79C4"/>
    <w:rsid w:val="008E7DBB"/>
    <w:rsid w:val="008E7FF4"/>
    <w:rsid w:val="008F00D1"/>
    <w:rsid w:val="008F039E"/>
    <w:rsid w:val="008F189D"/>
    <w:rsid w:val="008F1A16"/>
    <w:rsid w:val="008F1DEF"/>
    <w:rsid w:val="008F1DF0"/>
    <w:rsid w:val="008F28C1"/>
    <w:rsid w:val="008F2DE6"/>
    <w:rsid w:val="008F3477"/>
    <w:rsid w:val="008F4714"/>
    <w:rsid w:val="008F4985"/>
    <w:rsid w:val="008F4E86"/>
    <w:rsid w:val="008F75E8"/>
    <w:rsid w:val="008F7957"/>
    <w:rsid w:val="0090022F"/>
    <w:rsid w:val="009009D5"/>
    <w:rsid w:val="00900E69"/>
    <w:rsid w:val="00901302"/>
    <w:rsid w:val="00902736"/>
    <w:rsid w:val="00902F2F"/>
    <w:rsid w:val="009037A7"/>
    <w:rsid w:val="009039CC"/>
    <w:rsid w:val="00903A13"/>
    <w:rsid w:val="0090413E"/>
    <w:rsid w:val="009042C4"/>
    <w:rsid w:val="00904A01"/>
    <w:rsid w:val="0090578B"/>
    <w:rsid w:val="00906A92"/>
    <w:rsid w:val="00906BEA"/>
    <w:rsid w:val="00906D33"/>
    <w:rsid w:val="00907018"/>
    <w:rsid w:val="0090781E"/>
    <w:rsid w:val="009103C8"/>
    <w:rsid w:val="009107EE"/>
    <w:rsid w:val="00911222"/>
    <w:rsid w:val="00911271"/>
    <w:rsid w:val="00911D40"/>
    <w:rsid w:val="00912732"/>
    <w:rsid w:val="00912CC0"/>
    <w:rsid w:val="00912F1E"/>
    <w:rsid w:val="00913ACB"/>
    <w:rsid w:val="009147E4"/>
    <w:rsid w:val="00914BDA"/>
    <w:rsid w:val="00914DAA"/>
    <w:rsid w:val="00914E4B"/>
    <w:rsid w:val="00914F7F"/>
    <w:rsid w:val="00915087"/>
    <w:rsid w:val="009154F0"/>
    <w:rsid w:val="009154F9"/>
    <w:rsid w:val="00915FFB"/>
    <w:rsid w:val="00916442"/>
    <w:rsid w:val="00916FC0"/>
    <w:rsid w:val="00917627"/>
    <w:rsid w:val="00917B31"/>
    <w:rsid w:val="00917EC8"/>
    <w:rsid w:val="009209C2"/>
    <w:rsid w:val="00921429"/>
    <w:rsid w:val="009218D6"/>
    <w:rsid w:val="00921A5C"/>
    <w:rsid w:val="00921AD0"/>
    <w:rsid w:val="00922170"/>
    <w:rsid w:val="0092343A"/>
    <w:rsid w:val="0092396A"/>
    <w:rsid w:val="009243D6"/>
    <w:rsid w:val="0092466F"/>
    <w:rsid w:val="0092481A"/>
    <w:rsid w:val="00925023"/>
    <w:rsid w:val="00926050"/>
    <w:rsid w:val="009273E8"/>
    <w:rsid w:val="00927B4D"/>
    <w:rsid w:val="00930042"/>
    <w:rsid w:val="00930514"/>
    <w:rsid w:val="00930914"/>
    <w:rsid w:val="0093097F"/>
    <w:rsid w:val="009310C7"/>
    <w:rsid w:val="009315C2"/>
    <w:rsid w:val="009319BC"/>
    <w:rsid w:val="00931B5C"/>
    <w:rsid w:val="00931DE5"/>
    <w:rsid w:val="00934816"/>
    <w:rsid w:val="009349EE"/>
    <w:rsid w:val="0093503C"/>
    <w:rsid w:val="009364DC"/>
    <w:rsid w:val="0093671F"/>
    <w:rsid w:val="00936801"/>
    <w:rsid w:val="00936B6B"/>
    <w:rsid w:val="00936BD5"/>
    <w:rsid w:val="00936D52"/>
    <w:rsid w:val="00937F0C"/>
    <w:rsid w:val="00941477"/>
    <w:rsid w:val="00941873"/>
    <w:rsid w:val="00941938"/>
    <w:rsid w:val="00941E40"/>
    <w:rsid w:val="009420BB"/>
    <w:rsid w:val="00942314"/>
    <w:rsid w:val="00943572"/>
    <w:rsid w:val="009447A5"/>
    <w:rsid w:val="00944A64"/>
    <w:rsid w:val="00944BAD"/>
    <w:rsid w:val="00944BE0"/>
    <w:rsid w:val="00944DE9"/>
    <w:rsid w:val="00946234"/>
    <w:rsid w:val="009464E4"/>
    <w:rsid w:val="00946D73"/>
    <w:rsid w:val="00947BC7"/>
    <w:rsid w:val="00950355"/>
    <w:rsid w:val="00950685"/>
    <w:rsid w:val="00952E50"/>
    <w:rsid w:val="00953AA8"/>
    <w:rsid w:val="00953B12"/>
    <w:rsid w:val="00953D1D"/>
    <w:rsid w:val="00954122"/>
    <w:rsid w:val="009542B0"/>
    <w:rsid w:val="009546B0"/>
    <w:rsid w:val="009548D8"/>
    <w:rsid w:val="00955844"/>
    <w:rsid w:val="00955B52"/>
    <w:rsid w:val="00955CC7"/>
    <w:rsid w:val="00956258"/>
    <w:rsid w:val="0095706C"/>
    <w:rsid w:val="009572E7"/>
    <w:rsid w:val="00960418"/>
    <w:rsid w:val="009606A5"/>
    <w:rsid w:val="009612D8"/>
    <w:rsid w:val="0096158C"/>
    <w:rsid w:val="00961625"/>
    <w:rsid w:val="0096219B"/>
    <w:rsid w:val="009634B7"/>
    <w:rsid w:val="00963987"/>
    <w:rsid w:val="00964D23"/>
    <w:rsid w:val="00965095"/>
    <w:rsid w:val="0096535F"/>
    <w:rsid w:val="00965F64"/>
    <w:rsid w:val="00966262"/>
    <w:rsid w:val="00967336"/>
    <w:rsid w:val="0096766D"/>
    <w:rsid w:val="00967B2A"/>
    <w:rsid w:val="00967C2D"/>
    <w:rsid w:val="009707D8"/>
    <w:rsid w:val="00971481"/>
    <w:rsid w:val="00971C9B"/>
    <w:rsid w:val="00972967"/>
    <w:rsid w:val="009739BA"/>
    <w:rsid w:val="00973EA6"/>
    <w:rsid w:val="009740A2"/>
    <w:rsid w:val="009745A5"/>
    <w:rsid w:val="0097505A"/>
    <w:rsid w:val="00975B32"/>
    <w:rsid w:val="009761D8"/>
    <w:rsid w:val="00976879"/>
    <w:rsid w:val="0097694E"/>
    <w:rsid w:val="00976F1D"/>
    <w:rsid w:val="00977169"/>
    <w:rsid w:val="00977786"/>
    <w:rsid w:val="00977C0B"/>
    <w:rsid w:val="00977FFB"/>
    <w:rsid w:val="009801CD"/>
    <w:rsid w:val="00980691"/>
    <w:rsid w:val="00980B90"/>
    <w:rsid w:val="0098103F"/>
    <w:rsid w:val="009811D6"/>
    <w:rsid w:val="00982CA0"/>
    <w:rsid w:val="00982F3C"/>
    <w:rsid w:val="00983713"/>
    <w:rsid w:val="009837C4"/>
    <w:rsid w:val="00983D28"/>
    <w:rsid w:val="00983F82"/>
    <w:rsid w:val="009842CF"/>
    <w:rsid w:val="009844EC"/>
    <w:rsid w:val="00984666"/>
    <w:rsid w:val="009850B3"/>
    <w:rsid w:val="00985A7B"/>
    <w:rsid w:val="00985AAA"/>
    <w:rsid w:val="00985D1B"/>
    <w:rsid w:val="00986AAE"/>
    <w:rsid w:val="00987128"/>
    <w:rsid w:val="009875CF"/>
    <w:rsid w:val="009877C1"/>
    <w:rsid w:val="0098798E"/>
    <w:rsid w:val="00990CCA"/>
    <w:rsid w:val="00990FE3"/>
    <w:rsid w:val="009911B0"/>
    <w:rsid w:val="0099152D"/>
    <w:rsid w:val="0099182F"/>
    <w:rsid w:val="009922E0"/>
    <w:rsid w:val="009923C7"/>
    <w:rsid w:val="0099357B"/>
    <w:rsid w:val="00993EF0"/>
    <w:rsid w:val="00994EB9"/>
    <w:rsid w:val="00995424"/>
    <w:rsid w:val="00995997"/>
    <w:rsid w:val="00995EC0"/>
    <w:rsid w:val="00996820"/>
    <w:rsid w:val="00996B2F"/>
    <w:rsid w:val="00996F38"/>
    <w:rsid w:val="009973F1"/>
    <w:rsid w:val="009977FA"/>
    <w:rsid w:val="009978B0"/>
    <w:rsid w:val="009A04EB"/>
    <w:rsid w:val="009A066A"/>
    <w:rsid w:val="009A10AF"/>
    <w:rsid w:val="009A1807"/>
    <w:rsid w:val="009A1820"/>
    <w:rsid w:val="009A1965"/>
    <w:rsid w:val="009A4ACF"/>
    <w:rsid w:val="009A4E44"/>
    <w:rsid w:val="009A554F"/>
    <w:rsid w:val="009A5783"/>
    <w:rsid w:val="009A580E"/>
    <w:rsid w:val="009A5BCC"/>
    <w:rsid w:val="009A7013"/>
    <w:rsid w:val="009A74BF"/>
    <w:rsid w:val="009B00AA"/>
    <w:rsid w:val="009B0DC0"/>
    <w:rsid w:val="009B1471"/>
    <w:rsid w:val="009B1B5A"/>
    <w:rsid w:val="009B1D93"/>
    <w:rsid w:val="009B1F92"/>
    <w:rsid w:val="009B324F"/>
    <w:rsid w:val="009B338D"/>
    <w:rsid w:val="009B3491"/>
    <w:rsid w:val="009B3930"/>
    <w:rsid w:val="009B4363"/>
    <w:rsid w:val="009B4D3C"/>
    <w:rsid w:val="009B5080"/>
    <w:rsid w:val="009B514B"/>
    <w:rsid w:val="009B5F23"/>
    <w:rsid w:val="009B68F3"/>
    <w:rsid w:val="009B6C03"/>
    <w:rsid w:val="009B7559"/>
    <w:rsid w:val="009B7FE5"/>
    <w:rsid w:val="009C02AB"/>
    <w:rsid w:val="009C0DD6"/>
    <w:rsid w:val="009C1C9C"/>
    <w:rsid w:val="009C2010"/>
    <w:rsid w:val="009C208E"/>
    <w:rsid w:val="009C27DC"/>
    <w:rsid w:val="009C2B16"/>
    <w:rsid w:val="009C31EF"/>
    <w:rsid w:val="009C3A3B"/>
    <w:rsid w:val="009C3DAC"/>
    <w:rsid w:val="009C3FEC"/>
    <w:rsid w:val="009C441C"/>
    <w:rsid w:val="009C503F"/>
    <w:rsid w:val="009C52DF"/>
    <w:rsid w:val="009C5C5D"/>
    <w:rsid w:val="009C5FFA"/>
    <w:rsid w:val="009C6748"/>
    <w:rsid w:val="009C69EC"/>
    <w:rsid w:val="009C7948"/>
    <w:rsid w:val="009C7B9F"/>
    <w:rsid w:val="009D0CE5"/>
    <w:rsid w:val="009D10B3"/>
    <w:rsid w:val="009D141F"/>
    <w:rsid w:val="009D1936"/>
    <w:rsid w:val="009D242D"/>
    <w:rsid w:val="009D248C"/>
    <w:rsid w:val="009D41E2"/>
    <w:rsid w:val="009D43F6"/>
    <w:rsid w:val="009D444D"/>
    <w:rsid w:val="009D4C5B"/>
    <w:rsid w:val="009D4E0E"/>
    <w:rsid w:val="009D59B5"/>
    <w:rsid w:val="009D5D89"/>
    <w:rsid w:val="009D60DF"/>
    <w:rsid w:val="009D6FBA"/>
    <w:rsid w:val="009D739E"/>
    <w:rsid w:val="009D7596"/>
    <w:rsid w:val="009D7CE4"/>
    <w:rsid w:val="009D7F8E"/>
    <w:rsid w:val="009E0897"/>
    <w:rsid w:val="009E1180"/>
    <w:rsid w:val="009E11D7"/>
    <w:rsid w:val="009E207D"/>
    <w:rsid w:val="009E20C1"/>
    <w:rsid w:val="009E2418"/>
    <w:rsid w:val="009E26EF"/>
    <w:rsid w:val="009E2922"/>
    <w:rsid w:val="009E43DF"/>
    <w:rsid w:val="009E48A7"/>
    <w:rsid w:val="009E4FE5"/>
    <w:rsid w:val="009E544A"/>
    <w:rsid w:val="009E5708"/>
    <w:rsid w:val="009E5E7E"/>
    <w:rsid w:val="009E6585"/>
    <w:rsid w:val="009E66EF"/>
    <w:rsid w:val="009E6C5C"/>
    <w:rsid w:val="009E72D0"/>
    <w:rsid w:val="009F0822"/>
    <w:rsid w:val="009F0B2F"/>
    <w:rsid w:val="009F0BE7"/>
    <w:rsid w:val="009F1165"/>
    <w:rsid w:val="009F1B9A"/>
    <w:rsid w:val="009F2164"/>
    <w:rsid w:val="009F2274"/>
    <w:rsid w:val="009F2BCE"/>
    <w:rsid w:val="009F2BDD"/>
    <w:rsid w:val="009F310D"/>
    <w:rsid w:val="009F376F"/>
    <w:rsid w:val="009F403C"/>
    <w:rsid w:val="009F4090"/>
    <w:rsid w:val="009F5CF2"/>
    <w:rsid w:val="009F6F77"/>
    <w:rsid w:val="009F7D32"/>
    <w:rsid w:val="009F7FE0"/>
    <w:rsid w:val="00A01170"/>
    <w:rsid w:val="00A01E33"/>
    <w:rsid w:val="00A022D8"/>
    <w:rsid w:val="00A0233D"/>
    <w:rsid w:val="00A026BC"/>
    <w:rsid w:val="00A0291E"/>
    <w:rsid w:val="00A02936"/>
    <w:rsid w:val="00A029FA"/>
    <w:rsid w:val="00A02C18"/>
    <w:rsid w:val="00A03303"/>
    <w:rsid w:val="00A033B1"/>
    <w:rsid w:val="00A043A2"/>
    <w:rsid w:val="00A051B9"/>
    <w:rsid w:val="00A05430"/>
    <w:rsid w:val="00A05ED0"/>
    <w:rsid w:val="00A060B5"/>
    <w:rsid w:val="00A06127"/>
    <w:rsid w:val="00A071EC"/>
    <w:rsid w:val="00A07C19"/>
    <w:rsid w:val="00A10C82"/>
    <w:rsid w:val="00A11320"/>
    <w:rsid w:val="00A1183A"/>
    <w:rsid w:val="00A1187C"/>
    <w:rsid w:val="00A12A25"/>
    <w:rsid w:val="00A14A5C"/>
    <w:rsid w:val="00A14B90"/>
    <w:rsid w:val="00A15074"/>
    <w:rsid w:val="00A150E3"/>
    <w:rsid w:val="00A15D08"/>
    <w:rsid w:val="00A16222"/>
    <w:rsid w:val="00A166ED"/>
    <w:rsid w:val="00A17846"/>
    <w:rsid w:val="00A179E8"/>
    <w:rsid w:val="00A17A4B"/>
    <w:rsid w:val="00A17E69"/>
    <w:rsid w:val="00A20261"/>
    <w:rsid w:val="00A2079D"/>
    <w:rsid w:val="00A20825"/>
    <w:rsid w:val="00A21290"/>
    <w:rsid w:val="00A218F7"/>
    <w:rsid w:val="00A221F1"/>
    <w:rsid w:val="00A22492"/>
    <w:rsid w:val="00A22CA4"/>
    <w:rsid w:val="00A22EB0"/>
    <w:rsid w:val="00A24327"/>
    <w:rsid w:val="00A244F1"/>
    <w:rsid w:val="00A24BCA"/>
    <w:rsid w:val="00A24F7D"/>
    <w:rsid w:val="00A251EF"/>
    <w:rsid w:val="00A255B9"/>
    <w:rsid w:val="00A25871"/>
    <w:rsid w:val="00A2596D"/>
    <w:rsid w:val="00A25BFA"/>
    <w:rsid w:val="00A268C7"/>
    <w:rsid w:val="00A30128"/>
    <w:rsid w:val="00A30C2B"/>
    <w:rsid w:val="00A30D87"/>
    <w:rsid w:val="00A3181A"/>
    <w:rsid w:val="00A31B31"/>
    <w:rsid w:val="00A31BF7"/>
    <w:rsid w:val="00A31D9D"/>
    <w:rsid w:val="00A31DE5"/>
    <w:rsid w:val="00A320BE"/>
    <w:rsid w:val="00A323A0"/>
    <w:rsid w:val="00A324D4"/>
    <w:rsid w:val="00A3335E"/>
    <w:rsid w:val="00A33ECB"/>
    <w:rsid w:val="00A356E5"/>
    <w:rsid w:val="00A37886"/>
    <w:rsid w:val="00A37947"/>
    <w:rsid w:val="00A37C31"/>
    <w:rsid w:val="00A402D3"/>
    <w:rsid w:val="00A40C2C"/>
    <w:rsid w:val="00A41EA5"/>
    <w:rsid w:val="00A420BC"/>
    <w:rsid w:val="00A42C7D"/>
    <w:rsid w:val="00A43137"/>
    <w:rsid w:val="00A431BA"/>
    <w:rsid w:val="00A43437"/>
    <w:rsid w:val="00A43B67"/>
    <w:rsid w:val="00A4482E"/>
    <w:rsid w:val="00A44C86"/>
    <w:rsid w:val="00A45F2E"/>
    <w:rsid w:val="00A46196"/>
    <w:rsid w:val="00A4644D"/>
    <w:rsid w:val="00A464DE"/>
    <w:rsid w:val="00A46F52"/>
    <w:rsid w:val="00A473AD"/>
    <w:rsid w:val="00A47DD9"/>
    <w:rsid w:val="00A500B9"/>
    <w:rsid w:val="00A50DCB"/>
    <w:rsid w:val="00A50E1D"/>
    <w:rsid w:val="00A50F9D"/>
    <w:rsid w:val="00A51AFE"/>
    <w:rsid w:val="00A51EEA"/>
    <w:rsid w:val="00A52197"/>
    <w:rsid w:val="00A52450"/>
    <w:rsid w:val="00A52A1A"/>
    <w:rsid w:val="00A530A5"/>
    <w:rsid w:val="00A53188"/>
    <w:rsid w:val="00A536DC"/>
    <w:rsid w:val="00A539D7"/>
    <w:rsid w:val="00A53DDA"/>
    <w:rsid w:val="00A55E0E"/>
    <w:rsid w:val="00A5638D"/>
    <w:rsid w:val="00A5713B"/>
    <w:rsid w:val="00A5733C"/>
    <w:rsid w:val="00A5761F"/>
    <w:rsid w:val="00A576A1"/>
    <w:rsid w:val="00A57AEE"/>
    <w:rsid w:val="00A60C7D"/>
    <w:rsid w:val="00A61035"/>
    <w:rsid w:val="00A61372"/>
    <w:rsid w:val="00A61609"/>
    <w:rsid w:val="00A63054"/>
    <w:rsid w:val="00A634A3"/>
    <w:rsid w:val="00A63BD0"/>
    <w:rsid w:val="00A63CD4"/>
    <w:rsid w:val="00A63E6C"/>
    <w:rsid w:val="00A64E17"/>
    <w:rsid w:val="00A64F56"/>
    <w:rsid w:val="00A65619"/>
    <w:rsid w:val="00A65CC1"/>
    <w:rsid w:val="00A65DE0"/>
    <w:rsid w:val="00A6645D"/>
    <w:rsid w:val="00A66AB8"/>
    <w:rsid w:val="00A66AC1"/>
    <w:rsid w:val="00A66BCE"/>
    <w:rsid w:val="00A6753B"/>
    <w:rsid w:val="00A67EAA"/>
    <w:rsid w:val="00A7025F"/>
    <w:rsid w:val="00A70F3B"/>
    <w:rsid w:val="00A713AA"/>
    <w:rsid w:val="00A71731"/>
    <w:rsid w:val="00A72471"/>
    <w:rsid w:val="00A7251A"/>
    <w:rsid w:val="00A73321"/>
    <w:rsid w:val="00A740C8"/>
    <w:rsid w:val="00A7455F"/>
    <w:rsid w:val="00A75548"/>
    <w:rsid w:val="00A7560E"/>
    <w:rsid w:val="00A7573E"/>
    <w:rsid w:val="00A76066"/>
    <w:rsid w:val="00A763D8"/>
    <w:rsid w:val="00A76A16"/>
    <w:rsid w:val="00A76A71"/>
    <w:rsid w:val="00A77029"/>
    <w:rsid w:val="00A77064"/>
    <w:rsid w:val="00A77851"/>
    <w:rsid w:val="00A808EF"/>
    <w:rsid w:val="00A80AFE"/>
    <w:rsid w:val="00A80F82"/>
    <w:rsid w:val="00A810CC"/>
    <w:rsid w:val="00A81A6F"/>
    <w:rsid w:val="00A82144"/>
    <w:rsid w:val="00A82225"/>
    <w:rsid w:val="00A82DF7"/>
    <w:rsid w:val="00A831D2"/>
    <w:rsid w:val="00A83523"/>
    <w:rsid w:val="00A83758"/>
    <w:rsid w:val="00A83EBA"/>
    <w:rsid w:val="00A84162"/>
    <w:rsid w:val="00A84A40"/>
    <w:rsid w:val="00A85D9F"/>
    <w:rsid w:val="00A86093"/>
    <w:rsid w:val="00A86569"/>
    <w:rsid w:val="00A8684B"/>
    <w:rsid w:val="00A8688F"/>
    <w:rsid w:val="00A87787"/>
    <w:rsid w:val="00A87E17"/>
    <w:rsid w:val="00A90859"/>
    <w:rsid w:val="00A90DEA"/>
    <w:rsid w:val="00A911FD"/>
    <w:rsid w:val="00A914F9"/>
    <w:rsid w:val="00A92503"/>
    <w:rsid w:val="00A93D49"/>
    <w:rsid w:val="00A93FCB"/>
    <w:rsid w:val="00A93FE6"/>
    <w:rsid w:val="00A94DE6"/>
    <w:rsid w:val="00A95E7F"/>
    <w:rsid w:val="00A962A4"/>
    <w:rsid w:val="00A96AD8"/>
    <w:rsid w:val="00A97060"/>
    <w:rsid w:val="00A972A3"/>
    <w:rsid w:val="00A972AC"/>
    <w:rsid w:val="00A97B76"/>
    <w:rsid w:val="00AA1159"/>
    <w:rsid w:val="00AA1997"/>
    <w:rsid w:val="00AA1A80"/>
    <w:rsid w:val="00AA1FD1"/>
    <w:rsid w:val="00AA2009"/>
    <w:rsid w:val="00AA2564"/>
    <w:rsid w:val="00AA2B07"/>
    <w:rsid w:val="00AA34B8"/>
    <w:rsid w:val="00AA369B"/>
    <w:rsid w:val="00AA4084"/>
    <w:rsid w:val="00AA44E5"/>
    <w:rsid w:val="00AA6053"/>
    <w:rsid w:val="00AA7FC2"/>
    <w:rsid w:val="00AB0787"/>
    <w:rsid w:val="00AB0F3E"/>
    <w:rsid w:val="00AB18C4"/>
    <w:rsid w:val="00AB1BD2"/>
    <w:rsid w:val="00AB1C83"/>
    <w:rsid w:val="00AB1D3E"/>
    <w:rsid w:val="00AB251D"/>
    <w:rsid w:val="00AB2C9B"/>
    <w:rsid w:val="00AB30FB"/>
    <w:rsid w:val="00AB39A1"/>
    <w:rsid w:val="00AB39A4"/>
    <w:rsid w:val="00AB3C4C"/>
    <w:rsid w:val="00AB41B2"/>
    <w:rsid w:val="00AB548B"/>
    <w:rsid w:val="00AB5ADE"/>
    <w:rsid w:val="00AB5BEF"/>
    <w:rsid w:val="00AB6AAB"/>
    <w:rsid w:val="00AB709E"/>
    <w:rsid w:val="00AB7CC8"/>
    <w:rsid w:val="00AB7E16"/>
    <w:rsid w:val="00AC100A"/>
    <w:rsid w:val="00AC113A"/>
    <w:rsid w:val="00AC1265"/>
    <w:rsid w:val="00AC13CD"/>
    <w:rsid w:val="00AC14A3"/>
    <w:rsid w:val="00AC14F8"/>
    <w:rsid w:val="00AC2801"/>
    <w:rsid w:val="00AC2AD3"/>
    <w:rsid w:val="00AC3C14"/>
    <w:rsid w:val="00AC4269"/>
    <w:rsid w:val="00AC4E1A"/>
    <w:rsid w:val="00AC5126"/>
    <w:rsid w:val="00AC52C8"/>
    <w:rsid w:val="00AC5328"/>
    <w:rsid w:val="00AC5C5F"/>
    <w:rsid w:val="00AC61ED"/>
    <w:rsid w:val="00AC6982"/>
    <w:rsid w:val="00AC73A9"/>
    <w:rsid w:val="00AD0534"/>
    <w:rsid w:val="00AD0D41"/>
    <w:rsid w:val="00AD1662"/>
    <w:rsid w:val="00AD34C4"/>
    <w:rsid w:val="00AD3E81"/>
    <w:rsid w:val="00AD4ADC"/>
    <w:rsid w:val="00AD4DDE"/>
    <w:rsid w:val="00AD5258"/>
    <w:rsid w:val="00AD5DF3"/>
    <w:rsid w:val="00AD621B"/>
    <w:rsid w:val="00AD6375"/>
    <w:rsid w:val="00AD776D"/>
    <w:rsid w:val="00AD7909"/>
    <w:rsid w:val="00AD79E3"/>
    <w:rsid w:val="00AE0420"/>
    <w:rsid w:val="00AE05DD"/>
    <w:rsid w:val="00AE13EA"/>
    <w:rsid w:val="00AE14B3"/>
    <w:rsid w:val="00AE1E6A"/>
    <w:rsid w:val="00AE1F1A"/>
    <w:rsid w:val="00AE20F4"/>
    <w:rsid w:val="00AE2170"/>
    <w:rsid w:val="00AE2550"/>
    <w:rsid w:val="00AE27A8"/>
    <w:rsid w:val="00AE29D6"/>
    <w:rsid w:val="00AE3912"/>
    <w:rsid w:val="00AE3D7F"/>
    <w:rsid w:val="00AE3E1F"/>
    <w:rsid w:val="00AE4584"/>
    <w:rsid w:val="00AE4762"/>
    <w:rsid w:val="00AE597B"/>
    <w:rsid w:val="00AE5A43"/>
    <w:rsid w:val="00AE6202"/>
    <w:rsid w:val="00AE696A"/>
    <w:rsid w:val="00AE6CDB"/>
    <w:rsid w:val="00AE763F"/>
    <w:rsid w:val="00AE76A0"/>
    <w:rsid w:val="00AF0604"/>
    <w:rsid w:val="00AF0E93"/>
    <w:rsid w:val="00AF13D0"/>
    <w:rsid w:val="00AF257C"/>
    <w:rsid w:val="00AF2A24"/>
    <w:rsid w:val="00AF3375"/>
    <w:rsid w:val="00AF3D01"/>
    <w:rsid w:val="00AF3ED8"/>
    <w:rsid w:val="00AF428E"/>
    <w:rsid w:val="00AF4E4E"/>
    <w:rsid w:val="00AF4E53"/>
    <w:rsid w:val="00AF5142"/>
    <w:rsid w:val="00AF51EA"/>
    <w:rsid w:val="00AF5470"/>
    <w:rsid w:val="00AF57A9"/>
    <w:rsid w:val="00AF57CA"/>
    <w:rsid w:val="00AF5C8E"/>
    <w:rsid w:val="00AF5E27"/>
    <w:rsid w:val="00AF5E5C"/>
    <w:rsid w:val="00AF6329"/>
    <w:rsid w:val="00AF75EE"/>
    <w:rsid w:val="00B00120"/>
    <w:rsid w:val="00B00828"/>
    <w:rsid w:val="00B010B1"/>
    <w:rsid w:val="00B015B0"/>
    <w:rsid w:val="00B019AC"/>
    <w:rsid w:val="00B01F86"/>
    <w:rsid w:val="00B02078"/>
    <w:rsid w:val="00B025B9"/>
    <w:rsid w:val="00B02737"/>
    <w:rsid w:val="00B028A0"/>
    <w:rsid w:val="00B02DB0"/>
    <w:rsid w:val="00B03D71"/>
    <w:rsid w:val="00B03FD6"/>
    <w:rsid w:val="00B04689"/>
    <w:rsid w:val="00B04D62"/>
    <w:rsid w:val="00B05109"/>
    <w:rsid w:val="00B051B9"/>
    <w:rsid w:val="00B053ED"/>
    <w:rsid w:val="00B05511"/>
    <w:rsid w:val="00B075A2"/>
    <w:rsid w:val="00B111CC"/>
    <w:rsid w:val="00B11BC1"/>
    <w:rsid w:val="00B11DE8"/>
    <w:rsid w:val="00B129B1"/>
    <w:rsid w:val="00B12E44"/>
    <w:rsid w:val="00B1341D"/>
    <w:rsid w:val="00B13527"/>
    <w:rsid w:val="00B13F1A"/>
    <w:rsid w:val="00B147FA"/>
    <w:rsid w:val="00B149F6"/>
    <w:rsid w:val="00B14F6B"/>
    <w:rsid w:val="00B15CAB"/>
    <w:rsid w:val="00B176DE"/>
    <w:rsid w:val="00B202E3"/>
    <w:rsid w:val="00B20642"/>
    <w:rsid w:val="00B21CA2"/>
    <w:rsid w:val="00B22E86"/>
    <w:rsid w:val="00B22F2A"/>
    <w:rsid w:val="00B230B9"/>
    <w:rsid w:val="00B23174"/>
    <w:rsid w:val="00B239F2"/>
    <w:rsid w:val="00B23EFF"/>
    <w:rsid w:val="00B23F91"/>
    <w:rsid w:val="00B2454E"/>
    <w:rsid w:val="00B24D53"/>
    <w:rsid w:val="00B253EF"/>
    <w:rsid w:val="00B2549D"/>
    <w:rsid w:val="00B25886"/>
    <w:rsid w:val="00B25A9D"/>
    <w:rsid w:val="00B25CB1"/>
    <w:rsid w:val="00B27C6D"/>
    <w:rsid w:val="00B311F0"/>
    <w:rsid w:val="00B31B50"/>
    <w:rsid w:val="00B31D66"/>
    <w:rsid w:val="00B31F12"/>
    <w:rsid w:val="00B3284A"/>
    <w:rsid w:val="00B32DC1"/>
    <w:rsid w:val="00B3383E"/>
    <w:rsid w:val="00B339A3"/>
    <w:rsid w:val="00B340F3"/>
    <w:rsid w:val="00B3443F"/>
    <w:rsid w:val="00B34475"/>
    <w:rsid w:val="00B34781"/>
    <w:rsid w:val="00B34CC3"/>
    <w:rsid w:val="00B35501"/>
    <w:rsid w:val="00B35ACD"/>
    <w:rsid w:val="00B36B1C"/>
    <w:rsid w:val="00B36E1A"/>
    <w:rsid w:val="00B36F85"/>
    <w:rsid w:val="00B37336"/>
    <w:rsid w:val="00B37EBC"/>
    <w:rsid w:val="00B405D1"/>
    <w:rsid w:val="00B409E7"/>
    <w:rsid w:val="00B4111F"/>
    <w:rsid w:val="00B42B58"/>
    <w:rsid w:val="00B42C26"/>
    <w:rsid w:val="00B43F28"/>
    <w:rsid w:val="00B44954"/>
    <w:rsid w:val="00B44F6E"/>
    <w:rsid w:val="00B454E1"/>
    <w:rsid w:val="00B45914"/>
    <w:rsid w:val="00B460C4"/>
    <w:rsid w:val="00B46223"/>
    <w:rsid w:val="00B46D15"/>
    <w:rsid w:val="00B46F03"/>
    <w:rsid w:val="00B46F1C"/>
    <w:rsid w:val="00B4739F"/>
    <w:rsid w:val="00B50090"/>
    <w:rsid w:val="00B50C43"/>
    <w:rsid w:val="00B5198E"/>
    <w:rsid w:val="00B51A88"/>
    <w:rsid w:val="00B51F41"/>
    <w:rsid w:val="00B5238A"/>
    <w:rsid w:val="00B52E7B"/>
    <w:rsid w:val="00B531DA"/>
    <w:rsid w:val="00B53327"/>
    <w:rsid w:val="00B53647"/>
    <w:rsid w:val="00B5487C"/>
    <w:rsid w:val="00B54BA7"/>
    <w:rsid w:val="00B54D5D"/>
    <w:rsid w:val="00B55A1E"/>
    <w:rsid w:val="00B55AD3"/>
    <w:rsid w:val="00B561C0"/>
    <w:rsid w:val="00B56463"/>
    <w:rsid w:val="00B566E1"/>
    <w:rsid w:val="00B56A20"/>
    <w:rsid w:val="00B56D43"/>
    <w:rsid w:val="00B57579"/>
    <w:rsid w:val="00B605CF"/>
    <w:rsid w:val="00B60681"/>
    <w:rsid w:val="00B60A2A"/>
    <w:rsid w:val="00B60C4B"/>
    <w:rsid w:val="00B60ED4"/>
    <w:rsid w:val="00B60FBC"/>
    <w:rsid w:val="00B6139C"/>
    <w:rsid w:val="00B613C4"/>
    <w:rsid w:val="00B61C28"/>
    <w:rsid w:val="00B62340"/>
    <w:rsid w:val="00B6290B"/>
    <w:rsid w:val="00B63564"/>
    <w:rsid w:val="00B63859"/>
    <w:rsid w:val="00B64C7A"/>
    <w:rsid w:val="00B64E84"/>
    <w:rsid w:val="00B65840"/>
    <w:rsid w:val="00B66386"/>
    <w:rsid w:val="00B664F1"/>
    <w:rsid w:val="00B66B24"/>
    <w:rsid w:val="00B66E9F"/>
    <w:rsid w:val="00B6723F"/>
    <w:rsid w:val="00B67D23"/>
    <w:rsid w:val="00B71B2A"/>
    <w:rsid w:val="00B72112"/>
    <w:rsid w:val="00B723C8"/>
    <w:rsid w:val="00B72410"/>
    <w:rsid w:val="00B7268B"/>
    <w:rsid w:val="00B72F59"/>
    <w:rsid w:val="00B7301D"/>
    <w:rsid w:val="00B730C3"/>
    <w:rsid w:val="00B734CA"/>
    <w:rsid w:val="00B741FF"/>
    <w:rsid w:val="00B743A0"/>
    <w:rsid w:val="00B74897"/>
    <w:rsid w:val="00B74B1A"/>
    <w:rsid w:val="00B755FB"/>
    <w:rsid w:val="00B75DF0"/>
    <w:rsid w:val="00B75F69"/>
    <w:rsid w:val="00B75FC7"/>
    <w:rsid w:val="00B76457"/>
    <w:rsid w:val="00B76D1C"/>
    <w:rsid w:val="00B76EE0"/>
    <w:rsid w:val="00B80A1B"/>
    <w:rsid w:val="00B816EC"/>
    <w:rsid w:val="00B8191E"/>
    <w:rsid w:val="00B81ED3"/>
    <w:rsid w:val="00B82250"/>
    <w:rsid w:val="00B82483"/>
    <w:rsid w:val="00B825F0"/>
    <w:rsid w:val="00B82E2A"/>
    <w:rsid w:val="00B83C1A"/>
    <w:rsid w:val="00B84216"/>
    <w:rsid w:val="00B84699"/>
    <w:rsid w:val="00B84FAB"/>
    <w:rsid w:val="00B85D2D"/>
    <w:rsid w:val="00B860FE"/>
    <w:rsid w:val="00B86C91"/>
    <w:rsid w:val="00B86D41"/>
    <w:rsid w:val="00B911F0"/>
    <w:rsid w:val="00B914F8"/>
    <w:rsid w:val="00B915C5"/>
    <w:rsid w:val="00B9248D"/>
    <w:rsid w:val="00B93346"/>
    <w:rsid w:val="00B93D59"/>
    <w:rsid w:val="00B94FB4"/>
    <w:rsid w:val="00B94FCA"/>
    <w:rsid w:val="00B94FEE"/>
    <w:rsid w:val="00B95420"/>
    <w:rsid w:val="00B95F8D"/>
    <w:rsid w:val="00B962C5"/>
    <w:rsid w:val="00B96531"/>
    <w:rsid w:val="00B9677B"/>
    <w:rsid w:val="00B96A8C"/>
    <w:rsid w:val="00B97616"/>
    <w:rsid w:val="00B97779"/>
    <w:rsid w:val="00B97820"/>
    <w:rsid w:val="00B979F2"/>
    <w:rsid w:val="00BA03DB"/>
    <w:rsid w:val="00BA0E1F"/>
    <w:rsid w:val="00BA1890"/>
    <w:rsid w:val="00BA1D6C"/>
    <w:rsid w:val="00BA21AF"/>
    <w:rsid w:val="00BA281A"/>
    <w:rsid w:val="00BA2B44"/>
    <w:rsid w:val="00BA4FAB"/>
    <w:rsid w:val="00BA7387"/>
    <w:rsid w:val="00BA7944"/>
    <w:rsid w:val="00BA7C45"/>
    <w:rsid w:val="00BA7C6B"/>
    <w:rsid w:val="00BB0F38"/>
    <w:rsid w:val="00BB1533"/>
    <w:rsid w:val="00BB166B"/>
    <w:rsid w:val="00BB1DA4"/>
    <w:rsid w:val="00BB32D9"/>
    <w:rsid w:val="00BB442D"/>
    <w:rsid w:val="00BB4AAB"/>
    <w:rsid w:val="00BB5AC2"/>
    <w:rsid w:val="00BB5B3D"/>
    <w:rsid w:val="00BB6181"/>
    <w:rsid w:val="00BB66E5"/>
    <w:rsid w:val="00BC0337"/>
    <w:rsid w:val="00BC0A5B"/>
    <w:rsid w:val="00BC0C6B"/>
    <w:rsid w:val="00BC13ED"/>
    <w:rsid w:val="00BC15CD"/>
    <w:rsid w:val="00BC2642"/>
    <w:rsid w:val="00BC2EB9"/>
    <w:rsid w:val="00BC2F5E"/>
    <w:rsid w:val="00BC32F0"/>
    <w:rsid w:val="00BC33E8"/>
    <w:rsid w:val="00BC340B"/>
    <w:rsid w:val="00BC3E26"/>
    <w:rsid w:val="00BC3F82"/>
    <w:rsid w:val="00BC4062"/>
    <w:rsid w:val="00BC42CA"/>
    <w:rsid w:val="00BC44A7"/>
    <w:rsid w:val="00BC4C39"/>
    <w:rsid w:val="00BC4C7B"/>
    <w:rsid w:val="00BC5067"/>
    <w:rsid w:val="00BC62FA"/>
    <w:rsid w:val="00BC6949"/>
    <w:rsid w:val="00BC69B2"/>
    <w:rsid w:val="00BC6B2D"/>
    <w:rsid w:val="00BC6B31"/>
    <w:rsid w:val="00BC6E52"/>
    <w:rsid w:val="00BC7178"/>
    <w:rsid w:val="00BC7370"/>
    <w:rsid w:val="00BC7423"/>
    <w:rsid w:val="00BC74C6"/>
    <w:rsid w:val="00BC757B"/>
    <w:rsid w:val="00BD06C9"/>
    <w:rsid w:val="00BD0D95"/>
    <w:rsid w:val="00BD0E5B"/>
    <w:rsid w:val="00BD113F"/>
    <w:rsid w:val="00BD186A"/>
    <w:rsid w:val="00BD1E77"/>
    <w:rsid w:val="00BD1F8B"/>
    <w:rsid w:val="00BD2190"/>
    <w:rsid w:val="00BD24FE"/>
    <w:rsid w:val="00BD3040"/>
    <w:rsid w:val="00BD3D86"/>
    <w:rsid w:val="00BD42AF"/>
    <w:rsid w:val="00BD44BE"/>
    <w:rsid w:val="00BD4D67"/>
    <w:rsid w:val="00BD500E"/>
    <w:rsid w:val="00BD53DB"/>
    <w:rsid w:val="00BD5C6A"/>
    <w:rsid w:val="00BD6117"/>
    <w:rsid w:val="00BD6B66"/>
    <w:rsid w:val="00BD724B"/>
    <w:rsid w:val="00BD790E"/>
    <w:rsid w:val="00BE0032"/>
    <w:rsid w:val="00BE0086"/>
    <w:rsid w:val="00BE06C2"/>
    <w:rsid w:val="00BE0B76"/>
    <w:rsid w:val="00BE0CF1"/>
    <w:rsid w:val="00BE0EE5"/>
    <w:rsid w:val="00BE161F"/>
    <w:rsid w:val="00BE253B"/>
    <w:rsid w:val="00BE29D3"/>
    <w:rsid w:val="00BE366C"/>
    <w:rsid w:val="00BE3DF3"/>
    <w:rsid w:val="00BE43F9"/>
    <w:rsid w:val="00BE5029"/>
    <w:rsid w:val="00BE5180"/>
    <w:rsid w:val="00BE65DC"/>
    <w:rsid w:val="00BE68BD"/>
    <w:rsid w:val="00BE78E8"/>
    <w:rsid w:val="00BF0389"/>
    <w:rsid w:val="00BF0E92"/>
    <w:rsid w:val="00BF153B"/>
    <w:rsid w:val="00BF1726"/>
    <w:rsid w:val="00BF1B19"/>
    <w:rsid w:val="00BF212E"/>
    <w:rsid w:val="00BF22F7"/>
    <w:rsid w:val="00BF27EB"/>
    <w:rsid w:val="00BF2DA4"/>
    <w:rsid w:val="00BF31B7"/>
    <w:rsid w:val="00BF3229"/>
    <w:rsid w:val="00BF4FD0"/>
    <w:rsid w:val="00BF5132"/>
    <w:rsid w:val="00BF552C"/>
    <w:rsid w:val="00BF578D"/>
    <w:rsid w:val="00BF5EF9"/>
    <w:rsid w:val="00BF6659"/>
    <w:rsid w:val="00BF6DE6"/>
    <w:rsid w:val="00BF7108"/>
    <w:rsid w:val="00BF778C"/>
    <w:rsid w:val="00BF78DA"/>
    <w:rsid w:val="00C001FE"/>
    <w:rsid w:val="00C00216"/>
    <w:rsid w:val="00C00D98"/>
    <w:rsid w:val="00C00ED6"/>
    <w:rsid w:val="00C016CB"/>
    <w:rsid w:val="00C01818"/>
    <w:rsid w:val="00C02ACD"/>
    <w:rsid w:val="00C03397"/>
    <w:rsid w:val="00C03471"/>
    <w:rsid w:val="00C03D79"/>
    <w:rsid w:val="00C04697"/>
    <w:rsid w:val="00C04DBA"/>
    <w:rsid w:val="00C04E44"/>
    <w:rsid w:val="00C04F7C"/>
    <w:rsid w:val="00C05F35"/>
    <w:rsid w:val="00C065DC"/>
    <w:rsid w:val="00C07103"/>
    <w:rsid w:val="00C07248"/>
    <w:rsid w:val="00C07CF4"/>
    <w:rsid w:val="00C108AA"/>
    <w:rsid w:val="00C10ED7"/>
    <w:rsid w:val="00C1109C"/>
    <w:rsid w:val="00C115AA"/>
    <w:rsid w:val="00C11D56"/>
    <w:rsid w:val="00C11F9A"/>
    <w:rsid w:val="00C1213A"/>
    <w:rsid w:val="00C121A4"/>
    <w:rsid w:val="00C132C6"/>
    <w:rsid w:val="00C13969"/>
    <w:rsid w:val="00C13DA4"/>
    <w:rsid w:val="00C153F0"/>
    <w:rsid w:val="00C1552E"/>
    <w:rsid w:val="00C15A2E"/>
    <w:rsid w:val="00C16504"/>
    <w:rsid w:val="00C16828"/>
    <w:rsid w:val="00C205B5"/>
    <w:rsid w:val="00C20B2D"/>
    <w:rsid w:val="00C21003"/>
    <w:rsid w:val="00C21154"/>
    <w:rsid w:val="00C211F0"/>
    <w:rsid w:val="00C21936"/>
    <w:rsid w:val="00C21F18"/>
    <w:rsid w:val="00C22C9F"/>
    <w:rsid w:val="00C231AF"/>
    <w:rsid w:val="00C2338A"/>
    <w:rsid w:val="00C235E9"/>
    <w:rsid w:val="00C23B17"/>
    <w:rsid w:val="00C2462B"/>
    <w:rsid w:val="00C25572"/>
    <w:rsid w:val="00C2566E"/>
    <w:rsid w:val="00C25989"/>
    <w:rsid w:val="00C26B80"/>
    <w:rsid w:val="00C271BA"/>
    <w:rsid w:val="00C27DBA"/>
    <w:rsid w:val="00C30CE2"/>
    <w:rsid w:val="00C31092"/>
    <w:rsid w:val="00C315BD"/>
    <w:rsid w:val="00C32E4B"/>
    <w:rsid w:val="00C333EF"/>
    <w:rsid w:val="00C33EB5"/>
    <w:rsid w:val="00C34584"/>
    <w:rsid w:val="00C347C3"/>
    <w:rsid w:val="00C36525"/>
    <w:rsid w:val="00C3710A"/>
    <w:rsid w:val="00C37323"/>
    <w:rsid w:val="00C401A1"/>
    <w:rsid w:val="00C40617"/>
    <w:rsid w:val="00C410A9"/>
    <w:rsid w:val="00C4118F"/>
    <w:rsid w:val="00C41449"/>
    <w:rsid w:val="00C41735"/>
    <w:rsid w:val="00C4275C"/>
    <w:rsid w:val="00C43328"/>
    <w:rsid w:val="00C43383"/>
    <w:rsid w:val="00C43742"/>
    <w:rsid w:val="00C43939"/>
    <w:rsid w:val="00C44842"/>
    <w:rsid w:val="00C44A12"/>
    <w:rsid w:val="00C44FC8"/>
    <w:rsid w:val="00C454C1"/>
    <w:rsid w:val="00C45976"/>
    <w:rsid w:val="00C46158"/>
    <w:rsid w:val="00C469F8"/>
    <w:rsid w:val="00C4702F"/>
    <w:rsid w:val="00C4767F"/>
    <w:rsid w:val="00C47891"/>
    <w:rsid w:val="00C50170"/>
    <w:rsid w:val="00C50339"/>
    <w:rsid w:val="00C5095F"/>
    <w:rsid w:val="00C50AE9"/>
    <w:rsid w:val="00C50D41"/>
    <w:rsid w:val="00C514B5"/>
    <w:rsid w:val="00C5167A"/>
    <w:rsid w:val="00C5180D"/>
    <w:rsid w:val="00C524EE"/>
    <w:rsid w:val="00C525F7"/>
    <w:rsid w:val="00C52EF7"/>
    <w:rsid w:val="00C53D23"/>
    <w:rsid w:val="00C53F77"/>
    <w:rsid w:val="00C54181"/>
    <w:rsid w:val="00C550EE"/>
    <w:rsid w:val="00C55BD1"/>
    <w:rsid w:val="00C55CF1"/>
    <w:rsid w:val="00C55EF3"/>
    <w:rsid w:val="00C56190"/>
    <w:rsid w:val="00C56528"/>
    <w:rsid w:val="00C579B9"/>
    <w:rsid w:val="00C57CBE"/>
    <w:rsid w:val="00C57D11"/>
    <w:rsid w:val="00C601FF"/>
    <w:rsid w:val="00C607BC"/>
    <w:rsid w:val="00C61354"/>
    <w:rsid w:val="00C61908"/>
    <w:rsid w:val="00C6372C"/>
    <w:rsid w:val="00C6423E"/>
    <w:rsid w:val="00C6428A"/>
    <w:rsid w:val="00C6464B"/>
    <w:rsid w:val="00C6477B"/>
    <w:rsid w:val="00C64A13"/>
    <w:rsid w:val="00C64CA1"/>
    <w:rsid w:val="00C64E00"/>
    <w:rsid w:val="00C655D3"/>
    <w:rsid w:val="00C6585A"/>
    <w:rsid w:val="00C65C42"/>
    <w:rsid w:val="00C65DFE"/>
    <w:rsid w:val="00C66DAE"/>
    <w:rsid w:val="00C66E38"/>
    <w:rsid w:val="00C66E3E"/>
    <w:rsid w:val="00C66F53"/>
    <w:rsid w:val="00C67D6E"/>
    <w:rsid w:val="00C719A8"/>
    <w:rsid w:val="00C72CC4"/>
    <w:rsid w:val="00C72E79"/>
    <w:rsid w:val="00C73CD0"/>
    <w:rsid w:val="00C73FCE"/>
    <w:rsid w:val="00C749E6"/>
    <w:rsid w:val="00C750C9"/>
    <w:rsid w:val="00C7546B"/>
    <w:rsid w:val="00C76A26"/>
    <w:rsid w:val="00C76FC3"/>
    <w:rsid w:val="00C77245"/>
    <w:rsid w:val="00C804F7"/>
    <w:rsid w:val="00C80E19"/>
    <w:rsid w:val="00C81E3D"/>
    <w:rsid w:val="00C825E6"/>
    <w:rsid w:val="00C828DE"/>
    <w:rsid w:val="00C8369A"/>
    <w:rsid w:val="00C839AE"/>
    <w:rsid w:val="00C83AC4"/>
    <w:rsid w:val="00C84083"/>
    <w:rsid w:val="00C84D79"/>
    <w:rsid w:val="00C850C9"/>
    <w:rsid w:val="00C850F2"/>
    <w:rsid w:val="00C86FE5"/>
    <w:rsid w:val="00C87386"/>
    <w:rsid w:val="00C87621"/>
    <w:rsid w:val="00C878F1"/>
    <w:rsid w:val="00C87B89"/>
    <w:rsid w:val="00C87EBC"/>
    <w:rsid w:val="00C9021C"/>
    <w:rsid w:val="00C90E73"/>
    <w:rsid w:val="00C90EC1"/>
    <w:rsid w:val="00C917E9"/>
    <w:rsid w:val="00C9222D"/>
    <w:rsid w:val="00C924DF"/>
    <w:rsid w:val="00C9252F"/>
    <w:rsid w:val="00C92E40"/>
    <w:rsid w:val="00C93F1D"/>
    <w:rsid w:val="00C948DD"/>
    <w:rsid w:val="00C95409"/>
    <w:rsid w:val="00C961AF"/>
    <w:rsid w:val="00C961B9"/>
    <w:rsid w:val="00C96649"/>
    <w:rsid w:val="00C968E5"/>
    <w:rsid w:val="00C9767B"/>
    <w:rsid w:val="00C9789D"/>
    <w:rsid w:val="00C97E64"/>
    <w:rsid w:val="00CA105F"/>
    <w:rsid w:val="00CA2333"/>
    <w:rsid w:val="00CA2555"/>
    <w:rsid w:val="00CA2682"/>
    <w:rsid w:val="00CA316A"/>
    <w:rsid w:val="00CA3261"/>
    <w:rsid w:val="00CA39EA"/>
    <w:rsid w:val="00CA3D42"/>
    <w:rsid w:val="00CA3FE2"/>
    <w:rsid w:val="00CA4445"/>
    <w:rsid w:val="00CA44E4"/>
    <w:rsid w:val="00CA5158"/>
    <w:rsid w:val="00CA5165"/>
    <w:rsid w:val="00CA7969"/>
    <w:rsid w:val="00CA7F5E"/>
    <w:rsid w:val="00CB025B"/>
    <w:rsid w:val="00CB03DA"/>
    <w:rsid w:val="00CB07A4"/>
    <w:rsid w:val="00CB1C9E"/>
    <w:rsid w:val="00CB231D"/>
    <w:rsid w:val="00CB2373"/>
    <w:rsid w:val="00CB3724"/>
    <w:rsid w:val="00CB3781"/>
    <w:rsid w:val="00CB39CE"/>
    <w:rsid w:val="00CB3A38"/>
    <w:rsid w:val="00CB3F78"/>
    <w:rsid w:val="00CB5505"/>
    <w:rsid w:val="00CB5787"/>
    <w:rsid w:val="00CB628C"/>
    <w:rsid w:val="00CB6437"/>
    <w:rsid w:val="00CB683B"/>
    <w:rsid w:val="00CB6C29"/>
    <w:rsid w:val="00CB72DE"/>
    <w:rsid w:val="00CB72EF"/>
    <w:rsid w:val="00CB7AB6"/>
    <w:rsid w:val="00CB7DA4"/>
    <w:rsid w:val="00CC0C4D"/>
    <w:rsid w:val="00CC0DC6"/>
    <w:rsid w:val="00CC0EF6"/>
    <w:rsid w:val="00CC1204"/>
    <w:rsid w:val="00CC17C8"/>
    <w:rsid w:val="00CC1C7A"/>
    <w:rsid w:val="00CC381C"/>
    <w:rsid w:val="00CC3A85"/>
    <w:rsid w:val="00CC43FE"/>
    <w:rsid w:val="00CC466E"/>
    <w:rsid w:val="00CC49A3"/>
    <w:rsid w:val="00CC4AD7"/>
    <w:rsid w:val="00CC4EA3"/>
    <w:rsid w:val="00CC689B"/>
    <w:rsid w:val="00CC69A7"/>
    <w:rsid w:val="00CC6EFA"/>
    <w:rsid w:val="00CC732F"/>
    <w:rsid w:val="00CC785A"/>
    <w:rsid w:val="00CD0233"/>
    <w:rsid w:val="00CD0278"/>
    <w:rsid w:val="00CD05DB"/>
    <w:rsid w:val="00CD0648"/>
    <w:rsid w:val="00CD0832"/>
    <w:rsid w:val="00CD095F"/>
    <w:rsid w:val="00CD233A"/>
    <w:rsid w:val="00CD2912"/>
    <w:rsid w:val="00CD2DC4"/>
    <w:rsid w:val="00CD313A"/>
    <w:rsid w:val="00CD316B"/>
    <w:rsid w:val="00CD336E"/>
    <w:rsid w:val="00CD33FD"/>
    <w:rsid w:val="00CD48D4"/>
    <w:rsid w:val="00CD507B"/>
    <w:rsid w:val="00CD51DC"/>
    <w:rsid w:val="00CD5C3D"/>
    <w:rsid w:val="00CE048D"/>
    <w:rsid w:val="00CE0DC4"/>
    <w:rsid w:val="00CE0EEC"/>
    <w:rsid w:val="00CE0F1E"/>
    <w:rsid w:val="00CE10FD"/>
    <w:rsid w:val="00CE135A"/>
    <w:rsid w:val="00CE14FF"/>
    <w:rsid w:val="00CE1608"/>
    <w:rsid w:val="00CE24C7"/>
    <w:rsid w:val="00CE389D"/>
    <w:rsid w:val="00CE3E67"/>
    <w:rsid w:val="00CE4204"/>
    <w:rsid w:val="00CE4264"/>
    <w:rsid w:val="00CE42D6"/>
    <w:rsid w:val="00CE48C1"/>
    <w:rsid w:val="00CE4CA0"/>
    <w:rsid w:val="00CE4D17"/>
    <w:rsid w:val="00CE5BF2"/>
    <w:rsid w:val="00CE5C17"/>
    <w:rsid w:val="00CE6B3C"/>
    <w:rsid w:val="00CE76AB"/>
    <w:rsid w:val="00CE79F7"/>
    <w:rsid w:val="00CE7A17"/>
    <w:rsid w:val="00CE7A35"/>
    <w:rsid w:val="00CF0339"/>
    <w:rsid w:val="00CF0E26"/>
    <w:rsid w:val="00CF118C"/>
    <w:rsid w:val="00CF12B1"/>
    <w:rsid w:val="00CF2064"/>
    <w:rsid w:val="00CF2971"/>
    <w:rsid w:val="00CF2C47"/>
    <w:rsid w:val="00CF2C74"/>
    <w:rsid w:val="00CF303F"/>
    <w:rsid w:val="00CF418D"/>
    <w:rsid w:val="00CF4458"/>
    <w:rsid w:val="00CF4F8A"/>
    <w:rsid w:val="00CF5720"/>
    <w:rsid w:val="00CF5750"/>
    <w:rsid w:val="00CF603F"/>
    <w:rsid w:val="00CF66C4"/>
    <w:rsid w:val="00CF680D"/>
    <w:rsid w:val="00CF684B"/>
    <w:rsid w:val="00CF68F2"/>
    <w:rsid w:val="00CF6916"/>
    <w:rsid w:val="00CF6BEC"/>
    <w:rsid w:val="00CF70BB"/>
    <w:rsid w:val="00CF7228"/>
    <w:rsid w:val="00CF7231"/>
    <w:rsid w:val="00CF7821"/>
    <w:rsid w:val="00CF7AA0"/>
    <w:rsid w:val="00CF7E02"/>
    <w:rsid w:val="00D00426"/>
    <w:rsid w:val="00D0086A"/>
    <w:rsid w:val="00D010EB"/>
    <w:rsid w:val="00D0124F"/>
    <w:rsid w:val="00D01E8C"/>
    <w:rsid w:val="00D02782"/>
    <w:rsid w:val="00D04DFC"/>
    <w:rsid w:val="00D04EE4"/>
    <w:rsid w:val="00D05373"/>
    <w:rsid w:val="00D0601E"/>
    <w:rsid w:val="00D0693B"/>
    <w:rsid w:val="00D06964"/>
    <w:rsid w:val="00D078CE"/>
    <w:rsid w:val="00D07F1A"/>
    <w:rsid w:val="00D10130"/>
    <w:rsid w:val="00D10786"/>
    <w:rsid w:val="00D10855"/>
    <w:rsid w:val="00D110F2"/>
    <w:rsid w:val="00D1129A"/>
    <w:rsid w:val="00D112CB"/>
    <w:rsid w:val="00D11C3E"/>
    <w:rsid w:val="00D11EB2"/>
    <w:rsid w:val="00D120E6"/>
    <w:rsid w:val="00D126B1"/>
    <w:rsid w:val="00D128BB"/>
    <w:rsid w:val="00D13DC9"/>
    <w:rsid w:val="00D14035"/>
    <w:rsid w:val="00D14070"/>
    <w:rsid w:val="00D14527"/>
    <w:rsid w:val="00D1496A"/>
    <w:rsid w:val="00D14BCB"/>
    <w:rsid w:val="00D1559D"/>
    <w:rsid w:val="00D157C6"/>
    <w:rsid w:val="00D15EA7"/>
    <w:rsid w:val="00D15F53"/>
    <w:rsid w:val="00D162C1"/>
    <w:rsid w:val="00D16824"/>
    <w:rsid w:val="00D16C34"/>
    <w:rsid w:val="00D16CEA"/>
    <w:rsid w:val="00D17225"/>
    <w:rsid w:val="00D17491"/>
    <w:rsid w:val="00D177A0"/>
    <w:rsid w:val="00D20BE9"/>
    <w:rsid w:val="00D2136C"/>
    <w:rsid w:val="00D21881"/>
    <w:rsid w:val="00D21A4B"/>
    <w:rsid w:val="00D2208C"/>
    <w:rsid w:val="00D22A09"/>
    <w:rsid w:val="00D22AED"/>
    <w:rsid w:val="00D22EA0"/>
    <w:rsid w:val="00D230C4"/>
    <w:rsid w:val="00D243D3"/>
    <w:rsid w:val="00D24548"/>
    <w:rsid w:val="00D24D19"/>
    <w:rsid w:val="00D2530B"/>
    <w:rsid w:val="00D2580C"/>
    <w:rsid w:val="00D25CB0"/>
    <w:rsid w:val="00D25E90"/>
    <w:rsid w:val="00D27221"/>
    <w:rsid w:val="00D310FD"/>
    <w:rsid w:val="00D31126"/>
    <w:rsid w:val="00D31747"/>
    <w:rsid w:val="00D3179D"/>
    <w:rsid w:val="00D319EA"/>
    <w:rsid w:val="00D31CD7"/>
    <w:rsid w:val="00D323A4"/>
    <w:rsid w:val="00D32ED8"/>
    <w:rsid w:val="00D32FB3"/>
    <w:rsid w:val="00D33B4A"/>
    <w:rsid w:val="00D340E6"/>
    <w:rsid w:val="00D34A4F"/>
    <w:rsid w:val="00D3506E"/>
    <w:rsid w:val="00D35331"/>
    <w:rsid w:val="00D35D9E"/>
    <w:rsid w:val="00D363FE"/>
    <w:rsid w:val="00D36B8F"/>
    <w:rsid w:val="00D3709C"/>
    <w:rsid w:val="00D37154"/>
    <w:rsid w:val="00D40832"/>
    <w:rsid w:val="00D417B9"/>
    <w:rsid w:val="00D43B78"/>
    <w:rsid w:val="00D43DBA"/>
    <w:rsid w:val="00D44381"/>
    <w:rsid w:val="00D449C9"/>
    <w:rsid w:val="00D452E1"/>
    <w:rsid w:val="00D455D5"/>
    <w:rsid w:val="00D45AA5"/>
    <w:rsid w:val="00D45C0E"/>
    <w:rsid w:val="00D4657F"/>
    <w:rsid w:val="00D46D38"/>
    <w:rsid w:val="00D47176"/>
    <w:rsid w:val="00D471EF"/>
    <w:rsid w:val="00D47C20"/>
    <w:rsid w:val="00D47CF4"/>
    <w:rsid w:val="00D47D95"/>
    <w:rsid w:val="00D50656"/>
    <w:rsid w:val="00D50A07"/>
    <w:rsid w:val="00D50EF2"/>
    <w:rsid w:val="00D511C8"/>
    <w:rsid w:val="00D515F9"/>
    <w:rsid w:val="00D51B6F"/>
    <w:rsid w:val="00D51FFE"/>
    <w:rsid w:val="00D52523"/>
    <w:rsid w:val="00D526A5"/>
    <w:rsid w:val="00D52D88"/>
    <w:rsid w:val="00D52EB5"/>
    <w:rsid w:val="00D5306F"/>
    <w:rsid w:val="00D544B6"/>
    <w:rsid w:val="00D5507D"/>
    <w:rsid w:val="00D573BC"/>
    <w:rsid w:val="00D57DD0"/>
    <w:rsid w:val="00D60A53"/>
    <w:rsid w:val="00D614C7"/>
    <w:rsid w:val="00D616C9"/>
    <w:rsid w:val="00D61748"/>
    <w:rsid w:val="00D61F38"/>
    <w:rsid w:val="00D620EC"/>
    <w:rsid w:val="00D62C1F"/>
    <w:rsid w:val="00D6317D"/>
    <w:rsid w:val="00D64234"/>
    <w:rsid w:val="00D657E3"/>
    <w:rsid w:val="00D65DEC"/>
    <w:rsid w:val="00D660B4"/>
    <w:rsid w:val="00D66200"/>
    <w:rsid w:val="00D66B85"/>
    <w:rsid w:val="00D6730C"/>
    <w:rsid w:val="00D67511"/>
    <w:rsid w:val="00D675CF"/>
    <w:rsid w:val="00D676A9"/>
    <w:rsid w:val="00D67B62"/>
    <w:rsid w:val="00D67F2C"/>
    <w:rsid w:val="00D70058"/>
    <w:rsid w:val="00D7034E"/>
    <w:rsid w:val="00D70E14"/>
    <w:rsid w:val="00D71EDD"/>
    <w:rsid w:val="00D72512"/>
    <w:rsid w:val="00D72821"/>
    <w:rsid w:val="00D728FD"/>
    <w:rsid w:val="00D73B6F"/>
    <w:rsid w:val="00D73FA1"/>
    <w:rsid w:val="00D74129"/>
    <w:rsid w:val="00D74186"/>
    <w:rsid w:val="00D743AF"/>
    <w:rsid w:val="00D74961"/>
    <w:rsid w:val="00D74A01"/>
    <w:rsid w:val="00D758D6"/>
    <w:rsid w:val="00D766A2"/>
    <w:rsid w:val="00D77611"/>
    <w:rsid w:val="00D77673"/>
    <w:rsid w:val="00D7797D"/>
    <w:rsid w:val="00D80A81"/>
    <w:rsid w:val="00D80A97"/>
    <w:rsid w:val="00D80ADB"/>
    <w:rsid w:val="00D80AFB"/>
    <w:rsid w:val="00D810B6"/>
    <w:rsid w:val="00D81587"/>
    <w:rsid w:val="00D817A3"/>
    <w:rsid w:val="00D81FAB"/>
    <w:rsid w:val="00D8241F"/>
    <w:rsid w:val="00D830FB"/>
    <w:rsid w:val="00D836BC"/>
    <w:rsid w:val="00D8374C"/>
    <w:rsid w:val="00D83DB1"/>
    <w:rsid w:val="00D83DB3"/>
    <w:rsid w:val="00D8470C"/>
    <w:rsid w:val="00D847E9"/>
    <w:rsid w:val="00D84F89"/>
    <w:rsid w:val="00D84FA0"/>
    <w:rsid w:val="00D85196"/>
    <w:rsid w:val="00D85B66"/>
    <w:rsid w:val="00D862C0"/>
    <w:rsid w:val="00D86AFF"/>
    <w:rsid w:val="00D875A9"/>
    <w:rsid w:val="00D87991"/>
    <w:rsid w:val="00D90F0E"/>
    <w:rsid w:val="00D90F77"/>
    <w:rsid w:val="00D9181A"/>
    <w:rsid w:val="00D91D89"/>
    <w:rsid w:val="00D92187"/>
    <w:rsid w:val="00D9299B"/>
    <w:rsid w:val="00D92C44"/>
    <w:rsid w:val="00D92D3C"/>
    <w:rsid w:val="00D936CB"/>
    <w:rsid w:val="00D937E4"/>
    <w:rsid w:val="00D943EE"/>
    <w:rsid w:val="00D9461D"/>
    <w:rsid w:val="00D951C9"/>
    <w:rsid w:val="00D964E7"/>
    <w:rsid w:val="00D96F0A"/>
    <w:rsid w:val="00D96FD8"/>
    <w:rsid w:val="00D9739D"/>
    <w:rsid w:val="00D97C72"/>
    <w:rsid w:val="00D97E57"/>
    <w:rsid w:val="00DA02B3"/>
    <w:rsid w:val="00DA0503"/>
    <w:rsid w:val="00DA1064"/>
    <w:rsid w:val="00DA266E"/>
    <w:rsid w:val="00DA280A"/>
    <w:rsid w:val="00DA2B63"/>
    <w:rsid w:val="00DA3AB0"/>
    <w:rsid w:val="00DA4B3D"/>
    <w:rsid w:val="00DA4F10"/>
    <w:rsid w:val="00DA50FD"/>
    <w:rsid w:val="00DA596C"/>
    <w:rsid w:val="00DA5F64"/>
    <w:rsid w:val="00DA6058"/>
    <w:rsid w:val="00DA6223"/>
    <w:rsid w:val="00DA64D4"/>
    <w:rsid w:val="00DA6D15"/>
    <w:rsid w:val="00DA6DE2"/>
    <w:rsid w:val="00DA7011"/>
    <w:rsid w:val="00DA70D6"/>
    <w:rsid w:val="00DA739D"/>
    <w:rsid w:val="00DB00F5"/>
    <w:rsid w:val="00DB022A"/>
    <w:rsid w:val="00DB0661"/>
    <w:rsid w:val="00DB08D7"/>
    <w:rsid w:val="00DB0B0F"/>
    <w:rsid w:val="00DB0D2D"/>
    <w:rsid w:val="00DB0ED1"/>
    <w:rsid w:val="00DB10A9"/>
    <w:rsid w:val="00DB1131"/>
    <w:rsid w:val="00DB18BF"/>
    <w:rsid w:val="00DB1D6E"/>
    <w:rsid w:val="00DB2AD8"/>
    <w:rsid w:val="00DB2EE9"/>
    <w:rsid w:val="00DB3563"/>
    <w:rsid w:val="00DB4BB8"/>
    <w:rsid w:val="00DB5187"/>
    <w:rsid w:val="00DB5272"/>
    <w:rsid w:val="00DB5976"/>
    <w:rsid w:val="00DB5C23"/>
    <w:rsid w:val="00DB6107"/>
    <w:rsid w:val="00DB666D"/>
    <w:rsid w:val="00DB7241"/>
    <w:rsid w:val="00DB7615"/>
    <w:rsid w:val="00DB7B47"/>
    <w:rsid w:val="00DB7E09"/>
    <w:rsid w:val="00DC0C78"/>
    <w:rsid w:val="00DC12B0"/>
    <w:rsid w:val="00DC1646"/>
    <w:rsid w:val="00DC24CC"/>
    <w:rsid w:val="00DC3874"/>
    <w:rsid w:val="00DC3D6D"/>
    <w:rsid w:val="00DC48CD"/>
    <w:rsid w:val="00DC4AC9"/>
    <w:rsid w:val="00DC4C68"/>
    <w:rsid w:val="00DC4E77"/>
    <w:rsid w:val="00DC4F84"/>
    <w:rsid w:val="00DC5032"/>
    <w:rsid w:val="00DC531B"/>
    <w:rsid w:val="00DC5A2D"/>
    <w:rsid w:val="00DC7127"/>
    <w:rsid w:val="00DC71B8"/>
    <w:rsid w:val="00DC7A91"/>
    <w:rsid w:val="00DC7CB7"/>
    <w:rsid w:val="00DD0071"/>
    <w:rsid w:val="00DD0645"/>
    <w:rsid w:val="00DD0670"/>
    <w:rsid w:val="00DD09D3"/>
    <w:rsid w:val="00DD0B04"/>
    <w:rsid w:val="00DD0B1C"/>
    <w:rsid w:val="00DD0FB8"/>
    <w:rsid w:val="00DD14B6"/>
    <w:rsid w:val="00DD23D0"/>
    <w:rsid w:val="00DD330E"/>
    <w:rsid w:val="00DD36DA"/>
    <w:rsid w:val="00DD3D51"/>
    <w:rsid w:val="00DD3EA7"/>
    <w:rsid w:val="00DD3FE1"/>
    <w:rsid w:val="00DD3FF3"/>
    <w:rsid w:val="00DD4A3A"/>
    <w:rsid w:val="00DD594C"/>
    <w:rsid w:val="00DD5CCF"/>
    <w:rsid w:val="00DD5FDC"/>
    <w:rsid w:val="00DD618F"/>
    <w:rsid w:val="00DD6727"/>
    <w:rsid w:val="00DD6CC5"/>
    <w:rsid w:val="00DD6CD4"/>
    <w:rsid w:val="00DD748F"/>
    <w:rsid w:val="00DD7840"/>
    <w:rsid w:val="00DD7F7D"/>
    <w:rsid w:val="00DE093E"/>
    <w:rsid w:val="00DE0C2C"/>
    <w:rsid w:val="00DE1736"/>
    <w:rsid w:val="00DE17C1"/>
    <w:rsid w:val="00DE241C"/>
    <w:rsid w:val="00DE3993"/>
    <w:rsid w:val="00DE39DF"/>
    <w:rsid w:val="00DE4839"/>
    <w:rsid w:val="00DE4BA7"/>
    <w:rsid w:val="00DE5FB1"/>
    <w:rsid w:val="00DE622A"/>
    <w:rsid w:val="00DE6EA3"/>
    <w:rsid w:val="00DE74B9"/>
    <w:rsid w:val="00DE77E9"/>
    <w:rsid w:val="00DF0263"/>
    <w:rsid w:val="00DF0A3E"/>
    <w:rsid w:val="00DF0E08"/>
    <w:rsid w:val="00DF1217"/>
    <w:rsid w:val="00DF178C"/>
    <w:rsid w:val="00DF18A8"/>
    <w:rsid w:val="00DF1D1D"/>
    <w:rsid w:val="00DF1D9F"/>
    <w:rsid w:val="00DF3A0E"/>
    <w:rsid w:val="00DF3FB1"/>
    <w:rsid w:val="00DF424F"/>
    <w:rsid w:val="00DF4D69"/>
    <w:rsid w:val="00DF4D77"/>
    <w:rsid w:val="00DF5890"/>
    <w:rsid w:val="00DF60E5"/>
    <w:rsid w:val="00DF69C7"/>
    <w:rsid w:val="00DF6DB5"/>
    <w:rsid w:val="00DF7607"/>
    <w:rsid w:val="00DF76A2"/>
    <w:rsid w:val="00DF77DA"/>
    <w:rsid w:val="00E009FA"/>
    <w:rsid w:val="00E01884"/>
    <w:rsid w:val="00E01A3D"/>
    <w:rsid w:val="00E027D4"/>
    <w:rsid w:val="00E02D61"/>
    <w:rsid w:val="00E03FB9"/>
    <w:rsid w:val="00E0402C"/>
    <w:rsid w:val="00E04425"/>
    <w:rsid w:val="00E048C5"/>
    <w:rsid w:val="00E04A02"/>
    <w:rsid w:val="00E04B60"/>
    <w:rsid w:val="00E05909"/>
    <w:rsid w:val="00E061FF"/>
    <w:rsid w:val="00E06CC7"/>
    <w:rsid w:val="00E07740"/>
    <w:rsid w:val="00E0777E"/>
    <w:rsid w:val="00E10001"/>
    <w:rsid w:val="00E10529"/>
    <w:rsid w:val="00E1099A"/>
    <w:rsid w:val="00E12AC9"/>
    <w:rsid w:val="00E12DBD"/>
    <w:rsid w:val="00E12F05"/>
    <w:rsid w:val="00E13071"/>
    <w:rsid w:val="00E13191"/>
    <w:rsid w:val="00E13BBE"/>
    <w:rsid w:val="00E142BC"/>
    <w:rsid w:val="00E144B0"/>
    <w:rsid w:val="00E148D2"/>
    <w:rsid w:val="00E14CB3"/>
    <w:rsid w:val="00E158D2"/>
    <w:rsid w:val="00E15A2A"/>
    <w:rsid w:val="00E1648A"/>
    <w:rsid w:val="00E16E5B"/>
    <w:rsid w:val="00E17016"/>
    <w:rsid w:val="00E17978"/>
    <w:rsid w:val="00E20626"/>
    <w:rsid w:val="00E206C8"/>
    <w:rsid w:val="00E20AB5"/>
    <w:rsid w:val="00E20D38"/>
    <w:rsid w:val="00E21781"/>
    <w:rsid w:val="00E21919"/>
    <w:rsid w:val="00E21A91"/>
    <w:rsid w:val="00E21FF1"/>
    <w:rsid w:val="00E226B3"/>
    <w:rsid w:val="00E2288A"/>
    <w:rsid w:val="00E229F6"/>
    <w:rsid w:val="00E22C17"/>
    <w:rsid w:val="00E22FFE"/>
    <w:rsid w:val="00E2485D"/>
    <w:rsid w:val="00E24BC8"/>
    <w:rsid w:val="00E25056"/>
    <w:rsid w:val="00E252B3"/>
    <w:rsid w:val="00E26742"/>
    <w:rsid w:val="00E270FC"/>
    <w:rsid w:val="00E301B6"/>
    <w:rsid w:val="00E301EB"/>
    <w:rsid w:val="00E308C5"/>
    <w:rsid w:val="00E308F4"/>
    <w:rsid w:val="00E30C57"/>
    <w:rsid w:val="00E313B7"/>
    <w:rsid w:val="00E318F8"/>
    <w:rsid w:val="00E319A2"/>
    <w:rsid w:val="00E31AD2"/>
    <w:rsid w:val="00E32092"/>
    <w:rsid w:val="00E322CF"/>
    <w:rsid w:val="00E32A2B"/>
    <w:rsid w:val="00E32ECC"/>
    <w:rsid w:val="00E3306F"/>
    <w:rsid w:val="00E33451"/>
    <w:rsid w:val="00E33784"/>
    <w:rsid w:val="00E3398E"/>
    <w:rsid w:val="00E34038"/>
    <w:rsid w:val="00E34BE8"/>
    <w:rsid w:val="00E351BE"/>
    <w:rsid w:val="00E35459"/>
    <w:rsid w:val="00E35C6C"/>
    <w:rsid w:val="00E406C0"/>
    <w:rsid w:val="00E40AAD"/>
    <w:rsid w:val="00E41011"/>
    <w:rsid w:val="00E41576"/>
    <w:rsid w:val="00E41E90"/>
    <w:rsid w:val="00E42862"/>
    <w:rsid w:val="00E42DB9"/>
    <w:rsid w:val="00E430B8"/>
    <w:rsid w:val="00E43F3B"/>
    <w:rsid w:val="00E4464B"/>
    <w:rsid w:val="00E45985"/>
    <w:rsid w:val="00E45F3D"/>
    <w:rsid w:val="00E45FFB"/>
    <w:rsid w:val="00E46300"/>
    <w:rsid w:val="00E4663B"/>
    <w:rsid w:val="00E467F3"/>
    <w:rsid w:val="00E46FA2"/>
    <w:rsid w:val="00E47A1C"/>
    <w:rsid w:val="00E47A37"/>
    <w:rsid w:val="00E47BDD"/>
    <w:rsid w:val="00E50068"/>
    <w:rsid w:val="00E50425"/>
    <w:rsid w:val="00E51042"/>
    <w:rsid w:val="00E51050"/>
    <w:rsid w:val="00E51259"/>
    <w:rsid w:val="00E52ACA"/>
    <w:rsid w:val="00E52C6F"/>
    <w:rsid w:val="00E52D00"/>
    <w:rsid w:val="00E53283"/>
    <w:rsid w:val="00E536D3"/>
    <w:rsid w:val="00E53D17"/>
    <w:rsid w:val="00E55529"/>
    <w:rsid w:val="00E55760"/>
    <w:rsid w:val="00E55899"/>
    <w:rsid w:val="00E56344"/>
    <w:rsid w:val="00E5634F"/>
    <w:rsid w:val="00E56A2F"/>
    <w:rsid w:val="00E56CD4"/>
    <w:rsid w:val="00E57771"/>
    <w:rsid w:val="00E57EF9"/>
    <w:rsid w:val="00E6004E"/>
    <w:rsid w:val="00E603A1"/>
    <w:rsid w:val="00E60809"/>
    <w:rsid w:val="00E60824"/>
    <w:rsid w:val="00E60928"/>
    <w:rsid w:val="00E61BC1"/>
    <w:rsid w:val="00E62819"/>
    <w:rsid w:val="00E62CAB"/>
    <w:rsid w:val="00E6312F"/>
    <w:rsid w:val="00E63138"/>
    <w:rsid w:val="00E632B2"/>
    <w:rsid w:val="00E63921"/>
    <w:rsid w:val="00E6398E"/>
    <w:rsid w:val="00E639C1"/>
    <w:rsid w:val="00E63B98"/>
    <w:rsid w:val="00E63F02"/>
    <w:rsid w:val="00E64ED6"/>
    <w:rsid w:val="00E65459"/>
    <w:rsid w:val="00E70F50"/>
    <w:rsid w:val="00E711C5"/>
    <w:rsid w:val="00E7269C"/>
    <w:rsid w:val="00E72906"/>
    <w:rsid w:val="00E72B4D"/>
    <w:rsid w:val="00E737FC"/>
    <w:rsid w:val="00E74BEF"/>
    <w:rsid w:val="00E74E5E"/>
    <w:rsid w:val="00E75056"/>
    <w:rsid w:val="00E750A3"/>
    <w:rsid w:val="00E7524F"/>
    <w:rsid w:val="00E760B6"/>
    <w:rsid w:val="00E76FE3"/>
    <w:rsid w:val="00E77157"/>
    <w:rsid w:val="00E77E2F"/>
    <w:rsid w:val="00E80359"/>
    <w:rsid w:val="00E80699"/>
    <w:rsid w:val="00E81B8A"/>
    <w:rsid w:val="00E81C7A"/>
    <w:rsid w:val="00E82846"/>
    <w:rsid w:val="00E83C1C"/>
    <w:rsid w:val="00E83EF6"/>
    <w:rsid w:val="00E8609F"/>
    <w:rsid w:val="00E868F3"/>
    <w:rsid w:val="00E86CEA"/>
    <w:rsid w:val="00E870DE"/>
    <w:rsid w:val="00E87321"/>
    <w:rsid w:val="00E8794A"/>
    <w:rsid w:val="00E87AD1"/>
    <w:rsid w:val="00E9019F"/>
    <w:rsid w:val="00E90F54"/>
    <w:rsid w:val="00E9197B"/>
    <w:rsid w:val="00E91BE3"/>
    <w:rsid w:val="00E91F45"/>
    <w:rsid w:val="00E925E4"/>
    <w:rsid w:val="00E92697"/>
    <w:rsid w:val="00E92DAF"/>
    <w:rsid w:val="00E92EA5"/>
    <w:rsid w:val="00E930AD"/>
    <w:rsid w:val="00E939F6"/>
    <w:rsid w:val="00E93B09"/>
    <w:rsid w:val="00E93C57"/>
    <w:rsid w:val="00E94C8B"/>
    <w:rsid w:val="00E954FD"/>
    <w:rsid w:val="00E969AB"/>
    <w:rsid w:val="00E97160"/>
    <w:rsid w:val="00E97777"/>
    <w:rsid w:val="00E9780C"/>
    <w:rsid w:val="00EA07C6"/>
    <w:rsid w:val="00EA0C33"/>
    <w:rsid w:val="00EA15DC"/>
    <w:rsid w:val="00EA293F"/>
    <w:rsid w:val="00EA3806"/>
    <w:rsid w:val="00EA45BA"/>
    <w:rsid w:val="00EA4B74"/>
    <w:rsid w:val="00EA55F0"/>
    <w:rsid w:val="00EA626F"/>
    <w:rsid w:val="00EA6E62"/>
    <w:rsid w:val="00EA6FCB"/>
    <w:rsid w:val="00EA776D"/>
    <w:rsid w:val="00EA7A49"/>
    <w:rsid w:val="00EA7E3E"/>
    <w:rsid w:val="00EB00AE"/>
    <w:rsid w:val="00EB0C5F"/>
    <w:rsid w:val="00EB0F8B"/>
    <w:rsid w:val="00EB1D55"/>
    <w:rsid w:val="00EB24E0"/>
    <w:rsid w:val="00EB290E"/>
    <w:rsid w:val="00EB40F9"/>
    <w:rsid w:val="00EB4548"/>
    <w:rsid w:val="00EB4F6B"/>
    <w:rsid w:val="00EB5C0E"/>
    <w:rsid w:val="00EB611A"/>
    <w:rsid w:val="00EB6A76"/>
    <w:rsid w:val="00EB7272"/>
    <w:rsid w:val="00EB7594"/>
    <w:rsid w:val="00EB7824"/>
    <w:rsid w:val="00EB7A47"/>
    <w:rsid w:val="00EC01E2"/>
    <w:rsid w:val="00EC01E8"/>
    <w:rsid w:val="00EC02A5"/>
    <w:rsid w:val="00EC0D54"/>
    <w:rsid w:val="00EC1451"/>
    <w:rsid w:val="00EC1E0C"/>
    <w:rsid w:val="00EC1E3D"/>
    <w:rsid w:val="00EC29C5"/>
    <w:rsid w:val="00EC2C86"/>
    <w:rsid w:val="00EC2F9F"/>
    <w:rsid w:val="00EC42C2"/>
    <w:rsid w:val="00EC4906"/>
    <w:rsid w:val="00EC5229"/>
    <w:rsid w:val="00EC57AB"/>
    <w:rsid w:val="00EC5FEF"/>
    <w:rsid w:val="00EC60FF"/>
    <w:rsid w:val="00EC61E7"/>
    <w:rsid w:val="00EC63AC"/>
    <w:rsid w:val="00EC7205"/>
    <w:rsid w:val="00EC7DA0"/>
    <w:rsid w:val="00ED036B"/>
    <w:rsid w:val="00ED0475"/>
    <w:rsid w:val="00ED052E"/>
    <w:rsid w:val="00ED14C2"/>
    <w:rsid w:val="00ED183B"/>
    <w:rsid w:val="00ED1D84"/>
    <w:rsid w:val="00ED22E9"/>
    <w:rsid w:val="00ED23C9"/>
    <w:rsid w:val="00ED2BB2"/>
    <w:rsid w:val="00ED2BEC"/>
    <w:rsid w:val="00ED3118"/>
    <w:rsid w:val="00ED3372"/>
    <w:rsid w:val="00ED4044"/>
    <w:rsid w:val="00ED448E"/>
    <w:rsid w:val="00ED4C98"/>
    <w:rsid w:val="00ED51C3"/>
    <w:rsid w:val="00ED58CF"/>
    <w:rsid w:val="00ED6E73"/>
    <w:rsid w:val="00ED6EB1"/>
    <w:rsid w:val="00ED74C6"/>
    <w:rsid w:val="00ED7655"/>
    <w:rsid w:val="00ED7815"/>
    <w:rsid w:val="00ED7D51"/>
    <w:rsid w:val="00EE0363"/>
    <w:rsid w:val="00EE06EA"/>
    <w:rsid w:val="00EE08B9"/>
    <w:rsid w:val="00EE0C5B"/>
    <w:rsid w:val="00EE0F38"/>
    <w:rsid w:val="00EE1178"/>
    <w:rsid w:val="00EE17E4"/>
    <w:rsid w:val="00EE19A8"/>
    <w:rsid w:val="00EE1CD9"/>
    <w:rsid w:val="00EE28F7"/>
    <w:rsid w:val="00EE2BA3"/>
    <w:rsid w:val="00EE2D87"/>
    <w:rsid w:val="00EE2EE0"/>
    <w:rsid w:val="00EE3AB7"/>
    <w:rsid w:val="00EE3EAA"/>
    <w:rsid w:val="00EE4EB3"/>
    <w:rsid w:val="00EE568C"/>
    <w:rsid w:val="00EE6007"/>
    <w:rsid w:val="00EE618A"/>
    <w:rsid w:val="00EE638C"/>
    <w:rsid w:val="00EE7943"/>
    <w:rsid w:val="00EF0963"/>
    <w:rsid w:val="00EF09C6"/>
    <w:rsid w:val="00EF0E4B"/>
    <w:rsid w:val="00EF128C"/>
    <w:rsid w:val="00EF1A01"/>
    <w:rsid w:val="00EF1EA7"/>
    <w:rsid w:val="00EF21F4"/>
    <w:rsid w:val="00EF2B41"/>
    <w:rsid w:val="00EF2D6F"/>
    <w:rsid w:val="00EF2FC4"/>
    <w:rsid w:val="00EF303C"/>
    <w:rsid w:val="00EF311E"/>
    <w:rsid w:val="00EF495C"/>
    <w:rsid w:val="00EF4CDB"/>
    <w:rsid w:val="00EF5408"/>
    <w:rsid w:val="00EF554A"/>
    <w:rsid w:val="00EF5809"/>
    <w:rsid w:val="00EF5B9B"/>
    <w:rsid w:val="00EF5F6A"/>
    <w:rsid w:val="00EF6DF4"/>
    <w:rsid w:val="00EF7FCA"/>
    <w:rsid w:val="00F00B0F"/>
    <w:rsid w:val="00F00C9D"/>
    <w:rsid w:val="00F01688"/>
    <w:rsid w:val="00F023DA"/>
    <w:rsid w:val="00F02485"/>
    <w:rsid w:val="00F02567"/>
    <w:rsid w:val="00F02AC3"/>
    <w:rsid w:val="00F02D78"/>
    <w:rsid w:val="00F02ECD"/>
    <w:rsid w:val="00F030B3"/>
    <w:rsid w:val="00F03A3B"/>
    <w:rsid w:val="00F04BB7"/>
    <w:rsid w:val="00F05382"/>
    <w:rsid w:val="00F06DE4"/>
    <w:rsid w:val="00F073A9"/>
    <w:rsid w:val="00F077D9"/>
    <w:rsid w:val="00F078C1"/>
    <w:rsid w:val="00F10C59"/>
    <w:rsid w:val="00F10DB9"/>
    <w:rsid w:val="00F116AC"/>
    <w:rsid w:val="00F1174A"/>
    <w:rsid w:val="00F12359"/>
    <w:rsid w:val="00F12ACB"/>
    <w:rsid w:val="00F138FA"/>
    <w:rsid w:val="00F1398D"/>
    <w:rsid w:val="00F14613"/>
    <w:rsid w:val="00F14D94"/>
    <w:rsid w:val="00F1501C"/>
    <w:rsid w:val="00F1514B"/>
    <w:rsid w:val="00F1640C"/>
    <w:rsid w:val="00F16F16"/>
    <w:rsid w:val="00F17A58"/>
    <w:rsid w:val="00F20077"/>
    <w:rsid w:val="00F217BF"/>
    <w:rsid w:val="00F21928"/>
    <w:rsid w:val="00F22BDF"/>
    <w:rsid w:val="00F22FE6"/>
    <w:rsid w:val="00F232E4"/>
    <w:rsid w:val="00F2352D"/>
    <w:rsid w:val="00F23AFB"/>
    <w:rsid w:val="00F24D4B"/>
    <w:rsid w:val="00F2510C"/>
    <w:rsid w:val="00F261F7"/>
    <w:rsid w:val="00F263C8"/>
    <w:rsid w:val="00F2749C"/>
    <w:rsid w:val="00F30054"/>
    <w:rsid w:val="00F30524"/>
    <w:rsid w:val="00F308EB"/>
    <w:rsid w:val="00F3156F"/>
    <w:rsid w:val="00F3225E"/>
    <w:rsid w:val="00F3298F"/>
    <w:rsid w:val="00F32C4E"/>
    <w:rsid w:val="00F32F2C"/>
    <w:rsid w:val="00F33A97"/>
    <w:rsid w:val="00F33CCD"/>
    <w:rsid w:val="00F34050"/>
    <w:rsid w:val="00F34579"/>
    <w:rsid w:val="00F345C0"/>
    <w:rsid w:val="00F345F4"/>
    <w:rsid w:val="00F34936"/>
    <w:rsid w:val="00F34A93"/>
    <w:rsid w:val="00F355FD"/>
    <w:rsid w:val="00F35DEB"/>
    <w:rsid w:val="00F35EB7"/>
    <w:rsid w:val="00F35F36"/>
    <w:rsid w:val="00F36324"/>
    <w:rsid w:val="00F366EF"/>
    <w:rsid w:val="00F368FC"/>
    <w:rsid w:val="00F400F7"/>
    <w:rsid w:val="00F40D6D"/>
    <w:rsid w:val="00F413BB"/>
    <w:rsid w:val="00F416AA"/>
    <w:rsid w:val="00F420CC"/>
    <w:rsid w:val="00F42B22"/>
    <w:rsid w:val="00F42D87"/>
    <w:rsid w:val="00F43DF0"/>
    <w:rsid w:val="00F43EC7"/>
    <w:rsid w:val="00F44390"/>
    <w:rsid w:val="00F45307"/>
    <w:rsid w:val="00F453DF"/>
    <w:rsid w:val="00F454F7"/>
    <w:rsid w:val="00F45859"/>
    <w:rsid w:val="00F46063"/>
    <w:rsid w:val="00F466A4"/>
    <w:rsid w:val="00F46818"/>
    <w:rsid w:val="00F46BB5"/>
    <w:rsid w:val="00F47234"/>
    <w:rsid w:val="00F4726C"/>
    <w:rsid w:val="00F476E2"/>
    <w:rsid w:val="00F478ED"/>
    <w:rsid w:val="00F506DF"/>
    <w:rsid w:val="00F50BE1"/>
    <w:rsid w:val="00F50E9F"/>
    <w:rsid w:val="00F51149"/>
    <w:rsid w:val="00F51A15"/>
    <w:rsid w:val="00F51C62"/>
    <w:rsid w:val="00F51DDD"/>
    <w:rsid w:val="00F522EB"/>
    <w:rsid w:val="00F52DE9"/>
    <w:rsid w:val="00F52F67"/>
    <w:rsid w:val="00F531B3"/>
    <w:rsid w:val="00F53847"/>
    <w:rsid w:val="00F53941"/>
    <w:rsid w:val="00F53C7A"/>
    <w:rsid w:val="00F54946"/>
    <w:rsid w:val="00F5494F"/>
    <w:rsid w:val="00F54F46"/>
    <w:rsid w:val="00F553B3"/>
    <w:rsid w:val="00F55919"/>
    <w:rsid w:val="00F55FE3"/>
    <w:rsid w:val="00F560D5"/>
    <w:rsid w:val="00F5752A"/>
    <w:rsid w:val="00F575B7"/>
    <w:rsid w:val="00F57681"/>
    <w:rsid w:val="00F576A3"/>
    <w:rsid w:val="00F57914"/>
    <w:rsid w:val="00F57B3D"/>
    <w:rsid w:val="00F57DA5"/>
    <w:rsid w:val="00F6145C"/>
    <w:rsid w:val="00F61583"/>
    <w:rsid w:val="00F632C0"/>
    <w:rsid w:val="00F63547"/>
    <w:rsid w:val="00F63AF8"/>
    <w:rsid w:val="00F6433D"/>
    <w:rsid w:val="00F643CB"/>
    <w:rsid w:val="00F65A54"/>
    <w:rsid w:val="00F65A9C"/>
    <w:rsid w:val="00F65F64"/>
    <w:rsid w:val="00F661FC"/>
    <w:rsid w:val="00F6623E"/>
    <w:rsid w:val="00F6659F"/>
    <w:rsid w:val="00F667CA"/>
    <w:rsid w:val="00F66FCC"/>
    <w:rsid w:val="00F67342"/>
    <w:rsid w:val="00F6734F"/>
    <w:rsid w:val="00F67F91"/>
    <w:rsid w:val="00F711C1"/>
    <w:rsid w:val="00F718DA"/>
    <w:rsid w:val="00F719B2"/>
    <w:rsid w:val="00F71B00"/>
    <w:rsid w:val="00F72502"/>
    <w:rsid w:val="00F72597"/>
    <w:rsid w:val="00F7266A"/>
    <w:rsid w:val="00F72876"/>
    <w:rsid w:val="00F732AF"/>
    <w:rsid w:val="00F736CD"/>
    <w:rsid w:val="00F73995"/>
    <w:rsid w:val="00F739D8"/>
    <w:rsid w:val="00F7415D"/>
    <w:rsid w:val="00F74536"/>
    <w:rsid w:val="00F74FAA"/>
    <w:rsid w:val="00F7509A"/>
    <w:rsid w:val="00F75CAA"/>
    <w:rsid w:val="00F75F11"/>
    <w:rsid w:val="00F76CA5"/>
    <w:rsid w:val="00F76FFD"/>
    <w:rsid w:val="00F77DF3"/>
    <w:rsid w:val="00F77FA4"/>
    <w:rsid w:val="00F80352"/>
    <w:rsid w:val="00F80448"/>
    <w:rsid w:val="00F8068D"/>
    <w:rsid w:val="00F80E23"/>
    <w:rsid w:val="00F80F06"/>
    <w:rsid w:val="00F81E5C"/>
    <w:rsid w:val="00F81ECE"/>
    <w:rsid w:val="00F821DD"/>
    <w:rsid w:val="00F82434"/>
    <w:rsid w:val="00F82562"/>
    <w:rsid w:val="00F83715"/>
    <w:rsid w:val="00F83800"/>
    <w:rsid w:val="00F83B15"/>
    <w:rsid w:val="00F84504"/>
    <w:rsid w:val="00F845BB"/>
    <w:rsid w:val="00F848DC"/>
    <w:rsid w:val="00F84AB4"/>
    <w:rsid w:val="00F84DA0"/>
    <w:rsid w:val="00F857B0"/>
    <w:rsid w:val="00F8630A"/>
    <w:rsid w:val="00F86712"/>
    <w:rsid w:val="00F87DA1"/>
    <w:rsid w:val="00F87F3B"/>
    <w:rsid w:val="00F91630"/>
    <w:rsid w:val="00F91A61"/>
    <w:rsid w:val="00F9293F"/>
    <w:rsid w:val="00F93233"/>
    <w:rsid w:val="00F93305"/>
    <w:rsid w:val="00F93A21"/>
    <w:rsid w:val="00F93C76"/>
    <w:rsid w:val="00F93DF9"/>
    <w:rsid w:val="00F94B4D"/>
    <w:rsid w:val="00F94EBC"/>
    <w:rsid w:val="00F95505"/>
    <w:rsid w:val="00F95923"/>
    <w:rsid w:val="00F9741A"/>
    <w:rsid w:val="00F9746A"/>
    <w:rsid w:val="00F9761F"/>
    <w:rsid w:val="00F97930"/>
    <w:rsid w:val="00F97F44"/>
    <w:rsid w:val="00FA003A"/>
    <w:rsid w:val="00FA0A6C"/>
    <w:rsid w:val="00FA1346"/>
    <w:rsid w:val="00FA1C49"/>
    <w:rsid w:val="00FA1F8E"/>
    <w:rsid w:val="00FA2595"/>
    <w:rsid w:val="00FA2761"/>
    <w:rsid w:val="00FA2EAC"/>
    <w:rsid w:val="00FA2F3D"/>
    <w:rsid w:val="00FA45C7"/>
    <w:rsid w:val="00FA5452"/>
    <w:rsid w:val="00FA5654"/>
    <w:rsid w:val="00FA5F6F"/>
    <w:rsid w:val="00FA5FE6"/>
    <w:rsid w:val="00FA66F7"/>
    <w:rsid w:val="00FA6FDC"/>
    <w:rsid w:val="00FA7261"/>
    <w:rsid w:val="00FB083C"/>
    <w:rsid w:val="00FB0A68"/>
    <w:rsid w:val="00FB0D95"/>
    <w:rsid w:val="00FB0DAB"/>
    <w:rsid w:val="00FB0E1C"/>
    <w:rsid w:val="00FB10CA"/>
    <w:rsid w:val="00FB1371"/>
    <w:rsid w:val="00FB1C83"/>
    <w:rsid w:val="00FB2149"/>
    <w:rsid w:val="00FB27A7"/>
    <w:rsid w:val="00FB2A32"/>
    <w:rsid w:val="00FB2A4E"/>
    <w:rsid w:val="00FB2C27"/>
    <w:rsid w:val="00FB3159"/>
    <w:rsid w:val="00FB40E5"/>
    <w:rsid w:val="00FB44D2"/>
    <w:rsid w:val="00FB455C"/>
    <w:rsid w:val="00FB461F"/>
    <w:rsid w:val="00FB4DD1"/>
    <w:rsid w:val="00FB55B4"/>
    <w:rsid w:val="00FB599E"/>
    <w:rsid w:val="00FB61F2"/>
    <w:rsid w:val="00FB6A87"/>
    <w:rsid w:val="00FB6F66"/>
    <w:rsid w:val="00FB7B01"/>
    <w:rsid w:val="00FC031E"/>
    <w:rsid w:val="00FC05E3"/>
    <w:rsid w:val="00FC18BB"/>
    <w:rsid w:val="00FC1CFC"/>
    <w:rsid w:val="00FC1E2E"/>
    <w:rsid w:val="00FC1EEA"/>
    <w:rsid w:val="00FC33D8"/>
    <w:rsid w:val="00FC46EE"/>
    <w:rsid w:val="00FC4CC8"/>
    <w:rsid w:val="00FC5375"/>
    <w:rsid w:val="00FC56B1"/>
    <w:rsid w:val="00FC5CA0"/>
    <w:rsid w:val="00FC5EB6"/>
    <w:rsid w:val="00FC65C4"/>
    <w:rsid w:val="00FC66CF"/>
    <w:rsid w:val="00FC6D94"/>
    <w:rsid w:val="00FC6F08"/>
    <w:rsid w:val="00FC7AFE"/>
    <w:rsid w:val="00FC7E4A"/>
    <w:rsid w:val="00FD0BA6"/>
    <w:rsid w:val="00FD0E52"/>
    <w:rsid w:val="00FD0F86"/>
    <w:rsid w:val="00FD12A7"/>
    <w:rsid w:val="00FD1CC1"/>
    <w:rsid w:val="00FD2109"/>
    <w:rsid w:val="00FD2867"/>
    <w:rsid w:val="00FD3C78"/>
    <w:rsid w:val="00FD4569"/>
    <w:rsid w:val="00FD5364"/>
    <w:rsid w:val="00FD54C5"/>
    <w:rsid w:val="00FD608D"/>
    <w:rsid w:val="00FD60C4"/>
    <w:rsid w:val="00FD66AE"/>
    <w:rsid w:val="00FD66B9"/>
    <w:rsid w:val="00FD720A"/>
    <w:rsid w:val="00FD751B"/>
    <w:rsid w:val="00FD78E4"/>
    <w:rsid w:val="00FD7A22"/>
    <w:rsid w:val="00FE0141"/>
    <w:rsid w:val="00FE0274"/>
    <w:rsid w:val="00FE0563"/>
    <w:rsid w:val="00FE0A4D"/>
    <w:rsid w:val="00FE0C55"/>
    <w:rsid w:val="00FE128C"/>
    <w:rsid w:val="00FE12EE"/>
    <w:rsid w:val="00FE19C5"/>
    <w:rsid w:val="00FE226D"/>
    <w:rsid w:val="00FE22CA"/>
    <w:rsid w:val="00FE231A"/>
    <w:rsid w:val="00FE2AF8"/>
    <w:rsid w:val="00FE375B"/>
    <w:rsid w:val="00FE37C8"/>
    <w:rsid w:val="00FE3AB7"/>
    <w:rsid w:val="00FE3DED"/>
    <w:rsid w:val="00FE4252"/>
    <w:rsid w:val="00FE4282"/>
    <w:rsid w:val="00FE42D3"/>
    <w:rsid w:val="00FE45CB"/>
    <w:rsid w:val="00FE471A"/>
    <w:rsid w:val="00FE4B35"/>
    <w:rsid w:val="00FE5A60"/>
    <w:rsid w:val="00FE5D8A"/>
    <w:rsid w:val="00FE6AA4"/>
    <w:rsid w:val="00FE72FA"/>
    <w:rsid w:val="00FF069B"/>
    <w:rsid w:val="00FF0AE9"/>
    <w:rsid w:val="00FF0CFD"/>
    <w:rsid w:val="00FF0D07"/>
    <w:rsid w:val="00FF1C3E"/>
    <w:rsid w:val="00FF1F91"/>
    <w:rsid w:val="00FF2A42"/>
    <w:rsid w:val="00FF2CC6"/>
    <w:rsid w:val="00FF2FF1"/>
    <w:rsid w:val="00FF305E"/>
    <w:rsid w:val="00FF38AF"/>
    <w:rsid w:val="00FF55C4"/>
    <w:rsid w:val="00FF5C6E"/>
    <w:rsid w:val="00FF6340"/>
    <w:rsid w:val="00FF6967"/>
    <w:rsid w:val="00FF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6D8F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6D8F"/>
    <w:rPr>
      <w:rFonts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0E27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212</Words>
  <Characters>1213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Вельжичская</cp:lastModifiedBy>
  <cp:revision>3</cp:revision>
  <cp:lastPrinted>2019-05-29T11:49:00Z</cp:lastPrinted>
  <dcterms:created xsi:type="dcterms:W3CDTF">2019-02-27T07:22:00Z</dcterms:created>
  <dcterms:modified xsi:type="dcterms:W3CDTF">2019-05-29T11:50:00Z</dcterms:modified>
</cp:coreProperties>
</file>