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A1" w:rsidRDefault="003152A1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3152A1" w:rsidRDefault="003152A1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3152A1" w:rsidRDefault="003152A1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3152A1" w:rsidRDefault="003152A1">
      <w:pPr>
        <w:pStyle w:val="1"/>
        <w:shd w:val="clear" w:color="auto" w:fill="auto"/>
        <w:spacing w:before="0" w:after="297"/>
        <w:ind w:left="5160" w:right="1000"/>
      </w:pPr>
      <w:r>
        <w:t>Беловодский Совет народных депутатов</w:t>
      </w:r>
    </w:p>
    <w:p w:rsidR="003152A1" w:rsidRDefault="003152A1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 w:rsidRPr="009C5900">
        <w:t xml:space="preserve">от </w:t>
      </w:r>
      <w:smartTag w:uri="urn:schemas-microsoft-com:office:smarttags" w:element="date">
        <w:smartTagPr>
          <w:attr w:name="Year" w:val="2019"/>
          <w:attr w:name="Day" w:val="29"/>
          <w:attr w:name="Month" w:val="01"/>
          <w:attr w:name="ls" w:val="trans"/>
        </w:smartTagPr>
        <w:r>
          <w:t>29.01.2019</w:t>
        </w:r>
      </w:smartTag>
      <w:r w:rsidRPr="009C5900">
        <w:t xml:space="preserve"> года </w:t>
      </w:r>
      <w:r w:rsidRPr="002435E7">
        <w:t xml:space="preserve">№ </w:t>
      </w:r>
      <w:r>
        <w:t>6</w:t>
      </w:r>
      <w:r>
        <w:tab/>
        <w:t>Беловодская сельская</w:t>
      </w:r>
    </w:p>
    <w:p w:rsidR="003152A1" w:rsidRDefault="003152A1" w:rsidP="00A35DDB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3152A1" w:rsidRDefault="003152A1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3152A1" w:rsidRDefault="003152A1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27 декабря 2018 года</w:t>
        </w:r>
      </w:smartTag>
      <w:r>
        <w:t xml:space="preserve"> № 4-149 «О бюджете муниципального образования» Беловодское сельское поселение, Мглинского района, Брянской области» на 2019 год и на</w:t>
      </w:r>
    </w:p>
    <w:p w:rsidR="003152A1" w:rsidRDefault="003152A1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3152A1" w:rsidRDefault="003152A1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Беловодского сельского Совета народных депутатов «О бюджете муниципального образования» Беловодское сельское поселение, Мглинского района, Брянской области» на 2019 год и на плановый период 2020 и 2021 годов</w:t>
      </w:r>
      <w:r w:rsidRPr="009C5900">
        <w:t>»</w:t>
      </w:r>
      <w:r>
        <w:t>.</w:t>
      </w:r>
    </w:p>
    <w:p w:rsidR="003152A1" w:rsidRDefault="003152A1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 w:rsidRPr="00566BD4">
        <w:rPr>
          <w:b/>
        </w:rPr>
        <w:t>Доходная</w:t>
      </w:r>
      <w:r>
        <w:t xml:space="preserve"> </w:t>
      </w:r>
      <w:r w:rsidRPr="00B074CD">
        <w:rPr>
          <w:b/>
        </w:rPr>
        <w:t>часть</w:t>
      </w:r>
      <w:r>
        <w:t xml:space="preserve"> не изменилась.</w:t>
      </w:r>
    </w:p>
    <w:p w:rsidR="003152A1" w:rsidRDefault="003152A1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</w:p>
    <w:p w:rsidR="003152A1" w:rsidRDefault="003152A1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Проектом решения </w:t>
      </w:r>
      <w:r w:rsidRPr="007A0F72">
        <w:rPr>
          <w:b/>
        </w:rPr>
        <w:t>расходная</w:t>
      </w:r>
      <w:r>
        <w:t xml:space="preserve"> </w:t>
      </w:r>
      <w:r w:rsidRPr="00B074CD">
        <w:rPr>
          <w:b/>
        </w:rPr>
        <w:t>часть</w:t>
      </w:r>
      <w:r>
        <w:t xml:space="preserve"> бюджета на 2019 год увеличилась на 96,8 тыс. рублей, в том числе по разделам:</w:t>
      </w:r>
    </w:p>
    <w:p w:rsidR="003152A1" w:rsidRDefault="003152A1" w:rsidP="00DD57DE">
      <w:pPr>
        <w:pStyle w:val="11"/>
        <w:keepNext/>
        <w:keepLines/>
        <w:shd w:val="clear" w:color="auto" w:fill="auto"/>
        <w:ind w:firstLine="0"/>
      </w:pPr>
      <w:bookmarkStart w:id="0" w:name="bookmark0"/>
      <w:r>
        <w:t>01 00</w:t>
      </w:r>
      <w:bookmarkEnd w:id="0"/>
    </w:p>
    <w:p w:rsidR="003152A1" w:rsidRDefault="003152A1" w:rsidP="00790930">
      <w:pPr>
        <w:pStyle w:val="20"/>
        <w:shd w:val="clear" w:color="auto" w:fill="auto"/>
        <w:spacing w:after="0" w:line="317" w:lineRule="exact"/>
        <w:jc w:val="both"/>
      </w:pPr>
      <w:r>
        <w:t>«Общегосударственные вопросы»                                                  +78,2 тыс. рублей</w:t>
      </w:r>
    </w:p>
    <w:p w:rsidR="003152A1" w:rsidRDefault="003152A1" w:rsidP="00790930">
      <w:pPr>
        <w:pStyle w:val="20"/>
        <w:shd w:val="clear" w:color="auto" w:fill="auto"/>
        <w:spacing w:after="0" w:line="317" w:lineRule="exact"/>
        <w:jc w:val="both"/>
      </w:pPr>
      <w:r>
        <w:t>в том числе:</w:t>
      </w:r>
    </w:p>
    <w:p w:rsidR="003152A1" w:rsidRDefault="003152A1" w:rsidP="00DD57DE">
      <w:pPr>
        <w:pStyle w:val="30"/>
        <w:shd w:val="clear" w:color="auto" w:fill="auto"/>
        <w:ind w:firstLine="0"/>
        <w:rPr>
          <w:b w:val="0"/>
          <w:sz w:val="27"/>
          <w:szCs w:val="27"/>
        </w:rPr>
      </w:pPr>
      <w:r w:rsidRPr="00D23DFC">
        <w:rPr>
          <w:sz w:val="27"/>
          <w:szCs w:val="27"/>
        </w:rPr>
        <w:t>01 02</w:t>
      </w:r>
      <w:r>
        <w:rPr>
          <w:b w:val="0"/>
          <w:sz w:val="27"/>
          <w:szCs w:val="27"/>
        </w:rPr>
        <w:t xml:space="preserve"> </w:t>
      </w:r>
    </w:p>
    <w:p w:rsidR="003152A1" w:rsidRDefault="003152A1" w:rsidP="00DD57DE">
      <w:pPr>
        <w:pStyle w:val="30"/>
        <w:shd w:val="clear" w:color="auto" w:fill="auto"/>
        <w:ind w:firstLine="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Функционирование высшего должностного лица субъекта РФ</w:t>
      </w:r>
    </w:p>
    <w:p w:rsidR="003152A1" w:rsidRDefault="003152A1" w:rsidP="00DD57DE">
      <w:pPr>
        <w:pStyle w:val="30"/>
        <w:shd w:val="clear" w:color="auto" w:fill="auto"/>
        <w:ind w:firstLine="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01 02 3000080010 120                                                                                  +30,7 тыс. рублей.</w:t>
      </w:r>
    </w:p>
    <w:p w:rsidR="003152A1" w:rsidRPr="00D23DFC" w:rsidRDefault="003152A1" w:rsidP="00DD57DE">
      <w:pPr>
        <w:pStyle w:val="30"/>
        <w:shd w:val="clear" w:color="auto" w:fill="auto"/>
        <w:ind w:firstLine="0"/>
        <w:rPr>
          <w:sz w:val="27"/>
          <w:szCs w:val="27"/>
        </w:rPr>
      </w:pPr>
      <w:r w:rsidRPr="00D23DFC">
        <w:rPr>
          <w:sz w:val="27"/>
          <w:szCs w:val="27"/>
        </w:rPr>
        <w:t>01 04</w:t>
      </w:r>
    </w:p>
    <w:p w:rsidR="003152A1" w:rsidRDefault="003152A1" w:rsidP="00790930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 w:rsidRPr="00CF17AE">
        <w:rPr>
          <w:b w:val="0"/>
        </w:rPr>
        <w:t xml:space="preserve">Функционирование Правительства Российской Федерации, высших  органов исполнительной власти субъектов Российской Федерации, местных администраций.   </w:t>
      </w:r>
      <w:r>
        <w:rPr>
          <w:b w:val="0"/>
        </w:rPr>
        <w:t xml:space="preserve">                                                                     </w:t>
      </w:r>
    </w:p>
    <w:p w:rsidR="003152A1" w:rsidRDefault="003152A1" w:rsidP="00790930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>01 04 2501280040 120                                                                    +27,5 тыс. рублей.</w:t>
      </w:r>
      <w:r w:rsidRPr="00CF17AE">
        <w:rPr>
          <w:b w:val="0"/>
        </w:rPr>
        <w:t xml:space="preserve">   </w:t>
      </w:r>
    </w:p>
    <w:p w:rsidR="003152A1" w:rsidRPr="00CF17AE" w:rsidRDefault="003152A1" w:rsidP="00790930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>01 04 2501280040 240</w:t>
      </w:r>
      <w:r w:rsidRPr="00CF17AE">
        <w:rPr>
          <w:b w:val="0"/>
        </w:rPr>
        <w:t xml:space="preserve">                                                           </w:t>
      </w:r>
      <w:r>
        <w:rPr>
          <w:b w:val="0"/>
        </w:rPr>
        <w:t xml:space="preserve">         +20,0 тыс.рублей</w:t>
      </w:r>
    </w:p>
    <w:p w:rsidR="003152A1" w:rsidRDefault="003152A1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 xml:space="preserve"> </w:t>
      </w:r>
    </w:p>
    <w:p w:rsidR="003152A1" w:rsidRDefault="003152A1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>10 01</w:t>
      </w:r>
    </w:p>
    <w:p w:rsidR="003152A1" w:rsidRDefault="003152A1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>«Социальная политика»                                                                 +18,6 тыс. рублей.</w:t>
      </w:r>
    </w:p>
    <w:p w:rsidR="003152A1" w:rsidRDefault="003152A1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>в том числе:</w:t>
      </w:r>
    </w:p>
    <w:p w:rsidR="003152A1" w:rsidRPr="00D23DFC" w:rsidRDefault="003152A1" w:rsidP="00522880">
      <w:pPr>
        <w:pStyle w:val="20"/>
        <w:shd w:val="clear" w:color="auto" w:fill="auto"/>
        <w:spacing w:after="0" w:line="317" w:lineRule="exact"/>
        <w:ind w:right="40"/>
        <w:jc w:val="both"/>
      </w:pPr>
      <w:r w:rsidRPr="00D23DFC">
        <w:t>10 01</w:t>
      </w:r>
    </w:p>
    <w:p w:rsidR="003152A1" w:rsidRDefault="003152A1" w:rsidP="00522880">
      <w:pPr>
        <w:pStyle w:val="20"/>
        <w:shd w:val="clear" w:color="auto" w:fill="auto"/>
        <w:spacing w:after="0" w:line="317" w:lineRule="exact"/>
        <w:ind w:right="40"/>
        <w:jc w:val="both"/>
        <w:rPr>
          <w:b w:val="0"/>
        </w:rPr>
      </w:pPr>
      <w:r>
        <w:rPr>
          <w:b w:val="0"/>
        </w:rPr>
        <w:t>Пенсионное обеспечение</w:t>
      </w:r>
    </w:p>
    <w:p w:rsidR="003152A1" w:rsidRPr="005D4762" w:rsidRDefault="003152A1" w:rsidP="00522880">
      <w:pPr>
        <w:pStyle w:val="20"/>
        <w:shd w:val="clear" w:color="auto" w:fill="auto"/>
        <w:spacing w:after="0" w:line="317" w:lineRule="exact"/>
        <w:ind w:right="40"/>
        <w:jc w:val="both"/>
        <w:rPr>
          <w:b w:val="0"/>
        </w:rPr>
      </w:pPr>
      <w:r>
        <w:rPr>
          <w:b w:val="0"/>
        </w:rPr>
        <w:t>10 01 2501682450 320                                                                      +18,6 тыс. рублей.</w:t>
      </w:r>
      <w:r w:rsidRPr="005D4762">
        <w:rPr>
          <w:b w:val="0"/>
        </w:rPr>
        <w:t xml:space="preserve">                                                                                       </w:t>
      </w:r>
    </w:p>
    <w:p w:rsidR="003152A1" w:rsidRDefault="003152A1" w:rsidP="006C1244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</w:p>
    <w:p w:rsidR="003152A1" w:rsidRPr="00FF35DF" w:rsidRDefault="003152A1" w:rsidP="00FF35DF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>
        <w:t xml:space="preserve">       </w:t>
      </w:r>
      <w:r w:rsidRPr="00FF35DF">
        <w:rPr>
          <w:b w:val="0"/>
        </w:rPr>
        <w:t xml:space="preserve">С внесением изменений в бюджетную роспись дефицит бюджета </w:t>
      </w:r>
      <w:r>
        <w:rPr>
          <w:b w:val="0"/>
        </w:rPr>
        <w:t>составил 96,8 тыс. рублей.</w:t>
      </w:r>
    </w:p>
    <w:p w:rsidR="003152A1" w:rsidRDefault="003152A1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3152A1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>Контрольно-счетная палата Мглинского района замечаний по проекту решения не имеет и предлагает Беловодскому сельскому Совету народных депутатов его принять.</w:t>
      </w:r>
    </w:p>
    <w:p w:rsidR="003152A1" w:rsidRDefault="003152A1" w:rsidP="00DF7F4A">
      <w:pPr>
        <w:framePr w:w="2400" w:h="1354" w:wrap="around" w:vAnchor="text" w:hAnchor="margin" w:x="3328" w:y="1"/>
        <w:rPr>
          <w:sz w:val="2"/>
        </w:rPr>
      </w:pPr>
      <w:r>
        <w:rPr>
          <w:sz w:val="2"/>
        </w:rPr>
        <w:t xml:space="preserve">   </w:t>
      </w:r>
    </w:p>
    <w:p w:rsidR="003152A1" w:rsidRDefault="003152A1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3152A1" w:rsidRDefault="003152A1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  <w:r>
        <w:t>Л.В.Чуприк</w:t>
      </w:r>
    </w:p>
    <w:p w:rsidR="003152A1" w:rsidRDefault="003152A1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3152A1" w:rsidRDefault="003152A1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3152A1" w:rsidRDefault="003152A1" w:rsidP="00DF7F4A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3152A1" w:rsidRDefault="003152A1" w:rsidP="00DF7F4A">
      <w:pPr>
        <w:rPr>
          <w:sz w:val="2"/>
          <w:szCs w:val="2"/>
        </w:rPr>
      </w:pPr>
    </w:p>
    <w:p w:rsidR="003152A1" w:rsidRDefault="003152A1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3152A1" w:rsidRPr="0014378C" w:rsidRDefault="003152A1" w:rsidP="0014378C"/>
    <w:p w:rsidR="003152A1" w:rsidRPr="0014378C" w:rsidRDefault="003152A1" w:rsidP="0014378C"/>
    <w:p w:rsidR="003152A1" w:rsidRPr="0014378C" w:rsidRDefault="003152A1" w:rsidP="0014378C"/>
    <w:p w:rsidR="003152A1" w:rsidRPr="0014378C" w:rsidRDefault="003152A1" w:rsidP="0014378C"/>
    <w:p w:rsidR="003152A1" w:rsidRPr="007A0F72" w:rsidRDefault="003152A1" w:rsidP="0014378C">
      <w:pPr>
        <w:rPr>
          <w:rFonts w:ascii="Times New Roman" w:hAnsi="Times New Roman" w:cs="Times New Roman"/>
          <w:sz w:val="22"/>
          <w:szCs w:val="22"/>
        </w:rPr>
      </w:pPr>
      <w:r w:rsidRPr="007A0F72">
        <w:rPr>
          <w:rFonts w:ascii="Times New Roman" w:hAnsi="Times New Roman" w:cs="Times New Roman"/>
          <w:sz w:val="22"/>
          <w:szCs w:val="22"/>
        </w:rPr>
        <w:t>Исполнитель</w:t>
      </w:r>
    </w:p>
    <w:p w:rsidR="003152A1" w:rsidRPr="007A0F72" w:rsidRDefault="003152A1" w:rsidP="0014378C">
      <w:pPr>
        <w:rPr>
          <w:rFonts w:ascii="Times New Roman" w:hAnsi="Times New Roman" w:cs="Times New Roman"/>
          <w:sz w:val="22"/>
          <w:szCs w:val="22"/>
        </w:rPr>
      </w:pPr>
      <w:r w:rsidRPr="007A0F72">
        <w:rPr>
          <w:rFonts w:ascii="Times New Roman" w:hAnsi="Times New Roman" w:cs="Times New Roman"/>
          <w:sz w:val="22"/>
          <w:szCs w:val="22"/>
        </w:rPr>
        <w:t>Комкова Н.Е</w:t>
      </w:r>
    </w:p>
    <w:p w:rsidR="003152A1" w:rsidRPr="0014378C" w:rsidRDefault="003152A1" w:rsidP="0014378C"/>
    <w:p w:rsidR="003152A1" w:rsidRPr="0014378C" w:rsidRDefault="003152A1" w:rsidP="0014378C"/>
    <w:p w:rsidR="003152A1" w:rsidRPr="0014378C" w:rsidRDefault="003152A1" w:rsidP="0014378C"/>
    <w:p w:rsidR="003152A1" w:rsidRDefault="003152A1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14378C">
        <w:br w:type="page"/>
      </w:r>
    </w:p>
    <w:p w:rsidR="003152A1" w:rsidRDefault="003152A1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3152A1" w:rsidRDefault="003152A1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3152A1" w:rsidRDefault="003152A1">
      <w:pPr>
        <w:rPr>
          <w:sz w:val="2"/>
          <w:szCs w:val="2"/>
        </w:rPr>
      </w:pPr>
    </w:p>
    <w:sectPr w:rsidR="003152A1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2A1" w:rsidRDefault="003152A1" w:rsidP="007B4D49">
      <w:r>
        <w:separator/>
      </w:r>
    </w:p>
  </w:endnote>
  <w:endnote w:type="continuationSeparator" w:id="0">
    <w:p w:rsidR="003152A1" w:rsidRDefault="003152A1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2A1" w:rsidRDefault="003152A1"/>
  </w:footnote>
  <w:footnote w:type="continuationSeparator" w:id="0">
    <w:p w:rsidR="003152A1" w:rsidRDefault="003152A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F0D5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BAE5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1864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5CCA4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6430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0AE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5E8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46E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C87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A2E1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010AB"/>
    <w:rsid w:val="0001144C"/>
    <w:rsid w:val="00024CBC"/>
    <w:rsid w:val="00044A8A"/>
    <w:rsid w:val="000471F4"/>
    <w:rsid w:val="00064897"/>
    <w:rsid w:val="000F7968"/>
    <w:rsid w:val="00107170"/>
    <w:rsid w:val="00107ABB"/>
    <w:rsid w:val="001112CD"/>
    <w:rsid w:val="00112C2B"/>
    <w:rsid w:val="00113EE7"/>
    <w:rsid w:val="001274D2"/>
    <w:rsid w:val="0014378C"/>
    <w:rsid w:val="0018373F"/>
    <w:rsid w:val="001B0348"/>
    <w:rsid w:val="001D14CA"/>
    <w:rsid w:val="001E020F"/>
    <w:rsid w:val="001F4158"/>
    <w:rsid w:val="00200B82"/>
    <w:rsid w:val="00227961"/>
    <w:rsid w:val="00232564"/>
    <w:rsid w:val="00233C47"/>
    <w:rsid w:val="002435E7"/>
    <w:rsid w:val="00267A7F"/>
    <w:rsid w:val="002828A9"/>
    <w:rsid w:val="00282DE9"/>
    <w:rsid w:val="002A6528"/>
    <w:rsid w:val="00307B47"/>
    <w:rsid w:val="0031350F"/>
    <w:rsid w:val="003152A1"/>
    <w:rsid w:val="00342508"/>
    <w:rsid w:val="00362B09"/>
    <w:rsid w:val="003730CE"/>
    <w:rsid w:val="0038517E"/>
    <w:rsid w:val="003E5A7C"/>
    <w:rsid w:val="00451430"/>
    <w:rsid w:val="00482201"/>
    <w:rsid w:val="004852C8"/>
    <w:rsid w:val="004A72BC"/>
    <w:rsid w:val="004D3419"/>
    <w:rsid w:val="00520935"/>
    <w:rsid w:val="00522880"/>
    <w:rsid w:val="00566BD4"/>
    <w:rsid w:val="00591022"/>
    <w:rsid w:val="005C63D0"/>
    <w:rsid w:val="005C66DA"/>
    <w:rsid w:val="005D4762"/>
    <w:rsid w:val="005E6259"/>
    <w:rsid w:val="00611A2A"/>
    <w:rsid w:val="00611B04"/>
    <w:rsid w:val="006169B8"/>
    <w:rsid w:val="00621D30"/>
    <w:rsid w:val="00625651"/>
    <w:rsid w:val="00630D38"/>
    <w:rsid w:val="00634D52"/>
    <w:rsid w:val="00665AF7"/>
    <w:rsid w:val="006C1244"/>
    <w:rsid w:val="006D7772"/>
    <w:rsid w:val="006E1CA9"/>
    <w:rsid w:val="006E7E9B"/>
    <w:rsid w:val="00702C8A"/>
    <w:rsid w:val="00723A50"/>
    <w:rsid w:val="00735A77"/>
    <w:rsid w:val="00780C1E"/>
    <w:rsid w:val="00790930"/>
    <w:rsid w:val="007A0F72"/>
    <w:rsid w:val="007B4D49"/>
    <w:rsid w:val="007B7869"/>
    <w:rsid w:val="007E0C78"/>
    <w:rsid w:val="00802492"/>
    <w:rsid w:val="00866BC0"/>
    <w:rsid w:val="008843CB"/>
    <w:rsid w:val="008B40E1"/>
    <w:rsid w:val="008C0C3F"/>
    <w:rsid w:val="008D4412"/>
    <w:rsid w:val="00916057"/>
    <w:rsid w:val="00951C31"/>
    <w:rsid w:val="00977B66"/>
    <w:rsid w:val="00991D7F"/>
    <w:rsid w:val="009A7072"/>
    <w:rsid w:val="009C5900"/>
    <w:rsid w:val="009E5E68"/>
    <w:rsid w:val="009F596B"/>
    <w:rsid w:val="00A13A4C"/>
    <w:rsid w:val="00A14750"/>
    <w:rsid w:val="00A26764"/>
    <w:rsid w:val="00A35DDB"/>
    <w:rsid w:val="00A62662"/>
    <w:rsid w:val="00A62B13"/>
    <w:rsid w:val="00A92494"/>
    <w:rsid w:val="00AB07A8"/>
    <w:rsid w:val="00AB0AF1"/>
    <w:rsid w:val="00AB528A"/>
    <w:rsid w:val="00AC15BA"/>
    <w:rsid w:val="00AF2A31"/>
    <w:rsid w:val="00AF3A62"/>
    <w:rsid w:val="00B04E1E"/>
    <w:rsid w:val="00B06447"/>
    <w:rsid w:val="00B074CD"/>
    <w:rsid w:val="00B23FFF"/>
    <w:rsid w:val="00B3692B"/>
    <w:rsid w:val="00B375A4"/>
    <w:rsid w:val="00B51FE9"/>
    <w:rsid w:val="00B8087F"/>
    <w:rsid w:val="00BA31F1"/>
    <w:rsid w:val="00BB1B30"/>
    <w:rsid w:val="00BC4960"/>
    <w:rsid w:val="00BC5DB4"/>
    <w:rsid w:val="00BD439E"/>
    <w:rsid w:val="00BE421A"/>
    <w:rsid w:val="00BF2E5B"/>
    <w:rsid w:val="00C166B8"/>
    <w:rsid w:val="00C26D87"/>
    <w:rsid w:val="00C2795F"/>
    <w:rsid w:val="00C40EBF"/>
    <w:rsid w:val="00C53CEB"/>
    <w:rsid w:val="00CF17AE"/>
    <w:rsid w:val="00D16C67"/>
    <w:rsid w:val="00D23DFC"/>
    <w:rsid w:val="00D7493C"/>
    <w:rsid w:val="00D8545A"/>
    <w:rsid w:val="00D941DF"/>
    <w:rsid w:val="00DA71EA"/>
    <w:rsid w:val="00DB518B"/>
    <w:rsid w:val="00DC21AC"/>
    <w:rsid w:val="00DC2D91"/>
    <w:rsid w:val="00DD57DE"/>
    <w:rsid w:val="00DF7F4A"/>
    <w:rsid w:val="00E14327"/>
    <w:rsid w:val="00E319FF"/>
    <w:rsid w:val="00E6712B"/>
    <w:rsid w:val="00EF061E"/>
    <w:rsid w:val="00F16E24"/>
    <w:rsid w:val="00F2207B"/>
    <w:rsid w:val="00F321BB"/>
    <w:rsid w:val="00F568F0"/>
    <w:rsid w:val="00F669CB"/>
    <w:rsid w:val="00F85EE3"/>
    <w:rsid w:val="00F86542"/>
    <w:rsid w:val="00F91407"/>
    <w:rsid w:val="00FD4C7F"/>
    <w:rsid w:val="00FE23CE"/>
    <w:rsid w:val="00FF3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931</TotalTime>
  <Pages>3</Pages>
  <Words>357</Words>
  <Characters>2040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80</cp:revision>
  <cp:lastPrinted>2018-03-01T07:49:00Z</cp:lastPrinted>
  <dcterms:created xsi:type="dcterms:W3CDTF">2017-08-01T06:27:00Z</dcterms:created>
  <dcterms:modified xsi:type="dcterms:W3CDTF">2019-02-14T09:11:00Z</dcterms:modified>
</cp:coreProperties>
</file>