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0E2" w:rsidRPr="000B3D36" w:rsidRDefault="002670E2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>Утверждаю</w:t>
      </w:r>
    </w:p>
    <w:p w:rsidR="002670E2" w:rsidRDefault="002670E2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 xml:space="preserve">Мглинского </w:t>
      </w:r>
    </w:p>
    <w:p w:rsidR="002670E2" w:rsidRPr="000B3D36" w:rsidRDefault="002670E2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>районного отдела культуры</w:t>
      </w:r>
    </w:p>
    <w:p w:rsidR="002670E2" w:rsidRPr="000B3D36" w:rsidRDefault="002670E2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  ____________   </w:t>
      </w:r>
      <w:r>
        <w:rPr>
          <w:sz w:val="24"/>
          <w:szCs w:val="24"/>
        </w:rPr>
        <w:t>А.Н. Ширко</w:t>
      </w:r>
    </w:p>
    <w:p w:rsidR="002670E2" w:rsidRPr="000B3D36" w:rsidRDefault="002670E2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670E2" w:rsidRPr="000B3D36" w:rsidRDefault="002670E2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"___" ________________  </w:t>
      </w:r>
      <w:smartTag w:uri="urn:schemas-microsoft-com:office:smarttags" w:element="metricconverter">
        <w:smartTagPr>
          <w:attr w:name="ProductID" w:val="2014 г"/>
        </w:smartTagPr>
        <w:r w:rsidRPr="000B3D36">
          <w:rPr>
            <w:sz w:val="24"/>
            <w:szCs w:val="24"/>
          </w:rPr>
          <w:t>2014 г</w:t>
        </w:r>
      </w:smartTag>
      <w:r w:rsidRPr="000B3D36">
        <w:rPr>
          <w:sz w:val="24"/>
          <w:szCs w:val="24"/>
        </w:rPr>
        <w:t>.</w:t>
      </w:r>
    </w:p>
    <w:p w:rsidR="002670E2" w:rsidRDefault="002670E2" w:rsidP="002C6043">
      <w:pPr>
        <w:pStyle w:val="ConsPlusNonformat"/>
        <w:widowControl/>
      </w:pPr>
    </w:p>
    <w:p w:rsidR="002670E2" w:rsidRDefault="002670E2" w:rsidP="002C6043">
      <w:pPr>
        <w:pStyle w:val="ConsPlusNonformat"/>
        <w:widowControl/>
      </w:pPr>
    </w:p>
    <w:p w:rsidR="002670E2" w:rsidRDefault="002670E2" w:rsidP="002C6043">
      <w:pPr>
        <w:pStyle w:val="ConsPlusNonformat"/>
        <w:widowControl/>
      </w:pPr>
    </w:p>
    <w:p w:rsidR="002670E2" w:rsidRDefault="002670E2" w:rsidP="002C6043">
      <w:pPr>
        <w:pStyle w:val="ConsPlusNonformat"/>
        <w:widowControl/>
      </w:pPr>
    </w:p>
    <w:p w:rsidR="002670E2" w:rsidRPr="00073AE8" w:rsidRDefault="002670E2" w:rsidP="002C604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ОБ ИСПОЛНЕНИИ МУНИЦИПАЛЬНОГО ЗАДАНИЯ ПО СОСТОЯНИЮ НА 1 ДЕКАБРЯ 2014 ГОДА</w:t>
      </w:r>
    </w:p>
    <w:p w:rsidR="002670E2" w:rsidRDefault="002670E2" w:rsidP="002C604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 w:rsidRPr="001A75C0">
        <w:rPr>
          <w:sz w:val="28"/>
          <w:szCs w:val="28"/>
          <w:u w:val="single"/>
        </w:rPr>
        <w:t xml:space="preserve">муниципальное бюджетное образовательное учреждение </w:t>
      </w:r>
      <w:r>
        <w:rPr>
          <w:sz w:val="28"/>
          <w:szCs w:val="28"/>
          <w:u w:val="single"/>
        </w:rPr>
        <w:t>дополнительного образования детей</w:t>
      </w:r>
    </w:p>
    <w:p w:rsidR="002670E2" w:rsidRPr="001A75C0" w:rsidRDefault="002670E2" w:rsidP="002C604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«Мглинская детская музыкальная школа»</w:t>
      </w:r>
    </w:p>
    <w:p w:rsidR="002670E2" w:rsidRDefault="002670E2" w:rsidP="002C6043">
      <w:pPr>
        <w:autoSpaceDE w:val="0"/>
        <w:autoSpaceDN w:val="0"/>
        <w:adjustRightInd w:val="0"/>
        <w:jc w:val="center"/>
      </w:pPr>
      <w:r w:rsidRPr="00073AE8">
        <w:t>(наименование муниципального учреждения)</w:t>
      </w:r>
    </w:p>
    <w:tbl>
      <w:tblPr>
        <w:tblW w:w="158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1230"/>
        <w:gridCol w:w="2640"/>
        <w:gridCol w:w="1650"/>
        <w:gridCol w:w="1980"/>
        <w:gridCol w:w="2310"/>
        <w:gridCol w:w="2750"/>
      </w:tblGrid>
      <w:tr w:rsidR="002670E2" w:rsidRPr="002F6158" w:rsidTr="00A40E9E">
        <w:trPr>
          <w:cantSplit/>
          <w:trHeight w:val="72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утвержденное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муниципальном задании на отчетный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     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Фактическое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Относительное значение, %</w:t>
            </w:r>
          </w:p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отклонения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значений  </w:t>
            </w:r>
          </w:p>
          <w:p w:rsidR="002670E2" w:rsidRDefault="002670E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70E2" w:rsidRDefault="002670E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70E2" w:rsidRDefault="002670E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70E2" w:rsidRDefault="002670E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(и)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фактическом </w:t>
            </w:r>
          </w:p>
          <w:p w:rsidR="002670E2" w:rsidRDefault="002670E2" w:rsidP="00A40E9E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</w:p>
          <w:p w:rsidR="002670E2" w:rsidRDefault="002670E2" w:rsidP="00A40E9E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    </w:t>
            </w:r>
          </w:p>
        </w:tc>
      </w:tr>
      <w:tr w:rsidR="002670E2" w:rsidRPr="002F6158" w:rsidTr="00A40E9E">
        <w:trPr>
          <w:cantSplit/>
          <w:trHeight w:val="240"/>
        </w:trPr>
        <w:tc>
          <w:tcPr>
            <w:tcW w:w="15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Pr="000B3D36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Объемы оказываемой  муниципальной услуги</w:t>
            </w:r>
          </w:p>
        </w:tc>
      </w:tr>
      <w:tr w:rsidR="002670E2" w:rsidRPr="002F6158" w:rsidTr="00A40E9E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 Обучение на фортепианном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 из отпуска по уходу за ребенком преподавателя по классу фортепиано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форма ДМШ-1, личные дела учащихся, индивидуальные планы</w:t>
            </w:r>
          </w:p>
        </w:tc>
      </w:tr>
      <w:tr w:rsidR="002670E2" w:rsidRPr="002F6158" w:rsidTr="00A40E9E">
        <w:trPr>
          <w:cantSplit/>
          <w:trHeight w:val="1050"/>
        </w:trPr>
        <w:tc>
          <w:tcPr>
            <w:tcW w:w="3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2.Обучение на народном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670E2" w:rsidRDefault="002670E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Недобор учащихся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форма ДМШ-1, личные дела учащихся, индивидуальные планы</w:t>
            </w:r>
          </w:p>
        </w:tc>
      </w:tr>
      <w:tr w:rsidR="002670E2" w:rsidRPr="002F6158" w:rsidTr="00A40E9E">
        <w:trPr>
          <w:cantSplit/>
          <w:trHeight w:val="6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ШКОЛЕ: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0E2" w:rsidRDefault="002670E2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0E2" w:rsidRPr="002F6158" w:rsidTr="00A40E9E">
        <w:trPr>
          <w:cantSplit/>
          <w:trHeight w:val="510"/>
        </w:trPr>
        <w:tc>
          <w:tcPr>
            <w:tcW w:w="15800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Качество оказываемой муниципальной услуги</w:t>
            </w:r>
          </w:p>
          <w:p w:rsidR="002670E2" w:rsidRPr="004615CF" w:rsidRDefault="002670E2" w:rsidP="00A40E9E">
            <w:pPr>
              <w:tabs>
                <w:tab w:val="left" w:pos="11520"/>
              </w:tabs>
            </w:pPr>
            <w:r>
              <w:tab/>
            </w:r>
          </w:p>
        </w:tc>
      </w:tr>
      <w:tr w:rsidR="002670E2" w:rsidRPr="002F6158" w:rsidTr="00A40E9E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1.Доля детей, охваченных образовательными программами дополнительного образования детей в сфере культуры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70E2" w:rsidRDefault="002670E2" w:rsidP="00A45C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74,32</w:t>
            </w: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контингента учащихся в образовательных школах района на 96 человек, недобор учащихся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Алфавитная книга записи обучающихся, личные дела учащихся, журналы успеваемости.</w:t>
            </w:r>
          </w:p>
        </w:tc>
      </w:tr>
      <w:tr w:rsidR="002670E2" w:rsidRPr="002F6158" w:rsidTr="00A40E9E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2.Доля детей, привлекаемых к участию в творческих мероприятиях,  в общем детей, обучающихся в учреждении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13,6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-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воспитательной работы школы, протоколы проведения конкурсных мероприятий.</w:t>
            </w:r>
          </w:p>
        </w:tc>
      </w:tr>
      <w:tr w:rsidR="002670E2" w:rsidRPr="002F6158" w:rsidTr="00A40E9E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3.Количество лауреатов, дипломантов зональных, областных конкурсов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отчетный период не проводилось зональных, областных конкурсов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зональной комиссии, наличие Дипломов</w:t>
            </w:r>
          </w:p>
        </w:tc>
      </w:tr>
      <w:tr w:rsidR="002670E2" w:rsidRPr="002F6158" w:rsidTr="00A40E9E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Количество учеников, обучающихся на «хорошо» и «отлично»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-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журналы, экзаменационные листы, табеля успеваемости</w:t>
            </w:r>
          </w:p>
        </w:tc>
      </w:tr>
      <w:tr w:rsidR="002670E2" w:rsidRPr="002F6158" w:rsidTr="00A40E9E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Сохранность контингента учащихся от первоначального комплектования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97,23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контингента учащихся в образовательных школах района на 96 человек, недобор учащихся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движения учащихся</w:t>
            </w:r>
          </w:p>
        </w:tc>
      </w:tr>
      <w:tr w:rsidR="002670E2" w:rsidRPr="002F6158" w:rsidTr="00A40E9E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Наличие жалоб потребителей на качество услуг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-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регистрации жалоб</w:t>
            </w:r>
          </w:p>
        </w:tc>
      </w:tr>
      <w:tr w:rsidR="002670E2" w:rsidRPr="002F6158" w:rsidTr="00A40E9E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Оценка удовлетворенности участников образовательного процесса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70E2" w:rsidRDefault="002670E2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85,37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Pr="00680AD4" w:rsidRDefault="002670E2" w:rsidP="006A2052">
            <w:r>
              <w:rPr>
                <w:rFonts w:ascii="Times New Roman" w:hAnsi="Times New Roman"/>
                <w:sz w:val="24"/>
                <w:szCs w:val="24"/>
              </w:rPr>
              <w:t xml:space="preserve">Сокращение контингента учащихся в образовательных школах района на 96 человек, недобор учащихся 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Default="002670E2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Анкетирование, опросы учащихся и их родителей (законных представителей)</w:t>
            </w:r>
          </w:p>
        </w:tc>
      </w:tr>
      <w:tr w:rsidR="002670E2" w:rsidRPr="002F6158" w:rsidTr="006D56A9">
        <w:trPr>
          <w:cantSplit/>
          <w:trHeight w:val="240"/>
        </w:trPr>
        <w:tc>
          <w:tcPr>
            <w:tcW w:w="15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Pr="00A45C5D" w:rsidRDefault="002670E2" w:rsidP="006A205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5C5D">
              <w:rPr>
                <w:rFonts w:ascii="Times New Roman" w:hAnsi="Times New Roman"/>
                <w:b/>
                <w:sz w:val="24"/>
                <w:szCs w:val="24"/>
              </w:rPr>
              <w:t>3. Сведения об использовании субсидии</w:t>
            </w:r>
          </w:p>
        </w:tc>
      </w:tr>
      <w:tr w:rsidR="002670E2" w:rsidRPr="006A2052" w:rsidTr="00A40E9E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Pr="006A2052" w:rsidRDefault="002670E2" w:rsidP="006A20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A2052">
              <w:rPr>
                <w:rFonts w:ascii="Times New Roman" w:hAnsi="Times New Roman"/>
              </w:rPr>
              <w:t>Объем бюджетных ассигнований на оказание муниципальной услуги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Pr="006A2052" w:rsidRDefault="002670E2" w:rsidP="00961BC5">
            <w:pPr>
              <w:jc w:val="center"/>
              <w:rPr>
                <w:rFonts w:ascii="Times New Roman" w:hAnsi="Times New Roman"/>
              </w:rPr>
            </w:pPr>
            <w:r w:rsidRPr="006A2052">
              <w:rPr>
                <w:rFonts w:ascii="Times New Roman" w:hAnsi="Times New Roman"/>
              </w:rPr>
              <w:t>Руб.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Pr="006A2052" w:rsidRDefault="002670E2" w:rsidP="00961B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1444335,00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70E2" w:rsidRPr="006A2052" w:rsidRDefault="002670E2" w:rsidP="00961B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1179878,90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70E2" w:rsidRPr="006A2052" w:rsidRDefault="002670E2" w:rsidP="00961B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81,69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Pr="006A2052" w:rsidRDefault="002670E2" w:rsidP="00961BC5">
            <w:pPr>
              <w:jc w:val="center"/>
              <w:rPr>
                <w:rFonts w:ascii="Times New Roman" w:hAnsi="Times New Roman"/>
              </w:rPr>
            </w:pPr>
            <w:r w:rsidRPr="006A2052">
              <w:rPr>
                <w:rFonts w:ascii="Times New Roman" w:hAnsi="Times New Roman"/>
              </w:rPr>
              <w:t>-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70E2" w:rsidRPr="006A2052" w:rsidRDefault="002670E2" w:rsidP="00961B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состоянии лицевого счета учреждения форма 0531965</w:t>
            </w:r>
          </w:p>
        </w:tc>
      </w:tr>
    </w:tbl>
    <w:p w:rsidR="002670E2" w:rsidRDefault="002670E2" w:rsidP="002C6043"/>
    <w:p w:rsidR="002670E2" w:rsidRDefault="002670E2" w:rsidP="002C6043">
      <w:pPr>
        <w:jc w:val="center"/>
        <w:rPr>
          <w:rFonts w:ascii="Times New Roman" w:hAnsi="Times New Roman"/>
          <w:sz w:val="28"/>
          <w:szCs w:val="28"/>
        </w:rPr>
      </w:pPr>
    </w:p>
    <w:p w:rsidR="002670E2" w:rsidRPr="005F2D6D" w:rsidRDefault="002670E2" w:rsidP="002C6043">
      <w:pPr>
        <w:jc w:val="center"/>
        <w:rPr>
          <w:rFonts w:ascii="Times New Roman" w:hAnsi="Times New Roman"/>
          <w:sz w:val="28"/>
          <w:szCs w:val="28"/>
        </w:rPr>
      </w:pPr>
      <w:r w:rsidRPr="005F2D6D">
        <w:rPr>
          <w:rFonts w:ascii="Times New Roman" w:hAnsi="Times New Roman"/>
          <w:sz w:val="28"/>
          <w:szCs w:val="28"/>
        </w:rPr>
        <w:t xml:space="preserve">Директор </w:t>
      </w:r>
      <w:r>
        <w:rPr>
          <w:rFonts w:ascii="Times New Roman" w:hAnsi="Times New Roman"/>
          <w:sz w:val="28"/>
          <w:szCs w:val="28"/>
        </w:rPr>
        <w:t xml:space="preserve">МБОУ ДОД Мглинской ДМШ  </w:t>
      </w:r>
      <w:r w:rsidRPr="005F2D6D">
        <w:rPr>
          <w:rFonts w:ascii="Times New Roman" w:hAnsi="Times New Roman"/>
          <w:sz w:val="28"/>
          <w:szCs w:val="28"/>
          <w:u w:val="single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А.В. Курашко</w:t>
      </w:r>
    </w:p>
    <w:p w:rsidR="002670E2" w:rsidRDefault="002670E2" w:rsidP="002C6043"/>
    <w:p w:rsidR="002670E2" w:rsidRDefault="002670E2" w:rsidP="002C6043">
      <w:pPr>
        <w:pStyle w:val="ConsPlusNonformat"/>
        <w:widowControl/>
        <w:rPr>
          <w:sz w:val="24"/>
          <w:szCs w:val="24"/>
        </w:rPr>
      </w:pPr>
    </w:p>
    <w:p w:rsidR="002670E2" w:rsidRDefault="002670E2" w:rsidP="002C6043">
      <w:pPr>
        <w:pStyle w:val="ConsPlusNonformat"/>
        <w:widowControl/>
        <w:rPr>
          <w:sz w:val="24"/>
          <w:szCs w:val="24"/>
        </w:rPr>
      </w:pPr>
    </w:p>
    <w:p w:rsidR="002670E2" w:rsidRDefault="002670E2" w:rsidP="002C6043">
      <w:pPr>
        <w:pStyle w:val="ConsPlusNonformat"/>
        <w:widowControl/>
        <w:rPr>
          <w:sz w:val="24"/>
          <w:szCs w:val="24"/>
        </w:rPr>
      </w:pPr>
    </w:p>
    <w:p w:rsidR="002670E2" w:rsidRDefault="002670E2" w:rsidP="002C6043">
      <w:pPr>
        <w:pStyle w:val="ConsPlusNonformat"/>
        <w:widowControl/>
        <w:rPr>
          <w:sz w:val="24"/>
          <w:szCs w:val="24"/>
        </w:rPr>
      </w:pPr>
    </w:p>
    <w:p w:rsidR="002670E2" w:rsidRDefault="002670E2" w:rsidP="002C6043">
      <w:pPr>
        <w:pStyle w:val="ConsPlusNonformat"/>
        <w:widowControl/>
        <w:rPr>
          <w:sz w:val="24"/>
          <w:szCs w:val="24"/>
        </w:rPr>
      </w:pPr>
    </w:p>
    <w:p w:rsidR="002670E2" w:rsidRDefault="002670E2" w:rsidP="00AE2915">
      <w:pPr>
        <w:pStyle w:val="ConsPlusNonformat"/>
        <w:widowControl/>
        <w:rPr>
          <w:sz w:val="24"/>
          <w:szCs w:val="24"/>
        </w:rPr>
      </w:pPr>
    </w:p>
    <w:p w:rsidR="002670E2" w:rsidRDefault="002670E2" w:rsidP="00AE2915">
      <w:pPr>
        <w:pStyle w:val="ConsPlusNonformat"/>
        <w:widowControl/>
        <w:rPr>
          <w:sz w:val="24"/>
          <w:szCs w:val="24"/>
        </w:rPr>
      </w:pPr>
    </w:p>
    <w:p w:rsidR="002670E2" w:rsidRDefault="002670E2" w:rsidP="00AE2915">
      <w:pPr>
        <w:pStyle w:val="ConsPlusNonformat"/>
        <w:widowControl/>
        <w:rPr>
          <w:sz w:val="24"/>
          <w:szCs w:val="24"/>
        </w:rPr>
      </w:pPr>
    </w:p>
    <w:p w:rsidR="002670E2" w:rsidRDefault="002670E2" w:rsidP="00AE2915">
      <w:pPr>
        <w:pStyle w:val="ConsPlusNonformat"/>
        <w:widowControl/>
        <w:rPr>
          <w:sz w:val="24"/>
          <w:szCs w:val="24"/>
        </w:rPr>
      </w:pPr>
    </w:p>
    <w:p w:rsidR="002670E2" w:rsidRDefault="002670E2" w:rsidP="00AE2915">
      <w:pPr>
        <w:pStyle w:val="ConsPlusNonformat"/>
        <w:widowControl/>
        <w:rPr>
          <w:sz w:val="24"/>
          <w:szCs w:val="24"/>
        </w:rPr>
      </w:pPr>
    </w:p>
    <w:p w:rsidR="002670E2" w:rsidRDefault="002670E2" w:rsidP="00AE2915">
      <w:pPr>
        <w:pStyle w:val="ConsPlusNonformat"/>
        <w:widowControl/>
        <w:rPr>
          <w:sz w:val="24"/>
          <w:szCs w:val="24"/>
        </w:rPr>
      </w:pPr>
    </w:p>
    <w:p w:rsidR="002670E2" w:rsidRDefault="002670E2" w:rsidP="00AE2915">
      <w:pPr>
        <w:pStyle w:val="ConsPlusNonformat"/>
        <w:widowControl/>
        <w:rPr>
          <w:sz w:val="24"/>
          <w:szCs w:val="24"/>
        </w:rPr>
      </w:pPr>
    </w:p>
    <w:p w:rsidR="002670E2" w:rsidRDefault="002670E2" w:rsidP="00AE2915">
      <w:pPr>
        <w:pStyle w:val="ConsPlusNonformat"/>
        <w:widowControl/>
        <w:rPr>
          <w:sz w:val="24"/>
          <w:szCs w:val="24"/>
        </w:rPr>
      </w:pPr>
    </w:p>
    <w:p w:rsidR="002670E2" w:rsidRDefault="002670E2" w:rsidP="00AE2915">
      <w:pPr>
        <w:pStyle w:val="ConsPlusNonformat"/>
        <w:widowControl/>
        <w:rPr>
          <w:sz w:val="24"/>
          <w:szCs w:val="24"/>
        </w:rPr>
      </w:pPr>
    </w:p>
    <w:p w:rsidR="002670E2" w:rsidRDefault="002670E2" w:rsidP="00AE2915">
      <w:pPr>
        <w:pStyle w:val="ConsPlusNonformat"/>
        <w:widowControl/>
        <w:rPr>
          <w:sz w:val="24"/>
          <w:szCs w:val="24"/>
        </w:rPr>
      </w:pPr>
    </w:p>
    <w:sectPr w:rsidR="002670E2" w:rsidSect="000E13BC">
      <w:pgSz w:w="16838" w:h="11906" w:orient="landscape"/>
      <w:pgMar w:top="709" w:right="1134" w:bottom="851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258E3"/>
    <w:multiLevelType w:val="hybridMultilevel"/>
    <w:tmpl w:val="2F264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3D36"/>
    <w:rsid w:val="00035658"/>
    <w:rsid w:val="00055957"/>
    <w:rsid w:val="00073AE8"/>
    <w:rsid w:val="00076A35"/>
    <w:rsid w:val="000A3A0C"/>
    <w:rsid w:val="000B362E"/>
    <w:rsid w:val="000B3D36"/>
    <w:rsid w:val="000D0495"/>
    <w:rsid w:val="000E13BC"/>
    <w:rsid w:val="00134074"/>
    <w:rsid w:val="00136E02"/>
    <w:rsid w:val="001A75C0"/>
    <w:rsid w:val="002670E2"/>
    <w:rsid w:val="00283CE7"/>
    <w:rsid w:val="00292B14"/>
    <w:rsid w:val="002B7F15"/>
    <w:rsid w:val="002C6043"/>
    <w:rsid w:val="002D57CD"/>
    <w:rsid w:val="002F6158"/>
    <w:rsid w:val="003144CF"/>
    <w:rsid w:val="00321079"/>
    <w:rsid w:val="00372C79"/>
    <w:rsid w:val="003C4797"/>
    <w:rsid w:val="004615CF"/>
    <w:rsid w:val="004C2274"/>
    <w:rsid w:val="004E2FED"/>
    <w:rsid w:val="00503D5B"/>
    <w:rsid w:val="005A430E"/>
    <w:rsid w:val="005C2C5D"/>
    <w:rsid w:val="005E2A51"/>
    <w:rsid w:val="005F2D6D"/>
    <w:rsid w:val="00610026"/>
    <w:rsid w:val="00680AD4"/>
    <w:rsid w:val="006A2052"/>
    <w:rsid w:val="006A3C81"/>
    <w:rsid w:val="006A5D2D"/>
    <w:rsid w:val="006D56A9"/>
    <w:rsid w:val="006D6E08"/>
    <w:rsid w:val="007974EC"/>
    <w:rsid w:val="00803F05"/>
    <w:rsid w:val="00840E42"/>
    <w:rsid w:val="009077FD"/>
    <w:rsid w:val="009336AA"/>
    <w:rsid w:val="00961BC5"/>
    <w:rsid w:val="009809BE"/>
    <w:rsid w:val="00A03EEC"/>
    <w:rsid w:val="00A1773B"/>
    <w:rsid w:val="00A40E9E"/>
    <w:rsid w:val="00A45C5D"/>
    <w:rsid w:val="00A6102E"/>
    <w:rsid w:val="00A77CA8"/>
    <w:rsid w:val="00AB4178"/>
    <w:rsid w:val="00AE2915"/>
    <w:rsid w:val="00BA6C57"/>
    <w:rsid w:val="00C03974"/>
    <w:rsid w:val="00C132FC"/>
    <w:rsid w:val="00C457E8"/>
    <w:rsid w:val="00C77256"/>
    <w:rsid w:val="00C8253A"/>
    <w:rsid w:val="00C83626"/>
    <w:rsid w:val="00DA1EB7"/>
    <w:rsid w:val="00E23C32"/>
    <w:rsid w:val="00F25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C5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3D3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B3D3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433</TotalTime>
  <Pages>3</Pages>
  <Words>438</Words>
  <Characters>2502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 культуры</cp:lastModifiedBy>
  <cp:revision>12</cp:revision>
  <cp:lastPrinted>2014-12-18T05:07:00Z</cp:lastPrinted>
  <dcterms:created xsi:type="dcterms:W3CDTF">2006-12-31T21:00:00Z</dcterms:created>
  <dcterms:modified xsi:type="dcterms:W3CDTF">2014-12-18T06:20:00Z</dcterms:modified>
</cp:coreProperties>
</file>