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4FE" w:rsidRDefault="003554FE" w:rsidP="00D636F2">
      <w:pPr>
        <w:jc w:val="center"/>
        <w:rPr>
          <w:sz w:val="28"/>
          <w:szCs w:val="28"/>
        </w:rPr>
      </w:pPr>
    </w:p>
    <w:p w:rsidR="003554FE" w:rsidRPr="00D636F2" w:rsidRDefault="003554FE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ПОЯСНИТЕЛЬНАЯ ЗАПИСКА</w:t>
      </w:r>
    </w:p>
    <w:p w:rsidR="003554FE" w:rsidRPr="00D636F2" w:rsidRDefault="003554FE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 решению</w:t>
      </w:r>
    </w:p>
    <w:p w:rsidR="003554FE" w:rsidRPr="00D636F2" w:rsidRDefault="003554FE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 xml:space="preserve">«О внесении изменений в решение от  </w:t>
      </w:r>
      <w:r>
        <w:rPr>
          <w:b/>
          <w:sz w:val="28"/>
          <w:szCs w:val="28"/>
        </w:rPr>
        <w:t xml:space="preserve">17 .12. 2021 </w:t>
      </w:r>
      <w:r w:rsidRPr="00D636F2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 xml:space="preserve">ода </w:t>
      </w:r>
      <w:r w:rsidRPr="00D636F2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1/118</w:t>
      </w:r>
    </w:p>
    <w:p w:rsidR="003554FE" w:rsidRDefault="003554FE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бюджете  Ветлевского сельского поселения Мглинского муниципального района, Брянской области </w:t>
      </w:r>
    </w:p>
    <w:p w:rsidR="003554FE" w:rsidRPr="00D636F2" w:rsidRDefault="003554FE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D636F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D636F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22</w:t>
      </w:r>
      <w:r w:rsidRPr="00D636F2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2023 и 2024 годов</w:t>
      </w:r>
      <w:r w:rsidRPr="00D636F2">
        <w:rPr>
          <w:b/>
          <w:sz w:val="28"/>
          <w:szCs w:val="28"/>
        </w:rPr>
        <w:t>»</w:t>
      </w:r>
    </w:p>
    <w:p w:rsidR="003554FE" w:rsidRDefault="003554FE" w:rsidP="00F5486E">
      <w:pPr>
        <w:jc w:val="both"/>
        <w:rPr>
          <w:b/>
          <w:i/>
          <w:color w:val="FF0000"/>
          <w:sz w:val="24"/>
          <w:szCs w:val="28"/>
        </w:rPr>
      </w:pPr>
    </w:p>
    <w:p w:rsidR="003554FE" w:rsidRPr="00241A9D" w:rsidRDefault="003554FE" w:rsidP="00F5486E">
      <w:pPr>
        <w:jc w:val="both"/>
        <w:rPr>
          <w:b/>
          <w:color w:val="FF0000"/>
          <w:sz w:val="24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</w:t>
      </w:r>
      <w:r w:rsidRPr="00241A9D">
        <w:rPr>
          <w:b/>
          <w:sz w:val="28"/>
          <w:szCs w:val="28"/>
        </w:rPr>
        <w:t>ДОХОДЫ</w:t>
      </w:r>
    </w:p>
    <w:p w:rsidR="003554FE" w:rsidRPr="00241A9D" w:rsidRDefault="003554FE" w:rsidP="001C5B74">
      <w:pPr>
        <w:spacing w:line="276" w:lineRule="auto"/>
        <w:jc w:val="both"/>
        <w:rPr>
          <w:sz w:val="24"/>
          <w:szCs w:val="24"/>
        </w:rPr>
      </w:pPr>
      <w:r w:rsidRPr="00241A9D">
        <w:rPr>
          <w:b/>
          <w:i/>
          <w:sz w:val="24"/>
          <w:szCs w:val="24"/>
        </w:rPr>
        <w:t xml:space="preserve">           </w:t>
      </w:r>
      <w:r w:rsidRPr="00241A9D">
        <w:rPr>
          <w:sz w:val="24"/>
          <w:szCs w:val="24"/>
        </w:rPr>
        <w:t xml:space="preserve">Уточнены изменения в доходной части бюджета на 2022 год на  сумму     </w:t>
      </w:r>
      <w:r>
        <w:rPr>
          <w:sz w:val="24"/>
          <w:szCs w:val="24"/>
        </w:rPr>
        <w:t xml:space="preserve">                                </w:t>
      </w:r>
      <w:r w:rsidRPr="00241A9D">
        <w:rPr>
          <w:sz w:val="24"/>
          <w:szCs w:val="24"/>
        </w:rPr>
        <w:t xml:space="preserve"> + 13 798,00 руб.</w:t>
      </w:r>
    </w:p>
    <w:p w:rsidR="003554FE" w:rsidRPr="00241A9D" w:rsidRDefault="003554FE" w:rsidP="001C5B74">
      <w:pPr>
        <w:spacing w:line="276" w:lineRule="auto"/>
        <w:jc w:val="both"/>
        <w:rPr>
          <w:sz w:val="24"/>
          <w:szCs w:val="24"/>
        </w:rPr>
      </w:pPr>
    </w:p>
    <w:p w:rsidR="003554FE" w:rsidRPr="00241A9D" w:rsidRDefault="003554FE" w:rsidP="00146220">
      <w:pPr>
        <w:jc w:val="both"/>
        <w:rPr>
          <w:sz w:val="24"/>
          <w:szCs w:val="24"/>
        </w:rPr>
      </w:pPr>
      <w:r w:rsidRPr="00241A9D">
        <w:rPr>
          <w:sz w:val="24"/>
          <w:szCs w:val="24"/>
        </w:rPr>
        <w:tab/>
        <w:t>Субвенции бюджетам сельских поселений на осуществление первичного воинского учета на территориях, где отсутствуют военные комиссариаты</w:t>
      </w:r>
    </w:p>
    <w:p w:rsidR="003554FE" w:rsidRPr="00241A9D" w:rsidRDefault="003554FE" w:rsidP="00146220">
      <w:pPr>
        <w:jc w:val="both"/>
        <w:rPr>
          <w:sz w:val="24"/>
          <w:szCs w:val="24"/>
        </w:rPr>
      </w:pPr>
      <w:r w:rsidRPr="00241A9D">
        <w:rPr>
          <w:sz w:val="24"/>
          <w:szCs w:val="24"/>
        </w:rPr>
        <w:tab/>
      </w:r>
    </w:p>
    <w:p w:rsidR="003554FE" w:rsidRPr="00241A9D" w:rsidRDefault="003554FE" w:rsidP="00146220">
      <w:pPr>
        <w:jc w:val="both"/>
        <w:rPr>
          <w:sz w:val="24"/>
          <w:szCs w:val="24"/>
        </w:rPr>
      </w:pPr>
      <w:r w:rsidRPr="00241A9D">
        <w:rPr>
          <w:sz w:val="24"/>
          <w:szCs w:val="24"/>
        </w:rPr>
        <w:t xml:space="preserve"> КБК 2 02 35118 10 0000 150                               </w:t>
      </w:r>
      <w:r>
        <w:rPr>
          <w:sz w:val="24"/>
          <w:szCs w:val="24"/>
        </w:rPr>
        <w:t xml:space="preserve">          </w:t>
      </w:r>
      <w:r w:rsidRPr="00241A9D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</w:t>
      </w:r>
      <w:r w:rsidRPr="00241A9D">
        <w:rPr>
          <w:sz w:val="24"/>
          <w:szCs w:val="24"/>
        </w:rPr>
        <w:t xml:space="preserve">   +</w:t>
      </w:r>
      <w:r>
        <w:rPr>
          <w:sz w:val="24"/>
          <w:szCs w:val="24"/>
        </w:rPr>
        <w:t xml:space="preserve"> </w:t>
      </w:r>
      <w:r w:rsidRPr="00241A9D">
        <w:rPr>
          <w:sz w:val="24"/>
          <w:szCs w:val="24"/>
        </w:rPr>
        <w:t>13 798,00руб.</w:t>
      </w:r>
    </w:p>
    <w:p w:rsidR="003554FE" w:rsidRPr="00241A9D" w:rsidRDefault="003554FE" w:rsidP="00146220">
      <w:pPr>
        <w:jc w:val="both"/>
        <w:rPr>
          <w:sz w:val="24"/>
          <w:szCs w:val="24"/>
        </w:rPr>
      </w:pPr>
    </w:p>
    <w:p w:rsidR="003554FE" w:rsidRDefault="003554FE" w:rsidP="00146220">
      <w:pPr>
        <w:jc w:val="both"/>
        <w:rPr>
          <w:b/>
          <w:i/>
          <w:color w:val="FF0000"/>
          <w:sz w:val="28"/>
          <w:szCs w:val="28"/>
        </w:rPr>
      </w:pPr>
    </w:p>
    <w:p w:rsidR="003554FE" w:rsidRPr="00241A9D" w:rsidRDefault="003554FE" w:rsidP="005D2D4E">
      <w:pPr>
        <w:jc w:val="both"/>
        <w:rPr>
          <w:b/>
          <w:sz w:val="28"/>
          <w:szCs w:val="28"/>
        </w:rPr>
      </w:pPr>
      <w:r w:rsidRPr="0006605A">
        <w:rPr>
          <w:b/>
          <w:i/>
          <w:sz w:val="28"/>
          <w:szCs w:val="28"/>
        </w:rPr>
        <w:t xml:space="preserve">                                                    </w:t>
      </w:r>
      <w:r w:rsidRPr="00241A9D">
        <w:rPr>
          <w:b/>
          <w:sz w:val="28"/>
          <w:szCs w:val="28"/>
        </w:rPr>
        <w:t>РАСХОДЫ</w:t>
      </w:r>
    </w:p>
    <w:p w:rsidR="003554FE" w:rsidRPr="00241A9D" w:rsidRDefault="003554FE" w:rsidP="005A3175">
      <w:pPr>
        <w:spacing w:line="276" w:lineRule="auto"/>
        <w:jc w:val="both"/>
        <w:rPr>
          <w:sz w:val="24"/>
          <w:szCs w:val="24"/>
        </w:rPr>
      </w:pPr>
      <w:r w:rsidRPr="00241A9D">
        <w:rPr>
          <w:sz w:val="24"/>
          <w:szCs w:val="24"/>
        </w:rPr>
        <w:t>Расходная часть бюджета  на 2022 год  увеличится на сумму:  + 13 798,00руб.</w:t>
      </w:r>
    </w:p>
    <w:p w:rsidR="003554FE" w:rsidRPr="00241A9D" w:rsidRDefault="003554FE" w:rsidP="005A3175">
      <w:pPr>
        <w:spacing w:line="276" w:lineRule="auto"/>
        <w:jc w:val="both"/>
        <w:rPr>
          <w:sz w:val="24"/>
          <w:szCs w:val="24"/>
        </w:rPr>
      </w:pPr>
    </w:p>
    <w:p w:rsidR="003554FE" w:rsidRPr="00241A9D" w:rsidRDefault="003554FE" w:rsidP="005A3175">
      <w:pPr>
        <w:spacing w:line="276" w:lineRule="auto"/>
        <w:jc w:val="both"/>
        <w:rPr>
          <w:b/>
          <w:sz w:val="24"/>
          <w:szCs w:val="24"/>
        </w:rPr>
      </w:pPr>
      <w:r w:rsidRPr="00241A9D">
        <w:rPr>
          <w:b/>
          <w:sz w:val="24"/>
          <w:szCs w:val="24"/>
        </w:rPr>
        <w:t>0203</w:t>
      </w:r>
    </w:p>
    <w:p w:rsidR="003554FE" w:rsidRPr="00241A9D" w:rsidRDefault="003554FE" w:rsidP="005A3175">
      <w:pPr>
        <w:spacing w:line="276" w:lineRule="auto"/>
        <w:jc w:val="both"/>
        <w:rPr>
          <w:b/>
          <w:sz w:val="24"/>
          <w:szCs w:val="24"/>
        </w:rPr>
      </w:pPr>
    </w:p>
    <w:p w:rsidR="003554FE" w:rsidRPr="00241A9D" w:rsidRDefault="003554FE" w:rsidP="00652519">
      <w:pPr>
        <w:jc w:val="both"/>
        <w:rPr>
          <w:b/>
          <w:sz w:val="24"/>
          <w:szCs w:val="24"/>
        </w:rPr>
      </w:pPr>
      <w:r w:rsidRPr="00241A9D">
        <w:rPr>
          <w:b/>
          <w:sz w:val="24"/>
          <w:szCs w:val="24"/>
        </w:rPr>
        <w:t>Национальная оборона                                                +13 798,00руб.</w:t>
      </w:r>
    </w:p>
    <w:p w:rsidR="003554FE" w:rsidRPr="00241A9D" w:rsidRDefault="003554FE" w:rsidP="00652519">
      <w:pPr>
        <w:jc w:val="both"/>
        <w:rPr>
          <w:b/>
          <w:sz w:val="24"/>
          <w:szCs w:val="24"/>
        </w:rPr>
      </w:pPr>
    </w:p>
    <w:p w:rsidR="003554FE" w:rsidRPr="00241A9D" w:rsidRDefault="003554FE" w:rsidP="00652519">
      <w:pPr>
        <w:jc w:val="both"/>
        <w:rPr>
          <w:b/>
          <w:sz w:val="24"/>
          <w:szCs w:val="24"/>
        </w:rPr>
      </w:pPr>
      <w:r w:rsidRPr="00241A9D">
        <w:rPr>
          <w:b/>
          <w:sz w:val="24"/>
          <w:szCs w:val="24"/>
        </w:rPr>
        <w:t>Мобилизационная и вневойсковая подготовка</w:t>
      </w:r>
    </w:p>
    <w:p w:rsidR="003554FE" w:rsidRPr="00241A9D" w:rsidRDefault="003554FE" w:rsidP="00652519">
      <w:pPr>
        <w:jc w:val="both"/>
        <w:rPr>
          <w:sz w:val="24"/>
          <w:szCs w:val="24"/>
        </w:rPr>
      </w:pPr>
      <w:r w:rsidRPr="00241A9D">
        <w:rPr>
          <w:sz w:val="24"/>
          <w:szCs w:val="24"/>
        </w:rPr>
        <w:t xml:space="preserve">Осуществление первичного воинского учета на территориях, где отсутствуют  военные комиссариаты   </w:t>
      </w:r>
    </w:p>
    <w:p w:rsidR="003554FE" w:rsidRPr="00241A9D" w:rsidRDefault="003554FE" w:rsidP="00652519">
      <w:pPr>
        <w:jc w:val="both"/>
        <w:rPr>
          <w:sz w:val="24"/>
          <w:szCs w:val="24"/>
        </w:rPr>
      </w:pPr>
      <w:r w:rsidRPr="00241A9D">
        <w:rPr>
          <w:sz w:val="24"/>
          <w:szCs w:val="24"/>
        </w:rPr>
        <w:t xml:space="preserve">         </w:t>
      </w:r>
    </w:p>
    <w:p w:rsidR="003554FE" w:rsidRPr="00241A9D" w:rsidRDefault="003554FE" w:rsidP="00652519">
      <w:pPr>
        <w:tabs>
          <w:tab w:val="left" w:pos="4095"/>
        </w:tabs>
        <w:spacing w:line="276" w:lineRule="auto"/>
        <w:jc w:val="both"/>
        <w:rPr>
          <w:bCs/>
          <w:color w:val="000000"/>
          <w:sz w:val="24"/>
          <w:szCs w:val="24"/>
        </w:rPr>
      </w:pPr>
      <w:r w:rsidRPr="00241A9D">
        <w:rPr>
          <w:bCs/>
          <w:color w:val="000000"/>
          <w:sz w:val="24"/>
          <w:szCs w:val="24"/>
        </w:rPr>
        <w:t xml:space="preserve"> КБК 02 03 354 11  51180 120                                                               +13 798,00руб. </w:t>
      </w:r>
    </w:p>
    <w:p w:rsidR="003554FE" w:rsidRPr="00241A9D" w:rsidRDefault="003554FE" w:rsidP="00652519">
      <w:pPr>
        <w:tabs>
          <w:tab w:val="left" w:pos="4095"/>
        </w:tabs>
        <w:spacing w:line="276" w:lineRule="auto"/>
        <w:jc w:val="both"/>
        <w:rPr>
          <w:bCs/>
          <w:color w:val="000000"/>
          <w:sz w:val="24"/>
          <w:szCs w:val="24"/>
        </w:rPr>
      </w:pPr>
      <w:r w:rsidRPr="00241A9D">
        <w:rPr>
          <w:b/>
          <w:sz w:val="24"/>
          <w:szCs w:val="24"/>
        </w:rPr>
        <w:t xml:space="preserve">                               </w:t>
      </w:r>
    </w:p>
    <w:p w:rsidR="003554FE" w:rsidRPr="00241A9D" w:rsidRDefault="003554FE" w:rsidP="005A3175">
      <w:pPr>
        <w:spacing w:line="276" w:lineRule="auto"/>
        <w:jc w:val="both"/>
        <w:rPr>
          <w:b/>
          <w:sz w:val="24"/>
          <w:szCs w:val="24"/>
        </w:rPr>
      </w:pPr>
      <w:r w:rsidRPr="00241A9D">
        <w:rPr>
          <w:b/>
          <w:sz w:val="24"/>
          <w:szCs w:val="24"/>
        </w:rPr>
        <w:t>0406</w:t>
      </w:r>
    </w:p>
    <w:p w:rsidR="003554FE" w:rsidRPr="00241A9D" w:rsidRDefault="003554FE" w:rsidP="005A3175">
      <w:pPr>
        <w:spacing w:line="276" w:lineRule="auto"/>
        <w:jc w:val="both"/>
        <w:rPr>
          <w:b/>
          <w:sz w:val="24"/>
          <w:szCs w:val="24"/>
        </w:rPr>
      </w:pPr>
    </w:p>
    <w:p w:rsidR="003554FE" w:rsidRPr="00241A9D" w:rsidRDefault="003554FE" w:rsidP="00986621">
      <w:pPr>
        <w:spacing w:line="276" w:lineRule="auto"/>
        <w:jc w:val="both"/>
        <w:rPr>
          <w:b/>
          <w:sz w:val="24"/>
          <w:szCs w:val="24"/>
        </w:rPr>
      </w:pPr>
      <w:r w:rsidRPr="00241A9D">
        <w:rPr>
          <w:b/>
          <w:bCs/>
          <w:sz w:val="24"/>
          <w:szCs w:val="24"/>
        </w:rPr>
        <w:t xml:space="preserve">«Водное хозяйство»                                                       </w:t>
      </w:r>
      <w:r w:rsidRPr="00241A9D">
        <w:rPr>
          <w:b/>
          <w:sz w:val="24"/>
          <w:szCs w:val="24"/>
        </w:rPr>
        <w:t xml:space="preserve"> - 48 800,00руб.      </w:t>
      </w:r>
    </w:p>
    <w:p w:rsidR="003554FE" w:rsidRPr="00241A9D" w:rsidRDefault="003554FE" w:rsidP="00986621">
      <w:pPr>
        <w:spacing w:line="276" w:lineRule="auto"/>
        <w:jc w:val="both"/>
        <w:rPr>
          <w:b/>
          <w:sz w:val="24"/>
          <w:szCs w:val="24"/>
        </w:rPr>
      </w:pPr>
    </w:p>
    <w:p w:rsidR="003554FE" w:rsidRPr="00241A9D" w:rsidRDefault="003554FE" w:rsidP="005A3175">
      <w:pPr>
        <w:spacing w:line="276" w:lineRule="auto"/>
        <w:jc w:val="both"/>
        <w:rPr>
          <w:sz w:val="24"/>
          <w:szCs w:val="24"/>
        </w:rPr>
      </w:pPr>
      <w:r w:rsidRPr="00241A9D">
        <w:rPr>
          <w:sz w:val="24"/>
          <w:szCs w:val="24"/>
        </w:rPr>
        <w:t>Содержание, текущий капитальный ремонт и обеспечение безопасности гидротехнических сооружений</w:t>
      </w:r>
    </w:p>
    <w:p w:rsidR="003554FE" w:rsidRPr="00241A9D" w:rsidRDefault="003554FE" w:rsidP="005A3175">
      <w:pPr>
        <w:spacing w:line="276" w:lineRule="auto"/>
        <w:jc w:val="both"/>
        <w:rPr>
          <w:sz w:val="24"/>
          <w:szCs w:val="24"/>
        </w:rPr>
      </w:pPr>
    </w:p>
    <w:p w:rsidR="003554FE" w:rsidRPr="00241A9D" w:rsidRDefault="003554FE" w:rsidP="005A3175">
      <w:pPr>
        <w:spacing w:line="276" w:lineRule="auto"/>
        <w:jc w:val="both"/>
        <w:rPr>
          <w:sz w:val="24"/>
          <w:szCs w:val="24"/>
        </w:rPr>
      </w:pPr>
      <w:r w:rsidRPr="00241A9D">
        <w:rPr>
          <w:b/>
          <w:sz w:val="24"/>
          <w:szCs w:val="24"/>
        </w:rPr>
        <w:t xml:space="preserve">  </w:t>
      </w:r>
      <w:r w:rsidRPr="00241A9D">
        <w:rPr>
          <w:bCs/>
          <w:color w:val="000000"/>
          <w:sz w:val="24"/>
          <w:szCs w:val="24"/>
        </w:rPr>
        <w:t>КБК 04 06 354 22 833 00  244</w:t>
      </w:r>
      <w:r w:rsidRPr="00241A9D">
        <w:rPr>
          <w:b/>
          <w:sz w:val="24"/>
          <w:szCs w:val="24"/>
        </w:rPr>
        <w:t xml:space="preserve">                                                               </w:t>
      </w:r>
      <w:r w:rsidRPr="00241A9D">
        <w:rPr>
          <w:sz w:val="24"/>
          <w:szCs w:val="24"/>
        </w:rPr>
        <w:t>- 48 800,00руб.</w:t>
      </w:r>
    </w:p>
    <w:p w:rsidR="003554FE" w:rsidRPr="00241A9D" w:rsidRDefault="003554FE" w:rsidP="005A3175">
      <w:pPr>
        <w:spacing w:line="276" w:lineRule="auto"/>
        <w:jc w:val="both"/>
        <w:rPr>
          <w:sz w:val="24"/>
          <w:szCs w:val="24"/>
        </w:rPr>
      </w:pPr>
    </w:p>
    <w:p w:rsidR="003554FE" w:rsidRPr="00241A9D" w:rsidRDefault="003554FE" w:rsidP="00986621">
      <w:pPr>
        <w:jc w:val="both"/>
        <w:rPr>
          <w:b/>
          <w:sz w:val="24"/>
          <w:szCs w:val="24"/>
        </w:rPr>
      </w:pPr>
      <w:r w:rsidRPr="00241A9D">
        <w:rPr>
          <w:b/>
          <w:color w:val="000000"/>
          <w:sz w:val="24"/>
          <w:szCs w:val="24"/>
        </w:rPr>
        <w:t xml:space="preserve"> </w:t>
      </w:r>
      <w:r w:rsidRPr="00241A9D">
        <w:rPr>
          <w:b/>
          <w:sz w:val="24"/>
          <w:szCs w:val="24"/>
        </w:rPr>
        <w:t>0503</w:t>
      </w:r>
    </w:p>
    <w:p w:rsidR="003554FE" w:rsidRPr="00241A9D" w:rsidRDefault="003554FE" w:rsidP="00986621">
      <w:pPr>
        <w:jc w:val="both"/>
        <w:rPr>
          <w:b/>
          <w:sz w:val="24"/>
          <w:szCs w:val="24"/>
        </w:rPr>
      </w:pPr>
    </w:p>
    <w:p w:rsidR="003554FE" w:rsidRPr="00241A9D" w:rsidRDefault="003554FE" w:rsidP="00986621">
      <w:pPr>
        <w:jc w:val="both"/>
        <w:rPr>
          <w:b/>
          <w:color w:val="000000"/>
          <w:sz w:val="24"/>
          <w:szCs w:val="24"/>
        </w:rPr>
      </w:pPr>
      <w:r w:rsidRPr="00241A9D">
        <w:rPr>
          <w:b/>
          <w:sz w:val="24"/>
          <w:szCs w:val="24"/>
        </w:rPr>
        <w:t xml:space="preserve">«Благоустройство»                                             </w:t>
      </w:r>
      <w:r>
        <w:rPr>
          <w:b/>
          <w:sz w:val="24"/>
          <w:szCs w:val="24"/>
        </w:rPr>
        <w:t xml:space="preserve">                    </w:t>
      </w:r>
      <w:r w:rsidRPr="00241A9D">
        <w:rPr>
          <w:b/>
          <w:sz w:val="24"/>
          <w:szCs w:val="24"/>
        </w:rPr>
        <w:t xml:space="preserve">              + 48 800,00руб.</w:t>
      </w:r>
    </w:p>
    <w:p w:rsidR="003554FE" w:rsidRPr="00241A9D" w:rsidRDefault="003554FE" w:rsidP="00D96682">
      <w:pPr>
        <w:jc w:val="both"/>
        <w:rPr>
          <w:b/>
          <w:color w:val="000000"/>
          <w:sz w:val="24"/>
          <w:szCs w:val="24"/>
        </w:rPr>
      </w:pPr>
    </w:p>
    <w:p w:rsidR="003554FE" w:rsidRPr="00241A9D" w:rsidRDefault="003554FE" w:rsidP="00D96682">
      <w:pPr>
        <w:jc w:val="both"/>
        <w:rPr>
          <w:b/>
          <w:bCs/>
          <w:color w:val="000000"/>
          <w:sz w:val="24"/>
          <w:szCs w:val="24"/>
        </w:rPr>
      </w:pPr>
      <w:r w:rsidRPr="00241A9D">
        <w:rPr>
          <w:b/>
          <w:bCs/>
          <w:color w:val="000000"/>
          <w:sz w:val="24"/>
          <w:szCs w:val="24"/>
        </w:rPr>
        <w:t xml:space="preserve">Мероприятия по благоустройству  </w:t>
      </w:r>
    </w:p>
    <w:p w:rsidR="003554FE" w:rsidRPr="00241A9D" w:rsidRDefault="003554FE" w:rsidP="00D96682">
      <w:pPr>
        <w:jc w:val="both"/>
        <w:rPr>
          <w:bCs/>
          <w:color w:val="000000"/>
          <w:sz w:val="24"/>
          <w:szCs w:val="24"/>
        </w:rPr>
      </w:pPr>
    </w:p>
    <w:p w:rsidR="003554FE" w:rsidRPr="00241A9D" w:rsidRDefault="003554FE" w:rsidP="00D96682">
      <w:pPr>
        <w:jc w:val="both"/>
        <w:rPr>
          <w:sz w:val="24"/>
          <w:szCs w:val="24"/>
        </w:rPr>
      </w:pPr>
      <w:r w:rsidRPr="00241A9D">
        <w:rPr>
          <w:bCs/>
          <w:color w:val="000000"/>
          <w:sz w:val="24"/>
          <w:szCs w:val="24"/>
        </w:rPr>
        <w:t xml:space="preserve">  КБК 05 03 354 19 817 30 244                                                 </w:t>
      </w:r>
      <w:r>
        <w:rPr>
          <w:bCs/>
          <w:color w:val="000000"/>
          <w:sz w:val="24"/>
          <w:szCs w:val="24"/>
        </w:rPr>
        <w:t xml:space="preserve">         </w:t>
      </w:r>
      <w:r w:rsidRPr="00241A9D">
        <w:rPr>
          <w:bCs/>
          <w:color w:val="000000"/>
          <w:sz w:val="24"/>
          <w:szCs w:val="24"/>
        </w:rPr>
        <w:t xml:space="preserve">     </w:t>
      </w:r>
      <w:bookmarkStart w:id="0" w:name="_GoBack"/>
      <w:bookmarkEnd w:id="0"/>
      <w:r w:rsidRPr="00241A9D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</w:t>
      </w:r>
    </w:p>
    <w:p w:rsidR="003554FE" w:rsidRPr="00241A9D" w:rsidRDefault="003554FE" w:rsidP="00D96682">
      <w:pPr>
        <w:jc w:val="both"/>
        <w:rPr>
          <w:bCs/>
          <w:color w:val="000000"/>
          <w:sz w:val="24"/>
          <w:szCs w:val="24"/>
        </w:rPr>
      </w:pPr>
      <w:r w:rsidRPr="00241A9D">
        <w:rPr>
          <w:sz w:val="24"/>
          <w:szCs w:val="24"/>
        </w:rPr>
        <w:t>Уточнены расходы на мероприятия по благоустройству</w:t>
      </w:r>
      <w:r>
        <w:rPr>
          <w:sz w:val="24"/>
          <w:szCs w:val="24"/>
        </w:rPr>
        <w:t>:</w:t>
      </w:r>
    </w:p>
    <w:p w:rsidR="003554FE" w:rsidRPr="00241A9D" w:rsidRDefault="003554FE" w:rsidP="00766AF5">
      <w:pPr>
        <w:jc w:val="both"/>
        <w:rPr>
          <w:sz w:val="24"/>
          <w:szCs w:val="24"/>
        </w:rPr>
      </w:pPr>
      <w:r w:rsidRPr="00241A9D">
        <w:rPr>
          <w:sz w:val="24"/>
          <w:szCs w:val="24"/>
        </w:rPr>
        <w:t xml:space="preserve">  Аренда автовышки  для установки  баннеров                                     3 064,00руб.</w:t>
      </w:r>
    </w:p>
    <w:p w:rsidR="003554FE" w:rsidRPr="00241A9D" w:rsidRDefault="003554FE" w:rsidP="00766AF5">
      <w:pPr>
        <w:jc w:val="both"/>
        <w:rPr>
          <w:sz w:val="24"/>
          <w:szCs w:val="24"/>
        </w:rPr>
      </w:pPr>
      <w:r w:rsidRPr="00241A9D">
        <w:rPr>
          <w:sz w:val="24"/>
          <w:szCs w:val="24"/>
        </w:rPr>
        <w:t xml:space="preserve">  Стройматериал на ремонт  переправы с. Деремна                              9 000,00руб.  </w:t>
      </w:r>
    </w:p>
    <w:p w:rsidR="003554FE" w:rsidRPr="00241A9D" w:rsidRDefault="003554FE" w:rsidP="00766AF5">
      <w:pPr>
        <w:jc w:val="both"/>
        <w:rPr>
          <w:sz w:val="24"/>
          <w:szCs w:val="24"/>
        </w:rPr>
      </w:pPr>
      <w:r w:rsidRPr="00241A9D">
        <w:rPr>
          <w:sz w:val="24"/>
          <w:szCs w:val="24"/>
        </w:rPr>
        <w:t xml:space="preserve">   Насос для газового котла                                                                       2 800,00руб.</w:t>
      </w:r>
    </w:p>
    <w:p w:rsidR="003554FE" w:rsidRDefault="003554FE" w:rsidP="00766AF5">
      <w:pPr>
        <w:jc w:val="both"/>
        <w:rPr>
          <w:sz w:val="24"/>
        </w:rPr>
      </w:pPr>
      <w:r w:rsidRPr="00241A9D">
        <w:rPr>
          <w:sz w:val="24"/>
          <w:szCs w:val="24"/>
        </w:rPr>
        <w:t xml:space="preserve">   На мост в Попелевка                                                                            33 936,00ру</w:t>
      </w:r>
      <w:r>
        <w:rPr>
          <w:sz w:val="24"/>
        </w:rPr>
        <w:t>б.</w:t>
      </w:r>
    </w:p>
    <w:sectPr w:rsidR="003554FE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89C"/>
    <w:rsid w:val="000208BF"/>
    <w:rsid w:val="00021967"/>
    <w:rsid w:val="00027683"/>
    <w:rsid w:val="00040DD0"/>
    <w:rsid w:val="00051B71"/>
    <w:rsid w:val="0005538D"/>
    <w:rsid w:val="000563A4"/>
    <w:rsid w:val="000569AD"/>
    <w:rsid w:val="00061C7E"/>
    <w:rsid w:val="0006605A"/>
    <w:rsid w:val="00071F3A"/>
    <w:rsid w:val="0007270A"/>
    <w:rsid w:val="000866D9"/>
    <w:rsid w:val="00097A89"/>
    <w:rsid w:val="000A4010"/>
    <w:rsid w:val="000B04BC"/>
    <w:rsid w:val="000B2A4A"/>
    <w:rsid w:val="000C607A"/>
    <w:rsid w:val="000D3A6E"/>
    <w:rsid w:val="000D4B3A"/>
    <w:rsid w:val="000D6CAF"/>
    <w:rsid w:val="000E1436"/>
    <w:rsid w:val="000E2C36"/>
    <w:rsid w:val="000E5275"/>
    <w:rsid w:val="000F45B1"/>
    <w:rsid w:val="0010221C"/>
    <w:rsid w:val="00102D86"/>
    <w:rsid w:val="00111BD3"/>
    <w:rsid w:val="00120447"/>
    <w:rsid w:val="00122FF4"/>
    <w:rsid w:val="001239DE"/>
    <w:rsid w:val="00125A60"/>
    <w:rsid w:val="001262B6"/>
    <w:rsid w:val="00130343"/>
    <w:rsid w:val="00140E70"/>
    <w:rsid w:val="00142A14"/>
    <w:rsid w:val="001445E1"/>
    <w:rsid w:val="00146220"/>
    <w:rsid w:val="00146A5E"/>
    <w:rsid w:val="001515FC"/>
    <w:rsid w:val="00161ECA"/>
    <w:rsid w:val="00164DC6"/>
    <w:rsid w:val="00165732"/>
    <w:rsid w:val="00165734"/>
    <w:rsid w:val="00172338"/>
    <w:rsid w:val="001778F8"/>
    <w:rsid w:val="00177F0E"/>
    <w:rsid w:val="001800BF"/>
    <w:rsid w:val="001874CF"/>
    <w:rsid w:val="0019460D"/>
    <w:rsid w:val="00196F78"/>
    <w:rsid w:val="001B4C57"/>
    <w:rsid w:val="001B5782"/>
    <w:rsid w:val="001C1AF8"/>
    <w:rsid w:val="001C5B74"/>
    <w:rsid w:val="001D0709"/>
    <w:rsid w:val="001E2E27"/>
    <w:rsid w:val="001F0664"/>
    <w:rsid w:val="001F3140"/>
    <w:rsid w:val="00200D73"/>
    <w:rsid w:val="00204E69"/>
    <w:rsid w:val="00207246"/>
    <w:rsid w:val="002075E0"/>
    <w:rsid w:val="002202FA"/>
    <w:rsid w:val="00220FB9"/>
    <w:rsid w:val="00233685"/>
    <w:rsid w:val="0023657C"/>
    <w:rsid w:val="00237B9B"/>
    <w:rsid w:val="00241A9D"/>
    <w:rsid w:val="002428CB"/>
    <w:rsid w:val="00243256"/>
    <w:rsid w:val="00251A5C"/>
    <w:rsid w:val="00265F6A"/>
    <w:rsid w:val="002701F2"/>
    <w:rsid w:val="00271C0F"/>
    <w:rsid w:val="00276079"/>
    <w:rsid w:val="00282CA8"/>
    <w:rsid w:val="002910F6"/>
    <w:rsid w:val="002964A2"/>
    <w:rsid w:val="002A0BAB"/>
    <w:rsid w:val="002A2618"/>
    <w:rsid w:val="002A3AA2"/>
    <w:rsid w:val="002B2186"/>
    <w:rsid w:val="002C3394"/>
    <w:rsid w:val="002C6188"/>
    <w:rsid w:val="002C667D"/>
    <w:rsid w:val="002D3FF2"/>
    <w:rsid w:val="002E21A8"/>
    <w:rsid w:val="002E35EF"/>
    <w:rsid w:val="002E4092"/>
    <w:rsid w:val="002E6BF5"/>
    <w:rsid w:val="002F3356"/>
    <w:rsid w:val="002F4842"/>
    <w:rsid w:val="003001F9"/>
    <w:rsid w:val="0032292D"/>
    <w:rsid w:val="00324CB0"/>
    <w:rsid w:val="00325958"/>
    <w:rsid w:val="003269EA"/>
    <w:rsid w:val="003401F3"/>
    <w:rsid w:val="00342CEE"/>
    <w:rsid w:val="003478C4"/>
    <w:rsid w:val="003554FE"/>
    <w:rsid w:val="00372B91"/>
    <w:rsid w:val="003821E4"/>
    <w:rsid w:val="00382714"/>
    <w:rsid w:val="00383007"/>
    <w:rsid w:val="00393D06"/>
    <w:rsid w:val="003A11DC"/>
    <w:rsid w:val="003B1E47"/>
    <w:rsid w:val="003B5620"/>
    <w:rsid w:val="003C7ED6"/>
    <w:rsid w:val="003E12DC"/>
    <w:rsid w:val="003F0866"/>
    <w:rsid w:val="003F3372"/>
    <w:rsid w:val="004005B2"/>
    <w:rsid w:val="00406ED8"/>
    <w:rsid w:val="00410E23"/>
    <w:rsid w:val="004233B0"/>
    <w:rsid w:val="00424482"/>
    <w:rsid w:val="00433D7D"/>
    <w:rsid w:val="00434454"/>
    <w:rsid w:val="00435E67"/>
    <w:rsid w:val="00447033"/>
    <w:rsid w:val="004470C3"/>
    <w:rsid w:val="004505C4"/>
    <w:rsid w:val="00456285"/>
    <w:rsid w:val="00456FB3"/>
    <w:rsid w:val="00464747"/>
    <w:rsid w:val="00476A40"/>
    <w:rsid w:val="00485D6B"/>
    <w:rsid w:val="0048719A"/>
    <w:rsid w:val="00495212"/>
    <w:rsid w:val="004959C0"/>
    <w:rsid w:val="004A27BB"/>
    <w:rsid w:val="004A2B69"/>
    <w:rsid w:val="004A3290"/>
    <w:rsid w:val="004A743A"/>
    <w:rsid w:val="004B3743"/>
    <w:rsid w:val="004C00D0"/>
    <w:rsid w:val="004C25A3"/>
    <w:rsid w:val="004C352B"/>
    <w:rsid w:val="004C471E"/>
    <w:rsid w:val="004C60B1"/>
    <w:rsid w:val="004D486C"/>
    <w:rsid w:val="004E02F0"/>
    <w:rsid w:val="004E4135"/>
    <w:rsid w:val="004E60DB"/>
    <w:rsid w:val="004E788C"/>
    <w:rsid w:val="004F276E"/>
    <w:rsid w:val="004F423C"/>
    <w:rsid w:val="004F656D"/>
    <w:rsid w:val="00503E24"/>
    <w:rsid w:val="00514FDD"/>
    <w:rsid w:val="00520F46"/>
    <w:rsid w:val="00530058"/>
    <w:rsid w:val="00541DD7"/>
    <w:rsid w:val="00542683"/>
    <w:rsid w:val="00543801"/>
    <w:rsid w:val="00544890"/>
    <w:rsid w:val="00547778"/>
    <w:rsid w:val="0057158A"/>
    <w:rsid w:val="0057222F"/>
    <w:rsid w:val="005762F5"/>
    <w:rsid w:val="00576728"/>
    <w:rsid w:val="00577A4F"/>
    <w:rsid w:val="00577B7C"/>
    <w:rsid w:val="00580511"/>
    <w:rsid w:val="00581A87"/>
    <w:rsid w:val="00582954"/>
    <w:rsid w:val="00585DAF"/>
    <w:rsid w:val="005A17D3"/>
    <w:rsid w:val="005A3175"/>
    <w:rsid w:val="005B0E5E"/>
    <w:rsid w:val="005B2F5A"/>
    <w:rsid w:val="005B3173"/>
    <w:rsid w:val="005B4D78"/>
    <w:rsid w:val="005B7B38"/>
    <w:rsid w:val="005C2330"/>
    <w:rsid w:val="005C2945"/>
    <w:rsid w:val="005C312B"/>
    <w:rsid w:val="005D2D4E"/>
    <w:rsid w:val="005E32C4"/>
    <w:rsid w:val="005E3A14"/>
    <w:rsid w:val="005E741C"/>
    <w:rsid w:val="005F2A5F"/>
    <w:rsid w:val="005F31B8"/>
    <w:rsid w:val="0060322E"/>
    <w:rsid w:val="00603F1F"/>
    <w:rsid w:val="006058FB"/>
    <w:rsid w:val="00610CD9"/>
    <w:rsid w:val="00615263"/>
    <w:rsid w:val="006161FB"/>
    <w:rsid w:val="00624E44"/>
    <w:rsid w:val="00645144"/>
    <w:rsid w:val="00650378"/>
    <w:rsid w:val="00652150"/>
    <w:rsid w:val="00652519"/>
    <w:rsid w:val="00661BE9"/>
    <w:rsid w:val="00664313"/>
    <w:rsid w:val="006655C7"/>
    <w:rsid w:val="00665F2B"/>
    <w:rsid w:val="00666982"/>
    <w:rsid w:val="006726D4"/>
    <w:rsid w:val="00674F04"/>
    <w:rsid w:val="006872CF"/>
    <w:rsid w:val="006875B7"/>
    <w:rsid w:val="0069560D"/>
    <w:rsid w:val="0069589C"/>
    <w:rsid w:val="006A403C"/>
    <w:rsid w:val="006B080F"/>
    <w:rsid w:val="006B5F6E"/>
    <w:rsid w:val="006C591E"/>
    <w:rsid w:val="006D0DD4"/>
    <w:rsid w:val="006D3F5E"/>
    <w:rsid w:val="006D79E6"/>
    <w:rsid w:val="006E6532"/>
    <w:rsid w:val="006E6C56"/>
    <w:rsid w:val="006F42CB"/>
    <w:rsid w:val="00702DB7"/>
    <w:rsid w:val="007044AC"/>
    <w:rsid w:val="0071248D"/>
    <w:rsid w:val="00717843"/>
    <w:rsid w:val="007205D8"/>
    <w:rsid w:val="007216FB"/>
    <w:rsid w:val="00726849"/>
    <w:rsid w:val="00737A1E"/>
    <w:rsid w:val="00741266"/>
    <w:rsid w:val="00744C00"/>
    <w:rsid w:val="0075546E"/>
    <w:rsid w:val="00755AA4"/>
    <w:rsid w:val="0075711E"/>
    <w:rsid w:val="007601EB"/>
    <w:rsid w:val="00761CF2"/>
    <w:rsid w:val="007658BE"/>
    <w:rsid w:val="00766AF5"/>
    <w:rsid w:val="00766F49"/>
    <w:rsid w:val="00776D61"/>
    <w:rsid w:val="007772C9"/>
    <w:rsid w:val="00792AC2"/>
    <w:rsid w:val="007A092B"/>
    <w:rsid w:val="007B386C"/>
    <w:rsid w:val="007B5617"/>
    <w:rsid w:val="007B69AE"/>
    <w:rsid w:val="007D764D"/>
    <w:rsid w:val="007D7BB1"/>
    <w:rsid w:val="007E4C56"/>
    <w:rsid w:val="007F1422"/>
    <w:rsid w:val="007F2779"/>
    <w:rsid w:val="007F2DC7"/>
    <w:rsid w:val="00800A9F"/>
    <w:rsid w:val="00802FE2"/>
    <w:rsid w:val="00803C64"/>
    <w:rsid w:val="008051C1"/>
    <w:rsid w:val="00810618"/>
    <w:rsid w:val="0081205A"/>
    <w:rsid w:val="008120C3"/>
    <w:rsid w:val="00815AE9"/>
    <w:rsid w:val="00820484"/>
    <w:rsid w:val="00820FD4"/>
    <w:rsid w:val="00831593"/>
    <w:rsid w:val="008346F8"/>
    <w:rsid w:val="00850862"/>
    <w:rsid w:val="00852852"/>
    <w:rsid w:val="00861AEF"/>
    <w:rsid w:val="0086470D"/>
    <w:rsid w:val="00866228"/>
    <w:rsid w:val="00874D58"/>
    <w:rsid w:val="00895204"/>
    <w:rsid w:val="00897F1A"/>
    <w:rsid w:val="008B1AA0"/>
    <w:rsid w:val="008B1BBA"/>
    <w:rsid w:val="008B26B3"/>
    <w:rsid w:val="008B77F7"/>
    <w:rsid w:val="008C472A"/>
    <w:rsid w:val="008D2D6B"/>
    <w:rsid w:val="008D4BB4"/>
    <w:rsid w:val="008E6005"/>
    <w:rsid w:val="008E7F72"/>
    <w:rsid w:val="008F3C98"/>
    <w:rsid w:val="00906095"/>
    <w:rsid w:val="0092044B"/>
    <w:rsid w:val="009236A0"/>
    <w:rsid w:val="00924F8D"/>
    <w:rsid w:val="00926A59"/>
    <w:rsid w:val="00940793"/>
    <w:rsid w:val="00941040"/>
    <w:rsid w:val="00956027"/>
    <w:rsid w:val="009567D3"/>
    <w:rsid w:val="00966365"/>
    <w:rsid w:val="00967384"/>
    <w:rsid w:val="009705D5"/>
    <w:rsid w:val="00973A3F"/>
    <w:rsid w:val="009838C7"/>
    <w:rsid w:val="00986621"/>
    <w:rsid w:val="0099373D"/>
    <w:rsid w:val="009A382C"/>
    <w:rsid w:val="009A4121"/>
    <w:rsid w:val="009B19F2"/>
    <w:rsid w:val="009B2108"/>
    <w:rsid w:val="009B2476"/>
    <w:rsid w:val="009B6605"/>
    <w:rsid w:val="009B7308"/>
    <w:rsid w:val="009B7DCE"/>
    <w:rsid w:val="009C1602"/>
    <w:rsid w:val="009C4378"/>
    <w:rsid w:val="009C4B83"/>
    <w:rsid w:val="009D379B"/>
    <w:rsid w:val="009D4AA5"/>
    <w:rsid w:val="009D779D"/>
    <w:rsid w:val="009F05E9"/>
    <w:rsid w:val="009F2427"/>
    <w:rsid w:val="009F5346"/>
    <w:rsid w:val="00A04F0C"/>
    <w:rsid w:val="00A057E5"/>
    <w:rsid w:val="00A1066B"/>
    <w:rsid w:val="00A111DE"/>
    <w:rsid w:val="00A217B7"/>
    <w:rsid w:val="00A25E0D"/>
    <w:rsid w:val="00A261C8"/>
    <w:rsid w:val="00A27A31"/>
    <w:rsid w:val="00A30372"/>
    <w:rsid w:val="00A331E0"/>
    <w:rsid w:val="00A474D7"/>
    <w:rsid w:val="00A50F9B"/>
    <w:rsid w:val="00A56F63"/>
    <w:rsid w:val="00A61F25"/>
    <w:rsid w:val="00A65ABD"/>
    <w:rsid w:val="00A819FD"/>
    <w:rsid w:val="00A83D5B"/>
    <w:rsid w:val="00A860F6"/>
    <w:rsid w:val="00A87700"/>
    <w:rsid w:val="00A91CEC"/>
    <w:rsid w:val="00A94C6E"/>
    <w:rsid w:val="00AA2A8A"/>
    <w:rsid w:val="00AB5622"/>
    <w:rsid w:val="00AC2FDF"/>
    <w:rsid w:val="00AC3D93"/>
    <w:rsid w:val="00AC721F"/>
    <w:rsid w:val="00AD2EB8"/>
    <w:rsid w:val="00AD492D"/>
    <w:rsid w:val="00AE035A"/>
    <w:rsid w:val="00AF0AD0"/>
    <w:rsid w:val="00AF2A9D"/>
    <w:rsid w:val="00AF6712"/>
    <w:rsid w:val="00B11B9C"/>
    <w:rsid w:val="00B17CEB"/>
    <w:rsid w:val="00B21FAD"/>
    <w:rsid w:val="00B229EF"/>
    <w:rsid w:val="00B25169"/>
    <w:rsid w:val="00B26E37"/>
    <w:rsid w:val="00B2745D"/>
    <w:rsid w:val="00B33AB6"/>
    <w:rsid w:val="00B34301"/>
    <w:rsid w:val="00B34701"/>
    <w:rsid w:val="00B4072F"/>
    <w:rsid w:val="00B433FB"/>
    <w:rsid w:val="00B471FD"/>
    <w:rsid w:val="00B4786A"/>
    <w:rsid w:val="00B555D2"/>
    <w:rsid w:val="00B57B31"/>
    <w:rsid w:val="00B64C21"/>
    <w:rsid w:val="00B65872"/>
    <w:rsid w:val="00B65881"/>
    <w:rsid w:val="00B71066"/>
    <w:rsid w:val="00B72C27"/>
    <w:rsid w:val="00B81ABF"/>
    <w:rsid w:val="00B875C7"/>
    <w:rsid w:val="00BA305B"/>
    <w:rsid w:val="00BA4074"/>
    <w:rsid w:val="00BA6116"/>
    <w:rsid w:val="00BD3BC7"/>
    <w:rsid w:val="00BD3CC8"/>
    <w:rsid w:val="00BD563C"/>
    <w:rsid w:val="00BD5F2F"/>
    <w:rsid w:val="00BD7040"/>
    <w:rsid w:val="00BD7B57"/>
    <w:rsid w:val="00BE3F8C"/>
    <w:rsid w:val="00BE4529"/>
    <w:rsid w:val="00BE6654"/>
    <w:rsid w:val="00BF5349"/>
    <w:rsid w:val="00C145E2"/>
    <w:rsid w:val="00C1742B"/>
    <w:rsid w:val="00C20625"/>
    <w:rsid w:val="00C23DAC"/>
    <w:rsid w:val="00C3646F"/>
    <w:rsid w:val="00C37111"/>
    <w:rsid w:val="00C51A7C"/>
    <w:rsid w:val="00C56355"/>
    <w:rsid w:val="00C62804"/>
    <w:rsid w:val="00C70FB8"/>
    <w:rsid w:val="00C72124"/>
    <w:rsid w:val="00C871A5"/>
    <w:rsid w:val="00C95B78"/>
    <w:rsid w:val="00C96354"/>
    <w:rsid w:val="00C9784A"/>
    <w:rsid w:val="00CA26F6"/>
    <w:rsid w:val="00CA4E7D"/>
    <w:rsid w:val="00CA6147"/>
    <w:rsid w:val="00CA68E9"/>
    <w:rsid w:val="00CB167A"/>
    <w:rsid w:val="00CB1709"/>
    <w:rsid w:val="00CB73E8"/>
    <w:rsid w:val="00CC13A3"/>
    <w:rsid w:val="00CC37B1"/>
    <w:rsid w:val="00CC7895"/>
    <w:rsid w:val="00CD178E"/>
    <w:rsid w:val="00CE18AD"/>
    <w:rsid w:val="00CE39AE"/>
    <w:rsid w:val="00CE669C"/>
    <w:rsid w:val="00CF370E"/>
    <w:rsid w:val="00CF7DCE"/>
    <w:rsid w:val="00D00E4B"/>
    <w:rsid w:val="00D02D77"/>
    <w:rsid w:val="00D02F5C"/>
    <w:rsid w:val="00D073AE"/>
    <w:rsid w:val="00D10281"/>
    <w:rsid w:val="00D2189A"/>
    <w:rsid w:val="00D26F0F"/>
    <w:rsid w:val="00D30144"/>
    <w:rsid w:val="00D40738"/>
    <w:rsid w:val="00D411CA"/>
    <w:rsid w:val="00D43989"/>
    <w:rsid w:val="00D47FAC"/>
    <w:rsid w:val="00D52ABF"/>
    <w:rsid w:val="00D52C55"/>
    <w:rsid w:val="00D636F2"/>
    <w:rsid w:val="00D70EFC"/>
    <w:rsid w:val="00D715DA"/>
    <w:rsid w:val="00D71ED3"/>
    <w:rsid w:val="00D73AFD"/>
    <w:rsid w:val="00D77DDC"/>
    <w:rsid w:val="00D85A7E"/>
    <w:rsid w:val="00D8792A"/>
    <w:rsid w:val="00D91DCA"/>
    <w:rsid w:val="00D96682"/>
    <w:rsid w:val="00DA0901"/>
    <w:rsid w:val="00DA3641"/>
    <w:rsid w:val="00DC1743"/>
    <w:rsid w:val="00DC2980"/>
    <w:rsid w:val="00DC3F39"/>
    <w:rsid w:val="00DC4FF0"/>
    <w:rsid w:val="00DD198B"/>
    <w:rsid w:val="00DE2447"/>
    <w:rsid w:val="00DE2FCC"/>
    <w:rsid w:val="00DF0EE6"/>
    <w:rsid w:val="00E10234"/>
    <w:rsid w:val="00E1288F"/>
    <w:rsid w:val="00E30D28"/>
    <w:rsid w:val="00E32E57"/>
    <w:rsid w:val="00E345DA"/>
    <w:rsid w:val="00E34CD4"/>
    <w:rsid w:val="00E36287"/>
    <w:rsid w:val="00E36E30"/>
    <w:rsid w:val="00E508A6"/>
    <w:rsid w:val="00E545E6"/>
    <w:rsid w:val="00E66432"/>
    <w:rsid w:val="00E7123A"/>
    <w:rsid w:val="00E72B06"/>
    <w:rsid w:val="00E8013F"/>
    <w:rsid w:val="00E8253E"/>
    <w:rsid w:val="00E84EC7"/>
    <w:rsid w:val="00E86F74"/>
    <w:rsid w:val="00E87A85"/>
    <w:rsid w:val="00E911FE"/>
    <w:rsid w:val="00E94BBF"/>
    <w:rsid w:val="00EA1AD8"/>
    <w:rsid w:val="00EA48C5"/>
    <w:rsid w:val="00EB1867"/>
    <w:rsid w:val="00EB3E76"/>
    <w:rsid w:val="00EB665C"/>
    <w:rsid w:val="00ED3CD3"/>
    <w:rsid w:val="00ED7C33"/>
    <w:rsid w:val="00EE1D1D"/>
    <w:rsid w:val="00EE2CC6"/>
    <w:rsid w:val="00EE605E"/>
    <w:rsid w:val="00EE7AFF"/>
    <w:rsid w:val="00EF776E"/>
    <w:rsid w:val="00F00974"/>
    <w:rsid w:val="00F07F2E"/>
    <w:rsid w:val="00F14F14"/>
    <w:rsid w:val="00F17CE7"/>
    <w:rsid w:val="00F27425"/>
    <w:rsid w:val="00F31C0C"/>
    <w:rsid w:val="00F368A4"/>
    <w:rsid w:val="00F36DFE"/>
    <w:rsid w:val="00F52BF7"/>
    <w:rsid w:val="00F5486E"/>
    <w:rsid w:val="00F61752"/>
    <w:rsid w:val="00F627B3"/>
    <w:rsid w:val="00F6793E"/>
    <w:rsid w:val="00F70345"/>
    <w:rsid w:val="00F70404"/>
    <w:rsid w:val="00F72F67"/>
    <w:rsid w:val="00F8261C"/>
    <w:rsid w:val="00F8780C"/>
    <w:rsid w:val="00F96A6A"/>
    <w:rsid w:val="00FA50EF"/>
    <w:rsid w:val="00FB475F"/>
    <w:rsid w:val="00FB49C1"/>
    <w:rsid w:val="00FB7195"/>
    <w:rsid w:val="00FC06D5"/>
    <w:rsid w:val="00FC2FC6"/>
    <w:rsid w:val="00FD1470"/>
    <w:rsid w:val="00FE20FB"/>
    <w:rsid w:val="00FE5E98"/>
    <w:rsid w:val="00FE6ECE"/>
    <w:rsid w:val="00FF7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sz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sz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E035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035A"/>
    <w:rPr>
      <w:rFonts w:ascii="Tahoma" w:hAnsi="Tahoma" w:cs="Times New Roman"/>
      <w:sz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15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329</Words>
  <Characters>1877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Admin</cp:lastModifiedBy>
  <cp:revision>4</cp:revision>
  <cp:lastPrinted>2022-09-29T13:38:00Z</cp:lastPrinted>
  <dcterms:created xsi:type="dcterms:W3CDTF">2022-09-30T07:27:00Z</dcterms:created>
  <dcterms:modified xsi:type="dcterms:W3CDTF">2022-09-30T07:35:00Z</dcterms:modified>
</cp:coreProperties>
</file>