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5A2" w:rsidRDefault="001365A2" w:rsidP="00DB5B20">
      <w:pPr>
        <w:ind w:right="-140"/>
        <w:jc w:val="center"/>
        <w:outlineLvl w:val="0"/>
        <w:rPr>
          <w:sz w:val="32"/>
        </w:rPr>
      </w:pPr>
      <w:r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.75pt" o:ole="" filled="t" fillcolor="yellow">
            <v:imagedata r:id="rId5" o:title=""/>
          </v:shape>
          <o:OLEObject Type="Embed" ProgID="Word.Picture.8" ShapeID="_x0000_i1025" DrawAspect="Content" ObjectID="_1586848148" r:id="rId6"/>
        </w:object>
      </w:r>
    </w:p>
    <w:p w:rsidR="001365A2" w:rsidRDefault="001365A2" w:rsidP="00DB5B20">
      <w:pPr>
        <w:pStyle w:val="Title"/>
        <w:outlineLvl w:val="0"/>
        <w:rPr>
          <w:sz w:val="40"/>
        </w:rPr>
      </w:pPr>
      <w:r>
        <w:rPr>
          <w:sz w:val="40"/>
        </w:rPr>
        <w:t>Российская Федерация</w:t>
      </w:r>
    </w:p>
    <w:p w:rsidR="001365A2" w:rsidRDefault="001365A2" w:rsidP="00DB5B20">
      <w:pPr>
        <w:pStyle w:val="Subtitle"/>
        <w:tabs>
          <w:tab w:val="left" w:pos="5387"/>
        </w:tabs>
        <w:outlineLvl w:val="0"/>
      </w:pPr>
      <w:r>
        <w:t>Брянская область</w:t>
      </w:r>
    </w:p>
    <w:p w:rsidR="001365A2" w:rsidRDefault="001365A2" w:rsidP="00DB5B20">
      <w:pPr>
        <w:pStyle w:val="Subtitle"/>
        <w:pBdr>
          <w:bottom w:val="single" w:sz="12" w:space="1" w:color="auto"/>
        </w:pBdr>
        <w:outlineLvl w:val="0"/>
      </w:pPr>
      <w:r>
        <w:t>Мглинский районный Совет народных депутатов</w:t>
      </w:r>
    </w:p>
    <w:p w:rsidR="001365A2" w:rsidRDefault="001365A2" w:rsidP="00DB5B20">
      <w:pPr>
        <w:pStyle w:val="Subtitle"/>
        <w:tabs>
          <w:tab w:val="left" w:pos="2127"/>
        </w:tabs>
        <w:outlineLvl w:val="0"/>
      </w:pPr>
      <w:r>
        <w:t>РЕШЕНИЕ</w:t>
      </w:r>
    </w:p>
    <w:p w:rsidR="001365A2" w:rsidRDefault="001365A2" w:rsidP="00A52C92">
      <w:pPr>
        <w:pStyle w:val="PlainText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Проект </w:t>
      </w:r>
    </w:p>
    <w:p w:rsidR="001365A2" w:rsidRPr="007526C3" w:rsidRDefault="001365A2" w:rsidP="00DB5B20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                  2018 года </w:t>
      </w:r>
      <w:r w:rsidRPr="007526C3">
        <w:rPr>
          <w:rFonts w:ascii="Times New Roman" w:hAnsi="Times New Roman"/>
          <w:sz w:val="28"/>
          <w:szCs w:val="28"/>
        </w:rPr>
        <w:t xml:space="preserve">  №  </w:t>
      </w:r>
      <w:r w:rsidRPr="007526C3">
        <w:rPr>
          <w:rFonts w:ascii="Times New Roman" w:hAnsi="Times New Roman"/>
          <w:sz w:val="28"/>
          <w:szCs w:val="28"/>
          <w:u w:val="single"/>
        </w:rPr>
        <w:t>5-</w:t>
      </w:r>
      <w:r w:rsidRPr="00A52C92">
        <w:rPr>
          <w:rFonts w:ascii="Times New Roman" w:hAnsi="Times New Roman"/>
          <w:sz w:val="28"/>
          <w:szCs w:val="28"/>
        </w:rPr>
        <w:t xml:space="preserve">_____   </w:t>
      </w:r>
      <w:r w:rsidRPr="007526C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1365A2" w:rsidRPr="007526C3" w:rsidRDefault="001365A2" w:rsidP="00DB5B20">
      <w:pPr>
        <w:pStyle w:val="PlainText"/>
        <w:rPr>
          <w:rFonts w:ascii="Times New Roman" w:hAnsi="Times New Roman"/>
          <w:sz w:val="28"/>
          <w:szCs w:val="28"/>
          <w:u w:val="single"/>
        </w:rPr>
      </w:pPr>
      <w:r w:rsidRPr="007526C3">
        <w:rPr>
          <w:rFonts w:ascii="Times New Roman" w:hAnsi="Times New Roman"/>
          <w:sz w:val="28"/>
          <w:szCs w:val="28"/>
        </w:rPr>
        <w:t>г. Мглин</w:t>
      </w:r>
    </w:p>
    <w:p w:rsidR="001365A2" w:rsidRDefault="001365A2" w:rsidP="00AB6498">
      <w:pPr>
        <w:rPr>
          <w:sz w:val="28"/>
          <w:szCs w:val="28"/>
        </w:rPr>
      </w:pPr>
    </w:p>
    <w:p w:rsidR="001365A2" w:rsidRDefault="001365A2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 района за 2017 год</w:t>
      </w:r>
      <w:bookmarkStart w:id="0" w:name="_GoBack"/>
      <w:bookmarkEnd w:id="0"/>
    </w:p>
    <w:p w:rsidR="001365A2" w:rsidRDefault="001365A2" w:rsidP="00AB6498">
      <w:pPr>
        <w:rPr>
          <w:sz w:val="28"/>
          <w:szCs w:val="28"/>
        </w:rPr>
      </w:pPr>
    </w:p>
    <w:p w:rsidR="001365A2" w:rsidRPr="00D437FA" w:rsidRDefault="001365A2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272 340 047,90 рублей, по расходам  в сумме 276 625 211,78рублей с превышением расходов над доходами  (дефицит бюджета муниципального района) в сумме 4 285 163,88 рубля и со следующими показателями:</w:t>
      </w:r>
    </w:p>
    <w:p w:rsidR="001365A2" w:rsidRDefault="001365A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2017 год по кодам классификации доходов бюджетов согласно приложению 1 к настоящему решению;</w:t>
      </w:r>
    </w:p>
    <w:p w:rsidR="001365A2" w:rsidRDefault="001365A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2017 год по ведомственной структуре расходов бюджета муниципального района  согласно приложению 2 к настоящему решению;</w:t>
      </w:r>
    </w:p>
    <w:p w:rsidR="001365A2" w:rsidRDefault="001365A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2017 год по разделам и подразделам классификации расходов бюджетов согласно приложению 3</w:t>
      </w:r>
    </w:p>
    <w:p w:rsidR="001365A2" w:rsidRDefault="001365A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 настоящему решению;</w:t>
      </w:r>
    </w:p>
    <w:p w:rsidR="001365A2" w:rsidRDefault="001365A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2017 год по кодам классификации источников финансирования дефицитов бюджетов согласно приложению 4 к настоящему решению;</w:t>
      </w:r>
    </w:p>
    <w:p w:rsidR="001365A2" w:rsidRPr="00BD126B" w:rsidRDefault="001365A2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2.Настоящее решение вступает в силу со дня его подписания.</w:t>
      </w:r>
    </w:p>
    <w:p w:rsidR="001365A2" w:rsidRPr="00BD126B" w:rsidRDefault="001365A2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 Настоящее решение опубликовать в официальном печатном издании  «Муниципальный вестник».</w:t>
      </w:r>
    </w:p>
    <w:p w:rsidR="001365A2" w:rsidRDefault="001365A2" w:rsidP="00732AB2">
      <w:pPr>
        <w:jc w:val="both"/>
        <w:rPr>
          <w:sz w:val="28"/>
          <w:szCs w:val="28"/>
        </w:rPr>
      </w:pPr>
    </w:p>
    <w:p w:rsidR="001365A2" w:rsidRDefault="001365A2" w:rsidP="00732AB2">
      <w:pPr>
        <w:jc w:val="both"/>
        <w:rPr>
          <w:sz w:val="28"/>
          <w:szCs w:val="28"/>
        </w:rPr>
      </w:pPr>
    </w:p>
    <w:p w:rsidR="001365A2" w:rsidRPr="006B4814" w:rsidRDefault="001365A2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Глава района                                                                       Н.В.Воликова</w:t>
      </w:r>
    </w:p>
    <w:p w:rsidR="001365A2" w:rsidRPr="006B4814" w:rsidRDefault="001365A2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1365A2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1365A2"/>
    <w:rsid w:val="00163D6C"/>
    <w:rsid w:val="001B13D6"/>
    <w:rsid w:val="001C125B"/>
    <w:rsid w:val="001F7F67"/>
    <w:rsid w:val="00296673"/>
    <w:rsid w:val="00350E9E"/>
    <w:rsid w:val="003962A0"/>
    <w:rsid w:val="004A27BB"/>
    <w:rsid w:val="004D68E6"/>
    <w:rsid w:val="004F4495"/>
    <w:rsid w:val="005762F5"/>
    <w:rsid w:val="00586B03"/>
    <w:rsid w:val="005B15AB"/>
    <w:rsid w:val="005D3735"/>
    <w:rsid w:val="00600379"/>
    <w:rsid w:val="006224F1"/>
    <w:rsid w:val="00637241"/>
    <w:rsid w:val="006624F6"/>
    <w:rsid w:val="0068798F"/>
    <w:rsid w:val="006B4814"/>
    <w:rsid w:val="006C7853"/>
    <w:rsid w:val="006D5DA1"/>
    <w:rsid w:val="00706CF1"/>
    <w:rsid w:val="00732AB2"/>
    <w:rsid w:val="007526C3"/>
    <w:rsid w:val="00792AB1"/>
    <w:rsid w:val="007F0F1B"/>
    <w:rsid w:val="009E20E5"/>
    <w:rsid w:val="009F2290"/>
    <w:rsid w:val="00A058C2"/>
    <w:rsid w:val="00A52C92"/>
    <w:rsid w:val="00A67F45"/>
    <w:rsid w:val="00AB6498"/>
    <w:rsid w:val="00AB6C6C"/>
    <w:rsid w:val="00B34ADC"/>
    <w:rsid w:val="00B829A7"/>
    <w:rsid w:val="00B861BF"/>
    <w:rsid w:val="00BD126B"/>
    <w:rsid w:val="00BE617C"/>
    <w:rsid w:val="00BF0FB1"/>
    <w:rsid w:val="00C174D9"/>
    <w:rsid w:val="00CC5C83"/>
    <w:rsid w:val="00CE41C8"/>
    <w:rsid w:val="00D33D19"/>
    <w:rsid w:val="00D437FA"/>
    <w:rsid w:val="00DA2573"/>
    <w:rsid w:val="00DB5B20"/>
    <w:rsid w:val="00E54F8F"/>
    <w:rsid w:val="00E615BE"/>
    <w:rsid w:val="00E74184"/>
    <w:rsid w:val="00E91CB7"/>
    <w:rsid w:val="00EF17AF"/>
    <w:rsid w:val="00EF4C3F"/>
    <w:rsid w:val="00F7131D"/>
    <w:rsid w:val="00F9770F"/>
    <w:rsid w:val="00FB2C9D"/>
    <w:rsid w:val="00FB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PlainText">
    <w:name w:val="Plain Text"/>
    <w:basedOn w:val="Normal"/>
    <w:link w:val="PlainTextChar"/>
    <w:uiPriority w:val="99"/>
    <w:rsid w:val="00DB5B20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29BC"/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DB5B20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7229B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locked/>
    <w:rsid w:val="00DB5B20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7229B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230</Words>
  <Characters>1314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2018-03-26T11:55:00Z</cp:lastPrinted>
  <dcterms:created xsi:type="dcterms:W3CDTF">2018-03-13T10:56:00Z</dcterms:created>
  <dcterms:modified xsi:type="dcterms:W3CDTF">2018-05-03T06:23:00Z</dcterms:modified>
</cp:coreProperties>
</file>