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65" w:rsidRDefault="00506865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506865" w:rsidRDefault="00506865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506865" w:rsidRDefault="00506865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506865" w:rsidRDefault="00506865">
      <w:pPr>
        <w:pStyle w:val="1"/>
        <w:shd w:val="clear" w:color="auto" w:fill="auto"/>
        <w:spacing w:before="0" w:after="297"/>
        <w:ind w:left="5160" w:right="1000"/>
      </w:pPr>
    </w:p>
    <w:p w:rsidR="00506865" w:rsidRDefault="00506865">
      <w:pPr>
        <w:pStyle w:val="1"/>
        <w:shd w:val="clear" w:color="auto" w:fill="auto"/>
        <w:spacing w:before="0" w:after="297"/>
        <w:ind w:left="5160" w:right="1000"/>
      </w:pPr>
      <w:r>
        <w:t>Соколовский сельский Совет народных депутатов</w:t>
      </w:r>
    </w:p>
    <w:p w:rsidR="00506865" w:rsidRDefault="00506865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>
        <w:t xml:space="preserve">от </w:t>
      </w:r>
      <w:smartTag w:uri="urn:schemas-microsoft-com:office:smarttags" w:element="date">
        <w:smartTagPr>
          <w:attr w:name="Year" w:val="2019"/>
          <w:attr w:name="Day" w:val="19"/>
          <w:attr w:name="Month" w:val="03"/>
          <w:attr w:name="ls" w:val="trans"/>
        </w:smartTagPr>
        <w:r>
          <w:t>19.03.2019</w:t>
        </w:r>
      </w:smartTag>
      <w:r w:rsidRPr="003D4F72">
        <w:t xml:space="preserve"> года №</w:t>
      </w:r>
      <w:r>
        <w:t xml:space="preserve">25      </w:t>
      </w:r>
      <w:r>
        <w:tab/>
        <w:t>Соколовская сельская</w:t>
      </w:r>
    </w:p>
    <w:p w:rsidR="00506865" w:rsidRDefault="00506865" w:rsidP="007979FE">
      <w:pPr>
        <w:pStyle w:val="1"/>
        <w:shd w:val="clear" w:color="auto" w:fill="auto"/>
        <w:spacing w:before="0" w:after="1266" w:line="240" w:lineRule="auto"/>
      </w:pPr>
      <w:r>
        <w:t xml:space="preserve">                                                                             администрация</w:t>
      </w:r>
    </w:p>
    <w:p w:rsidR="00506865" w:rsidRDefault="00506865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506865" w:rsidRDefault="00506865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 декабря 2018 года</w:t>
        </w:r>
      </w:smartTag>
      <w:r>
        <w:t xml:space="preserve"> № 3-159 «О бюджете муниципального образования «Соколовское сельское поселение, Мглинского района, Брянской области  на 2019 год и на</w:t>
      </w:r>
    </w:p>
    <w:p w:rsidR="00506865" w:rsidRDefault="00506865" w:rsidP="007979FE">
      <w:pPr>
        <w:pStyle w:val="1"/>
        <w:shd w:val="clear" w:color="auto" w:fill="auto"/>
        <w:spacing w:before="0" w:after="604" w:line="240" w:lineRule="auto"/>
        <w:ind w:right="40"/>
        <w:jc w:val="center"/>
      </w:pPr>
      <w:r>
        <w:t>плановый период 2020 и 2021 годов»</w:t>
      </w:r>
    </w:p>
    <w:p w:rsidR="00506865" w:rsidRDefault="00506865" w:rsidP="007979FE">
      <w:pPr>
        <w:pStyle w:val="1"/>
        <w:shd w:val="clear" w:color="auto" w:fill="auto"/>
        <w:spacing w:before="0" w:after="0" w:line="240" w:lineRule="auto"/>
        <w:ind w:left="40" w:right="40"/>
        <w:jc w:val="both"/>
      </w:pPr>
      <w:r>
        <w:t xml:space="preserve">Контрольно-счетная палата Мглинского района, рассмотрев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6"/>
          <w:attr w:name="Month" w:val="12"/>
          <w:attr w:name="ls" w:val="trans"/>
        </w:smartTagPr>
        <w:r>
          <w:t>26.12.2018</w:t>
        </w:r>
      </w:smartTag>
      <w:r>
        <w:t xml:space="preserve"> года №3-159 «О бюджете муниципального образования «Соколовское сельское поселение, Мглинского района, Брянской области на 2019 год и на плановый период 2020 и 2021 годов»  </w:t>
      </w:r>
    </w:p>
    <w:p w:rsidR="00506865" w:rsidRDefault="00506865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 w:rsidRPr="00130424">
        <w:rPr>
          <w:b/>
        </w:rPr>
        <w:t xml:space="preserve">     Доходная часть</w:t>
      </w:r>
      <w:r>
        <w:t xml:space="preserve"> не изменилась.</w:t>
      </w:r>
    </w:p>
    <w:p w:rsidR="00506865" w:rsidRDefault="00506865">
      <w:pPr>
        <w:pStyle w:val="1"/>
        <w:shd w:val="clear" w:color="auto" w:fill="auto"/>
        <w:spacing w:before="0" w:after="0" w:line="317" w:lineRule="exact"/>
        <w:ind w:left="40" w:right="40"/>
        <w:jc w:val="both"/>
      </w:pPr>
    </w:p>
    <w:p w:rsidR="00506865" w:rsidRDefault="00506865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 xml:space="preserve">Проектом решения </w:t>
      </w:r>
      <w:r w:rsidRPr="00130424">
        <w:rPr>
          <w:b/>
        </w:rPr>
        <w:t>расходная часть</w:t>
      </w:r>
      <w:r>
        <w:t xml:space="preserve"> бюджета на 2019 год увеличилась на 100,0 тыс. рублей, общая сумма расходов составила 1405,1 тыс. рублей.</w:t>
      </w:r>
    </w:p>
    <w:p w:rsidR="00506865" w:rsidRDefault="00506865" w:rsidP="00DC7754">
      <w:pPr>
        <w:pStyle w:val="1"/>
        <w:shd w:val="clear" w:color="auto" w:fill="auto"/>
        <w:spacing w:before="0" w:after="0" w:line="317" w:lineRule="exact"/>
        <w:ind w:left="40" w:firstLine="360"/>
        <w:jc w:val="both"/>
        <w:rPr>
          <w:b/>
        </w:rPr>
      </w:pPr>
    </w:p>
    <w:p w:rsidR="00506865" w:rsidRPr="00692E6E" w:rsidRDefault="00506865" w:rsidP="00DC7754">
      <w:pPr>
        <w:pStyle w:val="1"/>
        <w:shd w:val="clear" w:color="auto" w:fill="auto"/>
        <w:spacing w:before="0" w:after="0" w:line="317" w:lineRule="exact"/>
        <w:ind w:left="40" w:firstLine="360"/>
        <w:jc w:val="both"/>
        <w:rPr>
          <w:b/>
        </w:rPr>
      </w:pPr>
      <w:r w:rsidRPr="00692E6E">
        <w:rPr>
          <w:b/>
        </w:rPr>
        <w:t>05 00</w:t>
      </w:r>
    </w:p>
    <w:p w:rsidR="00506865" w:rsidRDefault="00506865" w:rsidP="0076281D">
      <w:pPr>
        <w:pStyle w:val="20"/>
        <w:shd w:val="clear" w:color="auto" w:fill="auto"/>
        <w:tabs>
          <w:tab w:val="left" w:pos="7785"/>
        </w:tabs>
        <w:spacing w:after="0" w:line="317" w:lineRule="exact"/>
        <w:ind w:left="40" w:right="40" w:firstLine="360"/>
        <w:jc w:val="both"/>
      </w:pPr>
      <w:r>
        <w:t>«Жилищно-коммунальное хозяйство»                              +100,0 тыс. рублей</w:t>
      </w:r>
    </w:p>
    <w:p w:rsidR="00506865" w:rsidRDefault="00506865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A96788">
        <w:t>в том числе</w:t>
      </w:r>
      <w:r>
        <w:t>:</w:t>
      </w:r>
    </w:p>
    <w:p w:rsidR="00506865" w:rsidRDefault="00506865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506865" w:rsidRDefault="00506865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  <w:rPr>
          <w:b w:val="0"/>
        </w:rPr>
      </w:pPr>
      <w:r w:rsidRPr="003C7105">
        <w:t>05 03</w:t>
      </w:r>
      <w:r>
        <w:rPr>
          <w:b w:val="0"/>
        </w:rPr>
        <w:t xml:space="preserve"> Благоустройство                                                             </w:t>
      </w:r>
    </w:p>
    <w:p w:rsidR="00506865" w:rsidRDefault="00506865" w:rsidP="007979FE">
      <w:pPr>
        <w:pStyle w:val="20"/>
        <w:shd w:val="clear" w:color="auto" w:fill="auto"/>
        <w:tabs>
          <w:tab w:val="left" w:pos="5781"/>
        </w:tabs>
        <w:spacing w:after="0" w:line="240" w:lineRule="auto"/>
        <w:ind w:left="40" w:right="40" w:firstLine="360"/>
        <w:jc w:val="both"/>
        <w:rPr>
          <w:b w:val="0"/>
        </w:rPr>
      </w:pPr>
      <w:r>
        <w:rPr>
          <w:b w:val="0"/>
        </w:rPr>
        <w:t>0503 7501881710 244                                                               +100,0 тыс. рублей</w:t>
      </w:r>
    </w:p>
    <w:p w:rsidR="00506865" w:rsidRDefault="00506865" w:rsidP="007979FE">
      <w:pPr>
        <w:pStyle w:val="20"/>
        <w:shd w:val="clear" w:color="auto" w:fill="auto"/>
        <w:tabs>
          <w:tab w:val="left" w:pos="5781"/>
        </w:tabs>
        <w:spacing w:after="0" w:line="240" w:lineRule="auto"/>
        <w:ind w:left="40" w:right="40" w:firstLine="360"/>
        <w:jc w:val="both"/>
        <w:rPr>
          <w:b w:val="0"/>
        </w:rPr>
      </w:pPr>
      <w:r>
        <w:rPr>
          <w:b w:val="0"/>
        </w:rPr>
        <w:t xml:space="preserve">                                                                  </w:t>
      </w:r>
    </w:p>
    <w:p w:rsidR="00506865" w:rsidRDefault="00506865" w:rsidP="007979FE">
      <w:pPr>
        <w:pStyle w:val="1"/>
        <w:shd w:val="clear" w:color="auto" w:fill="auto"/>
        <w:spacing w:before="0" w:after="0" w:line="240" w:lineRule="auto"/>
        <w:ind w:right="20"/>
      </w:pPr>
      <w:r>
        <w:t>С внесением изменений в бюджетную роспись дефицит бюджета составит 822,4 тыс. рублей.</w:t>
      </w:r>
    </w:p>
    <w:p w:rsidR="00506865" w:rsidRDefault="00506865" w:rsidP="007979FE">
      <w:pPr>
        <w:pStyle w:val="1"/>
        <w:shd w:val="clear" w:color="auto" w:fill="auto"/>
        <w:spacing w:before="0" w:after="0" w:line="240" w:lineRule="auto"/>
        <w:ind w:right="20"/>
      </w:pPr>
      <w:r>
        <w:t>Источником финансирования дефицита бюджета является остаток средств на счете по учету бюджетных средств на начало года в сумме 822,4 тыс. рублей.</w:t>
      </w:r>
    </w:p>
    <w:p w:rsidR="00506865" w:rsidRDefault="00506865" w:rsidP="00DF7F4A">
      <w:pPr>
        <w:pStyle w:val="1"/>
        <w:shd w:val="clear" w:color="auto" w:fill="auto"/>
        <w:spacing w:before="0" w:after="0" w:line="322" w:lineRule="exact"/>
        <w:ind w:right="20"/>
        <w:jc w:val="both"/>
      </w:pPr>
      <w:r>
        <w:t>Контрольно-счетная палата Мглинского района замечаний по проекту решения не имеет и предлагает Соколовскому сельскому Совету народных депутатов его принять.</w:t>
      </w:r>
    </w:p>
    <w:p w:rsidR="00506865" w:rsidRPr="007979FE" w:rsidRDefault="00506865" w:rsidP="007979FE">
      <w:pPr>
        <w:sectPr w:rsidR="00506865" w:rsidRPr="007979FE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</w:p>
    <w:p w:rsidR="00506865" w:rsidRDefault="00506865" w:rsidP="00DF7F4A">
      <w:pPr>
        <w:framePr w:w="2400" w:h="1354" w:wrap="around" w:vAnchor="text" w:hAnchor="margin" w:x="3328" w:y="1"/>
        <w:rPr>
          <w:sz w:val="2"/>
        </w:rPr>
      </w:pPr>
      <w:r>
        <w:rPr>
          <w:sz w:val="2"/>
        </w:rPr>
        <w:t xml:space="preserve">     </w:t>
      </w:r>
    </w:p>
    <w:p w:rsidR="00506865" w:rsidRDefault="00506865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506865" w:rsidRDefault="00506865" w:rsidP="000C7845">
      <w:pPr>
        <w:pStyle w:val="22"/>
        <w:framePr w:w="2341" w:h="270" w:wrap="around" w:vAnchor="text" w:hAnchor="page" w:x="8596" w:y="656"/>
        <w:shd w:val="clear" w:color="auto" w:fill="auto"/>
        <w:spacing w:line="270" w:lineRule="exact"/>
      </w:pPr>
      <w:r>
        <w:t>Л.В.Чуприк</w:t>
      </w:r>
    </w:p>
    <w:p w:rsidR="00506865" w:rsidRDefault="00506865" w:rsidP="00DF7F4A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  <w:r>
        <w:t>Председатель Контрольно-счетной палаты</w:t>
      </w:r>
    </w:p>
    <w:p w:rsidR="00506865" w:rsidRDefault="00506865" w:rsidP="00DF7F4A">
      <w:pPr>
        <w:rPr>
          <w:sz w:val="2"/>
          <w:szCs w:val="2"/>
        </w:rPr>
      </w:pPr>
    </w:p>
    <w:p w:rsidR="00506865" w:rsidRDefault="00506865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506865" w:rsidRPr="00B71033" w:rsidRDefault="00506865" w:rsidP="00B71033"/>
    <w:p w:rsidR="00506865" w:rsidRPr="00B71033" w:rsidRDefault="00506865" w:rsidP="00B71033"/>
    <w:p w:rsidR="00506865" w:rsidRPr="00B71033" w:rsidRDefault="00506865" w:rsidP="00B71033"/>
    <w:p w:rsidR="00506865" w:rsidRPr="009F5794" w:rsidRDefault="00506865" w:rsidP="004B0CB5">
      <w:pPr>
        <w:rPr>
          <w:rFonts w:ascii="Times New Roman" w:hAnsi="Times New Roman" w:cs="Times New Roman"/>
        </w:rPr>
      </w:pPr>
      <w:r w:rsidRPr="009F5794">
        <w:rPr>
          <w:rFonts w:ascii="Times New Roman" w:hAnsi="Times New Roman" w:cs="Times New Roman"/>
        </w:rPr>
        <w:t xml:space="preserve">Исполнитель </w:t>
      </w:r>
    </w:p>
    <w:p w:rsidR="00506865" w:rsidRPr="009F5794" w:rsidRDefault="00506865" w:rsidP="004B0CB5">
      <w:pPr>
        <w:rPr>
          <w:rFonts w:ascii="Times New Roman" w:hAnsi="Times New Roman" w:cs="Times New Roman"/>
        </w:rPr>
      </w:pPr>
      <w:r w:rsidRPr="009F5794">
        <w:rPr>
          <w:rFonts w:ascii="Times New Roman" w:hAnsi="Times New Roman" w:cs="Times New Roman"/>
        </w:rPr>
        <w:t>Комкова Н.Е</w:t>
      </w:r>
    </w:p>
    <w:p w:rsidR="00506865" w:rsidRPr="009F5794" w:rsidRDefault="00506865" w:rsidP="00B71033">
      <w:pPr>
        <w:rPr>
          <w:rFonts w:ascii="Times New Roman" w:hAnsi="Times New Roman" w:cs="Times New Roman"/>
        </w:rPr>
      </w:pPr>
    </w:p>
    <w:p w:rsidR="00506865" w:rsidRPr="00B71033" w:rsidRDefault="00506865" w:rsidP="00B71033"/>
    <w:p w:rsidR="00506865" w:rsidRPr="00B71033" w:rsidRDefault="00506865" w:rsidP="00B71033"/>
    <w:p w:rsidR="00506865" w:rsidRPr="00B71033" w:rsidRDefault="00506865" w:rsidP="00B71033"/>
    <w:p w:rsidR="00506865" w:rsidRPr="00B71033" w:rsidRDefault="00506865" w:rsidP="00B71033"/>
    <w:p w:rsidR="00506865" w:rsidRPr="00B71033" w:rsidRDefault="00506865" w:rsidP="00B71033"/>
    <w:p w:rsidR="00506865" w:rsidRPr="00B71033" w:rsidRDefault="00506865" w:rsidP="00B71033"/>
    <w:p w:rsidR="00506865" w:rsidRPr="00B71033" w:rsidRDefault="00506865" w:rsidP="00B71033"/>
    <w:p w:rsidR="00506865" w:rsidRPr="00B71033" w:rsidRDefault="00506865" w:rsidP="00B71033"/>
    <w:p w:rsidR="00506865" w:rsidRPr="00B71033" w:rsidRDefault="00506865" w:rsidP="00B71033"/>
    <w:p w:rsidR="00506865" w:rsidRPr="00B71033" w:rsidRDefault="00506865" w:rsidP="00B71033"/>
    <w:p w:rsidR="00506865" w:rsidRPr="00B71033" w:rsidRDefault="00506865" w:rsidP="00B71033"/>
    <w:p w:rsidR="00506865" w:rsidRDefault="00506865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B71033">
        <w:br w:type="page"/>
      </w:r>
    </w:p>
    <w:p w:rsidR="00506865" w:rsidRDefault="00506865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506865" w:rsidRDefault="00506865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506865" w:rsidRDefault="00506865">
      <w:pPr>
        <w:rPr>
          <w:sz w:val="2"/>
          <w:szCs w:val="2"/>
        </w:rPr>
      </w:pPr>
    </w:p>
    <w:sectPr w:rsidR="00506865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865" w:rsidRDefault="00506865" w:rsidP="007B4D49">
      <w:r>
        <w:separator/>
      </w:r>
    </w:p>
  </w:endnote>
  <w:endnote w:type="continuationSeparator" w:id="0">
    <w:p w:rsidR="00506865" w:rsidRDefault="00506865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865" w:rsidRDefault="00506865"/>
  </w:footnote>
  <w:footnote w:type="continuationSeparator" w:id="0">
    <w:p w:rsidR="00506865" w:rsidRDefault="0050686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302B8"/>
    <w:rsid w:val="00030B11"/>
    <w:rsid w:val="00044A8A"/>
    <w:rsid w:val="000601A2"/>
    <w:rsid w:val="00061BDB"/>
    <w:rsid w:val="000735D7"/>
    <w:rsid w:val="00096693"/>
    <w:rsid w:val="000A4FA4"/>
    <w:rsid w:val="000A676E"/>
    <w:rsid w:val="000B2759"/>
    <w:rsid w:val="000B71FE"/>
    <w:rsid w:val="000C7845"/>
    <w:rsid w:val="00112C2B"/>
    <w:rsid w:val="00124B75"/>
    <w:rsid w:val="00125E73"/>
    <w:rsid w:val="00130424"/>
    <w:rsid w:val="00157C66"/>
    <w:rsid w:val="001628DB"/>
    <w:rsid w:val="00170F07"/>
    <w:rsid w:val="00177ED4"/>
    <w:rsid w:val="0018373F"/>
    <w:rsid w:val="001B0348"/>
    <w:rsid w:val="001E020F"/>
    <w:rsid w:val="002010B7"/>
    <w:rsid w:val="00224AD3"/>
    <w:rsid w:val="00232564"/>
    <w:rsid w:val="00256B26"/>
    <w:rsid w:val="00267A7F"/>
    <w:rsid w:val="00277BA7"/>
    <w:rsid w:val="002828A9"/>
    <w:rsid w:val="00282DE9"/>
    <w:rsid w:val="002871E9"/>
    <w:rsid w:val="00297D89"/>
    <w:rsid w:val="002A6528"/>
    <w:rsid w:val="002B36F9"/>
    <w:rsid w:val="002F31E2"/>
    <w:rsid w:val="003066DF"/>
    <w:rsid w:val="00306841"/>
    <w:rsid w:val="0031350F"/>
    <w:rsid w:val="00333292"/>
    <w:rsid w:val="00336B23"/>
    <w:rsid w:val="00347578"/>
    <w:rsid w:val="00354AC4"/>
    <w:rsid w:val="003730CE"/>
    <w:rsid w:val="00377023"/>
    <w:rsid w:val="003928BD"/>
    <w:rsid w:val="003C7105"/>
    <w:rsid w:val="003D4F72"/>
    <w:rsid w:val="003E33B7"/>
    <w:rsid w:val="003E5A7C"/>
    <w:rsid w:val="003F1A5A"/>
    <w:rsid w:val="004005B2"/>
    <w:rsid w:val="00405162"/>
    <w:rsid w:val="004265F7"/>
    <w:rsid w:val="00435856"/>
    <w:rsid w:val="00451430"/>
    <w:rsid w:val="00452E43"/>
    <w:rsid w:val="00467197"/>
    <w:rsid w:val="004679E5"/>
    <w:rsid w:val="004852C8"/>
    <w:rsid w:val="004A629E"/>
    <w:rsid w:val="004B0CB5"/>
    <w:rsid w:val="004E31B3"/>
    <w:rsid w:val="004F4564"/>
    <w:rsid w:val="00506865"/>
    <w:rsid w:val="005163CD"/>
    <w:rsid w:val="00571601"/>
    <w:rsid w:val="00581DE2"/>
    <w:rsid w:val="005C63D0"/>
    <w:rsid w:val="005C66DA"/>
    <w:rsid w:val="005E27A8"/>
    <w:rsid w:val="005E728E"/>
    <w:rsid w:val="00605DAD"/>
    <w:rsid w:val="00615BFF"/>
    <w:rsid w:val="0062201F"/>
    <w:rsid w:val="00630D38"/>
    <w:rsid w:val="00632181"/>
    <w:rsid w:val="0064056F"/>
    <w:rsid w:val="00642CB0"/>
    <w:rsid w:val="00643E51"/>
    <w:rsid w:val="00650412"/>
    <w:rsid w:val="00665AF7"/>
    <w:rsid w:val="00692E6E"/>
    <w:rsid w:val="006966C3"/>
    <w:rsid w:val="006A2E1F"/>
    <w:rsid w:val="006C5891"/>
    <w:rsid w:val="006C6AA0"/>
    <w:rsid w:val="006D3995"/>
    <w:rsid w:val="006D7772"/>
    <w:rsid w:val="006F2B34"/>
    <w:rsid w:val="007033A0"/>
    <w:rsid w:val="00720F3D"/>
    <w:rsid w:val="00723A50"/>
    <w:rsid w:val="007542B6"/>
    <w:rsid w:val="0076281D"/>
    <w:rsid w:val="007639B2"/>
    <w:rsid w:val="007671F3"/>
    <w:rsid w:val="007979FE"/>
    <w:rsid w:val="007A63C9"/>
    <w:rsid w:val="007B4D49"/>
    <w:rsid w:val="007E7DF9"/>
    <w:rsid w:val="00822413"/>
    <w:rsid w:val="00831A48"/>
    <w:rsid w:val="00856E92"/>
    <w:rsid w:val="00866BC0"/>
    <w:rsid w:val="00880EA7"/>
    <w:rsid w:val="0089358C"/>
    <w:rsid w:val="008945DB"/>
    <w:rsid w:val="008A141E"/>
    <w:rsid w:val="008A3B33"/>
    <w:rsid w:val="008B0D38"/>
    <w:rsid w:val="008E4E1F"/>
    <w:rsid w:val="0090274F"/>
    <w:rsid w:val="00907A6D"/>
    <w:rsid w:val="009119B1"/>
    <w:rsid w:val="0092083A"/>
    <w:rsid w:val="00930E54"/>
    <w:rsid w:val="0097331A"/>
    <w:rsid w:val="009A7072"/>
    <w:rsid w:val="009A792C"/>
    <w:rsid w:val="009A7D5C"/>
    <w:rsid w:val="009B08BB"/>
    <w:rsid w:val="009E1C5F"/>
    <w:rsid w:val="009E4548"/>
    <w:rsid w:val="009E6923"/>
    <w:rsid w:val="009F5794"/>
    <w:rsid w:val="00A3501F"/>
    <w:rsid w:val="00A414F9"/>
    <w:rsid w:val="00A516A7"/>
    <w:rsid w:val="00A63EBA"/>
    <w:rsid w:val="00A71BCC"/>
    <w:rsid w:val="00A92494"/>
    <w:rsid w:val="00A96788"/>
    <w:rsid w:val="00AB07A8"/>
    <w:rsid w:val="00AB0AF1"/>
    <w:rsid w:val="00AB7B7C"/>
    <w:rsid w:val="00AD12CA"/>
    <w:rsid w:val="00AD1467"/>
    <w:rsid w:val="00AD7E05"/>
    <w:rsid w:val="00AF71D3"/>
    <w:rsid w:val="00B03246"/>
    <w:rsid w:val="00B50599"/>
    <w:rsid w:val="00B71033"/>
    <w:rsid w:val="00BA1413"/>
    <w:rsid w:val="00BC039D"/>
    <w:rsid w:val="00BC5DB4"/>
    <w:rsid w:val="00BE2CB8"/>
    <w:rsid w:val="00BE421A"/>
    <w:rsid w:val="00C025DA"/>
    <w:rsid w:val="00C0643E"/>
    <w:rsid w:val="00C26E4E"/>
    <w:rsid w:val="00C34842"/>
    <w:rsid w:val="00C50E53"/>
    <w:rsid w:val="00C87D2C"/>
    <w:rsid w:val="00CD6CD5"/>
    <w:rsid w:val="00CF10F3"/>
    <w:rsid w:val="00CF51C6"/>
    <w:rsid w:val="00D02E6D"/>
    <w:rsid w:val="00D118DD"/>
    <w:rsid w:val="00D14300"/>
    <w:rsid w:val="00D20A12"/>
    <w:rsid w:val="00D618D6"/>
    <w:rsid w:val="00D71A53"/>
    <w:rsid w:val="00DA1263"/>
    <w:rsid w:val="00DA12A8"/>
    <w:rsid w:val="00DA2270"/>
    <w:rsid w:val="00DA4B0D"/>
    <w:rsid w:val="00DB4AEC"/>
    <w:rsid w:val="00DC21AC"/>
    <w:rsid w:val="00DC2D91"/>
    <w:rsid w:val="00DC7754"/>
    <w:rsid w:val="00DC79A3"/>
    <w:rsid w:val="00DF7F4A"/>
    <w:rsid w:val="00E14327"/>
    <w:rsid w:val="00E41C5B"/>
    <w:rsid w:val="00E622CF"/>
    <w:rsid w:val="00E65F03"/>
    <w:rsid w:val="00E94B9C"/>
    <w:rsid w:val="00EB4B3E"/>
    <w:rsid w:val="00EC22BF"/>
    <w:rsid w:val="00F05BE1"/>
    <w:rsid w:val="00F16E24"/>
    <w:rsid w:val="00F24CDF"/>
    <w:rsid w:val="00F321BB"/>
    <w:rsid w:val="00F40849"/>
    <w:rsid w:val="00F54D58"/>
    <w:rsid w:val="00F56CE8"/>
    <w:rsid w:val="00FC6B41"/>
    <w:rsid w:val="00FE083E"/>
    <w:rsid w:val="00FF3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1272</TotalTime>
  <Pages>3</Pages>
  <Words>274</Words>
  <Characters>1562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121</cp:revision>
  <cp:lastPrinted>2019-03-21T10:15:00Z</cp:lastPrinted>
  <dcterms:created xsi:type="dcterms:W3CDTF">2017-08-01T06:27:00Z</dcterms:created>
  <dcterms:modified xsi:type="dcterms:W3CDTF">2019-03-21T11:06:00Z</dcterms:modified>
</cp:coreProperties>
</file>