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872" w:rsidRDefault="005D3872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 xml:space="preserve"> ДОПОЛНИТЕЛЬНОЕ СОГЛАШЕНИЕ</w:t>
      </w:r>
    </w:p>
    <w:p w:rsidR="005D3872" w:rsidRDefault="005D3872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16 января 2015 года </w:t>
      </w:r>
    </w:p>
    <w:p w:rsidR="005D3872" w:rsidRDefault="005D3872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5D3872" w:rsidRPr="00603A7A" w:rsidRDefault="005D3872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5D3872" w:rsidRDefault="005D3872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5D3872" w:rsidRPr="00603A7A" w:rsidRDefault="005D3872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5D3872" w:rsidRDefault="005D3872">
      <w:pPr>
        <w:jc w:val="center"/>
        <w:rPr>
          <w:rFonts w:ascii="Times New Roman" w:hAnsi="Times New Roman" w:cs="Times New Roman"/>
        </w:rPr>
      </w:pPr>
    </w:p>
    <w:p w:rsidR="005D3872" w:rsidRPr="00DD2534" w:rsidRDefault="005D3872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603A7A">
        <w:rPr>
          <w:rStyle w:val="145pt"/>
          <w:i w:val="0"/>
          <w:lang w:val="ru-RU" w:eastAsia="ru-RU"/>
        </w:rPr>
        <w:t>«</w:t>
      </w:r>
      <w:r w:rsidRPr="00EE7E71">
        <w:rPr>
          <w:rStyle w:val="145pt"/>
          <w:i w:val="0"/>
          <w:lang w:val="ru-RU" w:eastAsia="ru-RU"/>
        </w:rPr>
        <w:t>____</w:t>
      </w:r>
      <w:r w:rsidRPr="00603A7A">
        <w:rPr>
          <w:rStyle w:val="145pt"/>
          <w:i w:val="0"/>
          <w:lang w:val="ru-RU" w:eastAsia="ru-RU"/>
        </w:rPr>
        <w:t>»</w:t>
      </w:r>
      <w:r w:rsidRPr="00EE7E71">
        <w:rPr>
          <w:rStyle w:val="145pt"/>
          <w:i w:val="0"/>
          <w:lang w:val="ru-RU" w:eastAsia="ru-RU"/>
        </w:rPr>
        <w:t>_________</w:t>
      </w:r>
      <w:r w:rsidRPr="00DD2534">
        <w:rPr>
          <w:rFonts w:ascii="Times New Roman" w:hAnsi="Times New Roman" w:cs="Times New Roman"/>
        </w:rPr>
        <w:t>20___г.</w:t>
      </w:r>
    </w:p>
    <w:p w:rsidR="005D3872" w:rsidRDefault="005D3872">
      <w:pPr>
        <w:jc w:val="center"/>
        <w:rPr>
          <w:rFonts w:ascii="Times New Roman" w:hAnsi="Times New Roman" w:cs="Times New Roman"/>
        </w:rPr>
      </w:pPr>
    </w:p>
    <w:p w:rsidR="005D3872" w:rsidRDefault="005D3872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Ширко Александра Николаевича</w:t>
      </w:r>
      <w:r w:rsidRPr="00603A7A">
        <w:rPr>
          <w:rFonts w:ascii="Times New Roman" w:hAnsi="Times New Roman" w:cs="Times New Roman"/>
        </w:rPr>
        <w:t>, действующего на основа</w:t>
      </w:r>
      <w:r>
        <w:rPr>
          <w:rFonts w:ascii="Times New Roman" w:hAnsi="Times New Roman" w:cs="Times New Roman"/>
        </w:rPr>
        <w:t>нии Устава,</w:t>
      </w:r>
      <w:r w:rsidRPr="00A443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№1119, с одной стороны, и М</w:t>
      </w:r>
      <w:r w:rsidRPr="00603A7A">
        <w:rPr>
          <w:rFonts w:ascii="Times New Roman" w:hAnsi="Times New Roman" w:cs="Times New Roman"/>
        </w:rPr>
        <w:t>униципальное бюджетное</w:t>
      </w:r>
      <w:r>
        <w:rPr>
          <w:rFonts w:ascii="Times New Roman" w:hAnsi="Times New Roman" w:cs="Times New Roman"/>
        </w:rPr>
        <w:t xml:space="preserve"> образовательное</w:t>
      </w:r>
      <w:r w:rsidRPr="00603A7A">
        <w:rPr>
          <w:rFonts w:ascii="Times New Roman" w:hAnsi="Times New Roman" w:cs="Times New Roman"/>
        </w:rPr>
        <w:t xml:space="preserve"> учреждение </w:t>
      </w:r>
      <w:r>
        <w:rPr>
          <w:rFonts w:ascii="Times New Roman" w:hAnsi="Times New Roman" w:cs="Times New Roman"/>
        </w:rPr>
        <w:t xml:space="preserve">дополнительного образования детей </w:t>
      </w:r>
      <w:r w:rsidRPr="00603A7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Мглинская детская музыкальная школа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Курашко Антонины Владимировны</w:t>
      </w:r>
      <w:r w:rsidRPr="00603A7A">
        <w:rPr>
          <w:rFonts w:ascii="Times New Roman" w:hAnsi="Times New Roman" w:cs="Times New Roman"/>
        </w:rPr>
        <w:t>, действующей на основании Устава,</w:t>
      </w:r>
      <w:r>
        <w:rPr>
          <w:rFonts w:ascii="Times New Roman" w:hAnsi="Times New Roman" w:cs="Times New Roman"/>
        </w:rPr>
        <w:t xml:space="preserve"> утвержденного Постановлением администрации Мглинского района от 28 мая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</w:rPr>
          <w:t>2013 г</w:t>
        </w:r>
      </w:smartTag>
      <w:r>
        <w:rPr>
          <w:rFonts w:ascii="Times New Roman" w:hAnsi="Times New Roman" w:cs="Times New Roman"/>
        </w:rPr>
        <w:t xml:space="preserve">. №315, 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5D3872" w:rsidRDefault="005D3872" w:rsidP="00603A7A">
      <w:pPr>
        <w:ind w:firstLine="851"/>
        <w:jc w:val="both"/>
        <w:rPr>
          <w:rFonts w:ascii="Times New Roman" w:hAnsi="Times New Roman" w:cs="Times New Roman"/>
        </w:rPr>
      </w:pPr>
    </w:p>
    <w:p w:rsidR="005D3872" w:rsidRDefault="005D3872" w:rsidP="00BE7FEE">
      <w:pPr>
        <w:ind w:firstLine="851"/>
        <w:jc w:val="both"/>
        <w:rPr>
          <w:rFonts w:ascii="Times New Roman" w:hAnsi="Times New Roman" w:cs="Times New Roman"/>
        </w:rPr>
      </w:pPr>
    </w:p>
    <w:p w:rsidR="005D3872" w:rsidRDefault="005D3872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5D3872" w:rsidRDefault="005D3872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16 января 2015 года остаются неизменными и стороны подтверждают под ним свои обязательства.</w:t>
      </w:r>
    </w:p>
    <w:p w:rsidR="005D3872" w:rsidRPr="00DD2534" w:rsidRDefault="005D3872" w:rsidP="00BE7FEE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5D3872" w:rsidRPr="00DD2534" w:rsidRDefault="005D3872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</w:p>
    <w:p w:rsidR="005D3872" w:rsidRPr="00DD2534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sz w:val="24"/>
          <w:szCs w:val="24"/>
        </w:rPr>
      </w:pPr>
    </w:p>
    <w:p w:rsidR="005D3872" w:rsidRPr="00DD2534" w:rsidRDefault="005D3872" w:rsidP="00BE7FEE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5D3872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5D3872" w:rsidRDefault="005D3872" w:rsidP="005A22E2">
      <w:pPr>
        <w:pStyle w:val="2"/>
        <w:shd w:val="clear" w:color="auto" w:fill="auto"/>
        <w:tabs>
          <w:tab w:val="left" w:pos="0"/>
        </w:tabs>
        <w:spacing w:line="264" w:lineRule="exact"/>
        <w:ind w:firstLine="0"/>
        <w:rPr>
          <w:rStyle w:val="Exact"/>
        </w:rPr>
      </w:pPr>
      <w:r>
        <w:rPr>
          <w:rStyle w:val="Exact"/>
          <w:b/>
          <w:u w:val="none"/>
        </w:rPr>
        <w:t xml:space="preserve">          </w:t>
      </w: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5D3872" w:rsidRPr="00EE7E71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5D3872" w:rsidRPr="00EE7E71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ул. </w:t>
      </w:r>
      <w:r>
        <w:rPr>
          <w:rStyle w:val="Exact"/>
          <w:u w:val="none"/>
        </w:rPr>
        <w:t>Урицкого</w:t>
      </w:r>
      <w:r w:rsidRPr="00EE7E71">
        <w:rPr>
          <w:rStyle w:val="Exact"/>
          <w:u w:val="none"/>
        </w:rPr>
        <w:t xml:space="preserve"> д.</w:t>
      </w:r>
      <w:r>
        <w:rPr>
          <w:rStyle w:val="Exact"/>
          <w:u w:val="none"/>
        </w:rPr>
        <w:t>2</w:t>
      </w:r>
    </w:p>
    <w:p w:rsidR="005D3872" w:rsidRPr="00EE7E71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5D3872" w:rsidRPr="004854CF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4854CF">
        <w:rPr>
          <w:rStyle w:val="Exact"/>
          <w:u w:val="none"/>
        </w:rPr>
        <w:t xml:space="preserve">ИНН </w:t>
      </w:r>
      <w:r w:rsidRPr="004854CF">
        <w:rPr>
          <w:sz w:val="21"/>
          <w:szCs w:val="21"/>
        </w:rPr>
        <w:t>3220002383</w:t>
      </w:r>
    </w:p>
    <w:p w:rsidR="005D3872" w:rsidRPr="004854CF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4854CF">
        <w:rPr>
          <w:rStyle w:val="Exact"/>
          <w:u w:val="none"/>
        </w:rPr>
        <w:t>БИК 041501001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  <w:t>БИК 041501001</w:t>
      </w:r>
    </w:p>
    <w:p w:rsidR="005D3872" w:rsidRPr="004854CF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4854CF">
        <w:rPr>
          <w:rStyle w:val="Exact"/>
          <w:u w:val="none"/>
        </w:rPr>
        <w:t>р/с 40204810400000100126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  <w:t xml:space="preserve">р/с </w:t>
      </w:r>
      <w:r w:rsidRPr="004854CF">
        <w:rPr>
          <w:sz w:val="21"/>
          <w:szCs w:val="21"/>
        </w:rPr>
        <w:t>40701810000011000192</w:t>
      </w:r>
    </w:p>
    <w:p w:rsidR="005D3872" w:rsidRPr="004854CF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4854CF">
        <w:rPr>
          <w:rStyle w:val="Exact"/>
          <w:u w:val="none"/>
        </w:rPr>
        <w:t>л/с 03273012380</w:t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</w:r>
      <w:r w:rsidRPr="004854CF">
        <w:rPr>
          <w:rStyle w:val="Exact"/>
          <w:u w:val="none"/>
        </w:rPr>
        <w:tab/>
        <w:t xml:space="preserve">л/с </w:t>
      </w:r>
      <w:r w:rsidRPr="004854CF">
        <w:rPr>
          <w:sz w:val="21"/>
          <w:szCs w:val="21"/>
        </w:rPr>
        <w:t>20276Ч47440</w:t>
      </w:r>
    </w:p>
    <w:p w:rsidR="005D3872" w:rsidRPr="00EE7E71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5D3872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МБОУ ДОД Мглинская ДМШ</w:t>
      </w:r>
    </w:p>
    <w:p w:rsidR="005D3872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5D3872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А.Н. </w:t>
      </w:r>
      <w:r>
        <w:tab/>
      </w:r>
      <w:r>
        <w:tab/>
      </w:r>
      <w:r>
        <w:tab/>
        <w:t xml:space="preserve">           _____________ Курашко А.В.</w:t>
      </w:r>
    </w:p>
    <w:p w:rsidR="005D3872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5D3872" w:rsidRPr="00082060" w:rsidRDefault="005D3872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5D3872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2A8F"/>
    <w:rsid w:val="003A6EE4"/>
    <w:rsid w:val="004854CF"/>
    <w:rsid w:val="005A22E2"/>
    <w:rsid w:val="005D3872"/>
    <w:rsid w:val="00603A7A"/>
    <w:rsid w:val="007A3BEC"/>
    <w:rsid w:val="00821D33"/>
    <w:rsid w:val="009635C0"/>
    <w:rsid w:val="00A247CE"/>
    <w:rsid w:val="00A44396"/>
    <w:rsid w:val="00A53C37"/>
    <w:rsid w:val="00AD05F3"/>
    <w:rsid w:val="00AD7E61"/>
    <w:rsid w:val="00BE7FEE"/>
    <w:rsid w:val="00C33D1D"/>
    <w:rsid w:val="00DD2534"/>
    <w:rsid w:val="00EE7E71"/>
    <w:rsid w:val="00F96C38"/>
    <w:rsid w:val="00FC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288</Words>
  <Characters>1643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8</cp:revision>
  <cp:lastPrinted>2015-04-07T12:18:00Z</cp:lastPrinted>
  <dcterms:created xsi:type="dcterms:W3CDTF">2014-08-19T14:12:00Z</dcterms:created>
  <dcterms:modified xsi:type="dcterms:W3CDTF">2015-04-07T12:18:00Z</dcterms:modified>
</cp:coreProperties>
</file>