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91" w:rsidRDefault="00A1109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11091" w:rsidRDefault="00A1109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A11091" w:rsidRDefault="00A1109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ДОПОЛНИТЕЛЬНОЕ СОГЛАШЕНИЕ</w:t>
      </w:r>
    </w:p>
    <w:p w:rsidR="00A11091" w:rsidRDefault="00A1109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соглашению от 20 января 2014 года</w:t>
      </w:r>
    </w:p>
    <w:p w:rsidR="00A11091" w:rsidRDefault="00A1109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A11091" w:rsidRPr="00603A7A" w:rsidRDefault="00A11091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A11091" w:rsidRDefault="00A1109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</w:t>
      </w:r>
    </w:p>
    <w:p w:rsidR="00A11091" w:rsidRPr="00603A7A" w:rsidRDefault="00A1109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 муниципальных услуг (выполнение работ)</w:t>
      </w:r>
    </w:p>
    <w:p w:rsidR="00A11091" w:rsidRDefault="00A11091">
      <w:pPr>
        <w:jc w:val="center"/>
        <w:rPr>
          <w:rFonts w:ascii="Times New Roman" w:hAnsi="Times New Roman" w:cs="Times New Roman"/>
        </w:rPr>
      </w:pPr>
    </w:p>
    <w:p w:rsidR="00A11091" w:rsidRPr="00DD2534" w:rsidRDefault="00A11091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F54DDB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  <w:t xml:space="preserve"> 20 </w:t>
      </w:r>
      <w:r w:rsidRPr="00F54DDB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 ноября </w:t>
      </w:r>
      <w:r w:rsidRPr="00F54DDB">
        <w:rPr>
          <w:rFonts w:ascii="Times New Roman" w:hAnsi="Times New Roman" w:cs="Times New Roman"/>
        </w:rPr>
        <w:t xml:space="preserve"> 2014г</w:t>
      </w:r>
      <w:r w:rsidRPr="00DD2534">
        <w:rPr>
          <w:rFonts w:ascii="Times New Roman" w:hAnsi="Times New Roman" w:cs="Times New Roman"/>
        </w:rPr>
        <w:t>.</w:t>
      </w:r>
    </w:p>
    <w:p w:rsidR="00A11091" w:rsidRDefault="00A11091">
      <w:pPr>
        <w:jc w:val="center"/>
        <w:rPr>
          <w:rFonts w:ascii="Times New Roman" w:hAnsi="Times New Roman" w:cs="Times New Roman"/>
        </w:rPr>
      </w:pPr>
    </w:p>
    <w:p w:rsidR="00A11091" w:rsidRDefault="00A11091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«Мглинский районный краеведческий музей» (далее - Учреждение), в лице директора Востоковой Александры Ивановны, действующей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№1117</w:t>
      </w:r>
      <w:r w:rsidRPr="00603A7A">
        <w:rPr>
          <w:rFonts w:ascii="Times New Roman" w:hAnsi="Times New Roman" w:cs="Times New Roman"/>
        </w:rPr>
        <w:t>, с другой стороны, вместе именуемые Сторонами, заключили настоящее Соглашение о нижеследующем.</w:t>
      </w:r>
    </w:p>
    <w:p w:rsidR="00A11091" w:rsidRDefault="00A11091" w:rsidP="00603A7A">
      <w:pPr>
        <w:ind w:firstLine="851"/>
        <w:jc w:val="both"/>
        <w:rPr>
          <w:rFonts w:ascii="Times New Roman" w:hAnsi="Times New Roman" w:cs="Times New Roman"/>
        </w:rPr>
      </w:pPr>
    </w:p>
    <w:p w:rsidR="00A11091" w:rsidRDefault="00A1109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A11091" w:rsidRDefault="00A1109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A11091" w:rsidRPr="00DD2534" w:rsidRDefault="00A1109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A11091" w:rsidRDefault="00A1109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A11091" w:rsidRDefault="00A1109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A11091" w:rsidRPr="00DD2534" w:rsidRDefault="00A1109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>_____________ Востокова А.И.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A11091" w:rsidRPr="004A50F5" w:rsidRDefault="00A11091" w:rsidP="008C3CFE">
      <w:pPr>
        <w:pStyle w:val="21"/>
        <w:shd w:val="clear" w:color="auto" w:fill="auto"/>
        <w:spacing w:line="100" w:lineRule="exact"/>
        <w:ind w:left="7680"/>
        <w:rPr>
          <w:lang w:val="ru-RU"/>
        </w:rPr>
      </w:pPr>
    </w:p>
    <w:p w:rsidR="00A11091" w:rsidRDefault="00A11091" w:rsidP="008C3CFE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A11091" w:rsidRDefault="00A11091" w:rsidP="008C3CFE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A11091" w:rsidTr="00B316EE">
        <w:tc>
          <w:tcPr>
            <w:tcW w:w="7419" w:type="dxa"/>
          </w:tcPr>
          <w:p w:rsidR="00A11091" w:rsidRPr="008D4752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D4752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D4752">
              <w:rPr>
                <w:b/>
              </w:rPr>
              <w:t>Сумма, рублей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15000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34500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36600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56100</w:t>
            </w:r>
          </w:p>
        </w:tc>
      </w:tr>
      <w:tr w:rsidR="00A11091" w:rsidTr="00B316EE">
        <w:tc>
          <w:tcPr>
            <w:tcW w:w="7419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A11091" w:rsidRPr="008D4752" w:rsidRDefault="00A11091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118475</w:t>
            </w:r>
          </w:p>
        </w:tc>
      </w:tr>
      <w:tr w:rsidR="00A11091" w:rsidTr="00B316EE">
        <w:tc>
          <w:tcPr>
            <w:tcW w:w="7419" w:type="dxa"/>
          </w:tcPr>
          <w:p w:rsidR="00A11091" w:rsidRPr="008D4752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D475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A11091" w:rsidRDefault="00A11091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532575</w:t>
            </w:r>
          </w:p>
        </w:tc>
      </w:tr>
    </w:tbl>
    <w:p w:rsidR="00A11091" w:rsidRDefault="00A11091" w:rsidP="008C3CFE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A11091" w:rsidRDefault="00A11091" w:rsidP="008C3CFE">
      <w:pPr>
        <w:rPr>
          <w:sz w:val="2"/>
          <w:szCs w:val="2"/>
        </w:rPr>
      </w:pPr>
    </w:p>
    <w:p w:rsidR="00A11091" w:rsidRDefault="00A11091" w:rsidP="008C3CFE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A11091" w:rsidRDefault="00A11091" w:rsidP="008C3CFE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b/>
          <w:u w:val="none"/>
        </w:rPr>
        <w:t xml:space="preserve">Учредитель 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b/>
          <w:u w:val="none"/>
        </w:rPr>
        <w:t>Учреждение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8C3CFE">
          <w:rPr>
            <w:rStyle w:val="Exact1"/>
            <w:u w:val="none"/>
          </w:rPr>
          <w:t>243220, г</w:t>
        </w:r>
      </w:smartTag>
      <w:r w:rsidRPr="008C3CFE">
        <w:rPr>
          <w:rStyle w:val="Exact1"/>
          <w:u w:val="none"/>
        </w:rPr>
        <w:t>. Мглин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8C3CFE">
          <w:rPr>
            <w:rStyle w:val="Exact1"/>
            <w:u w:val="none"/>
          </w:rPr>
          <w:t>243220, г</w:t>
        </w:r>
      </w:smartTag>
      <w:r w:rsidRPr="008C3CFE">
        <w:rPr>
          <w:rStyle w:val="Exact1"/>
          <w:u w:val="none"/>
        </w:rPr>
        <w:t>. Мглин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ул. Буденного д.7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ул. Буденного д.5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Банковские реквизиты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Банковские реквизиты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ИНН 3220000474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ИНН 3253501081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БИК 041501001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БИК 041501001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р/с 40204810400000100126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р/с 40701810000011000192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л/с 03273012380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л/с 20276Ч54370</w:t>
      </w:r>
    </w:p>
    <w:p w:rsidR="00A11091" w:rsidRPr="008C3CFE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</w:p>
    <w:p w:rsidR="00A11091" w:rsidRPr="00796E93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</w:rPr>
      </w:pPr>
      <w:r w:rsidRPr="008C3CFE">
        <w:rPr>
          <w:rStyle w:val="Exact1"/>
          <w:u w:val="none"/>
        </w:rPr>
        <w:t>Начальник Мглинского районного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 xml:space="preserve">Директор </w:t>
      </w:r>
      <w:r w:rsidRPr="00796E93">
        <w:rPr>
          <w:rStyle w:val="Exact1"/>
          <w:u w:val="none"/>
        </w:rPr>
        <w:t>МБУ МРКМ</w:t>
      </w:r>
    </w:p>
    <w:p w:rsidR="00A11091" w:rsidRPr="002472DF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>отдела культуры</w:t>
      </w:r>
    </w:p>
    <w:p w:rsidR="00A11091" w:rsidRPr="002472DF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 xml:space="preserve">______________ Макарова Т.Н. 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>_____________ Востокова А.И.</w:t>
      </w:r>
    </w:p>
    <w:p w:rsidR="00A11091" w:rsidRPr="002472DF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</w:p>
    <w:p w:rsidR="00A11091" w:rsidRPr="002472DF" w:rsidRDefault="00A11091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>М.П.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>М.П.</w:t>
      </w:r>
    </w:p>
    <w:p w:rsidR="00A11091" w:rsidRPr="002472DF" w:rsidRDefault="00A11091" w:rsidP="008C3CFE">
      <w:pPr>
        <w:pStyle w:val="2"/>
        <w:shd w:val="clear" w:color="auto" w:fill="auto"/>
        <w:tabs>
          <w:tab w:val="left" w:pos="284"/>
          <w:tab w:val="left" w:pos="1418"/>
        </w:tabs>
        <w:spacing w:line="240" w:lineRule="auto"/>
        <w:ind w:firstLine="500"/>
        <w:rPr>
          <w:sz w:val="20"/>
          <w:szCs w:val="20"/>
        </w:rPr>
      </w:pPr>
    </w:p>
    <w:p w:rsidR="00A11091" w:rsidRPr="00082060" w:rsidRDefault="00A1109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sectPr w:rsidR="00A11091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0F54F8"/>
    <w:rsid w:val="001E61DD"/>
    <w:rsid w:val="002472DF"/>
    <w:rsid w:val="00291507"/>
    <w:rsid w:val="003A6EE4"/>
    <w:rsid w:val="003D05C5"/>
    <w:rsid w:val="004A50F5"/>
    <w:rsid w:val="005D2DDA"/>
    <w:rsid w:val="00603A7A"/>
    <w:rsid w:val="006243F9"/>
    <w:rsid w:val="006B295D"/>
    <w:rsid w:val="006F7F7A"/>
    <w:rsid w:val="00796E93"/>
    <w:rsid w:val="007F756D"/>
    <w:rsid w:val="008C3CFE"/>
    <w:rsid w:val="008D4752"/>
    <w:rsid w:val="009635C0"/>
    <w:rsid w:val="00963649"/>
    <w:rsid w:val="00A11091"/>
    <w:rsid w:val="00AD7E61"/>
    <w:rsid w:val="00B316EE"/>
    <w:rsid w:val="00BB2557"/>
    <w:rsid w:val="00C80D94"/>
    <w:rsid w:val="00CD7204"/>
    <w:rsid w:val="00DC6538"/>
    <w:rsid w:val="00DC77D2"/>
    <w:rsid w:val="00DD2534"/>
    <w:rsid w:val="00DE28CD"/>
    <w:rsid w:val="00E17640"/>
    <w:rsid w:val="00EF4B5B"/>
    <w:rsid w:val="00F54DDB"/>
    <w:rsid w:val="00F6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8C3CFE"/>
    <w:rPr>
      <w:spacing w:val="1"/>
      <w:sz w:val="20"/>
      <w:szCs w:val="20"/>
      <w:u w:val="singl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8C3CFE"/>
    <w:rPr>
      <w:rFonts w:ascii="Calibri" w:hAnsi="Calibri" w:cs="Times New Roman"/>
      <w:sz w:val="10"/>
      <w:szCs w:val="10"/>
      <w:lang w:val="en-US" w:bidi="ar-SA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C3CFE"/>
    <w:rPr>
      <w:rFonts w:cs="Times New Roman"/>
      <w:lang w:bidi="ar-SA"/>
    </w:rPr>
  </w:style>
  <w:style w:type="paragraph" w:customStyle="1" w:styleId="21">
    <w:name w:val="Основной текст (2)"/>
    <w:basedOn w:val="Normal"/>
    <w:link w:val="20"/>
    <w:uiPriority w:val="99"/>
    <w:rsid w:val="008C3CFE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C3CFE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2</Pages>
  <Words>445</Words>
  <Characters>2541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12</cp:revision>
  <cp:lastPrinted>2014-12-02T10:45:00Z</cp:lastPrinted>
  <dcterms:created xsi:type="dcterms:W3CDTF">2014-08-19T14:12:00Z</dcterms:created>
  <dcterms:modified xsi:type="dcterms:W3CDTF">2014-12-18T15:10:00Z</dcterms:modified>
</cp:coreProperties>
</file>