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89" w:rsidRPr="00A84854" w:rsidRDefault="00D85A89" w:rsidP="001C523C">
      <w:pPr>
        <w:pStyle w:val="Title"/>
        <w:tabs>
          <w:tab w:val="left" w:pos="2970"/>
          <w:tab w:val="left" w:pos="8280"/>
          <w:tab w:val="right" w:pos="8895"/>
        </w:tabs>
        <w:jc w:val="left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             </w:t>
      </w:r>
      <w:r w:rsidRPr="00A84854">
        <w:rPr>
          <w:sz w:val="24"/>
          <w:szCs w:val="24"/>
        </w:rPr>
        <w:t>Российская Федерация</w:t>
      </w:r>
      <w:r w:rsidRPr="00A84854">
        <w:rPr>
          <w:sz w:val="24"/>
          <w:szCs w:val="24"/>
        </w:rPr>
        <w:tab/>
      </w:r>
    </w:p>
    <w:p w:rsidR="00D85A89" w:rsidRPr="00A84854" w:rsidRDefault="00D85A89" w:rsidP="0025298D">
      <w:pPr>
        <w:pStyle w:val="Title"/>
        <w:rPr>
          <w:sz w:val="24"/>
          <w:szCs w:val="24"/>
        </w:rPr>
      </w:pPr>
      <w:r>
        <w:rPr>
          <w:sz w:val="24"/>
          <w:szCs w:val="24"/>
        </w:rPr>
        <w:t xml:space="preserve">    Брянск</w:t>
      </w:r>
      <w:r w:rsidRPr="00A84854">
        <w:rPr>
          <w:sz w:val="24"/>
          <w:szCs w:val="24"/>
        </w:rPr>
        <w:t>ая область   Мглинский район</w:t>
      </w:r>
    </w:p>
    <w:p w:rsidR="00D85A89" w:rsidRPr="00A84854" w:rsidRDefault="00D85A89" w:rsidP="0025298D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>
        <w:rPr>
          <w:b/>
          <w:bCs/>
          <w:color w:val="000000"/>
          <w:spacing w:val="-9"/>
          <w:sz w:val="24"/>
          <w:szCs w:val="24"/>
        </w:rPr>
        <w:t>Вельжич</w:t>
      </w:r>
      <w:r w:rsidRPr="00A84854">
        <w:rPr>
          <w:b/>
          <w:bCs/>
          <w:color w:val="000000"/>
          <w:spacing w:val="-9"/>
          <w:sz w:val="24"/>
          <w:szCs w:val="24"/>
        </w:rPr>
        <w:t>ское сельское поселение</w:t>
      </w:r>
    </w:p>
    <w:p w:rsidR="00D85A89" w:rsidRPr="00A84854" w:rsidRDefault="00D85A89" w:rsidP="0025298D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>
        <w:rPr>
          <w:b/>
          <w:bCs/>
          <w:color w:val="000000"/>
          <w:spacing w:val="-9"/>
          <w:sz w:val="24"/>
          <w:szCs w:val="24"/>
        </w:rPr>
        <w:t>Вельжич</w:t>
      </w:r>
      <w:r w:rsidRPr="00A84854">
        <w:rPr>
          <w:b/>
          <w:bCs/>
          <w:color w:val="000000"/>
          <w:spacing w:val="-9"/>
          <w:sz w:val="24"/>
          <w:szCs w:val="24"/>
        </w:rPr>
        <w:t>ский сельский Совет народных депутатов</w:t>
      </w:r>
    </w:p>
    <w:p w:rsidR="00D85A89" w:rsidRPr="00A84854" w:rsidRDefault="00D85A89" w:rsidP="0025298D">
      <w:pPr>
        <w:pStyle w:val="ConsPlusTitle"/>
        <w:widowControl/>
        <w:jc w:val="center"/>
        <w:rPr>
          <w:sz w:val="24"/>
          <w:szCs w:val="24"/>
        </w:rPr>
      </w:pPr>
    </w:p>
    <w:p w:rsidR="00D85A89" w:rsidRPr="00A84854" w:rsidRDefault="00D85A89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D85A89" w:rsidRPr="00A84854" w:rsidRDefault="00D85A89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D85A89" w:rsidRPr="00A84854" w:rsidRDefault="00D85A89" w:rsidP="0025298D">
      <w:pPr>
        <w:pStyle w:val="ConsPlusTitle"/>
        <w:widowControl/>
        <w:jc w:val="center"/>
        <w:rPr>
          <w:sz w:val="24"/>
          <w:szCs w:val="24"/>
        </w:rPr>
      </w:pPr>
    </w:p>
    <w:p w:rsidR="00D85A89" w:rsidRPr="00A84854" w:rsidRDefault="00D85A89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D85A89" w:rsidRPr="00A84854" w:rsidRDefault="00D85A89" w:rsidP="0025298D">
      <w:pPr>
        <w:pStyle w:val="ConsPlusTitle"/>
        <w:widowControl/>
        <w:jc w:val="center"/>
        <w:rPr>
          <w:sz w:val="24"/>
          <w:szCs w:val="24"/>
        </w:rPr>
      </w:pPr>
    </w:p>
    <w:p w:rsidR="00D85A89" w:rsidRPr="00A84854" w:rsidRDefault="00D85A89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>
        <w:rPr>
          <w:b w:val="0"/>
          <w:bCs w:val="0"/>
        </w:rPr>
        <w:t xml:space="preserve"> 14 февраля 2019 года  №3-163</w:t>
      </w:r>
    </w:p>
    <w:p w:rsidR="00D85A89" w:rsidRPr="00A84854" w:rsidRDefault="00D85A89" w:rsidP="0025298D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    с.Вельжичи</w:t>
      </w:r>
    </w:p>
    <w:p w:rsidR="00D85A89" w:rsidRPr="00A84854" w:rsidRDefault="00D85A89" w:rsidP="0025298D">
      <w:pPr>
        <w:pStyle w:val="ConsPlusTitle"/>
        <w:widowControl/>
        <w:rPr>
          <w:b w:val="0"/>
          <w:bCs w:val="0"/>
        </w:rPr>
      </w:pPr>
    </w:p>
    <w:p w:rsidR="00D85A89" w:rsidRPr="00C10981" w:rsidRDefault="00D85A89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C10981">
        <w:rPr>
          <w:b w:val="0"/>
          <w:bCs w:val="0"/>
          <w:sz w:val="22"/>
          <w:szCs w:val="22"/>
        </w:rPr>
        <w:t>О внесении изменений в решение</w:t>
      </w:r>
    </w:p>
    <w:p w:rsidR="00D85A89" w:rsidRPr="00C10981" w:rsidRDefault="00D85A89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C10981">
        <w:rPr>
          <w:b w:val="0"/>
          <w:bCs w:val="0"/>
          <w:sz w:val="22"/>
          <w:szCs w:val="22"/>
        </w:rPr>
        <w:t>от 27.12.2018</w:t>
      </w:r>
      <w:r>
        <w:rPr>
          <w:b w:val="0"/>
          <w:bCs w:val="0"/>
          <w:sz w:val="22"/>
          <w:szCs w:val="22"/>
        </w:rPr>
        <w:t xml:space="preserve"> года №3</w:t>
      </w:r>
      <w:r w:rsidRPr="00C10981">
        <w:rPr>
          <w:b w:val="0"/>
          <w:bCs w:val="0"/>
          <w:sz w:val="22"/>
          <w:szCs w:val="22"/>
        </w:rPr>
        <w:t>-1</w:t>
      </w:r>
      <w:r>
        <w:rPr>
          <w:b w:val="0"/>
          <w:bCs w:val="0"/>
          <w:sz w:val="22"/>
          <w:szCs w:val="22"/>
        </w:rPr>
        <w:t>60</w:t>
      </w:r>
      <w:r w:rsidRPr="00C10981">
        <w:rPr>
          <w:b w:val="0"/>
          <w:bCs w:val="0"/>
          <w:sz w:val="22"/>
          <w:szCs w:val="22"/>
        </w:rPr>
        <w:t xml:space="preserve"> «О бюджете муниципального</w:t>
      </w:r>
    </w:p>
    <w:p w:rsidR="00D85A89" w:rsidRPr="00C10981" w:rsidRDefault="00D85A89" w:rsidP="0025298D">
      <w:pPr>
        <w:pStyle w:val="ConsPlusTitle"/>
        <w:widowControl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образования «Вельжич</w:t>
      </w:r>
      <w:r w:rsidRPr="00C10981">
        <w:rPr>
          <w:b w:val="0"/>
          <w:bCs w:val="0"/>
          <w:sz w:val="22"/>
          <w:szCs w:val="22"/>
        </w:rPr>
        <w:t>ское сельское поселение,</w:t>
      </w:r>
    </w:p>
    <w:p w:rsidR="00D85A89" w:rsidRPr="00C10981" w:rsidRDefault="00D85A89" w:rsidP="0025298D">
      <w:pPr>
        <w:pStyle w:val="ConsPlusTitle"/>
        <w:widowControl/>
        <w:rPr>
          <w:b w:val="0"/>
          <w:bCs w:val="0"/>
          <w:sz w:val="22"/>
          <w:szCs w:val="22"/>
        </w:rPr>
      </w:pPr>
      <w:r w:rsidRPr="00C10981">
        <w:rPr>
          <w:b w:val="0"/>
          <w:bCs w:val="0"/>
          <w:sz w:val="22"/>
          <w:szCs w:val="22"/>
        </w:rPr>
        <w:t>Мглинского района,Брянской области» на 2019год</w:t>
      </w:r>
    </w:p>
    <w:p w:rsidR="00D85A89" w:rsidRPr="00C10981" w:rsidRDefault="00D85A89" w:rsidP="0025298D">
      <w:pPr>
        <w:rPr>
          <w:sz w:val="24"/>
          <w:szCs w:val="24"/>
        </w:rPr>
      </w:pPr>
      <w:r w:rsidRPr="00C10981">
        <w:rPr>
          <w:sz w:val="24"/>
          <w:szCs w:val="24"/>
        </w:rPr>
        <w:t>и на плановый период 2020 и 2021годов»</w:t>
      </w:r>
    </w:p>
    <w:p w:rsidR="00D85A89" w:rsidRPr="00A84854" w:rsidRDefault="00D85A89" w:rsidP="0025298D">
      <w:pPr>
        <w:rPr>
          <w:sz w:val="24"/>
          <w:szCs w:val="24"/>
        </w:rPr>
      </w:pPr>
    </w:p>
    <w:p w:rsidR="00D85A89" w:rsidRPr="00A84854" w:rsidRDefault="00D85A89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>
        <w:rPr>
          <w:sz w:val="24"/>
          <w:szCs w:val="24"/>
        </w:rPr>
        <w:t>8 года № 3</w:t>
      </w:r>
      <w:r w:rsidRPr="00A84854">
        <w:rPr>
          <w:sz w:val="24"/>
          <w:szCs w:val="24"/>
        </w:rPr>
        <w:t>-</w:t>
      </w:r>
      <w:r>
        <w:rPr>
          <w:sz w:val="24"/>
          <w:szCs w:val="24"/>
        </w:rPr>
        <w:t>160</w:t>
      </w:r>
      <w:r w:rsidRPr="00A84854">
        <w:rPr>
          <w:sz w:val="24"/>
          <w:szCs w:val="24"/>
        </w:rPr>
        <w:t xml:space="preserve"> « О бюджете </w:t>
      </w:r>
      <w:r>
        <w:rPr>
          <w:sz w:val="24"/>
          <w:szCs w:val="24"/>
        </w:rPr>
        <w:t>муниципального образования « Вельжич</w:t>
      </w:r>
      <w:r w:rsidRPr="00A84854">
        <w:rPr>
          <w:sz w:val="24"/>
          <w:szCs w:val="24"/>
        </w:rPr>
        <w:t>ско</w:t>
      </w:r>
      <w:r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сельско</w:t>
      </w:r>
      <w:r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поселени</w:t>
      </w:r>
      <w:r>
        <w:rPr>
          <w:sz w:val="24"/>
          <w:szCs w:val="24"/>
        </w:rPr>
        <w:t xml:space="preserve">е, Мглинского района, Брянской области </w:t>
      </w:r>
      <w:r w:rsidRPr="00A84854">
        <w:rPr>
          <w:sz w:val="24"/>
          <w:szCs w:val="24"/>
        </w:rPr>
        <w:t xml:space="preserve"> на 201</w:t>
      </w:r>
      <w:r>
        <w:rPr>
          <w:sz w:val="24"/>
          <w:szCs w:val="24"/>
        </w:rPr>
        <w:t>9  год и на плановый период 2020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21 годов»  Вельжич</w:t>
      </w:r>
      <w:r w:rsidRPr="00A84854">
        <w:rPr>
          <w:sz w:val="24"/>
          <w:szCs w:val="24"/>
        </w:rPr>
        <w:t>ский  сельский  Совет   народных  депутатов</w:t>
      </w:r>
    </w:p>
    <w:p w:rsidR="00D85A89" w:rsidRPr="00A84854" w:rsidRDefault="00D85A89" w:rsidP="0025298D">
      <w:pPr>
        <w:rPr>
          <w:sz w:val="24"/>
          <w:szCs w:val="24"/>
        </w:rPr>
      </w:pPr>
    </w:p>
    <w:p w:rsidR="00D85A89" w:rsidRPr="00A84854" w:rsidRDefault="00D85A89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D85A89" w:rsidRPr="00A84854" w:rsidRDefault="00D85A89" w:rsidP="0025298D">
      <w:pPr>
        <w:rPr>
          <w:sz w:val="24"/>
          <w:szCs w:val="24"/>
        </w:rPr>
      </w:pPr>
    </w:p>
    <w:p w:rsidR="00D85A89" w:rsidRPr="00C10981" w:rsidRDefault="00D85A89" w:rsidP="0025298D">
      <w:pPr>
        <w:numPr>
          <w:ilvl w:val="0"/>
          <w:numId w:val="1"/>
        </w:numPr>
        <w:rPr>
          <w:sz w:val="24"/>
          <w:szCs w:val="24"/>
        </w:rPr>
      </w:pPr>
      <w:r w:rsidRPr="00C10981">
        <w:rPr>
          <w:sz w:val="24"/>
          <w:szCs w:val="24"/>
        </w:rPr>
        <w:t>Внести  в решение от 27.12.2018</w:t>
      </w:r>
      <w:r>
        <w:rPr>
          <w:sz w:val="24"/>
          <w:szCs w:val="24"/>
        </w:rPr>
        <w:t xml:space="preserve"> года №3</w:t>
      </w:r>
      <w:r w:rsidRPr="00C10981">
        <w:rPr>
          <w:sz w:val="24"/>
          <w:szCs w:val="24"/>
        </w:rPr>
        <w:t>-1</w:t>
      </w:r>
      <w:r>
        <w:rPr>
          <w:sz w:val="24"/>
          <w:szCs w:val="24"/>
        </w:rPr>
        <w:t>60</w:t>
      </w:r>
      <w:r w:rsidRPr="00C10981">
        <w:rPr>
          <w:sz w:val="24"/>
          <w:szCs w:val="24"/>
        </w:rPr>
        <w:t xml:space="preserve"> «О бюджете муни</w:t>
      </w:r>
      <w:r>
        <w:rPr>
          <w:sz w:val="24"/>
          <w:szCs w:val="24"/>
        </w:rPr>
        <w:t>ципального образования « Вельжич</w:t>
      </w:r>
      <w:r w:rsidRPr="00C10981">
        <w:rPr>
          <w:sz w:val="24"/>
          <w:szCs w:val="24"/>
        </w:rPr>
        <w:t>ское  сельское поселение, Мглинского района, Брянской области» на 2019 год и на плановый период 2020 и 2021 годов»  следующие  изменения</w:t>
      </w:r>
    </w:p>
    <w:p w:rsidR="00D85A89" w:rsidRPr="00C10981" w:rsidRDefault="00D85A89" w:rsidP="00C10981">
      <w:pPr>
        <w:pStyle w:val="ListParagraph"/>
        <w:ind w:left="0"/>
        <w:rPr>
          <w:sz w:val="24"/>
          <w:szCs w:val="24"/>
        </w:rPr>
      </w:pPr>
    </w:p>
    <w:p w:rsidR="00D85A89" w:rsidRDefault="00D85A89" w:rsidP="00EB2B79">
      <w:pPr>
        <w:pStyle w:val="ListParagraph"/>
        <w:ind w:left="0"/>
        <w:rPr>
          <w:sz w:val="24"/>
          <w:szCs w:val="24"/>
        </w:rPr>
      </w:pPr>
    </w:p>
    <w:p w:rsidR="00D85A89" w:rsidRPr="005E2F80" w:rsidRDefault="00D85A89" w:rsidP="00EB2B79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1.1 В пункте 1  по</w:t>
      </w:r>
      <w:r w:rsidRPr="005E2F80">
        <w:rPr>
          <w:sz w:val="24"/>
          <w:szCs w:val="24"/>
        </w:rPr>
        <w:t xml:space="preserve">  расходам  вместо цифр «</w:t>
      </w:r>
      <w:r>
        <w:rPr>
          <w:sz w:val="24"/>
          <w:szCs w:val="24"/>
        </w:rPr>
        <w:t>887933,00</w:t>
      </w:r>
      <w:r w:rsidRPr="005E2F80">
        <w:rPr>
          <w:sz w:val="24"/>
          <w:szCs w:val="24"/>
        </w:rPr>
        <w:t>» записать «</w:t>
      </w:r>
      <w:r>
        <w:rPr>
          <w:sz w:val="24"/>
          <w:szCs w:val="24"/>
        </w:rPr>
        <w:t>1062869,29</w:t>
      </w:r>
      <w:r w:rsidRPr="005E2F80">
        <w:rPr>
          <w:sz w:val="24"/>
          <w:szCs w:val="24"/>
        </w:rPr>
        <w:t>»</w:t>
      </w:r>
      <w:r>
        <w:rPr>
          <w:sz w:val="24"/>
          <w:szCs w:val="24"/>
        </w:rPr>
        <w:t xml:space="preserve"> ввести дефицит в сумме «174936,29»</w:t>
      </w:r>
    </w:p>
    <w:p w:rsidR="00D85A89" w:rsidRDefault="00D85A89" w:rsidP="005E2F80">
      <w:pPr>
        <w:rPr>
          <w:sz w:val="24"/>
          <w:szCs w:val="24"/>
        </w:rPr>
      </w:pPr>
    </w:p>
    <w:p w:rsidR="00D85A89" w:rsidRDefault="00D85A89" w:rsidP="005E2F80">
      <w:pPr>
        <w:rPr>
          <w:sz w:val="24"/>
          <w:szCs w:val="24"/>
        </w:rPr>
      </w:pPr>
    </w:p>
    <w:p w:rsidR="00D85A89" w:rsidRPr="002A4524" w:rsidRDefault="00D85A89" w:rsidP="005A72D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5A72D5">
        <w:rPr>
          <w:sz w:val="24"/>
          <w:szCs w:val="24"/>
        </w:rPr>
        <w:t>Внести  изменения в  приложение 6 «</w:t>
      </w:r>
      <w:r>
        <w:rPr>
          <w:sz w:val="24"/>
          <w:szCs w:val="24"/>
        </w:rPr>
        <w:t>Ведомственная структура расходов бюджета  муниципального образования «Вельжичское сельское поселение,Мглинского района,Брянской области « на 2019 год и на плановый период 2020 и 2021 годов»</w:t>
      </w:r>
    </w:p>
    <w:p w:rsidR="00D85A89" w:rsidRPr="00FC15FB" w:rsidRDefault="00D85A89" w:rsidP="00A40AE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692"/>
        <w:gridCol w:w="540"/>
        <w:gridCol w:w="540"/>
        <w:gridCol w:w="1440"/>
        <w:gridCol w:w="720"/>
        <w:gridCol w:w="1620"/>
        <w:gridCol w:w="720"/>
        <w:gridCol w:w="643"/>
      </w:tblGrid>
      <w:tr w:rsidR="00D85A89" w:rsidTr="00A66B03">
        <w:trPr>
          <w:trHeight w:val="959"/>
        </w:trPr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2019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</w:t>
            </w:r>
            <w:r>
              <w:rPr>
                <w:sz w:val="24"/>
                <w:szCs w:val="24"/>
              </w:rPr>
              <w:t>мма на 2019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2021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Вельжич</w:t>
            </w:r>
            <w:r w:rsidRPr="00611FB4">
              <w:rPr>
                <w:b/>
                <w:sz w:val="24"/>
                <w:szCs w:val="24"/>
              </w:rPr>
              <w:t>ская сельская администрация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EB2B79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174936,29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EB2B79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153086,29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EB2B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+55663,29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5000080010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D85A89" w:rsidRPr="00611FB4" w:rsidRDefault="00D85A89" w:rsidP="00EB2B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+55663,29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5000080010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+55663,29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97423,00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11FB4">
              <w:rPr>
                <w:sz w:val="24"/>
                <w:szCs w:val="24"/>
              </w:rPr>
              <w:t>01280040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97423,00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11FB4">
              <w:rPr>
                <w:sz w:val="24"/>
                <w:szCs w:val="24"/>
              </w:rPr>
              <w:t>01280040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97423,00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3001280040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D85A89" w:rsidRPr="00611FB4" w:rsidRDefault="00D85A89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+84481,00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органов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3001280040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D85A89" w:rsidRPr="00611FB4" w:rsidRDefault="00D85A89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+84481,00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11FB4">
              <w:rPr>
                <w:sz w:val="24"/>
                <w:szCs w:val="24"/>
              </w:rPr>
              <w:t>01280040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D85A89" w:rsidRPr="00611FB4" w:rsidRDefault="00D85A89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12942,00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11FB4">
              <w:rPr>
                <w:sz w:val="24"/>
                <w:szCs w:val="24"/>
              </w:rPr>
              <w:t>01280040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D85A89" w:rsidRPr="00611FB4" w:rsidRDefault="00D85A89" w:rsidP="005005D2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12942,00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005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611FB4" w:rsidRDefault="00D85A89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692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005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85A89" w:rsidTr="00A66B03">
        <w:tc>
          <w:tcPr>
            <w:tcW w:w="2656" w:type="dxa"/>
          </w:tcPr>
          <w:p w:rsidR="00D85A89" w:rsidRPr="009C278D" w:rsidRDefault="00D85A89" w:rsidP="006C4203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Выплаты муниципальных пенсий (доплат государственным пенсиям)</w:t>
            </w:r>
          </w:p>
        </w:tc>
        <w:tc>
          <w:tcPr>
            <w:tcW w:w="692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3001682450</w:t>
            </w:r>
          </w:p>
        </w:tc>
        <w:tc>
          <w:tcPr>
            <w:tcW w:w="72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9C278D" w:rsidRDefault="00D85A89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85A89" w:rsidTr="009C278D">
        <w:trPr>
          <w:trHeight w:val="1040"/>
        </w:trPr>
        <w:tc>
          <w:tcPr>
            <w:tcW w:w="2656" w:type="dxa"/>
          </w:tcPr>
          <w:p w:rsidR="00D85A89" w:rsidRPr="009C278D" w:rsidRDefault="00D85A89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692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3001682450</w:t>
            </w:r>
          </w:p>
        </w:tc>
        <w:tc>
          <w:tcPr>
            <w:tcW w:w="72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0" w:type="dxa"/>
          </w:tcPr>
          <w:p w:rsidR="00D85A89" w:rsidRPr="009C278D" w:rsidRDefault="00D85A89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85A89" w:rsidRPr="009C278D" w:rsidTr="00A66B03">
        <w:tc>
          <w:tcPr>
            <w:tcW w:w="2656" w:type="dxa"/>
          </w:tcPr>
          <w:p w:rsidR="00D85A89" w:rsidRPr="009C278D" w:rsidRDefault="00D85A89" w:rsidP="006C4203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Социальные выплаты г</w:t>
            </w:r>
            <w:r>
              <w:rPr>
                <w:sz w:val="24"/>
                <w:szCs w:val="24"/>
              </w:rPr>
              <w:t>раждан , кроме публичных  нормативных  социальных выплат</w:t>
            </w:r>
          </w:p>
        </w:tc>
        <w:tc>
          <w:tcPr>
            <w:tcW w:w="692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54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3001682450</w:t>
            </w:r>
          </w:p>
        </w:tc>
        <w:tc>
          <w:tcPr>
            <w:tcW w:w="72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620" w:type="dxa"/>
          </w:tcPr>
          <w:p w:rsidR="00D85A89" w:rsidRPr="009C278D" w:rsidRDefault="00D85A89" w:rsidP="00500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9C278D" w:rsidRDefault="00D85A89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9C278D" w:rsidTr="00A66B03">
        <w:tc>
          <w:tcPr>
            <w:tcW w:w="2656" w:type="dxa"/>
          </w:tcPr>
          <w:p w:rsidR="00D85A89" w:rsidRPr="009C278D" w:rsidRDefault="00D85A89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692" w:type="dxa"/>
          </w:tcPr>
          <w:p w:rsidR="00D85A89" w:rsidRPr="009C278D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D85A89" w:rsidRPr="009C278D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D85A89" w:rsidRPr="009C278D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85A89" w:rsidRPr="009C278D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9C278D" w:rsidRDefault="00D85A89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9C278D" w:rsidRDefault="00D85A89" w:rsidP="005005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+174936,29</w:t>
            </w:r>
          </w:p>
        </w:tc>
        <w:tc>
          <w:tcPr>
            <w:tcW w:w="720" w:type="dxa"/>
          </w:tcPr>
          <w:p w:rsidR="00D85A89" w:rsidRPr="009C278D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9C278D" w:rsidRDefault="00D85A89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D85A89" w:rsidRPr="009C278D" w:rsidRDefault="00D85A89" w:rsidP="008D7B6E">
      <w:pPr>
        <w:rPr>
          <w:b/>
          <w:sz w:val="24"/>
          <w:szCs w:val="24"/>
        </w:rPr>
      </w:pPr>
    </w:p>
    <w:p w:rsidR="00D85A89" w:rsidRDefault="00D85A89" w:rsidP="00AC5BD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AC5BD8">
        <w:rPr>
          <w:sz w:val="24"/>
          <w:szCs w:val="24"/>
        </w:rPr>
        <w:t xml:space="preserve">нести  изменение  в приложение 7 «Распределение бюджетных ассигнований по </w:t>
      </w:r>
      <w:r>
        <w:rPr>
          <w:sz w:val="24"/>
          <w:szCs w:val="24"/>
        </w:rPr>
        <w:t>разделам, подразделам, целевым статьям (муниципальным программам  и непрограммным направлениям деятельности), группам и подгруппам видов расходов классификации  расходов бюджета муниципального образования «Вельжичское сельское поселение, Мглинского района, Брянской области» на 2019 год и на плановый период 2020 и 2021 годов»</w:t>
      </w:r>
    </w:p>
    <w:p w:rsidR="00D85A89" w:rsidRDefault="00D85A89" w:rsidP="00AC5BD8">
      <w:pPr>
        <w:rPr>
          <w:sz w:val="24"/>
          <w:szCs w:val="24"/>
        </w:rPr>
      </w:pPr>
    </w:p>
    <w:p w:rsidR="00D85A89" w:rsidRDefault="00D85A89" w:rsidP="00AC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540"/>
        <w:gridCol w:w="540"/>
        <w:gridCol w:w="1440"/>
        <w:gridCol w:w="720"/>
        <w:gridCol w:w="1620"/>
        <w:gridCol w:w="720"/>
        <w:gridCol w:w="643"/>
      </w:tblGrid>
      <w:tr w:rsidR="00D85A89" w:rsidRPr="00611FB4" w:rsidTr="005D1C04">
        <w:trPr>
          <w:trHeight w:val="959"/>
        </w:trPr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2019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2020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2021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153086,29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+55663,29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5000080010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+55663,29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5000080010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+55663,29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+97423,00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11FB4">
              <w:rPr>
                <w:sz w:val="24"/>
                <w:szCs w:val="24"/>
              </w:rPr>
              <w:t>01280040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+97423,00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11FB4">
              <w:rPr>
                <w:sz w:val="24"/>
                <w:szCs w:val="24"/>
              </w:rPr>
              <w:t>01280040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+97423,00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3001280040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+84481,00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органов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3001280040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+84481,00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11FB4">
              <w:rPr>
                <w:sz w:val="24"/>
                <w:szCs w:val="24"/>
              </w:rPr>
              <w:t>01280040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200</w:t>
            </w: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12942,00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611FB4">
              <w:rPr>
                <w:sz w:val="24"/>
                <w:szCs w:val="24"/>
              </w:rPr>
              <w:t>01280040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240</w:t>
            </w: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12942,00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85A89" w:rsidRPr="00611FB4" w:rsidTr="005D1C04">
        <w:tc>
          <w:tcPr>
            <w:tcW w:w="2656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Выплаты муниципальных пенсий (доплат государственным пенсиям)</w:t>
            </w:r>
          </w:p>
        </w:tc>
        <w:tc>
          <w:tcPr>
            <w:tcW w:w="54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3001682450</w:t>
            </w:r>
          </w:p>
        </w:tc>
        <w:tc>
          <w:tcPr>
            <w:tcW w:w="72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85A89" w:rsidRPr="00611FB4" w:rsidTr="005D1C04">
        <w:trPr>
          <w:trHeight w:val="1040"/>
        </w:trPr>
        <w:tc>
          <w:tcPr>
            <w:tcW w:w="2656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54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3001682450</w:t>
            </w:r>
          </w:p>
        </w:tc>
        <w:tc>
          <w:tcPr>
            <w:tcW w:w="72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611FB4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D85A89" w:rsidRPr="009C278D" w:rsidTr="005D1C04">
        <w:tc>
          <w:tcPr>
            <w:tcW w:w="2656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Социальные выплаты г</w:t>
            </w:r>
            <w:r>
              <w:rPr>
                <w:sz w:val="24"/>
                <w:szCs w:val="24"/>
              </w:rPr>
              <w:t>раждан , кроме публичных  нормативных  социальных выплат</w:t>
            </w:r>
          </w:p>
        </w:tc>
        <w:tc>
          <w:tcPr>
            <w:tcW w:w="54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3001682450</w:t>
            </w:r>
          </w:p>
        </w:tc>
        <w:tc>
          <w:tcPr>
            <w:tcW w:w="72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62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0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9C278D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9C278D" w:rsidTr="005D1C04">
        <w:tc>
          <w:tcPr>
            <w:tcW w:w="2656" w:type="dxa"/>
          </w:tcPr>
          <w:p w:rsidR="00D85A89" w:rsidRPr="009C278D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</w:tcPr>
          <w:p w:rsidR="00D85A89" w:rsidRPr="009C278D" w:rsidRDefault="00D85A89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D85A89" w:rsidRPr="009C278D" w:rsidRDefault="00D85A89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D85A89" w:rsidRPr="009C278D" w:rsidRDefault="00D85A89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D85A89" w:rsidRPr="009C278D" w:rsidRDefault="00D85A89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D85A89" w:rsidRPr="009C278D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+174936,29</w:t>
            </w:r>
          </w:p>
        </w:tc>
        <w:tc>
          <w:tcPr>
            <w:tcW w:w="720" w:type="dxa"/>
          </w:tcPr>
          <w:p w:rsidR="00D85A89" w:rsidRPr="009C278D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D85A89" w:rsidRPr="009C278D" w:rsidRDefault="00D85A89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D85A89" w:rsidRDefault="00D85A89" w:rsidP="00AC5BD8">
      <w:pPr>
        <w:rPr>
          <w:sz w:val="24"/>
          <w:szCs w:val="24"/>
        </w:rPr>
      </w:pPr>
    </w:p>
    <w:p w:rsidR="00D85A89" w:rsidRDefault="00D85A89" w:rsidP="00AC5BD8">
      <w:pPr>
        <w:rPr>
          <w:sz w:val="24"/>
          <w:szCs w:val="24"/>
        </w:rPr>
      </w:pPr>
      <w:r>
        <w:rPr>
          <w:sz w:val="24"/>
          <w:szCs w:val="24"/>
        </w:rPr>
        <w:t>1.3 Внести изменения в приложение 8 «Распределение расходов бюджета поселения по целевым статьям (муниципальным программам и непрграммным направлениям деятельности),группам видов расходов бюджета муниципального образования «Вельжичское сельское поселение, Мглинского района, Брянской области на 2019 год и на плановый период 2020 и 2021 годов»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567"/>
        <w:gridCol w:w="551"/>
        <w:gridCol w:w="643"/>
        <w:gridCol w:w="695"/>
        <w:gridCol w:w="835"/>
        <w:gridCol w:w="678"/>
        <w:gridCol w:w="1399"/>
        <w:gridCol w:w="727"/>
        <w:gridCol w:w="816"/>
      </w:tblGrid>
      <w:tr w:rsidR="00D85A89" w:rsidTr="002835CC">
        <w:trPr>
          <w:trHeight w:val="519"/>
        </w:trPr>
        <w:tc>
          <w:tcPr>
            <w:tcW w:w="2660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мп</w:t>
            </w:r>
          </w:p>
        </w:tc>
        <w:tc>
          <w:tcPr>
            <w:tcW w:w="551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ппмп</w:t>
            </w:r>
          </w:p>
        </w:tc>
        <w:tc>
          <w:tcPr>
            <w:tcW w:w="643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ом</w:t>
            </w:r>
          </w:p>
        </w:tc>
        <w:tc>
          <w:tcPr>
            <w:tcW w:w="69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грбс</w:t>
            </w:r>
          </w:p>
        </w:tc>
        <w:tc>
          <w:tcPr>
            <w:tcW w:w="83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нр</w:t>
            </w:r>
          </w:p>
        </w:tc>
        <w:tc>
          <w:tcPr>
            <w:tcW w:w="678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399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2019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2020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16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2021</w:t>
            </w:r>
            <w:r w:rsidRPr="00611FB4">
              <w:rPr>
                <w:sz w:val="24"/>
                <w:szCs w:val="24"/>
              </w:rPr>
              <w:t xml:space="preserve"> год</w:t>
            </w:r>
          </w:p>
        </w:tc>
      </w:tr>
      <w:tr w:rsidR="00D85A89" w:rsidTr="002835CC">
        <w:tc>
          <w:tcPr>
            <w:tcW w:w="2660" w:type="dxa"/>
          </w:tcPr>
          <w:p w:rsidR="00D85A89" w:rsidRPr="00611FB4" w:rsidRDefault="00D85A89" w:rsidP="005D1C0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Комплексное социальн</w:t>
            </w:r>
            <w:r>
              <w:rPr>
                <w:b/>
                <w:sz w:val="24"/>
                <w:szCs w:val="24"/>
              </w:rPr>
              <w:t>о-экономическое развитие Вельжич</w:t>
            </w:r>
            <w:r w:rsidRPr="00611FB4">
              <w:rPr>
                <w:b/>
                <w:sz w:val="24"/>
                <w:szCs w:val="24"/>
              </w:rPr>
              <w:t xml:space="preserve">ского сельского поселения </w:t>
            </w:r>
          </w:p>
        </w:tc>
        <w:tc>
          <w:tcPr>
            <w:tcW w:w="567" w:type="dxa"/>
          </w:tcPr>
          <w:p w:rsidR="00D85A89" w:rsidRPr="00611FB4" w:rsidRDefault="00D85A89" w:rsidP="00611FB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611FB4" w:rsidRDefault="00D85A8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D85A89" w:rsidRPr="00611FB4" w:rsidRDefault="00D85A8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D85A89" w:rsidRPr="00611FB4" w:rsidRDefault="00D85A8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D85A89" w:rsidRPr="00611FB4" w:rsidRDefault="00D85A8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5A89" w:rsidRPr="00611FB4" w:rsidRDefault="00D85A89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Pr="00611FB4" w:rsidRDefault="00D85A89" w:rsidP="005D1C0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119273,00</w:t>
            </w:r>
          </w:p>
        </w:tc>
        <w:tc>
          <w:tcPr>
            <w:tcW w:w="727" w:type="dxa"/>
          </w:tcPr>
          <w:p w:rsidR="00D85A89" w:rsidRPr="00611FB4" w:rsidRDefault="00D85A89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611FB4" w:rsidRDefault="00D85A89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D85A89" w:rsidTr="002835CC">
        <w:tc>
          <w:tcPr>
            <w:tcW w:w="2660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+97423,00</w:t>
            </w:r>
          </w:p>
        </w:tc>
        <w:tc>
          <w:tcPr>
            <w:tcW w:w="72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Tr="002835CC">
        <w:tc>
          <w:tcPr>
            <w:tcW w:w="2660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Вельжич</w:t>
            </w:r>
            <w:r w:rsidRPr="00611FB4">
              <w:rPr>
                <w:sz w:val="24"/>
                <w:szCs w:val="24"/>
              </w:rPr>
              <w:t>ская сельская администрация</w:t>
            </w:r>
          </w:p>
        </w:tc>
        <w:tc>
          <w:tcPr>
            <w:tcW w:w="56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3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+97423,00</w:t>
            </w:r>
          </w:p>
        </w:tc>
        <w:tc>
          <w:tcPr>
            <w:tcW w:w="72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Tr="002835CC">
        <w:tc>
          <w:tcPr>
            <w:tcW w:w="2660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3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+97423,00</w:t>
            </w:r>
          </w:p>
        </w:tc>
        <w:tc>
          <w:tcPr>
            <w:tcW w:w="72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Tr="002835CC">
        <w:tc>
          <w:tcPr>
            <w:tcW w:w="2660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+84481,00</w:t>
            </w:r>
          </w:p>
        </w:tc>
        <w:tc>
          <w:tcPr>
            <w:tcW w:w="72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Tr="002835CC">
        <w:tc>
          <w:tcPr>
            <w:tcW w:w="2660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56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+84481,00</w:t>
            </w:r>
          </w:p>
        </w:tc>
        <w:tc>
          <w:tcPr>
            <w:tcW w:w="72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Tr="002835CC">
        <w:tc>
          <w:tcPr>
            <w:tcW w:w="2660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56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3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200</w:t>
            </w:r>
          </w:p>
        </w:tc>
        <w:tc>
          <w:tcPr>
            <w:tcW w:w="1399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12942,00</w:t>
            </w:r>
          </w:p>
        </w:tc>
        <w:tc>
          <w:tcPr>
            <w:tcW w:w="72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Tr="002835CC">
        <w:tc>
          <w:tcPr>
            <w:tcW w:w="2660" w:type="dxa"/>
          </w:tcPr>
          <w:p w:rsidR="00D85A89" w:rsidRPr="00611FB4" w:rsidRDefault="00D85A89" w:rsidP="00ED3F23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35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240</w:t>
            </w:r>
          </w:p>
        </w:tc>
        <w:tc>
          <w:tcPr>
            <w:tcW w:w="1399" w:type="dxa"/>
          </w:tcPr>
          <w:p w:rsidR="00D85A89" w:rsidRPr="00611FB4" w:rsidRDefault="00D85A89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12942,00</w:t>
            </w:r>
          </w:p>
        </w:tc>
        <w:tc>
          <w:tcPr>
            <w:tcW w:w="727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611FB4" w:rsidRDefault="00D85A89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Pr="00A31366" w:rsidRDefault="00D85A89" w:rsidP="005D1C04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+</w:t>
            </w:r>
            <w:r>
              <w:rPr>
                <w:b/>
                <w:sz w:val="24"/>
                <w:szCs w:val="24"/>
              </w:rPr>
              <w:t>21850</w:t>
            </w:r>
            <w:r w:rsidRPr="00A31366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Вельжичская сельская администрация</w:t>
            </w:r>
          </w:p>
        </w:tc>
        <w:tc>
          <w:tcPr>
            <w:tcW w:w="567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Pr="00F960DA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7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Pr="00F960DA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7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99" w:type="dxa"/>
          </w:tcPr>
          <w:p w:rsidR="00D85A89" w:rsidRPr="00F960DA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7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399" w:type="dxa"/>
          </w:tcPr>
          <w:p w:rsidR="00D85A89" w:rsidRPr="00F960DA" w:rsidRDefault="00D85A89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+21850,00</w:t>
            </w:r>
          </w:p>
        </w:tc>
        <w:tc>
          <w:tcPr>
            <w:tcW w:w="727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Непрограмная деятельность</w:t>
            </w:r>
          </w:p>
        </w:tc>
        <w:tc>
          <w:tcPr>
            <w:tcW w:w="567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551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+55663,29</w:t>
            </w:r>
          </w:p>
        </w:tc>
        <w:tc>
          <w:tcPr>
            <w:tcW w:w="727" w:type="dxa"/>
          </w:tcPr>
          <w:p w:rsidR="00D85A89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Вельжичская сельская администрация</w:t>
            </w:r>
          </w:p>
        </w:tc>
        <w:tc>
          <w:tcPr>
            <w:tcW w:w="567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551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+55663,29</w:t>
            </w:r>
          </w:p>
        </w:tc>
        <w:tc>
          <w:tcPr>
            <w:tcW w:w="727" w:type="dxa"/>
          </w:tcPr>
          <w:p w:rsidR="00D85A89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551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D85A89" w:rsidRPr="00A31366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Pr="00A31366" w:rsidRDefault="00D85A89" w:rsidP="00D80D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+55663,29</w:t>
            </w:r>
          </w:p>
        </w:tc>
        <w:tc>
          <w:tcPr>
            <w:tcW w:w="727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51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D85A89" w:rsidRPr="00F960DA" w:rsidRDefault="00D85A89" w:rsidP="00D80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+55663,29</w:t>
            </w:r>
          </w:p>
        </w:tc>
        <w:tc>
          <w:tcPr>
            <w:tcW w:w="727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51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835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D85A89" w:rsidRPr="00F960DA" w:rsidRDefault="00D85A89" w:rsidP="00D80D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+55663,29</w:t>
            </w:r>
          </w:p>
        </w:tc>
        <w:tc>
          <w:tcPr>
            <w:tcW w:w="727" w:type="dxa"/>
          </w:tcPr>
          <w:p w:rsidR="00D85A89" w:rsidRPr="00F960DA" w:rsidRDefault="00D85A89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F960DA" w:rsidRDefault="00D85A89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5A89" w:rsidRPr="006C4203" w:rsidTr="002835CC">
        <w:tc>
          <w:tcPr>
            <w:tcW w:w="2660" w:type="dxa"/>
          </w:tcPr>
          <w:p w:rsidR="00D85A89" w:rsidRPr="00611FB4" w:rsidRDefault="00D85A89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D85A89" w:rsidRPr="00611FB4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D85A89" w:rsidRPr="00611FB4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D85A89" w:rsidRPr="00611FB4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D85A89" w:rsidRPr="00611FB4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D85A89" w:rsidRPr="00611FB4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5A89" w:rsidRPr="00611FB4" w:rsidRDefault="00D85A89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5A89" w:rsidRPr="00611FB4" w:rsidRDefault="00D85A89" w:rsidP="00D80D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+174936,29</w:t>
            </w:r>
          </w:p>
        </w:tc>
        <w:tc>
          <w:tcPr>
            <w:tcW w:w="727" w:type="dxa"/>
          </w:tcPr>
          <w:p w:rsidR="00D85A89" w:rsidRPr="00611FB4" w:rsidRDefault="00D85A89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5A89" w:rsidRPr="00611FB4" w:rsidRDefault="00D85A89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</w:tbl>
    <w:p w:rsidR="00D85A89" w:rsidRPr="006C4203" w:rsidRDefault="00D85A89" w:rsidP="00AC5BD8">
      <w:pPr>
        <w:rPr>
          <w:b/>
          <w:sz w:val="24"/>
          <w:szCs w:val="24"/>
        </w:rPr>
      </w:pPr>
    </w:p>
    <w:p w:rsidR="00D85A89" w:rsidRPr="006C4203" w:rsidRDefault="00D85A89" w:rsidP="006C4203">
      <w:pPr>
        <w:rPr>
          <w:sz w:val="24"/>
          <w:szCs w:val="24"/>
        </w:rPr>
      </w:pPr>
    </w:p>
    <w:p w:rsidR="00D85A89" w:rsidRDefault="00D85A89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  <w:t>1.5 Приложение9 «Источники внутреннего финансирования дефицита бюджета муниципального образования «Вельжичское сельского поселение, Мглинского района,Брянской области» на 2019 год и на плановый период 2020 и 2021 годов»» согласно приложения 1 к решению, изложить в новой редакции</w:t>
      </w:r>
    </w:p>
    <w:p w:rsidR="00D85A89" w:rsidRPr="006C44E5" w:rsidRDefault="00D85A89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D85A89" w:rsidRPr="005214A4" w:rsidRDefault="00D85A89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</w:t>
      </w:r>
      <w:r>
        <w:rPr>
          <w:sz w:val="24"/>
          <w:szCs w:val="24"/>
        </w:rPr>
        <w:t xml:space="preserve"> «Муниципальный вестник» Вельжич</w:t>
      </w:r>
      <w:r w:rsidRPr="006C44E5">
        <w:rPr>
          <w:sz w:val="24"/>
          <w:szCs w:val="24"/>
        </w:rPr>
        <w:t>ского сельского поселения и разместить на официальном сайте администрации Мглинского района в сети Интернет (www.</w:t>
      </w:r>
      <w:r>
        <w:rPr>
          <w:sz w:val="24"/>
          <w:szCs w:val="24"/>
        </w:rPr>
        <w:t>mgladm.r</w:t>
      </w:r>
      <w:r>
        <w:rPr>
          <w:sz w:val="24"/>
          <w:szCs w:val="24"/>
          <w:lang w:val="en-US"/>
        </w:rPr>
        <w:t>u</w:t>
      </w:r>
      <w:r w:rsidRPr="005214A4">
        <w:rPr>
          <w:sz w:val="24"/>
          <w:szCs w:val="24"/>
        </w:rPr>
        <w:t>)</w:t>
      </w:r>
    </w:p>
    <w:p w:rsidR="00D85A89" w:rsidRPr="00D16DC4" w:rsidRDefault="00D85A89" w:rsidP="0025298D">
      <w:pPr>
        <w:rPr>
          <w:sz w:val="24"/>
          <w:szCs w:val="24"/>
        </w:rPr>
      </w:pPr>
    </w:p>
    <w:p w:rsidR="00D85A89" w:rsidRDefault="00D85A89" w:rsidP="005214A4">
      <w:pPr>
        <w:tabs>
          <w:tab w:val="left" w:pos="1095"/>
        </w:tabs>
        <w:rPr>
          <w:sz w:val="24"/>
          <w:szCs w:val="24"/>
        </w:rPr>
      </w:pPr>
    </w:p>
    <w:p w:rsidR="00D85A89" w:rsidRDefault="00D85A89" w:rsidP="005214A4">
      <w:pPr>
        <w:tabs>
          <w:tab w:val="left" w:pos="1095"/>
        </w:tabs>
        <w:rPr>
          <w:sz w:val="24"/>
          <w:szCs w:val="24"/>
        </w:rPr>
      </w:pPr>
    </w:p>
    <w:p w:rsidR="00D85A89" w:rsidRDefault="00D85A89" w:rsidP="005214A4">
      <w:pPr>
        <w:tabs>
          <w:tab w:val="left" w:pos="1095"/>
        </w:tabs>
        <w:rPr>
          <w:sz w:val="24"/>
          <w:szCs w:val="24"/>
        </w:rPr>
      </w:pPr>
    </w:p>
    <w:p w:rsidR="00D85A89" w:rsidRPr="00D16DC4" w:rsidRDefault="00D85A89" w:rsidP="005214A4">
      <w:pPr>
        <w:tabs>
          <w:tab w:val="left" w:pos="1095"/>
        </w:tabs>
        <w:rPr>
          <w:sz w:val="24"/>
          <w:szCs w:val="24"/>
        </w:rPr>
      </w:pPr>
    </w:p>
    <w:p w:rsidR="00D85A89" w:rsidRPr="00A84854" w:rsidRDefault="00D85A89" w:rsidP="0025298D">
      <w:pPr>
        <w:rPr>
          <w:sz w:val="24"/>
          <w:szCs w:val="24"/>
        </w:rPr>
      </w:pPr>
    </w:p>
    <w:p w:rsidR="00D85A89" w:rsidRDefault="00D85A89" w:rsidP="00941A41">
      <w:pPr>
        <w:tabs>
          <w:tab w:val="left" w:pos="7155"/>
        </w:tabs>
        <w:rPr>
          <w:sz w:val="24"/>
          <w:szCs w:val="24"/>
        </w:rPr>
      </w:pPr>
      <w:r>
        <w:rPr>
          <w:sz w:val="24"/>
          <w:szCs w:val="24"/>
        </w:rPr>
        <w:t>Глава Вельжич</w:t>
      </w:r>
      <w:r w:rsidRPr="00A84854">
        <w:rPr>
          <w:sz w:val="24"/>
          <w:szCs w:val="24"/>
        </w:rPr>
        <w:t xml:space="preserve">ского </w:t>
      </w:r>
    </w:p>
    <w:p w:rsidR="00D85A89" w:rsidRPr="00A84854" w:rsidRDefault="00D85A89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ab/>
        <w:t>В.И.Груздов</w:t>
      </w:r>
    </w:p>
    <w:p w:rsidR="00D85A89" w:rsidRPr="00A84854" w:rsidRDefault="00D85A89" w:rsidP="0025298D">
      <w:pPr>
        <w:rPr>
          <w:sz w:val="24"/>
          <w:szCs w:val="24"/>
        </w:rPr>
      </w:pPr>
    </w:p>
    <w:p w:rsidR="00D85A89" w:rsidRPr="00A84854" w:rsidRDefault="00D85A89" w:rsidP="0025298D">
      <w:pPr>
        <w:rPr>
          <w:sz w:val="24"/>
          <w:szCs w:val="24"/>
        </w:rPr>
      </w:pPr>
    </w:p>
    <w:p w:rsidR="00D85A89" w:rsidRPr="00A84854" w:rsidRDefault="00D85A89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D85A89" w:rsidRDefault="00D85A89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D85A89" w:rsidRDefault="00D85A89" w:rsidP="00941A41">
      <w:pPr>
        <w:tabs>
          <w:tab w:val="left" w:pos="6285"/>
        </w:tabs>
        <w:rPr>
          <w:sz w:val="24"/>
          <w:szCs w:val="24"/>
        </w:rPr>
      </w:pPr>
    </w:p>
    <w:p w:rsidR="00D85A89" w:rsidRDefault="00D85A89" w:rsidP="00941A41">
      <w:pPr>
        <w:tabs>
          <w:tab w:val="left" w:pos="6285"/>
        </w:tabs>
        <w:rPr>
          <w:sz w:val="24"/>
          <w:szCs w:val="24"/>
        </w:rPr>
      </w:pPr>
    </w:p>
    <w:p w:rsidR="00D85A89" w:rsidRDefault="00D85A89" w:rsidP="00941A41">
      <w:pPr>
        <w:tabs>
          <w:tab w:val="left" w:pos="6285"/>
        </w:tabs>
        <w:rPr>
          <w:sz w:val="24"/>
          <w:szCs w:val="24"/>
        </w:rPr>
      </w:pPr>
    </w:p>
    <w:p w:rsidR="00D85A89" w:rsidRDefault="00D85A89" w:rsidP="00941A41">
      <w:pPr>
        <w:tabs>
          <w:tab w:val="left" w:pos="6285"/>
        </w:tabs>
        <w:rPr>
          <w:sz w:val="24"/>
          <w:szCs w:val="24"/>
        </w:rPr>
      </w:pPr>
    </w:p>
    <w:p w:rsidR="00D85A89" w:rsidRDefault="00D85A89" w:rsidP="00941A41">
      <w:pPr>
        <w:tabs>
          <w:tab w:val="left" w:pos="6285"/>
        </w:tabs>
        <w:rPr>
          <w:sz w:val="24"/>
          <w:szCs w:val="24"/>
        </w:rPr>
      </w:pPr>
    </w:p>
    <w:sectPr w:rsidR="00D85A89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A89" w:rsidRDefault="00D85A89" w:rsidP="00941A41">
      <w:r>
        <w:separator/>
      </w:r>
    </w:p>
  </w:endnote>
  <w:endnote w:type="continuationSeparator" w:id="0">
    <w:p w:rsidR="00D85A89" w:rsidRDefault="00D85A89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A89" w:rsidRDefault="00D85A89" w:rsidP="00941A41">
      <w:r>
        <w:separator/>
      </w:r>
    </w:p>
  </w:footnote>
  <w:footnote w:type="continuationSeparator" w:id="0">
    <w:p w:rsidR="00D85A89" w:rsidRDefault="00D85A89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05CA8"/>
    <w:rsid w:val="00011D3A"/>
    <w:rsid w:val="00013288"/>
    <w:rsid w:val="00014395"/>
    <w:rsid w:val="000269F1"/>
    <w:rsid w:val="00055B61"/>
    <w:rsid w:val="000B7339"/>
    <w:rsid w:val="0011390D"/>
    <w:rsid w:val="00115795"/>
    <w:rsid w:val="00126DAB"/>
    <w:rsid w:val="00130060"/>
    <w:rsid w:val="00144B53"/>
    <w:rsid w:val="00161920"/>
    <w:rsid w:val="00165D69"/>
    <w:rsid w:val="00184403"/>
    <w:rsid w:val="001C2277"/>
    <w:rsid w:val="001C523C"/>
    <w:rsid w:val="001C7D04"/>
    <w:rsid w:val="001E724F"/>
    <w:rsid w:val="00250C1F"/>
    <w:rsid w:val="0025298D"/>
    <w:rsid w:val="002615A1"/>
    <w:rsid w:val="002835CC"/>
    <w:rsid w:val="00291898"/>
    <w:rsid w:val="002A4524"/>
    <w:rsid w:val="002A569F"/>
    <w:rsid w:val="002D3A7E"/>
    <w:rsid w:val="002D489C"/>
    <w:rsid w:val="002E08E4"/>
    <w:rsid w:val="002E38E4"/>
    <w:rsid w:val="002E3AAE"/>
    <w:rsid w:val="002E60D5"/>
    <w:rsid w:val="003061C6"/>
    <w:rsid w:val="0034102D"/>
    <w:rsid w:val="003649E9"/>
    <w:rsid w:val="003838DA"/>
    <w:rsid w:val="003E6084"/>
    <w:rsid w:val="003E641E"/>
    <w:rsid w:val="003F0905"/>
    <w:rsid w:val="003F69F3"/>
    <w:rsid w:val="00407D66"/>
    <w:rsid w:val="004111EE"/>
    <w:rsid w:val="00417C39"/>
    <w:rsid w:val="00424407"/>
    <w:rsid w:val="0042664B"/>
    <w:rsid w:val="00445FB3"/>
    <w:rsid w:val="00460D13"/>
    <w:rsid w:val="00465F13"/>
    <w:rsid w:val="004710EB"/>
    <w:rsid w:val="00472003"/>
    <w:rsid w:val="00491410"/>
    <w:rsid w:val="004A73B6"/>
    <w:rsid w:val="004B0E33"/>
    <w:rsid w:val="004B6E9D"/>
    <w:rsid w:val="004B7110"/>
    <w:rsid w:val="004C2583"/>
    <w:rsid w:val="004C3045"/>
    <w:rsid w:val="004D15E3"/>
    <w:rsid w:val="004E3155"/>
    <w:rsid w:val="004F2BFC"/>
    <w:rsid w:val="004F44E9"/>
    <w:rsid w:val="004F516E"/>
    <w:rsid w:val="005005D2"/>
    <w:rsid w:val="00504662"/>
    <w:rsid w:val="005214A4"/>
    <w:rsid w:val="0053326C"/>
    <w:rsid w:val="00533F51"/>
    <w:rsid w:val="005407FD"/>
    <w:rsid w:val="00556314"/>
    <w:rsid w:val="00557728"/>
    <w:rsid w:val="0056232A"/>
    <w:rsid w:val="00587002"/>
    <w:rsid w:val="005A03B8"/>
    <w:rsid w:val="005A72D5"/>
    <w:rsid w:val="005B0B5F"/>
    <w:rsid w:val="005B2101"/>
    <w:rsid w:val="005B30CF"/>
    <w:rsid w:val="005C3BA3"/>
    <w:rsid w:val="005D1C04"/>
    <w:rsid w:val="005D5FF1"/>
    <w:rsid w:val="005D79F6"/>
    <w:rsid w:val="005E26E8"/>
    <w:rsid w:val="005E2F80"/>
    <w:rsid w:val="00604AD5"/>
    <w:rsid w:val="00611FB4"/>
    <w:rsid w:val="006224C6"/>
    <w:rsid w:val="0062559D"/>
    <w:rsid w:val="006305AF"/>
    <w:rsid w:val="00633AA3"/>
    <w:rsid w:val="006369F6"/>
    <w:rsid w:val="0064535A"/>
    <w:rsid w:val="00646C3F"/>
    <w:rsid w:val="00661E49"/>
    <w:rsid w:val="00662DE3"/>
    <w:rsid w:val="006727E3"/>
    <w:rsid w:val="006972C8"/>
    <w:rsid w:val="006C4203"/>
    <w:rsid w:val="006C44E5"/>
    <w:rsid w:val="006D0E7A"/>
    <w:rsid w:val="006D160E"/>
    <w:rsid w:val="006E1D30"/>
    <w:rsid w:val="00706FA6"/>
    <w:rsid w:val="00715C4F"/>
    <w:rsid w:val="00715D3C"/>
    <w:rsid w:val="00716C8B"/>
    <w:rsid w:val="00753FA4"/>
    <w:rsid w:val="007567C2"/>
    <w:rsid w:val="0076343B"/>
    <w:rsid w:val="007711BD"/>
    <w:rsid w:val="007933B6"/>
    <w:rsid w:val="007948D4"/>
    <w:rsid w:val="007C7FE7"/>
    <w:rsid w:val="007E2E02"/>
    <w:rsid w:val="007E7E19"/>
    <w:rsid w:val="007F60A6"/>
    <w:rsid w:val="007F7290"/>
    <w:rsid w:val="008030A4"/>
    <w:rsid w:val="00837FAB"/>
    <w:rsid w:val="00842CD0"/>
    <w:rsid w:val="008436F3"/>
    <w:rsid w:val="0084376E"/>
    <w:rsid w:val="00850EA3"/>
    <w:rsid w:val="008722C0"/>
    <w:rsid w:val="008774A4"/>
    <w:rsid w:val="008774F9"/>
    <w:rsid w:val="008A0AE1"/>
    <w:rsid w:val="008A5004"/>
    <w:rsid w:val="008B12CF"/>
    <w:rsid w:val="008C23BB"/>
    <w:rsid w:val="008D0574"/>
    <w:rsid w:val="008D7B6E"/>
    <w:rsid w:val="008E2A02"/>
    <w:rsid w:val="008E506B"/>
    <w:rsid w:val="008E5771"/>
    <w:rsid w:val="008E5A90"/>
    <w:rsid w:val="00901CD0"/>
    <w:rsid w:val="00911F43"/>
    <w:rsid w:val="0091264D"/>
    <w:rsid w:val="009171CA"/>
    <w:rsid w:val="00920F92"/>
    <w:rsid w:val="0092197A"/>
    <w:rsid w:val="009268C6"/>
    <w:rsid w:val="00941A41"/>
    <w:rsid w:val="0094267D"/>
    <w:rsid w:val="009577C8"/>
    <w:rsid w:val="00961CB0"/>
    <w:rsid w:val="0097205D"/>
    <w:rsid w:val="0097687E"/>
    <w:rsid w:val="00977641"/>
    <w:rsid w:val="009776F3"/>
    <w:rsid w:val="00981293"/>
    <w:rsid w:val="00982D70"/>
    <w:rsid w:val="009843BB"/>
    <w:rsid w:val="009922B9"/>
    <w:rsid w:val="00993EDD"/>
    <w:rsid w:val="009A7527"/>
    <w:rsid w:val="009B4263"/>
    <w:rsid w:val="009C07B8"/>
    <w:rsid w:val="009C278D"/>
    <w:rsid w:val="009D0EBE"/>
    <w:rsid w:val="009D59C3"/>
    <w:rsid w:val="009E0250"/>
    <w:rsid w:val="009E2F65"/>
    <w:rsid w:val="009E742D"/>
    <w:rsid w:val="009F05BB"/>
    <w:rsid w:val="009F1154"/>
    <w:rsid w:val="009F4258"/>
    <w:rsid w:val="00A0447D"/>
    <w:rsid w:val="00A10D3A"/>
    <w:rsid w:val="00A156EE"/>
    <w:rsid w:val="00A31366"/>
    <w:rsid w:val="00A33BF7"/>
    <w:rsid w:val="00A40AE9"/>
    <w:rsid w:val="00A57059"/>
    <w:rsid w:val="00A66B03"/>
    <w:rsid w:val="00A700CB"/>
    <w:rsid w:val="00A84854"/>
    <w:rsid w:val="00A84AB3"/>
    <w:rsid w:val="00A90C94"/>
    <w:rsid w:val="00A92F0D"/>
    <w:rsid w:val="00AA3D61"/>
    <w:rsid w:val="00AA5919"/>
    <w:rsid w:val="00AC5BD8"/>
    <w:rsid w:val="00B00087"/>
    <w:rsid w:val="00B14140"/>
    <w:rsid w:val="00B24C6A"/>
    <w:rsid w:val="00B32E01"/>
    <w:rsid w:val="00B5233F"/>
    <w:rsid w:val="00B569A7"/>
    <w:rsid w:val="00B62D63"/>
    <w:rsid w:val="00B648E1"/>
    <w:rsid w:val="00B67492"/>
    <w:rsid w:val="00BA0895"/>
    <w:rsid w:val="00BA3230"/>
    <w:rsid w:val="00BA6E0C"/>
    <w:rsid w:val="00BB2D97"/>
    <w:rsid w:val="00BC4325"/>
    <w:rsid w:val="00BC69F1"/>
    <w:rsid w:val="00BF2498"/>
    <w:rsid w:val="00C044F5"/>
    <w:rsid w:val="00C10981"/>
    <w:rsid w:val="00C149E4"/>
    <w:rsid w:val="00C2216C"/>
    <w:rsid w:val="00C524C8"/>
    <w:rsid w:val="00C81FC9"/>
    <w:rsid w:val="00C8261B"/>
    <w:rsid w:val="00C82DF0"/>
    <w:rsid w:val="00C9720D"/>
    <w:rsid w:val="00CA2651"/>
    <w:rsid w:val="00CD2803"/>
    <w:rsid w:val="00CD36EE"/>
    <w:rsid w:val="00CE2064"/>
    <w:rsid w:val="00CE4F86"/>
    <w:rsid w:val="00D05B49"/>
    <w:rsid w:val="00D16DC4"/>
    <w:rsid w:val="00D40C11"/>
    <w:rsid w:val="00D4472A"/>
    <w:rsid w:val="00D647E3"/>
    <w:rsid w:val="00D80DE6"/>
    <w:rsid w:val="00D84865"/>
    <w:rsid w:val="00D85A89"/>
    <w:rsid w:val="00D85EB0"/>
    <w:rsid w:val="00DA4721"/>
    <w:rsid w:val="00DB1FD4"/>
    <w:rsid w:val="00DC12CB"/>
    <w:rsid w:val="00DC590F"/>
    <w:rsid w:val="00DD1B46"/>
    <w:rsid w:val="00DD35EC"/>
    <w:rsid w:val="00DD4C32"/>
    <w:rsid w:val="00DE1B33"/>
    <w:rsid w:val="00DE7BD5"/>
    <w:rsid w:val="00E05AE0"/>
    <w:rsid w:val="00E17AED"/>
    <w:rsid w:val="00E228B2"/>
    <w:rsid w:val="00E35D80"/>
    <w:rsid w:val="00E37F66"/>
    <w:rsid w:val="00E5747F"/>
    <w:rsid w:val="00E639B5"/>
    <w:rsid w:val="00E8290D"/>
    <w:rsid w:val="00E91595"/>
    <w:rsid w:val="00E97883"/>
    <w:rsid w:val="00EB01C3"/>
    <w:rsid w:val="00EB1CF8"/>
    <w:rsid w:val="00EB2B79"/>
    <w:rsid w:val="00EC4BC2"/>
    <w:rsid w:val="00ED27F0"/>
    <w:rsid w:val="00ED3F23"/>
    <w:rsid w:val="00ED4603"/>
    <w:rsid w:val="00ED61F4"/>
    <w:rsid w:val="00F3092E"/>
    <w:rsid w:val="00F32FF2"/>
    <w:rsid w:val="00F53229"/>
    <w:rsid w:val="00F60393"/>
    <w:rsid w:val="00F607E3"/>
    <w:rsid w:val="00F66AD0"/>
    <w:rsid w:val="00F66C5D"/>
    <w:rsid w:val="00F739DE"/>
    <w:rsid w:val="00F73A08"/>
    <w:rsid w:val="00F76EDC"/>
    <w:rsid w:val="00F80B25"/>
    <w:rsid w:val="00F81674"/>
    <w:rsid w:val="00F82FB9"/>
    <w:rsid w:val="00F960DA"/>
    <w:rsid w:val="00FC05DB"/>
    <w:rsid w:val="00FC15FB"/>
    <w:rsid w:val="00FD21DE"/>
    <w:rsid w:val="00FF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TitleChar">
    <w:name w:val="Title Char"/>
    <w:basedOn w:val="DefaultParagraphFont"/>
    <w:link w:val="Title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TableGrid">
    <w:name w:val="Table Grid"/>
    <w:basedOn w:val="TableNormal"/>
    <w:uiPriority w:val="99"/>
    <w:rsid w:val="0025298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8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7</Pages>
  <Words>1378</Words>
  <Characters>7860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Вельжичская</cp:lastModifiedBy>
  <cp:revision>4</cp:revision>
  <cp:lastPrinted>2018-03-12T05:21:00Z</cp:lastPrinted>
  <dcterms:created xsi:type="dcterms:W3CDTF">2019-02-14T13:00:00Z</dcterms:created>
  <dcterms:modified xsi:type="dcterms:W3CDTF">2019-02-15T06:48:00Z</dcterms:modified>
</cp:coreProperties>
</file>