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67F" w:rsidRDefault="001E767F"/>
    <w:p w:rsidR="001E767F" w:rsidRPr="005B3F37" w:rsidRDefault="001E767F" w:rsidP="003322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3F37">
        <w:rPr>
          <w:rFonts w:ascii="Times New Roman" w:hAnsi="Times New Roman"/>
          <w:b/>
          <w:sz w:val="28"/>
          <w:szCs w:val="28"/>
        </w:rPr>
        <w:t>Кодекс Российской Федерации об административных нарушениях</w:t>
      </w:r>
    </w:p>
    <w:p w:rsidR="001E767F" w:rsidRDefault="001E767F" w:rsidP="003322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3F37">
        <w:rPr>
          <w:rFonts w:ascii="Times New Roman" w:hAnsi="Times New Roman"/>
          <w:b/>
          <w:sz w:val="28"/>
          <w:szCs w:val="28"/>
        </w:rPr>
        <w:t>от 30 декабря 2011 года № 195-ФЗ</w:t>
      </w:r>
    </w:p>
    <w:p w:rsidR="001E767F" w:rsidRDefault="001E767F" w:rsidP="003322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767F" w:rsidRPr="003322F4" w:rsidRDefault="001E767F" w:rsidP="003322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22F4">
        <w:rPr>
          <w:rFonts w:ascii="Times New Roman" w:hAnsi="Times New Roman"/>
          <w:b/>
          <w:sz w:val="28"/>
          <w:szCs w:val="28"/>
        </w:rPr>
        <w:t>Статья 5.27. Нарушение трудового законодательства и иных нормативных правовых актов, содержащих нормы трудового права</w:t>
      </w:r>
    </w:p>
    <w:p w:rsidR="001E767F" w:rsidRDefault="001E767F" w:rsidP="005B3F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767F" w:rsidRDefault="001E767F" w:rsidP="005B3F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2"/>
        <w:gridCol w:w="2392"/>
        <w:gridCol w:w="2393"/>
        <w:gridCol w:w="2393"/>
      </w:tblGrid>
      <w:tr w:rsidR="001E767F" w:rsidRPr="00F427CC" w:rsidTr="00F427CC">
        <w:tc>
          <w:tcPr>
            <w:tcW w:w="2392" w:type="dxa"/>
          </w:tcPr>
          <w:p w:rsidR="001E767F" w:rsidRPr="003322F4" w:rsidRDefault="001E767F" w:rsidP="00F427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22F4">
              <w:rPr>
                <w:rFonts w:ascii="Times New Roman" w:hAnsi="Times New Roman"/>
                <w:b/>
                <w:sz w:val="24"/>
                <w:szCs w:val="24"/>
              </w:rPr>
              <w:t>Гражданин</w:t>
            </w:r>
          </w:p>
        </w:tc>
        <w:tc>
          <w:tcPr>
            <w:tcW w:w="2392" w:type="dxa"/>
          </w:tcPr>
          <w:p w:rsidR="001E767F" w:rsidRPr="003322F4" w:rsidRDefault="001E767F" w:rsidP="00F427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22F4">
              <w:rPr>
                <w:rFonts w:ascii="Times New Roman" w:hAnsi="Times New Roman"/>
                <w:b/>
                <w:sz w:val="24"/>
                <w:szCs w:val="24"/>
              </w:rPr>
              <w:t>Должностное лицо</w:t>
            </w:r>
          </w:p>
        </w:tc>
        <w:tc>
          <w:tcPr>
            <w:tcW w:w="2393" w:type="dxa"/>
          </w:tcPr>
          <w:p w:rsidR="001E767F" w:rsidRPr="003322F4" w:rsidRDefault="001E767F" w:rsidP="00F427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22F4">
              <w:rPr>
                <w:rFonts w:ascii="Times New Roman" w:hAnsi="Times New Roman"/>
                <w:b/>
                <w:sz w:val="24"/>
                <w:szCs w:val="24"/>
              </w:rPr>
              <w:t>Предприниматель</w:t>
            </w:r>
          </w:p>
        </w:tc>
        <w:tc>
          <w:tcPr>
            <w:tcW w:w="2393" w:type="dxa"/>
          </w:tcPr>
          <w:p w:rsidR="001E767F" w:rsidRPr="003322F4" w:rsidRDefault="001E767F" w:rsidP="00F427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22F4">
              <w:rPr>
                <w:rFonts w:ascii="Times New Roman" w:hAnsi="Times New Roman"/>
                <w:b/>
                <w:sz w:val="24"/>
                <w:szCs w:val="24"/>
              </w:rPr>
              <w:t>Юридическое лицо</w:t>
            </w:r>
          </w:p>
        </w:tc>
      </w:tr>
      <w:tr w:rsidR="001E767F" w:rsidRPr="00F427CC" w:rsidTr="00F427CC">
        <w:tc>
          <w:tcPr>
            <w:tcW w:w="9570" w:type="dxa"/>
            <w:gridSpan w:val="4"/>
          </w:tcPr>
          <w:p w:rsidR="001E767F" w:rsidRPr="00F427CC" w:rsidRDefault="001E767F" w:rsidP="00F427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7CC">
              <w:rPr>
                <w:rFonts w:ascii="Times New Roman" w:hAnsi="Times New Roman"/>
                <w:b/>
                <w:sz w:val="24"/>
                <w:szCs w:val="24"/>
              </w:rPr>
              <w:t>Нарушение трудового законодательства и иных нормативных правовых актов, содержащих нормы трудового права, если иное не предусмотрено частями 2 и 3 настоящей статьи и статьей 5.27.1 Кодекса российской Федерации об административных правонарушениях</w:t>
            </w:r>
          </w:p>
        </w:tc>
      </w:tr>
      <w:tr w:rsidR="001E767F" w:rsidRPr="00F427CC" w:rsidTr="00F427CC">
        <w:tc>
          <w:tcPr>
            <w:tcW w:w="2392" w:type="dxa"/>
          </w:tcPr>
          <w:p w:rsidR="001E767F" w:rsidRPr="00F427CC" w:rsidRDefault="001E767F" w:rsidP="00F4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1E767F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 xml:space="preserve">предупреждение или административный штраф </w:t>
            </w:r>
          </w:p>
          <w:p w:rsidR="001E767F" w:rsidRPr="00F427CC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>1000-5000 руб.</w:t>
            </w:r>
          </w:p>
        </w:tc>
        <w:tc>
          <w:tcPr>
            <w:tcW w:w="2393" w:type="dxa"/>
          </w:tcPr>
          <w:p w:rsidR="001E767F" w:rsidRDefault="001E767F" w:rsidP="00221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 xml:space="preserve">предупреждение или административный штраф </w:t>
            </w:r>
          </w:p>
          <w:p w:rsidR="001E767F" w:rsidRPr="00F427CC" w:rsidRDefault="001E767F" w:rsidP="002214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>1000-5000 руб.</w:t>
            </w:r>
          </w:p>
        </w:tc>
        <w:tc>
          <w:tcPr>
            <w:tcW w:w="2393" w:type="dxa"/>
          </w:tcPr>
          <w:p w:rsidR="001E767F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>предупреждение или</w:t>
            </w:r>
          </w:p>
          <w:p w:rsidR="001E767F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 xml:space="preserve">административный штраф </w:t>
            </w:r>
          </w:p>
          <w:p w:rsidR="001E767F" w:rsidRPr="00F427CC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>30000-50000 руб.</w:t>
            </w:r>
          </w:p>
        </w:tc>
      </w:tr>
      <w:tr w:rsidR="001E767F" w:rsidRPr="00F427CC" w:rsidTr="00F427CC">
        <w:tc>
          <w:tcPr>
            <w:tcW w:w="9570" w:type="dxa"/>
            <w:gridSpan w:val="4"/>
          </w:tcPr>
          <w:p w:rsidR="001E767F" w:rsidRPr="00F427CC" w:rsidRDefault="001E767F" w:rsidP="00F427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7CC">
              <w:rPr>
                <w:rFonts w:ascii="Times New Roman" w:hAnsi="Times New Roman"/>
                <w:b/>
                <w:sz w:val="24"/>
                <w:szCs w:val="24"/>
              </w:rPr>
              <w:t>Фактическое допущение к работе лицом, не уполномоченным на это работодателем, в случае, если работодатель или его уполномоченный на это представитель отказывается признать отношения, возникшие между лицом, фактически допущенным к работе, и данным работодателем, трудовыми отношениями (не заключает с лицом, фактически допущенным к работе, трудовой договор)</w:t>
            </w:r>
          </w:p>
        </w:tc>
      </w:tr>
      <w:tr w:rsidR="001E767F" w:rsidRPr="00F427CC" w:rsidTr="00F427CC">
        <w:tc>
          <w:tcPr>
            <w:tcW w:w="2392" w:type="dxa"/>
          </w:tcPr>
          <w:p w:rsidR="001E767F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 xml:space="preserve">административный штраф </w:t>
            </w:r>
          </w:p>
          <w:p w:rsidR="001E767F" w:rsidRPr="00F427CC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>3000-5000 руб.</w:t>
            </w:r>
          </w:p>
        </w:tc>
        <w:tc>
          <w:tcPr>
            <w:tcW w:w="2392" w:type="dxa"/>
          </w:tcPr>
          <w:p w:rsidR="001E767F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 xml:space="preserve">административный штраф </w:t>
            </w:r>
          </w:p>
          <w:p w:rsidR="001E767F" w:rsidRPr="00F427CC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>10000-20000 руб.</w:t>
            </w:r>
          </w:p>
        </w:tc>
        <w:tc>
          <w:tcPr>
            <w:tcW w:w="2393" w:type="dxa"/>
          </w:tcPr>
          <w:p w:rsidR="001E767F" w:rsidRPr="00F427CC" w:rsidRDefault="001E767F" w:rsidP="00F4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E767F" w:rsidRPr="00F427CC" w:rsidRDefault="001E767F" w:rsidP="00F4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767F" w:rsidRPr="00F427CC" w:rsidTr="00F427CC">
        <w:tc>
          <w:tcPr>
            <w:tcW w:w="9570" w:type="dxa"/>
            <w:gridSpan w:val="4"/>
          </w:tcPr>
          <w:p w:rsidR="001E767F" w:rsidRPr="00F427CC" w:rsidRDefault="001E767F" w:rsidP="00F427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7CC">
              <w:rPr>
                <w:rFonts w:ascii="Times New Roman" w:hAnsi="Times New Roman"/>
                <w:b/>
                <w:sz w:val="24"/>
                <w:szCs w:val="24"/>
              </w:rPr>
              <w:t>Уклонение от оформления или ненадлежащее оформление трудового договора либо заключение гражданско-правового договора, фактически регулирующего трудовые отношения между работником и работодателем</w:t>
            </w:r>
          </w:p>
        </w:tc>
      </w:tr>
      <w:tr w:rsidR="001E767F" w:rsidRPr="00F427CC" w:rsidTr="00F427CC">
        <w:tc>
          <w:tcPr>
            <w:tcW w:w="2392" w:type="dxa"/>
          </w:tcPr>
          <w:p w:rsidR="001E767F" w:rsidRPr="00F427CC" w:rsidRDefault="001E767F" w:rsidP="00F4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1E767F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 xml:space="preserve">административный штраф </w:t>
            </w:r>
          </w:p>
          <w:p w:rsidR="001E767F" w:rsidRPr="00F427CC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>10000-20000 руб.</w:t>
            </w:r>
          </w:p>
        </w:tc>
        <w:tc>
          <w:tcPr>
            <w:tcW w:w="2393" w:type="dxa"/>
          </w:tcPr>
          <w:p w:rsidR="001E767F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 xml:space="preserve">административный штраф </w:t>
            </w:r>
          </w:p>
          <w:p w:rsidR="001E767F" w:rsidRPr="00F427CC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>5000-10000 руб.</w:t>
            </w:r>
          </w:p>
        </w:tc>
        <w:tc>
          <w:tcPr>
            <w:tcW w:w="2393" w:type="dxa"/>
          </w:tcPr>
          <w:p w:rsidR="001E767F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 xml:space="preserve">административный штраф </w:t>
            </w:r>
          </w:p>
          <w:p w:rsidR="001E767F" w:rsidRPr="00F427CC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>50000-100000 руб.</w:t>
            </w:r>
          </w:p>
        </w:tc>
      </w:tr>
      <w:tr w:rsidR="001E767F" w:rsidRPr="00F427CC" w:rsidTr="00F427CC">
        <w:tc>
          <w:tcPr>
            <w:tcW w:w="9570" w:type="dxa"/>
            <w:gridSpan w:val="4"/>
          </w:tcPr>
          <w:p w:rsidR="001E767F" w:rsidRPr="00F427CC" w:rsidRDefault="001E767F" w:rsidP="00F427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7CC">
              <w:rPr>
                <w:rFonts w:ascii="Times New Roman" w:hAnsi="Times New Roman"/>
                <w:b/>
                <w:sz w:val="24"/>
                <w:szCs w:val="24"/>
              </w:rPr>
              <w:t>Совершение административного правонарушения, предусмотренного частью 1 статьи 5.27 Кодекса Российской Федерации об административных правонарушениях, лицом, ранее подвергнутым административному наказанию за аналогичное административное правонарушение</w:t>
            </w:r>
          </w:p>
        </w:tc>
      </w:tr>
      <w:tr w:rsidR="001E767F" w:rsidRPr="00F427CC" w:rsidTr="00F427CC">
        <w:tc>
          <w:tcPr>
            <w:tcW w:w="2392" w:type="dxa"/>
          </w:tcPr>
          <w:p w:rsidR="001E767F" w:rsidRPr="00F427CC" w:rsidRDefault="001E767F" w:rsidP="00F427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1E767F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 xml:space="preserve">административный штраф </w:t>
            </w:r>
          </w:p>
          <w:p w:rsidR="001E767F" w:rsidRPr="00F427CC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>10000-20000 руб. или дисквалификация на срок от одного года до трех лет</w:t>
            </w:r>
          </w:p>
        </w:tc>
        <w:tc>
          <w:tcPr>
            <w:tcW w:w="2393" w:type="dxa"/>
          </w:tcPr>
          <w:p w:rsidR="001E767F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 xml:space="preserve">административный штраф </w:t>
            </w:r>
          </w:p>
          <w:p w:rsidR="001E767F" w:rsidRPr="00F427CC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>10000-20000 руб.</w:t>
            </w:r>
          </w:p>
        </w:tc>
        <w:tc>
          <w:tcPr>
            <w:tcW w:w="2393" w:type="dxa"/>
          </w:tcPr>
          <w:p w:rsidR="001E767F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 xml:space="preserve">административный штраф </w:t>
            </w:r>
          </w:p>
          <w:p w:rsidR="001E767F" w:rsidRPr="00F427CC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>50000-70000 руб.</w:t>
            </w:r>
          </w:p>
        </w:tc>
      </w:tr>
      <w:tr w:rsidR="001E767F" w:rsidRPr="00F427CC" w:rsidTr="00F427CC">
        <w:tc>
          <w:tcPr>
            <w:tcW w:w="9570" w:type="dxa"/>
            <w:gridSpan w:val="4"/>
          </w:tcPr>
          <w:p w:rsidR="001E767F" w:rsidRPr="00F427CC" w:rsidRDefault="001E767F" w:rsidP="00F427C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27CC">
              <w:rPr>
                <w:rFonts w:ascii="Times New Roman" w:hAnsi="Times New Roman"/>
                <w:b/>
                <w:sz w:val="24"/>
                <w:szCs w:val="24"/>
              </w:rPr>
              <w:t>Совершение административного правонарушения, предусмотренного частью 2 и 3 статьи 5.27 Кодекса Российской Федерации об административных правонарушениях, лицом, ранее подвергнутым административному наказанию за аналогичное административное правонарушение</w:t>
            </w:r>
          </w:p>
        </w:tc>
      </w:tr>
      <w:tr w:rsidR="001E767F" w:rsidRPr="00F427CC" w:rsidTr="00F427CC">
        <w:tc>
          <w:tcPr>
            <w:tcW w:w="2392" w:type="dxa"/>
          </w:tcPr>
          <w:p w:rsidR="001E767F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 xml:space="preserve">административный штраф </w:t>
            </w:r>
          </w:p>
          <w:p w:rsidR="001E767F" w:rsidRPr="00F427CC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>5000 руб.</w:t>
            </w:r>
          </w:p>
        </w:tc>
        <w:tc>
          <w:tcPr>
            <w:tcW w:w="2392" w:type="dxa"/>
          </w:tcPr>
          <w:p w:rsidR="001E767F" w:rsidRPr="00F427CC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>дисквалификация на срок от одного года до трех лет</w:t>
            </w:r>
          </w:p>
        </w:tc>
        <w:tc>
          <w:tcPr>
            <w:tcW w:w="2393" w:type="dxa"/>
          </w:tcPr>
          <w:p w:rsidR="001E767F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 xml:space="preserve">административный штраф </w:t>
            </w:r>
          </w:p>
          <w:p w:rsidR="001E767F" w:rsidRPr="00F427CC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>30000-40000 руб.</w:t>
            </w:r>
          </w:p>
        </w:tc>
        <w:tc>
          <w:tcPr>
            <w:tcW w:w="2393" w:type="dxa"/>
          </w:tcPr>
          <w:p w:rsidR="001E767F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 xml:space="preserve">административный штраф </w:t>
            </w:r>
          </w:p>
          <w:p w:rsidR="001E767F" w:rsidRPr="00F427CC" w:rsidRDefault="001E767F" w:rsidP="003322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CC">
              <w:rPr>
                <w:rFonts w:ascii="Times New Roman" w:hAnsi="Times New Roman"/>
                <w:sz w:val="24"/>
                <w:szCs w:val="24"/>
              </w:rPr>
              <w:t>100000-200000 руб.</w:t>
            </w:r>
          </w:p>
        </w:tc>
      </w:tr>
    </w:tbl>
    <w:p w:rsidR="001E767F" w:rsidRPr="005B3F37" w:rsidRDefault="001E767F" w:rsidP="003322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E767F" w:rsidRPr="005B3F37" w:rsidSect="003322F4">
      <w:pgSz w:w="11906" w:h="16838" w:code="9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22FC"/>
    <w:multiLevelType w:val="hybridMultilevel"/>
    <w:tmpl w:val="534CD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F37"/>
    <w:rsid w:val="001E767F"/>
    <w:rsid w:val="00221490"/>
    <w:rsid w:val="002F1A01"/>
    <w:rsid w:val="003322F4"/>
    <w:rsid w:val="004F2F78"/>
    <w:rsid w:val="005B3F37"/>
    <w:rsid w:val="0082525B"/>
    <w:rsid w:val="00850988"/>
    <w:rsid w:val="008707B6"/>
    <w:rsid w:val="00CD6AA4"/>
    <w:rsid w:val="00D33D12"/>
    <w:rsid w:val="00D62AA5"/>
    <w:rsid w:val="00E74B8F"/>
    <w:rsid w:val="00F42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7B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3F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B3F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322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346</Words>
  <Characters>1973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Кодекс Российской Федерации об административных нарушениях</dc:title>
  <dc:subject/>
  <dc:creator>Старовойтова Елена Ивановна</dc:creator>
  <cp:keywords/>
  <dc:description/>
  <cp:lastModifiedBy>upr1003</cp:lastModifiedBy>
  <cp:revision>2</cp:revision>
  <cp:lastPrinted>2015-05-06T06:28:00Z</cp:lastPrinted>
  <dcterms:created xsi:type="dcterms:W3CDTF">2015-05-07T07:18:00Z</dcterms:created>
  <dcterms:modified xsi:type="dcterms:W3CDTF">2015-05-07T07:18:00Z</dcterms:modified>
</cp:coreProperties>
</file>